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662D8EBA" w14:textId="7C7FBA40" w:rsidR="001166C1" w:rsidRDefault="00BF59BA" w:rsidP="001166C1">
      <w:pPr>
        <w:pStyle w:val="Footer"/>
        <w:tabs>
          <w:tab w:val="left" w:pos="720"/>
        </w:tabs>
        <w:rPr>
          <w:rFonts w:cs="Arial"/>
          <w:b/>
          <w:color w:val="F26522" w:themeColor="accent1"/>
          <w:sz w:val="28"/>
        </w:rPr>
      </w:pPr>
      <w:r>
        <w:rPr>
          <w:rFonts w:cs="Arial"/>
          <w:b/>
          <w:color w:val="F26522" w:themeColor="accent1"/>
          <w:sz w:val="28"/>
        </w:rPr>
        <w:t>CMP</w:t>
      </w:r>
      <w:r w:rsidR="008A4CF8">
        <w:rPr>
          <w:rFonts w:cs="Arial"/>
          <w:b/>
          <w:color w:val="F26522" w:themeColor="accent1"/>
          <w:sz w:val="28"/>
        </w:rPr>
        <w:t>434</w:t>
      </w:r>
      <w:r w:rsidR="001166C1">
        <w:rPr>
          <w:rFonts w:cs="Arial"/>
          <w:b/>
          <w:color w:val="F26522" w:themeColor="accent1"/>
          <w:sz w:val="28"/>
        </w:rPr>
        <w:t xml:space="preserve">: </w:t>
      </w:r>
      <w:r w:rsidR="008A4CF8" w:rsidRPr="008A4CF8">
        <w:rPr>
          <w:rFonts w:cs="Arial"/>
          <w:b/>
          <w:color w:val="F26522" w:themeColor="accent1"/>
          <w:sz w:val="28"/>
        </w:rPr>
        <w:t>Implementing Connections Reform</w:t>
      </w:r>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19233332" w:rsidR="00E44F00" w:rsidRPr="00810B20" w:rsidRDefault="003B6E37" w:rsidP="00810B20">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8A4CF8" w:rsidRPr="008A4CF8">
        <w:rPr>
          <w:b/>
          <w:sz w:val="24"/>
        </w:rPr>
        <w:t>CMP434: Implementing Connections Reform</w:t>
      </w:r>
      <w:r w:rsidR="008A4CF8">
        <w:rPr>
          <w:b/>
          <w:sz w:val="24"/>
        </w:rPr>
        <w:t xml:space="preserve"> </w:t>
      </w:r>
      <w:r w:rsidR="00E44F00" w:rsidRPr="00810B20">
        <w:rPr>
          <w:sz w:val="24"/>
        </w:rPr>
        <w:t>raised by</w:t>
      </w:r>
      <w:r w:rsidR="008A4CF8">
        <w:rPr>
          <w:sz w:val="24"/>
        </w:rPr>
        <w:t xml:space="preserve"> the</w:t>
      </w:r>
      <w:r w:rsidR="00E44F00" w:rsidRPr="00810B20">
        <w:rPr>
          <w:sz w:val="24"/>
        </w:rPr>
        <w:t xml:space="preserve"> </w:t>
      </w:r>
      <w:r w:rsidR="008A4CF8">
        <w:rPr>
          <w:b/>
          <w:sz w:val="24"/>
        </w:rPr>
        <w:t>ESO</w:t>
      </w:r>
      <w:r w:rsidR="00E44F00" w:rsidRPr="00810B20">
        <w:rPr>
          <w:sz w:val="24"/>
        </w:rPr>
        <w:t xml:space="preserve"> at the Modifications Panel meeting on </w:t>
      </w:r>
      <w:r w:rsidR="008A4CF8">
        <w:rPr>
          <w:b/>
          <w:sz w:val="24"/>
        </w:rPr>
        <w:t>26 April 2024</w:t>
      </w:r>
      <w:r w:rsidRPr="00810B20">
        <w:rPr>
          <w:sz w:val="24"/>
        </w:rPr>
        <w:t>.</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7E9151F4" w14:textId="0E0428B9" w:rsidR="00FD2295" w:rsidRDefault="00FD2295" w:rsidP="00E11E76">
      <w:pPr>
        <w:pStyle w:val="BodyText"/>
        <w:spacing w:before="0" w:after="0" w:line="240" w:lineRule="auto"/>
        <w:jc w:val="both"/>
        <w:rPr>
          <w:sz w:val="24"/>
        </w:rPr>
      </w:pPr>
    </w:p>
    <w:p w14:paraId="6190276E" w14:textId="77777777" w:rsidR="00B13F32" w:rsidRPr="004F1A02" w:rsidRDefault="00B13F32" w:rsidP="00B13F32">
      <w:pPr>
        <w:pStyle w:val="Checklist"/>
      </w:pPr>
      <w:r>
        <w:t>Applicable CUSC (non-charging) Objectives</w:t>
      </w:r>
    </w:p>
    <w:p w14:paraId="1577E2F1" w14:textId="4A79107C" w:rsidR="00E015EA" w:rsidRPr="00DE08D0" w:rsidRDefault="00E015EA" w:rsidP="00DE08D0">
      <w:pPr>
        <w:pStyle w:val="ListParagraph"/>
        <w:numPr>
          <w:ilvl w:val="0"/>
          <w:numId w:val="20"/>
        </w:numPr>
        <w:spacing w:before="0" w:after="160" w:line="256" w:lineRule="auto"/>
        <w:jc w:val="both"/>
        <w:rPr>
          <w:sz w:val="24"/>
        </w:rPr>
      </w:pPr>
      <w:r w:rsidRPr="00DE08D0">
        <w:rPr>
          <w:sz w:val="24"/>
        </w:rPr>
        <w:t>The efficient discharge by the Licensee of the obligations imposed on it by the Act and the Transmission Licence;</w:t>
      </w:r>
    </w:p>
    <w:p w14:paraId="3349FE5C"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Facilitating effective competition in the generation and supply of electricity, and (so far as consistent therewith) facilitating such competition in the sale, distribution and purchase of electricity;</w:t>
      </w:r>
    </w:p>
    <w:p w14:paraId="38AFDBD9"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Compliance with the Electricity Regulation and any relevant legally binding decision of the European Commission and/or the Agency *; and</w:t>
      </w:r>
    </w:p>
    <w:p w14:paraId="4D91F829"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Promoting efficiency in the implementation and administration of the CUSC arrangements.</w:t>
      </w:r>
    </w:p>
    <w:p w14:paraId="509AE6AC" w14:textId="6E6A66FB" w:rsidR="00B13F32" w:rsidRPr="00DE08D0" w:rsidRDefault="00067F08" w:rsidP="00E015EA">
      <w:pPr>
        <w:pStyle w:val="BodyText"/>
        <w:spacing w:before="0" w:after="0" w:line="240" w:lineRule="auto"/>
        <w:jc w:val="both"/>
        <w:rPr>
          <w:sz w:val="24"/>
        </w:rPr>
      </w:pPr>
      <w:r w:rsidRPr="00067F08">
        <w:rPr>
          <w:sz w:val="24"/>
        </w:rPr>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p w14:paraId="37984B48" w14:textId="77777777" w:rsidR="00FD2295" w:rsidRPr="00DE08D0" w:rsidRDefault="00FD2295" w:rsidP="00E11E76">
      <w:pPr>
        <w:pStyle w:val="BodyText"/>
        <w:spacing w:before="0" w:after="0" w:line="240" w:lineRule="auto"/>
        <w:jc w:val="both"/>
        <w:rPr>
          <w:sz w:val="24"/>
        </w:rPr>
      </w:pPr>
    </w:p>
    <w:p w14:paraId="2844E5BF" w14:textId="77777777" w:rsidR="00E11E76" w:rsidRPr="00597E62" w:rsidRDefault="00E11E76" w:rsidP="00810B20">
      <w:pPr>
        <w:pStyle w:val="BodyText"/>
        <w:numPr>
          <w:ilvl w:val="0"/>
          <w:numId w:val="15"/>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34B66FB" w14:textId="625AA0B7" w:rsidR="00174391" w:rsidRDefault="00174391" w:rsidP="00174391">
      <w:pPr>
        <w:pStyle w:val="TOCMOD"/>
        <w:framePr w:hSpace="0" w:vSpace="0" w:wrap="auto" w:vAnchor="margin" w:yAlign="inline"/>
        <w:rPr>
          <w:b w:val="0"/>
          <w:bCs w:val="0"/>
          <w:noProof w:val="0"/>
          <w:color w:val="auto"/>
        </w:rPr>
      </w:pPr>
    </w:p>
    <w:p w14:paraId="49D46844" w14:textId="1A8817A1" w:rsidR="00077D7B" w:rsidRPr="00190CC5" w:rsidRDefault="00077D7B" w:rsidP="00077D7B">
      <w:pPr>
        <w:pStyle w:val="Checklist"/>
      </w:pPr>
      <w:r>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47064AD4" w:rsidR="00ED5C7C" w:rsidRPr="00572954" w:rsidRDefault="00572954" w:rsidP="00572954">
            <w:pPr>
              <w:pStyle w:val="BodyText"/>
              <w:numPr>
                <w:ilvl w:val="0"/>
                <w:numId w:val="19"/>
              </w:numPr>
              <w:jc w:val="both"/>
              <w:rPr>
                <w:sz w:val="24"/>
              </w:rPr>
            </w:pPr>
            <w:r w:rsidRPr="00572954">
              <w:rPr>
                <w:sz w:val="24"/>
              </w:rPr>
              <w:t>Consider EB</w:t>
            </w:r>
            <w:r w:rsidR="00361694">
              <w:rPr>
                <w:sz w:val="24"/>
              </w:rPr>
              <w:t>R</w:t>
            </w:r>
            <w:r w:rsidRPr="00572954">
              <w:rPr>
                <w:sz w:val="24"/>
              </w:rPr>
              <w:t xml:space="preserve"> implications</w:t>
            </w:r>
          </w:p>
        </w:tc>
        <w:tc>
          <w:tcPr>
            <w:tcW w:w="4232" w:type="dxa"/>
          </w:tcPr>
          <w:p w14:paraId="0AB5B675" w14:textId="77777777" w:rsidR="00ED5C7C" w:rsidRDefault="00ED5C7C" w:rsidP="00073540">
            <w:pPr>
              <w:pStyle w:val="BodyText"/>
              <w:jc w:val="both"/>
              <w:rPr>
                <w:b/>
                <w:szCs w:val="22"/>
              </w:rPr>
            </w:pPr>
          </w:p>
        </w:tc>
      </w:tr>
      <w:tr w:rsidR="00102E0B" w14:paraId="2EC32004" w14:textId="77777777" w:rsidTr="00D6616A">
        <w:tc>
          <w:tcPr>
            <w:tcW w:w="5124" w:type="dxa"/>
          </w:tcPr>
          <w:p w14:paraId="15D836BF" w14:textId="2334507B" w:rsidR="00102E0B" w:rsidRPr="00102E0B" w:rsidRDefault="00BF661E" w:rsidP="00102E0B">
            <w:pPr>
              <w:pStyle w:val="BodyText"/>
              <w:numPr>
                <w:ilvl w:val="0"/>
                <w:numId w:val="19"/>
              </w:numPr>
              <w:rPr>
                <w:bCs/>
                <w:sz w:val="24"/>
              </w:rPr>
            </w:pPr>
            <w:r w:rsidRPr="00320AC7">
              <w:rPr>
                <w:sz w:val="24"/>
                <w:lang w:val="en-GB"/>
              </w:rPr>
              <w:lastRenderedPageBreak/>
              <w:t>Consider the scope of work identified and whether this is achievable within the timeframe outlined in the Ofgem Urgency decision letter.</w:t>
            </w:r>
          </w:p>
        </w:tc>
        <w:tc>
          <w:tcPr>
            <w:tcW w:w="4232" w:type="dxa"/>
          </w:tcPr>
          <w:p w14:paraId="22B9035F" w14:textId="77777777" w:rsidR="00102E0B" w:rsidRDefault="00102E0B" w:rsidP="00D9152C">
            <w:pPr>
              <w:pStyle w:val="BodyText"/>
              <w:jc w:val="both"/>
              <w:rPr>
                <w:b/>
                <w:szCs w:val="22"/>
              </w:rPr>
            </w:pPr>
          </w:p>
        </w:tc>
      </w:tr>
      <w:tr w:rsidR="00482CC8" w14:paraId="50420D6E" w14:textId="77777777" w:rsidTr="00D6616A">
        <w:tc>
          <w:tcPr>
            <w:tcW w:w="5124" w:type="dxa"/>
          </w:tcPr>
          <w:p w14:paraId="4D4CF498" w14:textId="1D581970" w:rsidR="00482CC8" w:rsidRPr="004A58B0" w:rsidRDefault="00482CC8" w:rsidP="00482CC8">
            <w:pPr>
              <w:pStyle w:val="BodyText"/>
              <w:numPr>
                <w:ilvl w:val="0"/>
                <w:numId w:val="19"/>
              </w:numPr>
              <w:rPr>
                <w:sz w:val="24"/>
                <w:lang w:val="en-GB"/>
              </w:rPr>
            </w:pPr>
            <w:r>
              <w:rPr>
                <w:sz w:val="24"/>
                <w:lang w:val="en-GB"/>
              </w:rPr>
              <w:t>C</w:t>
            </w:r>
            <w:proofErr w:type="spellStart"/>
            <w:r>
              <w:rPr>
                <w:sz w:val="24"/>
              </w:rPr>
              <w:t>onsider</w:t>
            </w:r>
            <w:proofErr w:type="spellEnd"/>
            <w:r>
              <w:rPr>
                <w:sz w:val="24"/>
              </w:rPr>
              <w:t xml:space="preserve"> how to </w:t>
            </w:r>
            <w:proofErr w:type="spellStart"/>
            <w:r>
              <w:rPr>
                <w:sz w:val="24"/>
              </w:rPr>
              <w:t>i</w:t>
            </w:r>
            <w:r w:rsidRPr="00482CC8">
              <w:rPr>
                <w:sz w:val="24"/>
                <w:lang w:val="en-GB"/>
              </w:rPr>
              <w:t>ntroduc</w:t>
            </w:r>
            <w:r>
              <w:rPr>
                <w:sz w:val="24"/>
                <w:lang w:val="en-GB"/>
              </w:rPr>
              <w:t>e</w:t>
            </w:r>
            <w:proofErr w:type="spellEnd"/>
            <w:r w:rsidRPr="00482CC8">
              <w:rPr>
                <w:sz w:val="24"/>
                <w:lang w:val="en-GB"/>
              </w:rPr>
              <w:t xml:space="preserve"> an annual application window and two formal gates, which are known as Gate 1 and Gate 2 (i.e. the primary process).</w:t>
            </w:r>
          </w:p>
        </w:tc>
        <w:tc>
          <w:tcPr>
            <w:tcW w:w="4232" w:type="dxa"/>
          </w:tcPr>
          <w:p w14:paraId="1C50510C" w14:textId="77777777" w:rsidR="00482CC8" w:rsidRDefault="00482CC8" w:rsidP="00482CC8">
            <w:pPr>
              <w:pStyle w:val="BodyText"/>
              <w:jc w:val="both"/>
              <w:rPr>
                <w:b/>
                <w:szCs w:val="22"/>
              </w:rPr>
            </w:pPr>
          </w:p>
        </w:tc>
      </w:tr>
      <w:tr w:rsidR="00482CC8" w14:paraId="3F8C53FC" w14:textId="77777777" w:rsidTr="00D6616A">
        <w:tc>
          <w:tcPr>
            <w:tcW w:w="5124" w:type="dxa"/>
          </w:tcPr>
          <w:p w14:paraId="110A0729" w14:textId="612F6F41" w:rsidR="00482CC8" w:rsidRPr="002D0F39" w:rsidRDefault="00482CC8" w:rsidP="00482CC8">
            <w:pPr>
              <w:pStyle w:val="BodyText"/>
              <w:numPr>
                <w:ilvl w:val="0"/>
                <w:numId w:val="19"/>
              </w:numPr>
              <w:rPr>
                <w:sz w:val="24"/>
                <w:lang w:val="en-GB"/>
              </w:rPr>
            </w:pPr>
            <w:r w:rsidRPr="00482CC8">
              <w:rPr>
                <w:sz w:val="24"/>
                <w:lang w:val="en-GB"/>
              </w:rPr>
              <w:t>Clarify which projects go through the primary process.</w:t>
            </w:r>
          </w:p>
        </w:tc>
        <w:tc>
          <w:tcPr>
            <w:tcW w:w="4232" w:type="dxa"/>
          </w:tcPr>
          <w:p w14:paraId="48C16D56" w14:textId="77777777" w:rsidR="00482CC8" w:rsidRDefault="00482CC8" w:rsidP="00482CC8">
            <w:pPr>
              <w:pStyle w:val="BodyText"/>
              <w:jc w:val="both"/>
              <w:rPr>
                <w:b/>
                <w:szCs w:val="22"/>
              </w:rPr>
            </w:pPr>
          </w:p>
        </w:tc>
      </w:tr>
      <w:tr w:rsidR="00482CC8" w14:paraId="4A218C55" w14:textId="77777777" w:rsidTr="00D6616A">
        <w:tc>
          <w:tcPr>
            <w:tcW w:w="5124" w:type="dxa"/>
          </w:tcPr>
          <w:p w14:paraId="057EB8ED" w14:textId="6E8908D9" w:rsidR="00482CC8" w:rsidRPr="002D0F39" w:rsidRDefault="00482CC8" w:rsidP="00482CC8">
            <w:pPr>
              <w:pStyle w:val="BodyText"/>
              <w:numPr>
                <w:ilvl w:val="0"/>
                <w:numId w:val="19"/>
              </w:numPr>
              <w:rPr>
                <w:sz w:val="24"/>
                <w:lang w:val="en-GB"/>
              </w:rPr>
            </w:pPr>
            <w:r w:rsidRPr="00482CC8">
              <w:rPr>
                <w:sz w:val="24"/>
                <w:lang w:val="en-GB"/>
              </w:rPr>
              <w:t>Clarify any deviations from primary process e.g. for certain technologies.</w:t>
            </w:r>
          </w:p>
        </w:tc>
        <w:tc>
          <w:tcPr>
            <w:tcW w:w="4232" w:type="dxa"/>
          </w:tcPr>
          <w:p w14:paraId="69890F6C" w14:textId="77777777" w:rsidR="00482CC8" w:rsidRDefault="00482CC8" w:rsidP="00482CC8">
            <w:pPr>
              <w:pStyle w:val="BodyText"/>
              <w:jc w:val="both"/>
              <w:rPr>
                <w:b/>
                <w:szCs w:val="22"/>
              </w:rPr>
            </w:pPr>
          </w:p>
        </w:tc>
      </w:tr>
      <w:tr w:rsidR="00482CC8" w14:paraId="56D4C5BE" w14:textId="77777777" w:rsidTr="00D6616A">
        <w:tc>
          <w:tcPr>
            <w:tcW w:w="5124" w:type="dxa"/>
          </w:tcPr>
          <w:p w14:paraId="0EA0D61C" w14:textId="5C145546" w:rsidR="00482CC8" w:rsidRPr="00482CC8" w:rsidRDefault="00DC332D" w:rsidP="00482CC8">
            <w:pPr>
              <w:pStyle w:val="BodyText"/>
              <w:numPr>
                <w:ilvl w:val="0"/>
                <w:numId w:val="19"/>
              </w:numPr>
              <w:rPr>
                <w:sz w:val="24"/>
                <w:lang w:val="en-GB"/>
              </w:rPr>
            </w:pPr>
            <w:r>
              <w:rPr>
                <w:sz w:val="24"/>
                <w:lang w:val="en-GB"/>
              </w:rPr>
              <w:t>Clarify</w:t>
            </w:r>
            <w:r w:rsidR="00482CC8" w:rsidRPr="00482CC8">
              <w:rPr>
                <w:sz w:val="24"/>
                <w:lang w:val="en-GB"/>
              </w:rPr>
              <w:t xml:space="preserve"> the process and criteria in relation to Application Windows and Gate 1, including introducing an offshore Letter of Authority equivalent as an application window entry requirement for offshore projects</w:t>
            </w:r>
          </w:p>
        </w:tc>
        <w:tc>
          <w:tcPr>
            <w:tcW w:w="4232" w:type="dxa"/>
          </w:tcPr>
          <w:p w14:paraId="4B42A585" w14:textId="77777777" w:rsidR="00482CC8" w:rsidRDefault="00482CC8" w:rsidP="00482CC8">
            <w:pPr>
              <w:pStyle w:val="BodyText"/>
              <w:jc w:val="both"/>
              <w:rPr>
                <w:b/>
                <w:szCs w:val="22"/>
              </w:rPr>
            </w:pPr>
          </w:p>
        </w:tc>
      </w:tr>
      <w:tr w:rsidR="00482CC8" w14:paraId="5F08BB72" w14:textId="77777777" w:rsidTr="00D6616A">
        <w:tc>
          <w:tcPr>
            <w:tcW w:w="5124" w:type="dxa"/>
          </w:tcPr>
          <w:p w14:paraId="3BB2EF7A" w14:textId="2BBF88E8" w:rsidR="00482CC8" w:rsidRPr="00482CC8" w:rsidRDefault="00236DA3" w:rsidP="00482CC8">
            <w:pPr>
              <w:pStyle w:val="BodyText"/>
              <w:numPr>
                <w:ilvl w:val="0"/>
                <w:numId w:val="19"/>
              </w:numPr>
              <w:rPr>
                <w:sz w:val="24"/>
                <w:lang w:val="en-GB"/>
              </w:rPr>
            </w:pPr>
            <w:r>
              <w:rPr>
                <w:sz w:val="24"/>
                <w:lang w:val="en-GB"/>
              </w:rPr>
              <w:t>Clarify</w:t>
            </w:r>
            <w:r w:rsidR="00482CC8" w:rsidRPr="00482CC8">
              <w:rPr>
                <w:sz w:val="24"/>
                <w:lang w:val="en-GB"/>
              </w:rPr>
              <w:t xml:space="preserve"> the criteria for demonstrating Gate 2 has been achieved and setting out the obligations imposed once Gate 2 has been achieved.</w:t>
            </w:r>
          </w:p>
        </w:tc>
        <w:tc>
          <w:tcPr>
            <w:tcW w:w="4232" w:type="dxa"/>
          </w:tcPr>
          <w:p w14:paraId="5A99F2E9" w14:textId="77777777" w:rsidR="00482CC8" w:rsidRDefault="00482CC8" w:rsidP="00482CC8">
            <w:pPr>
              <w:pStyle w:val="BodyText"/>
              <w:jc w:val="both"/>
              <w:rPr>
                <w:b/>
                <w:szCs w:val="22"/>
              </w:rPr>
            </w:pPr>
          </w:p>
        </w:tc>
      </w:tr>
      <w:tr w:rsidR="006A31EF" w14:paraId="546FB740" w14:textId="77777777" w:rsidTr="00D6616A">
        <w:tc>
          <w:tcPr>
            <w:tcW w:w="5124" w:type="dxa"/>
          </w:tcPr>
          <w:p w14:paraId="6D0BE658" w14:textId="5498F7D2" w:rsidR="006A31EF" w:rsidRPr="006A31EF" w:rsidRDefault="00820A6C" w:rsidP="006A31EF">
            <w:pPr>
              <w:pStyle w:val="BodyText"/>
              <w:numPr>
                <w:ilvl w:val="0"/>
                <w:numId w:val="19"/>
              </w:numPr>
              <w:rPr>
                <w:sz w:val="24"/>
                <w:lang w:val="en-GB"/>
              </w:rPr>
            </w:pPr>
            <w:r>
              <w:rPr>
                <w:sz w:val="24"/>
                <w:lang w:val="en-GB"/>
              </w:rPr>
              <w:t>Consider u</w:t>
            </w:r>
            <w:r w:rsidR="006A31EF" w:rsidRPr="006A31EF">
              <w:rPr>
                <w:sz w:val="24"/>
                <w:lang w:val="en-GB"/>
              </w:rPr>
              <w:t>pdating LoA process</w:t>
            </w:r>
          </w:p>
        </w:tc>
        <w:tc>
          <w:tcPr>
            <w:tcW w:w="4232" w:type="dxa"/>
          </w:tcPr>
          <w:p w14:paraId="7C90A751" w14:textId="77777777" w:rsidR="006A31EF" w:rsidRDefault="006A31EF" w:rsidP="006A31EF">
            <w:pPr>
              <w:pStyle w:val="BodyText"/>
              <w:jc w:val="both"/>
              <w:rPr>
                <w:b/>
                <w:szCs w:val="22"/>
              </w:rPr>
            </w:pPr>
          </w:p>
        </w:tc>
      </w:tr>
      <w:tr w:rsidR="006A31EF" w14:paraId="6140C14A" w14:textId="77777777" w:rsidTr="00D6616A">
        <w:tc>
          <w:tcPr>
            <w:tcW w:w="5124" w:type="dxa"/>
          </w:tcPr>
          <w:p w14:paraId="3700B05B" w14:textId="18EB7505" w:rsidR="006A31EF" w:rsidRPr="006A31EF" w:rsidRDefault="00820A6C" w:rsidP="006A31EF">
            <w:pPr>
              <w:pStyle w:val="BodyText"/>
              <w:numPr>
                <w:ilvl w:val="0"/>
                <w:numId w:val="19"/>
              </w:numPr>
              <w:rPr>
                <w:sz w:val="24"/>
                <w:lang w:val="en-GB"/>
              </w:rPr>
            </w:pPr>
            <w:r>
              <w:rPr>
                <w:sz w:val="24"/>
                <w:lang w:val="en-GB"/>
              </w:rPr>
              <w:t>Clarify</w:t>
            </w:r>
            <w:r w:rsidR="006A31EF" w:rsidRPr="006A31EF">
              <w:rPr>
                <w:sz w:val="24"/>
                <w:lang w:val="en-GB"/>
              </w:rPr>
              <w:t xml:space="preserve"> the general arrangements in relation to Gate 2 </w:t>
            </w:r>
          </w:p>
        </w:tc>
        <w:tc>
          <w:tcPr>
            <w:tcW w:w="4232" w:type="dxa"/>
          </w:tcPr>
          <w:p w14:paraId="307A5CA4" w14:textId="77777777" w:rsidR="006A31EF" w:rsidRDefault="006A31EF" w:rsidP="006A31EF">
            <w:pPr>
              <w:pStyle w:val="BodyText"/>
              <w:jc w:val="both"/>
              <w:rPr>
                <w:b/>
                <w:szCs w:val="22"/>
              </w:rPr>
            </w:pPr>
          </w:p>
        </w:tc>
      </w:tr>
      <w:tr w:rsidR="006A31EF" w14:paraId="6729A943" w14:textId="77777777" w:rsidTr="00D6616A">
        <w:tc>
          <w:tcPr>
            <w:tcW w:w="5124" w:type="dxa"/>
          </w:tcPr>
          <w:p w14:paraId="77813165" w14:textId="0C6AA560" w:rsidR="006A31EF" w:rsidRPr="006A31EF" w:rsidRDefault="00E45761" w:rsidP="006A31EF">
            <w:pPr>
              <w:pStyle w:val="BodyText"/>
              <w:numPr>
                <w:ilvl w:val="0"/>
                <w:numId w:val="19"/>
              </w:numPr>
              <w:rPr>
                <w:sz w:val="24"/>
                <w:lang w:val="en-GB"/>
              </w:rPr>
            </w:pPr>
            <w:r>
              <w:rPr>
                <w:sz w:val="24"/>
                <w:lang w:val="en-GB"/>
              </w:rPr>
              <w:t>Consider c</w:t>
            </w:r>
            <w:r w:rsidR="006A31EF" w:rsidRPr="006A31EF">
              <w:rPr>
                <w:sz w:val="24"/>
                <w:lang w:val="en-GB"/>
              </w:rPr>
              <w:t>hanging the offer and acceptance timescales to align with the primary process timescales (e.g. a move away from three months for making licenced offers)</w:t>
            </w:r>
          </w:p>
        </w:tc>
        <w:tc>
          <w:tcPr>
            <w:tcW w:w="4232" w:type="dxa"/>
          </w:tcPr>
          <w:p w14:paraId="3250F73D" w14:textId="77777777" w:rsidR="006A31EF" w:rsidRDefault="006A31EF" w:rsidP="006A31EF">
            <w:pPr>
              <w:pStyle w:val="BodyText"/>
              <w:jc w:val="both"/>
              <w:rPr>
                <w:b/>
                <w:szCs w:val="22"/>
              </w:rPr>
            </w:pPr>
          </w:p>
        </w:tc>
      </w:tr>
      <w:tr w:rsidR="006A31EF" w14:paraId="38EC0E05" w14:textId="77777777" w:rsidTr="00D6616A">
        <w:tc>
          <w:tcPr>
            <w:tcW w:w="5124" w:type="dxa"/>
          </w:tcPr>
          <w:p w14:paraId="444F61D5" w14:textId="65D275AA" w:rsidR="006A31EF" w:rsidRPr="006A31EF" w:rsidRDefault="00E45761" w:rsidP="006A31EF">
            <w:pPr>
              <w:pStyle w:val="BodyText"/>
              <w:numPr>
                <w:ilvl w:val="0"/>
                <w:numId w:val="19"/>
              </w:numPr>
              <w:rPr>
                <w:sz w:val="24"/>
                <w:lang w:val="en-GB"/>
              </w:rPr>
            </w:pPr>
            <w:r>
              <w:rPr>
                <w:sz w:val="24"/>
                <w:lang w:val="en-GB"/>
              </w:rPr>
              <w:t>Consider i</w:t>
            </w:r>
            <w:r w:rsidR="006A31EF" w:rsidRPr="006A31EF">
              <w:rPr>
                <w:sz w:val="24"/>
                <w:lang w:val="en-GB"/>
              </w:rPr>
              <w:t>ntroducing the concept of a Connections Network Design Methodology (the content and any approvals of this to be covered outside Code Modification process) </w:t>
            </w:r>
          </w:p>
        </w:tc>
        <w:tc>
          <w:tcPr>
            <w:tcW w:w="4232" w:type="dxa"/>
          </w:tcPr>
          <w:p w14:paraId="3468F0D6" w14:textId="77777777" w:rsidR="006A31EF" w:rsidRDefault="006A31EF" w:rsidP="006A31EF">
            <w:pPr>
              <w:pStyle w:val="BodyText"/>
              <w:jc w:val="both"/>
              <w:rPr>
                <w:b/>
                <w:szCs w:val="22"/>
              </w:rPr>
            </w:pPr>
          </w:p>
        </w:tc>
      </w:tr>
      <w:tr w:rsidR="006A31EF" w14:paraId="582B9BE1" w14:textId="77777777" w:rsidTr="00D6616A">
        <w:tc>
          <w:tcPr>
            <w:tcW w:w="5124" w:type="dxa"/>
          </w:tcPr>
          <w:p w14:paraId="4B3078CF" w14:textId="5B86E661" w:rsidR="006A31EF" w:rsidRPr="006A31EF" w:rsidRDefault="00E45761" w:rsidP="006A31EF">
            <w:pPr>
              <w:pStyle w:val="BodyText"/>
              <w:numPr>
                <w:ilvl w:val="0"/>
                <w:numId w:val="19"/>
              </w:numPr>
              <w:rPr>
                <w:sz w:val="24"/>
                <w:lang w:val="en-GB"/>
              </w:rPr>
            </w:pPr>
            <w:r>
              <w:rPr>
                <w:sz w:val="24"/>
                <w:lang w:val="en-GB"/>
              </w:rPr>
              <w:t>Consider i</w:t>
            </w:r>
            <w:r w:rsidR="006A31EF" w:rsidRPr="006A31EF">
              <w:rPr>
                <w:sz w:val="24"/>
                <w:lang w:val="en-GB"/>
              </w:rPr>
              <w:t xml:space="preserve">ntroducing the concept of a Distribution Forecasted Transmission Capacity (DFTC) submission process for Distribution Network Operator’s (DNOs) to forecast capacity on an anticipatory basis for Relevant </w:t>
            </w:r>
            <w:r w:rsidR="006A31EF" w:rsidRPr="006A31EF">
              <w:rPr>
                <w:sz w:val="24"/>
                <w:lang w:val="en-GB"/>
              </w:rPr>
              <w:lastRenderedPageBreak/>
              <w:t xml:space="preserve">Embedded Small Power Stations or Relevant Embedded Medium Power Stations  in the Application Window. </w:t>
            </w:r>
          </w:p>
        </w:tc>
        <w:tc>
          <w:tcPr>
            <w:tcW w:w="4232" w:type="dxa"/>
          </w:tcPr>
          <w:p w14:paraId="1D97808E" w14:textId="77777777" w:rsidR="006A31EF" w:rsidRDefault="006A31EF" w:rsidP="006A31EF">
            <w:pPr>
              <w:pStyle w:val="BodyText"/>
              <w:jc w:val="both"/>
              <w:rPr>
                <w:b/>
                <w:szCs w:val="22"/>
              </w:rPr>
            </w:pPr>
          </w:p>
        </w:tc>
      </w:tr>
      <w:tr w:rsidR="00236DA3" w14:paraId="59EC5BB9" w14:textId="77777777" w:rsidTr="00D6616A">
        <w:tc>
          <w:tcPr>
            <w:tcW w:w="5124" w:type="dxa"/>
          </w:tcPr>
          <w:p w14:paraId="1C07EDD8" w14:textId="3E4FC5F6" w:rsidR="00236DA3" w:rsidRPr="009E777D" w:rsidRDefault="009E777D" w:rsidP="009E777D">
            <w:pPr>
              <w:pStyle w:val="BodyText"/>
              <w:numPr>
                <w:ilvl w:val="0"/>
                <w:numId w:val="19"/>
              </w:numPr>
              <w:rPr>
                <w:sz w:val="24"/>
                <w:lang w:val="en-GB"/>
              </w:rPr>
            </w:pPr>
            <w:r>
              <w:rPr>
                <w:sz w:val="24"/>
                <w:lang w:val="en-GB"/>
              </w:rPr>
              <w:t>Clarify</w:t>
            </w:r>
            <w:r w:rsidRPr="009E777D">
              <w:rPr>
                <w:sz w:val="24"/>
                <w:lang w:val="en-GB"/>
              </w:rPr>
              <w:t xml:space="preserve"> the process for how DNOs notify the ESO of Relevant Embedded Small Power Stations or Relevant Embedded Medium Power Stations which meet Gate 2 criteria. </w:t>
            </w:r>
          </w:p>
        </w:tc>
        <w:tc>
          <w:tcPr>
            <w:tcW w:w="4232" w:type="dxa"/>
          </w:tcPr>
          <w:p w14:paraId="773C288B" w14:textId="77777777" w:rsidR="00236DA3" w:rsidRDefault="00236DA3" w:rsidP="00D9152C">
            <w:pPr>
              <w:pStyle w:val="BodyText"/>
              <w:jc w:val="both"/>
              <w:rPr>
                <w:b/>
                <w:szCs w:val="22"/>
              </w:rPr>
            </w:pPr>
          </w:p>
        </w:tc>
      </w:tr>
    </w:tbl>
    <w:p w14:paraId="708CAF96" w14:textId="77777777" w:rsidR="00073540" w:rsidRPr="00E35941" w:rsidRDefault="00073540" w:rsidP="00073540">
      <w:pPr>
        <w:pStyle w:val="BodyText"/>
        <w:rPr>
          <w:sz w:val="24"/>
        </w:rPr>
      </w:pPr>
    </w:p>
    <w:p w14:paraId="2BD792D3" w14:textId="0DBB6529" w:rsidR="00DF6303" w:rsidRPr="00DF3EDE" w:rsidRDefault="00DF6303" w:rsidP="00DF3EDE">
      <w:pPr>
        <w:pStyle w:val="ListParagraph"/>
        <w:numPr>
          <w:ilvl w:val="0"/>
          <w:numId w:val="15"/>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DF3EDE">
      <w:pPr>
        <w:pStyle w:val="ListParagraph"/>
        <w:numPr>
          <w:ilvl w:val="0"/>
          <w:numId w:val="15"/>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5D9D1F06" w:rsidR="00DF6303" w:rsidRPr="00E35941" w:rsidRDefault="00DF6303" w:rsidP="00DF6303">
      <w:pPr>
        <w:ind w:left="720"/>
        <w:jc w:val="both"/>
        <w:rPr>
          <w:sz w:val="24"/>
        </w:rPr>
      </w:pPr>
      <w:r w:rsidRPr="00E35941">
        <w:rPr>
          <w:sz w:val="24"/>
        </w:rPr>
        <w:t xml:space="preserve">As appropriate, the Workgroup will be required to undertake any further analysis and update the original Modification Proposal and/or WACMs. All responses </w:t>
      </w:r>
      <w:r w:rsidRPr="00E35941">
        <w:rPr>
          <w:sz w:val="24"/>
        </w:rPr>
        <w:lastRenderedPageBreak/>
        <w:t>including any WG Consultation Alternative Requests shall be included within the final report including a summary of the Workgroup's deliberations and conclusions. The report should make it clear where and why the Workgroup chair</w:t>
      </w:r>
      <w:r w:rsidR="002837AF">
        <w:rPr>
          <w:sz w:val="24"/>
        </w:rPr>
        <w:t>person</w:t>
      </w:r>
      <w:r w:rsidRPr="00E35941">
        <w:rPr>
          <w:sz w:val="24"/>
        </w:rPr>
        <w:t xml:space="preserve"> has exercised </w:t>
      </w:r>
      <w:r w:rsidR="00BA2E46">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sidR="00C001B0">
        <w:rPr>
          <w:sz w:val="24"/>
        </w:rPr>
        <w:t>person</w:t>
      </w:r>
      <w:r w:rsidRPr="00E35941">
        <w:rPr>
          <w:sz w:val="24"/>
        </w:rPr>
        <w:t xml:space="preserve">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6417CE16" w:rsidR="00DF6303" w:rsidRPr="00E35941" w:rsidRDefault="00DF6303" w:rsidP="00DF3EDE">
      <w:pPr>
        <w:numPr>
          <w:ilvl w:val="0"/>
          <w:numId w:val="15"/>
        </w:numPr>
        <w:spacing w:before="0" w:after="0" w:line="240" w:lineRule="auto"/>
        <w:jc w:val="both"/>
        <w:rPr>
          <w:sz w:val="24"/>
        </w:rPr>
      </w:pPr>
      <w:r w:rsidRPr="00E35941">
        <w:rPr>
          <w:sz w:val="24"/>
        </w:rPr>
        <w:t xml:space="preserve">The Workgroup is to submit its final </w:t>
      </w:r>
      <w:r w:rsidR="00CC6B32">
        <w:rPr>
          <w:sz w:val="24"/>
        </w:rPr>
        <w:t xml:space="preserve">Workgroup </w:t>
      </w:r>
      <w:r w:rsidR="000E147B">
        <w:rPr>
          <w:sz w:val="24"/>
        </w:rPr>
        <w:t>R</w:t>
      </w:r>
      <w:r w:rsidRPr="00E35941">
        <w:rPr>
          <w:sz w:val="24"/>
        </w:rPr>
        <w:t xml:space="preserve">eport to the Modifications Panel Secretary on </w:t>
      </w:r>
      <w:r w:rsidRPr="00E35941">
        <w:rPr>
          <w:b/>
          <w:sz w:val="24"/>
        </w:rPr>
        <w:t>XX Month XXXX</w:t>
      </w:r>
      <w:r w:rsidRPr="00E35941">
        <w:rPr>
          <w:sz w:val="24"/>
        </w:rPr>
        <w:t xml:space="preserve"> for circulation to Panel Members. The final</w:t>
      </w:r>
      <w:r w:rsidR="000E147B">
        <w:rPr>
          <w:sz w:val="24"/>
        </w:rPr>
        <w:t xml:space="preserve"> Workgroup</w:t>
      </w:r>
      <w:r w:rsidRPr="00E35941">
        <w:rPr>
          <w:sz w:val="24"/>
        </w:rPr>
        <w:t xml:space="preserve"> </w:t>
      </w:r>
      <w:r w:rsidR="000E147B">
        <w:rPr>
          <w:sz w:val="24"/>
        </w:rPr>
        <w:t>R</w:t>
      </w:r>
      <w:r w:rsidRPr="00E35941">
        <w:rPr>
          <w:sz w:val="24"/>
        </w:rPr>
        <w:t xml:space="preserve">eport conclusions will be presented to the CUSC Modifications Panel meeting on </w:t>
      </w:r>
      <w:r w:rsidRPr="00E35941">
        <w:rPr>
          <w:b/>
          <w:sz w:val="24"/>
        </w:rPr>
        <w:t>XX Month XXXX.</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31C7A69F" w:rsidR="00C72699" w:rsidRPr="00C72699" w:rsidRDefault="00C72699" w:rsidP="00C72699">
      <w:pPr>
        <w:pStyle w:val="ListParagraph"/>
        <w:numPr>
          <w:ilvl w:val="0"/>
          <w:numId w:val="15"/>
        </w:numPr>
        <w:jc w:val="both"/>
        <w:rPr>
          <w:sz w:val="24"/>
        </w:rPr>
      </w:pPr>
      <w:r w:rsidRPr="00C72699">
        <w:rPr>
          <w:sz w:val="24"/>
        </w:rPr>
        <w:t xml:space="preserve">The </w:t>
      </w:r>
      <w:r w:rsidR="000E147B">
        <w:rPr>
          <w:sz w:val="24"/>
        </w:rPr>
        <w:t>C</w:t>
      </w:r>
      <w:r w:rsidRPr="00C72699">
        <w:rPr>
          <w:sz w:val="24"/>
        </w:rPr>
        <w:t>hair</w:t>
      </w:r>
      <w:r w:rsidR="00C72E51">
        <w:rPr>
          <w:sz w:val="24"/>
        </w:rPr>
        <w:t>person</w:t>
      </w:r>
      <w:r w:rsidRPr="00C72699">
        <w:rPr>
          <w:sz w:val="24"/>
        </w:rPr>
        <w:t xml:space="preserve"> of the Workgroup and the Modifications Panel Chair</w:t>
      </w:r>
      <w:r w:rsidR="00B74999">
        <w:rPr>
          <w:sz w:val="24"/>
        </w:rPr>
        <w:t>person</w:t>
      </w:r>
      <w:r w:rsidRPr="00C72699">
        <w:rPr>
          <w:sz w:val="24"/>
        </w:rPr>
        <w:t xml:space="preserve">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495A4116" w14:textId="59C45AC4" w:rsidR="00C72699" w:rsidRPr="00326E4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sidR="00B74999">
        <w:rPr>
          <w:sz w:val="24"/>
        </w:rPr>
        <w:t>person</w:t>
      </w:r>
      <w:r w:rsidRPr="00C72699">
        <w:rPr>
          <w:sz w:val="24"/>
        </w:rPr>
        <w:t xml:space="preserve"> shall not have a vote, casting or otherwise.  There may be up to three rounds of voting, as follows:</w:t>
      </w:r>
    </w:p>
    <w:p w14:paraId="267FC3E2" w14:textId="77777777" w:rsidR="00C72699" w:rsidRPr="00C72699" w:rsidRDefault="00C72699" w:rsidP="00326E49">
      <w:pPr>
        <w:tabs>
          <w:tab w:val="left" w:pos="1276"/>
        </w:tabs>
        <w:spacing w:before="0" w:after="0" w:line="240" w:lineRule="auto"/>
        <w:ind w:left="1276"/>
        <w:jc w:val="both"/>
        <w:rPr>
          <w:sz w:val="24"/>
        </w:rPr>
      </w:pPr>
      <w:r w:rsidRPr="00326E49">
        <w:rPr>
          <w:b/>
          <w:sz w:val="24"/>
        </w:rPr>
        <w:t>Vote 1:</w:t>
      </w:r>
      <w:r w:rsidRPr="00C72699">
        <w:rPr>
          <w:sz w:val="24"/>
        </w:rPr>
        <w:t xml:space="preserve"> whether each proposal better facilitates the Applicable CUSC Objectives;</w:t>
      </w:r>
    </w:p>
    <w:p w14:paraId="0E8A753E" w14:textId="77777777" w:rsidR="00C72699" w:rsidRPr="00C72699" w:rsidRDefault="00C72699" w:rsidP="00326E49">
      <w:pPr>
        <w:spacing w:before="0" w:after="0" w:line="240" w:lineRule="auto"/>
        <w:ind w:left="1276"/>
        <w:jc w:val="both"/>
        <w:rPr>
          <w:sz w:val="24"/>
        </w:rPr>
      </w:pPr>
      <w:r w:rsidRPr="00326E49">
        <w:rPr>
          <w:b/>
          <w:sz w:val="24"/>
        </w:rPr>
        <w:t xml:space="preserve">Vote 2: </w:t>
      </w:r>
      <w:r w:rsidRPr="00C72699">
        <w:rPr>
          <w:sz w:val="24"/>
        </w:rPr>
        <w:t>where one or more WACMs exist, whether each WACM better facilitates the Applicable CUSC Objectives than the original Modification Proposal;</w:t>
      </w:r>
    </w:p>
    <w:p w14:paraId="51017789" w14:textId="6D6B447F" w:rsidR="002B5B46" w:rsidRPr="00C72699" w:rsidRDefault="00C72699" w:rsidP="002B5B46">
      <w:pPr>
        <w:spacing w:before="0"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0FF1D8E9" w14:textId="77777777" w:rsidR="00C72699" w:rsidRPr="00326E49" w:rsidRDefault="00C72699" w:rsidP="00326E49">
      <w:pPr>
        <w:ind w:left="720"/>
        <w:jc w:val="both"/>
        <w:rPr>
          <w:sz w:val="24"/>
        </w:rPr>
      </w:pPr>
      <w:r w:rsidRPr="00326E49">
        <w:rPr>
          <w:sz w:val="24"/>
        </w:rPr>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076F9897" w:rsidR="00C72699" w:rsidRPr="00C72699" w:rsidRDefault="00C72699" w:rsidP="00C72699">
      <w:pPr>
        <w:numPr>
          <w:ilvl w:val="0"/>
          <w:numId w:val="15"/>
        </w:numPr>
        <w:spacing w:before="0"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sidR="00B74999">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2D83BA86" w14:textId="77777777" w:rsidR="007918C2" w:rsidRPr="00D45B26" w:rsidRDefault="007918C2" w:rsidP="007918C2">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7918C2" w:rsidRPr="00826BB5" w14:paraId="3D30CD01" w14:textId="77777777" w:rsidTr="001538FF">
        <w:trPr>
          <w:trHeight w:val="345"/>
          <w:jc w:val="center"/>
        </w:trPr>
        <w:tc>
          <w:tcPr>
            <w:tcW w:w="846" w:type="dxa"/>
            <w:vAlign w:val="center"/>
          </w:tcPr>
          <w:p w14:paraId="31976339" w14:textId="77777777" w:rsidR="007918C2" w:rsidRPr="005C1BCC" w:rsidRDefault="007918C2" w:rsidP="001538FF">
            <w:pPr>
              <w:spacing w:after="0" w:line="240" w:lineRule="auto"/>
              <w:jc w:val="center"/>
              <w:rPr>
                <w:b/>
                <w:szCs w:val="20"/>
              </w:rPr>
            </w:pPr>
            <w:r>
              <w:rPr>
                <w:b/>
                <w:szCs w:val="20"/>
              </w:rPr>
              <w:t>Issue</w:t>
            </w:r>
          </w:p>
        </w:tc>
        <w:tc>
          <w:tcPr>
            <w:tcW w:w="1276" w:type="dxa"/>
            <w:vAlign w:val="center"/>
          </w:tcPr>
          <w:p w14:paraId="17C6528F" w14:textId="77777777" w:rsidR="007918C2" w:rsidRPr="005C1BCC" w:rsidRDefault="007918C2" w:rsidP="001538FF">
            <w:pPr>
              <w:spacing w:after="0" w:line="240" w:lineRule="auto"/>
              <w:jc w:val="center"/>
              <w:rPr>
                <w:b/>
                <w:szCs w:val="20"/>
              </w:rPr>
            </w:pPr>
            <w:r w:rsidRPr="005C1BCC">
              <w:rPr>
                <w:b/>
                <w:szCs w:val="20"/>
              </w:rPr>
              <w:t>Date</w:t>
            </w:r>
          </w:p>
        </w:tc>
        <w:tc>
          <w:tcPr>
            <w:tcW w:w="4233" w:type="dxa"/>
            <w:vAlign w:val="center"/>
          </w:tcPr>
          <w:p w14:paraId="2E59EB0D" w14:textId="77777777" w:rsidR="007918C2" w:rsidRPr="005C1BCC" w:rsidRDefault="007918C2" w:rsidP="001538FF">
            <w:pPr>
              <w:spacing w:after="0" w:line="240" w:lineRule="auto"/>
              <w:jc w:val="center"/>
              <w:rPr>
                <w:b/>
                <w:szCs w:val="20"/>
              </w:rPr>
            </w:pPr>
            <w:r w:rsidRPr="005C1BCC">
              <w:rPr>
                <w:b/>
                <w:szCs w:val="20"/>
              </w:rPr>
              <w:t>Summary of Changes / Reasons</w:t>
            </w:r>
          </w:p>
        </w:tc>
        <w:tc>
          <w:tcPr>
            <w:tcW w:w="2666" w:type="dxa"/>
            <w:vAlign w:val="center"/>
          </w:tcPr>
          <w:p w14:paraId="4A9B26EA" w14:textId="77777777" w:rsidR="007918C2" w:rsidRPr="005C1BCC" w:rsidRDefault="007918C2" w:rsidP="001538FF">
            <w:pPr>
              <w:spacing w:after="0" w:line="240" w:lineRule="auto"/>
              <w:jc w:val="center"/>
              <w:rPr>
                <w:b/>
                <w:szCs w:val="20"/>
              </w:rPr>
            </w:pPr>
            <w:r>
              <w:rPr>
                <w:b/>
                <w:szCs w:val="20"/>
              </w:rPr>
              <w:t xml:space="preserve">Panel </w:t>
            </w:r>
            <w:r w:rsidRPr="005C1BCC">
              <w:rPr>
                <w:b/>
                <w:szCs w:val="20"/>
              </w:rPr>
              <w:t>Approv</w:t>
            </w:r>
            <w:r>
              <w:rPr>
                <w:b/>
                <w:szCs w:val="20"/>
              </w:rPr>
              <w:t>al Date</w:t>
            </w:r>
          </w:p>
        </w:tc>
      </w:tr>
      <w:tr w:rsidR="007918C2" w:rsidRPr="00826BB5" w14:paraId="1B28BFBC" w14:textId="77777777" w:rsidTr="001538FF">
        <w:trPr>
          <w:jc w:val="center"/>
        </w:trPr>
        <w:tc>
          <w:tcPr>
            <w:tcW w:w="846" w:type="dxa"/>
            <w:vAlign w:val="center"/>
          </w:tcPr>
          <w:p w14:paraId="14356BB8" w14:textId="77777777" w:rsidR="007918C2" w:rsidRPr="0011038A" w:rsidRDefault="007918C2" w:rsidP="001538FF">
            <w:pPr>
              <w:spacing w:after="0" w:line="240" w:lineRule="auto"/>
              <w:jc w:val="center"/>
              <w:rPr>
                <w:sz w:val="16"/>
                <w:szCs w:val="20"/>
                <w:highlight w:val="yellow"/>
              </w:rPr>
            </w:pPr>
            <w:r w:rsidRPr="0011038A">
              <w:rPr>
                <w:sz w:val="16"/>
                <w:szCs w:val="20"/>
                <w:highlight w:val="yellow"/>
              </w:rPr>
              <w:t>1</w:t>
            </w:r>
          </w:p>
        </w:tc>
        <w:tc>
          <w:tcPr>
            <w:tcW w:w="1276" w:type="dxa"/>
            <w:vAlign w:val="center"/>
          </w:tcPr>
          <w:p w14:paraId="607228D7" w14:textId="2C9C4BB6" w:rsidR="007918C2" w:rsidRPr="0011038A" w:rsidRDefault="00351978" w:rsidP="001538FF">
            <w:pPr>
              <w:spacing w:after="0" w:line="240" w:lineRule="auto"/>
              <w:jc w:val="center"/>
              <w:rPr>
                <w:sz w:val="16"/>
                <w:szCs w:val="20"/>
                <w:highlight w:val="yellow"/>
              </w:rPr>
            </w:pPr>
            <w:r w:rsidRPr="0011038A">
              <w:rPr>
                <w:sz w:val="16"/>
                <w:szCs w:val="20"/>
                <w:highlight w:val="yellow"/>
              </w:rPr>
              <w:t>XX</w:t>
            </w:r>
            <w:r w:rsidR="007918C2" w:rsidRPr="0011038A">
              <w:rPr>
                <w:sz w:val="16"/>
                <w:szCs w:val="20"/>
                <w:highlight w:val="yellow"/>
              </w:rPr>
              <w:t>/</w:t>
            </w:r>
            <w:r w:rsidRPr="0011038A">
              <w:rPr>
                <w:sz w:val="16"/>
                <w:szCs w:val="20"/>
                <w:highlight w:val="yellow"/>
              </w:rPr>
              <w:t>XX</w:t>
            </w:r>
            <w:r w:rsidR="007918C2" w:rsidRPr="0011038A">
              <w:rPr>
                <w:sz w:val="16"/>
                <w:szCs w:val="20"/>
                <w:highlight w:val="yellow"/>
              </w:rPr>
              <w:t>/20</w:t>
            </w:r>
            <w:r w:rsidRPr="0011038A">
              <w:rPr>
                <w:sz w:val="16"/>
                <w:szCs w:val="20"/>
                <w:highlight w:val="yellow"/>
              </w:rPr>
              <w:t>XX</w:t>
            </w:r>
          </w:p>
        </w:tc>
        <w:tc>
          <w:tcPr>
            <w:tcW w:w="4233" w:type="dxa"/>
            <w:vAlign w:val="center"/>
          </w:tcPr>
          <w:p w14:paraId="1695A663" w14:textId="6BF0813D" w:rsidR="007918C2" w:rsidRPr="0011038A" w:rsidRDefault="007918C2" w:rsidP="001538FF">
            <w:pPr>
              <w:spacing w:after="0" w:line="240" w:lineRule="auto"/>
              <w:jc w:val="center"/>
              <w:rPr>
                <w:sz w:val="16"/>
                <w:szCs w:val="20"/>
                <w:highlight w:val="yellow"/>
              </w:rPr>
            </w:pPr>
            <w:r w:rsidRPr="0011038A">
              <w:rPr>
                <w:sz w:val="16"/>
                <w:szCs w:val="20"/>
                <w:highlight w:val="yellow"/>
              </w:rPr>
              <w:t>Panel approved Terms of Reference ahead of nominations</w:t>
            </w:r>
          </w:p>
        </w:tc>
        <w:tc>
          <w:tcPr>
            <w:tcW w:w="2666" w:type="dxa"/>
            <w:vAlign w:val="center"/>
          </w:tcPr>
          <w:p w14:paraId="061CD51F" w14:textId="0B962DDF" w:rsidR="007918C2" w:rsidRPr="0011038A" w:rsidRDefault="0011038A" w:rsidP="001538FF">
            <w:pPr>
              <w:spacing w:after="0" w:line="240" w:lineRule="auto"/>
              <w:jc w:val="center"/>
              <w:rPr>
                <w:sz w:val="16"/>
                <w:szCs w:val="20"/>
                <w:highlight w:val="yellow"/>
              </w:rPr>
            </w:pPr>
            <w:r w:rsidRPr="0011038A">
              <w:rPr>
                <w:sz w:val="16"/>
                <w:szCs w:val="20"/>
                <w:highlight w:val="yellow"/>
              </w:rPr>
              <w:t>XX/XX/20XX</w:t>
            </w:r>
          </w:p>
        </w:tc>
      </w:tr>
    </w:tbl>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F3D32" w14:textId="77777777" w:rsidR="00976C0C" w:rsidRDefault="00976C0C" w:rsidP="00D06DC4">
      <w:pPr>
        <w:spacing w:before="0" w:after="0" w:line="240" w:lineRule="auto"/>
      </w:pPr>
      <w:r>
        <w:separator/>
      </w:r>
    </w:p>
  </w:endnote>
  <w:endnote w:type="continuationSeparator" w:id="0">
    <w:p w14:paraId="1E1D5DD5" w14:textId="77777777" w:rsidR="00976C0C" w:rsidRDefault="00976C0C" w:rsidP="00D06DC4">
      <w:pPr>
        <w:spacing w:before="0" w:after="0" w:line="240" w:lineRule="auto"/>
      </w:pPr>
      <w:r>
        <w:continuationSeparator/>
      </w:r>
    </w:p>
  </w:endnote>
  <w:endnote w:type="continuationNotice" w:id="1">
    <w:p w14:paraId="513D3AD5" w14:textId="77777777" w:rsidR="00976C0C" w:rsidRDefault="00976C0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51131" w14:textId="77777777" w:rsidR="00976C0C" w:rsidRDefault="00976C0C" w:rsidP="00D06DC4">
      <w:pPr>
        <w:spacing w:before="0" w:after="0" w:line="240" w:lineRule="auto"/>
      </w:pPr>
      <w:r>
        <w:separator/>
      </w:r>
    </w:p>
  </w:footnote>
  <w:footnote w:type="continuationSeparator" w:id="0">
    <w:p w14:paraId="50D5140B" w14:textId="77777777" w:rsidR="00976C0C" w:rsidRDefault="00976C0C" w:rsidP="00D06DC4">
      <w:pPr>
        <w:spacing w:before="0" w:after="0" w:line="240" w:lineRule="auto"/>
      </w:pPr>
      <w:r>
        <w:continuationSeparator/>
      </w:r>
    </w:p>
  </w:footnote>
  <w:footnote w:type="continuationNotice" w:id="1">
    <w:p w14:paraId="4B0AE704" w14:textId="77777777" w:rsidR="00976C0C" w:rsidRDefault="00976C0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3138F28E" w:rsidR="00B8588F" w:rsidRDefault="00DB7D81" w:rsidP="000C711B">
    <w:pPr>
      <w:pStyle w:val="Header"/>
      <w:ind w:left="720" w:firstLine="720"/>
      <w:jc w:val="right"/>
    </w:pPr>
    <w:bookmarkStart w:id="2" w:name="_Hlk31876634"/>
    <w:bookmarkStart w:id="3" w:name="_Hlk31876635"/>
    <w:r w:rsidRPr="00DB7D81">
      <w:rPr>
        <w:noProof/>
      </w:rPr>
      <w:drawing>
        <wp:anchor distT="0" distB="0" distL="114300" distR="114300" simplePos="0" relativeHeight="251658240" behindDoc="1" locked="0" layoutInCell="1" allowOverlap="1" wp14:anchorId="0B27FC7B" wp14:editId="2798EA7A">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810B20">
      <w:t xml:space="preserve">Terms of Reference </w:t>
    </w:r>
    <w:r w:rsidR="00BF59BA">
      <w:t>CMP</w:t>
    </w:r>
    <w:bookmarkEnd w:id="2"/>
    <w:bookmarkEnd w:id="3"/>
    <w:r w:rsidR="008F63EC">
      <w:t>434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E337FB"/>
    <w:multiLevelType w:val="hybridMultilevel"/>
    <w:tmpl w:val="A01CD0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13062293">
    <w:abstractNumId w:val="15"/>
  </w:num>
  <w:num w:numId="2" w16cid:durableId="2083675879">
    <w:abstractNumId w:val="7"/>
  </w:num>
  <w:num w:numId="3" w16cid:durableId="1127358968">
    <w:abstractNumId w:val="5"/>
  </w:num>
  <w:num w:numId="4" w16cid:durableId="1866137757">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547752">
    <w:abstractNumId w:val="7"/>
  </w:num>
  <w:num w:numId="6" w16cid:durableId="741491041">
    <w:abstractNumId w:val="5"/>
  </w:num>
  <w:num w:numId="7" w16cid:durableId="44986282">
    <w:abstractNumId w:val="13"/>
  </w:num>
  <w:num w:numId="8" w16cid:durableId="521820874">
    <w:abstractNumId w:val="0"/>
  </w:num>
  <w:num w:numId="9" w16cid:durableId="1061558791">
    <w:abstractNumId w:val="14"/>
  </w:num>
  <w:num w:numId="10" w16cid:durableId="290328685">
    <w:abstractNumId w:val="9"/>
  </w:num>
  <w:num w:numId="11" w16cid:durableId="1368917680">
    <w:abstractNumId w:val="4"/>
  </w:num>
  <w:num w:numId="12" w16cid:durableId="2054041007">
    <w:abstractNumId w:val="12"/>
  </w:num>
  <w:num w:numId="13" w16cid:durableId="405880387">
    <w:abstractNumId w:val="6"/>
  </w:num>
  <w:num w:numId="14" w16cid:durableId="106435952">
    <w:abstractNumId w:val="1"/>
  </w:num>
  <w:num w:numId="15" w16cid:durableId="972322984">
    <w:abstractNumId w:val="8"/>
  </w:num>
  <w:num w:numId="16" w16cid:durableId="2066562529">
    <w:abstractNumId w:val="7"/>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386489625">
    <w:abstractNumId w:val="11"/>
  </w:num>
  <w:num w:numId="18" w16cid:durableId="1671327448">
    <w:abstractNumId w:val="2"/>
  </w:num>
  <w:num w:numId="19" w16cid:durableId="525212309">
    <w:abstractNumId w:val="3"/>
  </w:num>
  <w:num w:numId="20" w16cid:durableId="12155036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67F08"/>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5E80"/>
    <w:rsid w:val="000D70F3"/>
    <w:rsid w:val="000E05C7"/>
    <w:rsid w:val="000E0EA1"/>
    <w:rsid w:val="000E147B"/>
    <w:rsid w:val="000E2452"/>
    <w:rsid w:val="000E3729"/>
    <w:rsid w:val="000F0A75"/>
    <w:rsid w:val="000F1A70"/>
    <w:rsid w:val="000F2FC3"/>
    <w:rsid w:val="000F4990"/>
    <w:rsid w:val="000F7DBD"/>
    <w:rsid w:val="000F7DE1"/>
    <w:rsid w:val="001001FD"/>
    <w:rsid w:val="001010DC"/>
    <w:rsid w:val="00101348"/>
    <w:rsid w:val="001018FF"/>
    <w:rsid w:val="00102E0B"/>
    <w:rsid w:val="0010339F"/>
    <w:rsid w:val="00105605"/>
    <w:rsid w:val="00105DE3"/>
    <w:rsid w:val="00106E46"/>
    <w:rsid w:val="0010791D"/>
    <w:rsid w:val="00107D66"/>
    <w:rsid w:val="0011038A"/>
    <w:rsid w:val="00111CBD"/>
    <w:rsid w:val="001166C1"/>
    <w:rsid w:val="00122BD5"/>
    <w:rsid w:val="001236C0"/>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5"/>
    <w:rsid w:val="00194981"/>
    <w:rsid w:val="00194B25"/>
    <w:rsid w:val="00195E8B"/>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36DA3"/>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37AF"/>
    <w:rsid w:val="0028684F"/>
    <w:rsid w:val="00286869"/>
    <w:rsid w:val="002905C2"/>
    <w:rsid w:val="00290D47"/>
    <w:rsid w:val="00290E73"/>
    <w:rsid w:val="002924FF"/>
    <w:rsid w:val="00293837"/>
    <w:rsid w:val="00294971"/>
    <w:rsid w:val="00295110"/>
    <w:rsid w:val="002966CC"/>
    <w:rsid w:val="002971BF"/>
    <w:rsid w:val="002A0454"/>
    <w:rsid w:val="002A1AD0"/>
    <w:rsid w:val="002A36FC"/>
    <w:rsid w:val="002A51AD"/>
    <w:rsid w:val="002A69BC"/>
    <w:rsid w:val="002B1B29"/>
    <w:rsid w:val="002B3381"/>
    <w:rsid w:val="002B4673"/>
    <w:rsid w:val="002B5ADD"/>
    <w:rsid w:val="002B5B46"/>
    <w:rsid w:val="002B6174"/>
    <w:rsid w:val="002B6A54"/>
    <w:rsid w:val="002C14D3"/>
    <w:rsid w:val="002C5585"/>
    <w:rsid w:val="002D0F39"/>
    <w:rsid w:val="002D28D8"/>
    <w:rsid w:val="002D725D"/>
    <w:rsid w:val="002E02F4"/>
    <w:rsid w:val="002E516D"/>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6E49"/>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1978"/>
    <w:rsid w:val="003559D2"/>
    <w:rsid w:val="0035711D"/>
    <w:rsid w:val="00360977"/>
    <w:rsid w:val="00361565"/>
    <w:rsid w:val="00361694"/>
    <w:rsid w:val="0036430D"/>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3009"/>
    <w:rsid w:val="003F6FB7"/>
    <w:rsid w:val="00400916"/>
    <w:rsid w:val="004009B8"/>
    <w:rsid w:val="004057AA"/>
    <w:rsid w:val="00405F32"/>
    <w:rsid w:val="00405F4B"/>
    <w:rsid w:val="00411EF7"/>
    <w:rsid w:val="00414917"/>
    <w:rsid w:val="00416ACC"/>
    <w:rsid w:val="0042272E"/>
    <w:rsid w:val="00423F67"/>
    <w:rsid w:val="0042450B"/>
    <w:rsid w:val="00424B27"/>
    <w:rsid w:val="0042709F"/>
    <w:rsid w:val="004307DC"/>
    <w:rsid w:val="00431412"/>
    <w:rsid w:val="00431464"/>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2CC8"/>
    <w:rsid w:val="00486612"/>
    <w:rsid w:val="004875AA"/>
    <w:rsid w:val="0048771C"/>
    <w:rsid w:val="004902CA"/>
    <w:rsid w:val="00490C99"/>
    <w:rsid w:val="0049139C"/>
    <w:rsid w:val="0049681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54"/>
    <w:rsid w:val="005729D1"/>
    <w:rsid w:val="0057547B"/>
    <w:rsid w:val="0057656F"/>
    <w:rsid w:val="00577E90"/>
    <w:rsid w:val="00580A9F"/>
    <w:rsid w:val="00583762"/>
    <w:rsid w:val="00583B7A"/>
    <w:rsid w:val="005947E2"/>
    <w:rsid w:val="00597266"/>
    <w:rsid w:val="00597E62"/>
    <w:rsid w:val="005A12C5"/>
    <w:rsid w:val="005A24E4"/>
    <w:rsid w:val="005A2BDD"/>
    <w:rsid w:val="005A3938"/>
    <w:rsid w:val="005B0297"/>
    <w:rsid w:val="005B15C4"/>
    <w:rsid w:val="005B5D5C"/>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51DA"/>
    <w:rsid w:val="0063660B"/>
    <w:rsid w:val="006370B8"/>
    <w:rsid w:val="00637799"/>
    <w:rsid w:val="00643587"/>
    <w:rsid w:val="006478AC"/>
    <w:rsid w:val="0065046D"/>
    <w:rsid w:val="006520B6"/>
    <w:rsid w:val="00653999"/>
    <w:rsid w:val="00654D58"/>
    <w:rsid w:val="00663B2B"/>
    <w:rsid w:val="00671E4D"/>
    <w:rsid w:val="00677E55"/>
    <w:rsid w:val="006822C4"/>
    <w:rsid w:val="00685E30"/>
    <w:rsid w:val="00685EB8"/>
    <w:rsid w:val="0068647B"/>
    <w:rsid w:val="00691688"/>
    <w:rsid w:val="00695014"/>
    <w:rsid w:val="00695934"/>
    <w:rsid w:val="00696E5F"/>
    <w:rsid w:val="006A04AE"/>
    <w:rsid w:val="006A086C"/>
    <w:rsid w:val="006A31EF"/>
    <w:rsid w:val="006A726B"/>
    <w:rsid w:val="006A7F32"/>
    <w:rsid w:val="006B0BA5"/>
    <w:rsid w:val="006B7455"/>
    <w:rsid w:val="006C107E"/>
    <w:rsid w:val="006C111A"/>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10C46"/>
    <w:rsid w:val="00712172"/>
    <w:rsid w:val="007138BA"/>
    <w:rsid w:val="00713918"/>
    <w:rsid w:val="00713B5F"/>
    <w:rsid w:val="00713F16"/>
    <w:rsid w:val="00715074"/>
    <w:rsid w:val="00715FEA"/>
    <w:rsid w:val="00720A4F"/>
    <w:rsid w:val="007239D2"/>
    <w:rsid w:val="0072535F"/>
    <w:rsid w:val="00726C06"/>
    <w:rsid w:val="007274D5"/>
    <w:rsid w:val="00727E02"/>
    <w:rsid w:val="00736C35"/>
    <w:rsid w:val="00736FE3"/>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5417"/>
    <w:rsid w:val="00785A16"/>
    <w:rsid w:val="007918C2"/>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F1F4B"/>
    <w:rsid w:val="007F7AFF"/>
    <w:rsid w:val="008006B5"/>
    <w:rsid w:val="00800BB4"/>
    <w:rsid w:val="00806211"/>
    <w:rsid w:val="00810B20"/>
    <w:rsid w:val="008161BE"/>
    <w:rsid w:val="00817E75"/>
    <w:rsid w:val="00820A6C"/>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6075C"/>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4CF8"/>
    <w:rsid w:val="008A5463"/>
    <w:rsid w:val="008A71B5"/>
    <w:rsid w:val="008A79F3"/>
    <w:rsid w:val="008A7B92"/>
    <w:rsid w:val="008B0EEC"/>
    <w:rsid w:val="008B2057"/>
    <w:rsid w:val="008B32B1"/>
    <w:rsid w:val="008B503F"/>
    <w:rsid w:val="008B6ADF"/>
    <w:rsid w:val="008C2009"/>
    <w:rsid w:val="008C3972"/>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3EC"/>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5A79"/>
    <w:rsid w:val="0097161E"/>
    <w:rsid w:val="00976C0C"/>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1E77"/>
    <w:rsid w:val="009C3888"/>
    <w:rsid w:val="009D0F0F"/>
    <w:rsid w:val="009D119A"/>
    <w:rsid w:val="009D2901"/>
    <w:rsid w:val="009D3BEA"/>
    <w:rsid w:val="009D5301"/>
    <w:rsid w:val="009D7B3A"/>
    <w:rsid w:val="009E0389"/>
    <w:rsid w:val="009E2AC7"/>
    <w:rsid w:val="009E3333"/>
    <w:rsid w:val="009E777D"/>
    <w:rsid w:val="009F01AE"/>
    <w:rsid w:val="009F1FFF"/>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5BD6"/>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3F32"/>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10A"/>
    <w:rsid w:val="00B52323"/>
    <w:rsid w:val="00B52754"/>
    <w:rsid w:val="00B538AB"/>
    <w:rsid w:val="00B5540A"/>
    <w:rsid w:val="00B56B61"/>
    <w:rsid w:val="00B56D4E"/>
    <w:rsid w:val="00B577E3"/>
    <w:rsid w:val="00B608AE"/>
    <w:rsid w:val="00B61EB0"/>
    <w:rsid w:val="00B713F8"/>
    <w:rsid w:val="00B72194"/>
    <w:rsid w:val="00B74654"/>
    <w:rsid w:val="00B74999"/>
    <w:rsid w:val="00B82816"/>
    <w:rsid w:val="00B83C5B"/>
    <w:rsid w:val="00B8588F"/>
    <w:rsid w:val="00B86C58"/>
    <w:rsid w:val="00B90EF7"/>
    <w:rsid w:val="00B91C9E"/>
    <w:rsid w:val="00B934D4"/>
    <w:rsid w:val="00B95500"/>
    <w:rsid w:val="00B96805"/>
    <w:rsid w:val="00BA2E46"/>
    <w:rsid w:val="00BA67DA"/>
    <w:rsid w:val="00BA7B39"/>
    <w:rsid w:val="00BB1D0F"/>
    <w:rsid w:val="00BB2970"/>
    <w:rsid w:val="00BB33F6"/>
    <w:rsid w:val="00BB7DB1"/>
    <w:rsid w:val="00BC005B"/>
    <w:rsid w:val="00BC2E51"/>
    <w:rsid w:val="00BC42F7"/>
    <w:rsid w:val="00BC5F63"/>
    <w:rsid w:val="00BC6934"/>
    <w:rsid w:val="00BD020A"/>
    <w:rsid w:val="00BD0AB5"/>
    <w:rsid w:val="00BD1E2F"/>
    <w:rsid w:val="00BD4EE4"/>
    <w:rsid w:val="00BD5234"/>
    <w:rsid w:val="00BD5E5E"/>
    <w:rsid w:val="00BE183E"/>
    <w:rsid w:val="00BE3715"/>
    <w:rsid w:val="00BE5334"/>
    <w:rsid w:val="00BF3947"/>
    <w:rsid w:val="00BF4C9B"/>
    <w:rsid w:val="00BF4F04"/>
    <w:rsid w:val="00BF5875"/>
    <w:rsid w:val="00BF59BA"/>
    <w:rsid w:val="00BF661E"/>
    <w:rsid w:val="00C001B0"/>
    <w:rsid w:val="00C047A8"/>
    <w:rsid w:val="00C049E1"/>
    <w:rsid w:val="00C0755A"/>
    <w:rsid w:val="00C0785A"/>
    <w:rsid w:val="00C110EF"/>
    <w:rsid w:val="00C11231"/>
    <w:rsid w:val="00C11C43"/>
    <w:rsid w:val="00C140BA"/>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0B2F"/>
    <w:rsid w:val="00C61D2F"/>
    <w:rsid w:val="00C648C0"/>
    <w:rsid w:val="00C66C68"/>
    <w:rsid w:val="00C66D7F"/>
    <w:rsid w:val="00C67871"/>
    <w:rsid w:val="00C72699"/>
    <w:rsid w:val="00C72E51"/>
    <w:rsid w:val="00C734C2"/>
    <w:rsid w:val="00C736D5"/>
    <w:rsid w:val="00C73CBB"/>
    <w:rsid w:val="00C759D1"/>
    <w:rsid w:val="00C75DAF"/>
    <w:rsid w:val="00C77D3F"/>
    <w:rsid w:val="00C80567"/>
    <w:rsid w:val="00C84422"/>
    <w:rsid w:val="00C92950"/>
    <w:rsid w:val="00CA4BBD"/>
    <w:rsid w:val="00CA77DA"/>
    <w:rsid w:val="00CB355F"/>
    <w:rsid w:val="00CB35C5"/>
    <w:rsid w:val="00CB3A02"/>
    <w:rsid w:val="00CC177A"/>
    <w:rsid w:val="00CC1A0B"/>
    <w:rsid w:val="00CC23AB"/>
    <w:rsid w:val="00CC5737"/>
    <w:rsid w:val="00CC5BF4"/>
    <w:rsid w:val="00CC6B32"/>
    <w:rsid w:val="00CD017A"/>
    <w:rsid w:val="00CD1204"/>
    <w:rsid w:val="00CD297F"/>
    <w:rsid w:val="00CD2D59"/>
    <w:rsid w:val="00CD39BC"/>
    <w:rsid w:val="00CD3EBE"/>
    <w:rsid w:val="00CD79BF"/>
    <w:rsid w:val="00CD7E88"/>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3AEE"/>
    <w:rsid w:val="00D853A4"/>
    <w:rsid w:val="00D9152C"/>
    <w:rsid w:val="00D91573"/>
    <w:rsid w:val="00D923AA"/>
    <w:rsid w:val="00D92A45"/>
    <w:rsid w:val="00D92D3F"/>
    <w:rsid w:val="00D93B1C"/>
    <w:rsid w:val="00D93DB5"/>
    <w:rsid w:val="00D94E8D"/>
    <w:rsid w:val="00D95250"/>
    <w:rsid w:val="00DA0400"/>
    <w:rsid w:val="00DA07BA"/>
    <w:rsid w:val="00DA1407"/>
    <w:rsid w:val="00DA3894"/>
    <w:rsid w:val="00DA3D41"/>
    <w:rsid w:val="00DA6F8F"/>
    <w:rsid w:val="00DA7A32"/>
    <w:rsid w:val="00DB21A5"/>
    <w:rsid w:val="00DB447A"/>
    <w:rsid w:val="00DB7D81"/>
    <w:rsid w:val="00DC15DF"/>
    <w:rsid w:val="00DC20D5"/>
    <w:rsid w:val="00DC29D1"/>
    <w:rsid w:val="00DC2BBD"/>
    <w:rsid w:val="00DC332D"/>
    <w:rsid w:val="00DC6638"/>
    <w:rsid w:val="00DD1C0B"/>
    <w:rsid w:val="00DD6295"/>
    <w:rsid w:val="00DE08D0"/>
    <w:rsid w:val="00DE0E8D"/>
    <w:rsid w:val="00DE4B0B"/>
    <w:rsid w:val="00DE6532"/>
    <w:rsid w:val="00DF2887"/>
    <w:rsid w:val="00DF2F42"/>
    <w:rsid w:val="00DF3EDE"/>
    <w:rsid w:val="00DF414A"/>
    <w:rsid w:val="00DF6303"/>
    <w:rsid w:val="00E015EA"/>
    <w:rsid w:val="00E02E80"/>
    <w:rsid w:val="00E03496"/>
    <w:rsid w:val="00E04A73"/>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5761"/>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5939"/>
    <w:rsid w:val="00F075F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B0E51"/>
    <w:rsid w:val="00FB22E3"/>
    <w:rsid w:val="00FB2E05"/>
    <w:rsid w:val="00FB5C71"/>
    <w:rsid w:val="00FB6F98"/>
    <w:rsid w:val="00FB7DDD"/>
    <w:rsid w:val="00FC0ADE"/>
    <w:rsid w:val="00FC56D3"/>
    <w:rsid w:val="00FD0516"/>
    <w:rsid w:val="00FD1271"/>
    <w:rsid w:val="00FD2295"/>
    <w:rsid w:val="00FD238D"/>
    <w:rsid w:val="00FD4641"/>
    <w:rsid w:val="00FD606B"/>
    <w:rsid w:val="00FD7C3C"/>
    <w:rsid w:val="00FD7F82"/>
    <w:rsid w:val="00FE3846"/>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09409017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25739E9-0D24-4419-8671-639B7A768C99}"/>
</file>

<file path=customXml/itemProps2.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3.xml><?xml version="1.0" encoding="utf-8"?>
<ds:datastoreItem xmlns:ds="http://schemas.openxmlformats.org/officeDocument/2006/customXml" ds:itemID="{2FD40F43-7BBD-409F-80C8-A56DB3F44C95}">
  <ds:schemaRefs>
    <ds:schemaRef ds:uri="http://schemas.openxmlformats.org/officeDocument/2006/bibliography"/>
  </ds:schemaRefs>
</ds:datastoreItem>
</file>

<file path=customXml/itemProps4.xml><?xml version="1.0" encoding="utf-8"?>
<ds:datastoreItem xmlns:ds="http://schemas.openxmlformats.org/officeDocument/2006/customXml" ds:itemID="{1356D85B-5292-4A73-B3AC-733E4B1FF33F}">
  <ds:schemaRefs>
    <ds:schemaRef ds:uri="http://purl.org/dc/elements/1.1/"/>
    <ds:schemaRef ds:uri="97b6fe81-1556-4112-94ca-31043ca39b71"/>
    <ds:schemaRef ds:uri="296f8304-7f63-4501-8ca1-63068ba277e1"/>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cadce026-d35b-4a62-a2ee-1436bb44fb55"/>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10</TotalTime>
  <Pages>5</Pages>
  <Words>1401</Words>
  <Characters>7987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Guidance</dc:creator>
  <cp:lastModifiedBy>ESO Code Admin</cp:lastModifiedBy>
  <cp:revision>12</cp:revision>
  <cp:lastPrinted>2020-02-06T13:28:00Z</cp:lastPrinted>
  <dcterms:created xsi:type="dcterms:W3CDTF">2024-04-19T10:17:00Z</dcterms:created>
  <dcterms:modified xsi:type="dcterms:W3CDTF">2024-04-19T10:35:00Z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y fmtid="{D5CDD505-2E9C-101B-9397-08002B2CF9AE}" pid="10" name="MediaServiceImageTags">
    <vt:lpwstr/>
  </property>
</Properties>
</file>