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12C6E8E0" w:rsidR="001166C1" w:rsidRDefault="00FF4D59" w:rsidP="001166C1">
      <w:pPr>
        <w:pStyle w:val="Footer"/>
        <w:tabs>
          <w:tab w:val="left" w:pos="720"/>
        </w:tabs>
        <w:rPr>
          <w:rFonts w:cs="Arial"/>
          <w:b/>
          <w:color w:val="F26522" w:themeColor="accent1"/>
          <w:sz w:val="28"/>
        </w:rPr>
      </w:pPr>
      <w:r>
        <w:rPr>
          <w:rFonts w:cs="Arial"/>
          <w:b/>
          <w:color w:val="F26522" w:themeColor="accent1"/>
          <w:sz w:val="28"/>
        </w:rPr>
        <w:t>GC</w:t>
      </w:r>
      <w:r w:rsidR="006F5014">
        <w:rPr>
          <w:rFonts w:cs="Arial"/>
          <w:b/>
          <w:color w:val="F26522" w:themeColor="accent1"/>
          <w:sz w:val="28"/>
        </w:rPr>
        <w:t>0164</w:t>
      </w:r>
      <w:r w:rsidR="001166C1">
        <w:rPr>
          <w:rFonts w:cs="Arial"/>
          <w:b/>
          <w:color w:val="F26522" w:themeColor="accent1"/>
          <w:sz w:val="28"/>
        </w:rPr>
        <w:t xml:space="preserve">: </w:t>
      </w:r>
      <w:r w:rsidR="006F5014" w:rsidRPr="006F5014">
        <w:rPr>
          <w:rFonts w:cs="Arial"/>
          <w:b/>
          <w:color w:val="F26522" w:themeColor="accent1"/>
          <w:sz w:val="28"/>
        </w:rPr>
        <w:t>Simplification of Operating Code No.2</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562B8ADB" w:rsidR="00E44F00" w:rsidRDefault="003B6E37" w:rsidP="00BF47E1">
      <w:pPr>
        <w:pStyle w:val="TOCMOD"/>
        <w:framePr w:hSpace="0" w:vSpace="0" w:wrap="auto" w:vAnchor="margin" w:yAlign="inline"/>
        <w:numPr>
          <w:ilvl w:val="0"/>
          <w:numId w:val="24"/>
        </w:numPr>
        <w:rPr>
          <w:b w:val="0"/>
          <w:bCs w:val="0"/>
          <w:noProof w:val="0"/>
          <w:color w:val="auto"/>
        </w:rPr>
      </w:pPr>
      <w:r w:rsidRPr="003B6E37">
        <w:rPr>
          <w:b w:val="0"/>
          <w:bCs w:val="0"/>
          <w:noProof w:val="0"/>
          <w:color w:val="auto"/>
        </w:rPr>
        <w:t xml:space="preserve">The Workgroup is responsible for assisting the </w:t>
      </w:r>
      <w:r w:rsidR="0020426E">
        <w:rPr>
          <w:b w:val="0"/>
          <w:bCs w:val="0"/>
          <w:noProof w:val="0"/>
          <w:color w:val="auto"/>
        </w:rPr>
        <w:t>Grid Code</w:t>
      </w:r>
      <w:r w:rsidRPr="003B6E37">
        <w:rPr>
          <w:b w:val="0"/>
          <w:bCs w:val="0"/>
          <w:noProof w:val="0"/>
          <w:color w:val="auto"/>
        </w:rPr>
        <w:t xml:space="preserve"> </w:t>
      </w:r>
      <w:r w:rsidR="003B6922">
        <w:rPr>
          <w:b w:val="0"/>
          <w:bCs w:val="0"/>
          <w:noProof w:val="0"/>
          <w:color w:val="auto"/>
        </w:rPr>
        <w:t>Review</w:t>
      </w:r>
      <w:r w:rsidRPr="003B6E37">
        <w:rPr>
          <w:b w:val="0"/>
          <w:bCs w:val="0"/>
          <w:noProof w:val="0"/>
          <w:color w:val="auto"/>
        </w:rPr>
        <w:t xml:space="preserve"> Panel in the evaluation of </w:t>
      </w:r>
      <w:r w:rsidR="0020426E">
        <w:rPr>
          <w:b w:val="0"/>
          <w:bCs w:val="0"/>
          <w:noProof w:val="0"/>
          <w:color w:val="auto"/>
        </w:rPr>
        <w:t>Grid Code</w:t>
      </w:r>
      <w:r w:rsidRPr="003B6E37">
        <w:rPr>
          <w:b w:val="0"/>
          <w:bCs w:val="0"/>
          <w:noProof w:val="0"/>
          <w:color w:val="auto"/>
        </w:rPr>
        <w:t xml:space="preserve"> Modification Proposal </w:t>
      </w:r>
      <w:r w:rsidR="006F5014" w:rsidRPr="006F5014">
        <w:rPr>
          <w:bCs w:val="0"/>
          <w:noProof w:val="0"/>
          <w:color w:val="auto"/>
        </w:rPr>
        <w:t xml:space="preserve">Simplification of Operating Code No.2 </w:t>
      </w:r>
      <w:r w:rsidR="00E44F00">
        <w:rPr>
          <w:b w:val="0"/>
          <w:bCs w:val="0"/>
          <w:noProof w:val="0"/>
          <w:color w:val="auto"/>
        </w:rPr>
        <w:t xml:space="preserve">raised by </w:t>
      </w:r>
      <w:r w:rsidR="008B3EB5">
        <w:rPr>
          <w:bCs w:val="0"/>
          <w:noProof w:val="0"/>
          <w:color w:val="auto"/>
        </w:rPr>
        <w:t>ESO</w:t>
      </w:r>
      <w:r w:rsidR="00E44F00">
        <w:rPr>
          <w:b w:val="0"/>
          <w:bCs w:val="0"/>
          <w:noProof w:val="0"/>
          <w:color w:val="auto"/>
        </w:rPr>
        <w:t xml:space="preserve"> at the </w:t>
      </w:r>
      <w:r w:rsidR="00D42A91">
        <w:rPr>
          <w:b w:val="0"/>
          <w:bCs w:val="0"/>
          <w:noProof w:val="0"/>
          <w:color w:val="auto"/>
        </w:rPr>
        <w:t>Grid Code Review</w:t>
      </w:r>
      <w:r w:rsidR="00E44F00">
        <w:rPr>
          <w:b w:val="0"/>
          <w:bCs w:val="0"/>
          <w:noProof w:val="0"/>
          <w:color w:val="auto"/>
        </w:rPr>
        <w:t xml:space="preserve"> Panel meeting on </w:t>
      </w:r>
      <w:r w:rsidR="008B3EB5">
        <w:rPr>
          <w:bCs w:val="0"/>
          <w:noProof w:val="0"/>
          <w:color w:val="auto"/>
        </w:rPr>
        <w:t>26 October 2023</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w:t>
      </w:r>
      <w:r w:rsidR="0020426E">
        <w:rPr>
          <w:b w:val="0"/>
          <w:bCs w:val="0"/>
          <w:noProof w:val="0"/>
          <w:color w:val="auto"/>
        </w:rPr>
        <w:t>Grid Code</w:t>
      </w:r>
      <w:r w:rsidRPr="003B6E37">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Subject to sub-paragraphs (</w:t>
      </w:r>
      <w:proofErr w:type="spellStart"/>
      <w:r w:rsidRPr="005B795A">
        <w:rPr>
          <w:rFonts w:cs="Arial"/>
          <w:color w:val="000000"/>
          <w:sz w:val="24"/>
          <w:lang w:val="x-none"/>
        </w:rPr>
        <w:t>i</w:t>
      </w:r>
      <w:proofErr w:type="spellEnd"/>
      <w:r w:rsidRPr="005B795A">
        <w:rPr>
          <w:rFonts w:cs="Arial"/>
          <w:color w:val="000000"/>
          <w:sz w:val="24"/>
          <w:lang w:val="x-none"/>
        </w:rPr>
        <w:t>)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564502">
      <w:pPr>
        <w:pStyle w:val="BodyText"/>
        <w:numPr>
          <w:ilvl w:val="0"/>
          <w:numId w:val="24"/>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EE6">
      <w:pPr>
        <w:pStyle w:val="BodyText"/>
        <w:spacing w:before="0" w:after="0" w:line="240" w:lineRule="auto"/>
        <w:ind w:left="720"/>
        <w:jc w:val="both"/>
        <w:rPr>
          <w:sz w:val="24"/>
        </w:rPr>
      </w:pPr>
    </w:p>
    <w:p w14:paraId="651C7BF8" w14:textId="765B3F03" w:rsidR="00ED5C7C" w:rsidRPr="00DF3EDE" w:rsidRDefault="00073540" w:rsidP="00564502">
      <w:pPr>
        <w:pStyle w:val="BodyText"/>
        <w:numPr>
          <w:ilvl w:val="0"/>
          <w:numId w:val="24"/>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C94CB7">
            <w:pPr>
              <w:pStyle w:val="BodyText"/>
              <w:numPr>
                <w:ilvl w:val="1"/>
                <w:numId w:val="24"/>
              </w:numPr>
              <w:ind w:left="319"/>
              <w:jc w:val="both"/>
              <w:rPr>
                <w:sz w:val="24"/>
              </w:rPr>
            </w:pPr>
            <w:r w:rsidRPr="00290B2E">
              <w:rPr>
                <w:sz w:val="24"/>
              </w:rPr>
              <w:t>Implementation and costs;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57B80749" w:rsidR="00D9152C" w:rsidRPr="0078386A" w:rsidRDefault="00FF4A6B" w:rsidP="00A1136E">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lastRenderedPageBreak/>
              <w:t>Review draft legal text should it have been provided. If legal text is not submitted within the Grid Code Modification Proposal the Workgroup should be instructed to assist in the developing of the legal text;</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6DFFE77B" w:rsidR="00D9152C" w:rsidRPr="0078386A" w:rsidRDefault="00F733EE" w:rsidP="00364E31">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t xml:space="preserve">Consider whether any further Industry experts or stakeholders should be invited to participate within the Workgroup to ensure that all potentially affected stakeholders </w:t>
            </w:r>
            <w:proofErr w:type="gramStart"/>
            <w:r w:rsidRPr="0078386A">
              <w:rPr>
                <w:sz w:val="24"/>
              </w:rPr>
              <w:t>have the opportunity to</w:t>
            </w:r>
            <w:proofErr w:type="gramEnd"/>
            <w:r w:rsidRPr="0078386A">
              <w:rPr>
                <w:sz w:val="24"/>
              </w:rPr>
              <w:t xml:space="preserve"> be represented in the Workgroup. Demonstrate what has been done to cover this clearly in the report</w:t>
            </w:r>
            <w:r w:rsidR="006B2CAC">
              <w:rPr>
                <w:sz w:val="24"/>
              </w:rPr>
              <w:t>; and</w:t>
            </w:r>
          </w:p>
        </w:tc>
        <w:tc>
          <w:tcPr>
            <w:tcW w:w="4232" w:type="dxa"/>
          </w:tcPr>
          <w:p w14:paraId="48C16D56" w14:textId="77777777" w:rsidR="00D9152C" w:rsidRDefault="00D9152C" w:rsidP="00D9152C">
            <w:pPr>
              <w:pStyle w:val="BodyText"/>
              <w:jc w:val="both"/>
              <w:rPr>
                <w:b/>
                <w:szCs w:val="22"/>
              </w:rPr>
            </w:pPr>
          </w:p>
        </w:tc>
      </w:tr>
      <w:tr w:rsidR="00BA4B68" w14:paraId="4A218C55" w14:textId="77777777" w:rsidTr="00D6616A">
        <w:tc>
          <w:tcPr>
            <w:tcW w:w="5124" w:type="dxa"/>
          </w:tcPr>
          <w:p w14:paraId="057EB8ED" w14:textId="19C0A28E" w:rsidR="00BA4B68" w:rsidRPr="002D0F39" w:rsidRDefault="00BD1629" w:rsidP="00364E31">
            <w:pPr>
              <w:pStyle w:val="ListParagraph"/>
              <w:numPr>
                <w:ilvl w:val="1"/>
                <w:numId w:val="24"/>
              </w:numPr>
              <w:autoSpaceDE w:val="0"/>
              <w:autoSpaceDN w:val="0"/>
              <w:adjustRightInd w:val="0"/>
              <w:snapToGrid w:val="0"/>
              <w:spacing w:before="0" w:after="0" w:line="240" w:lineRule="auto"/>
              <w:ind w:left="319"/>
              <w:rPr>
                <w:sz w:val="24"/>
                <w:lang w:val="en-GB"/>
              </w:rPr>
            </w:pPr>
            <w:r w:rsidRPr="00BD1629">
              <w:rPr>
                <w:sz w:val="24"/>
              </w:rPr>
              <w:t>Consider EB</w:t>
            </w:r>
            <w:r w:rsidR="00A432EC">
              <w:rPr>
                <w:sz w:val="24"/>
              </w:rPr>
              <w:t>R</w:t>
            </w:r>
            <w:r w:rsidRPr="00BD1629">
              <w:rPr>
                <w:sz w:val="24"/>
              </w:rPr>
              <w:t xml:space="preserve"> implications</w:t>
            </w:r>
            <w:r>
              <w:rPr>
                <w:b/>
                <w:sz w:val="24"/>
              </w:rPr>
              <w:t xml:space="preserve"> </w:t>
            </w:r>
          </w:p>
        </w:tc>
        <w:tc>
          <w:tcPr>
            <w:tcW w:w="4232" w:type="dxa"/>
          </w:tcPr>
          <w:p w14:paraId="69890F6C" w14:textId="77777777" w:rsidR="00BA4B68" w:rsidRDefault="00BA4B68" w:rsidP="00BA4B68">
            <w:pPr>
              <w:pStyle w:val="BodyText"/>
              <w:jc w:val="both"/>
              <w:rPr>
                <w:b/>
                <w:szCs w:val="22"/>
              </w:rPr>
            </w:pPr>
          </w:p>
        </w:tc>
      </w:tr>
      <w:tr w:rsidR="00064D0D" w14:paraId="2E1CED4B" w14:textId="77777777" w:rsidTr="00D6616A">
        <w:tc>
          <w:tcPr>
            <w:tcW w:w="5124" w:type="dxa"/>
          </w:tcPr>
          <w:p w14:paraId="5A205618" w14:textId="19E3F3ED" w:rsidR="00064D0D" w:rsidRPr="00BD1629" w:rsidRDefault="001038F2" w:rsidP="00364E31">
            <w:pPr>
              <w:pStyle w:val="ListParagraph"/>
              <w:numPr>
                <w:ilvl w:val="1"/>
                <w:numId w:val="24"/>
              </w:numPr>
              <w:autoSpaceDE w:val="0"/>
              <w:autoSpaceDN w:val="0"/>
              <w:adjustRightInd w:val="0"/>
              <w:snapToGrid w:val="0"/>
              <w:spacing w:before="0" w:after="0" w:line="240" w:lineRule="auto"/>
              <w:ind w:left="319"/>
              <w:rPr>
                <w:sz w:val="24"/>
              </w:rPr>
            </w:pPr>
            <w:r>
              <w:rPr>
                <w:sz w:val="24"/>
              </w:rPr>
              <w:t>C</w:t>
            </w:r>
            <w:r w:rsidR="00064D0D">
              <w:rPr>
                <w:sz w:val="24"/>
              </w:rPr>
              <w:t xml:space="preserve">onsider that </w:t>
            </w:r>
            <w:r w:rsidR="00357BC6">
              <w:rPr>
                <w:sz w:val="24"/>
              </w:rPr>
              <w:t xml:space="preserve">OC2 Redraft </w:t>
            </w:r>
            <w:r w:rsidR="00A119D3">
              <w:rPr>
                <w:sz w:val="24"/>
              </w:rPr>
              <w:t xml:space="preserve">enables </w:t>
            </w:r>
            <w:r w:rsidR="00064D0D">
              <w:rPr>
                <w:sz w:val="24"/>
              </w:rPr>
              <w:t xml:space="preserve">ease of use and </w:t>
            </w:r>
            <w:r w:rsidR="00050401">
              <w:rPr>
                <w:sz w:val="24"/>
              </w:rPr>
              <w:t xml:space="preserve">that </w:t>
            </w:r>
            <w:r w:rsidR="00A432EF">
              <w:rPr>
                <w:sz w:val="24"/>
              </w:rPr>
              <w:t xml:space="preserve">the </w:t>
            </w:r>
            <w:r w:rsidR="00064D0D">
              <w:rPr>
                <w:sz w:val="24"/>
              </w:rPr>
              <w:t xml:space="preserve">same requirements </w:t>
            </w:r>
            <w:r w:rsidR="00050401">
              <w:rPr>
                <w:sz w:val="24"/>
              </w:rPr>
              <w:t xml:space="preserve">in the current </w:t>
            </w:r>
            <w:r w:rsidR="00A432EF">
              <w:rPr>
                <w:sz w:val="24"/>
              </w:rPr>
              <w:t xml:space="preserve">OC2 </w:t>
            </w:r>
            <w:r w:rsidR="00050401">
              <w:rPr>
                <w:sz w:val="24"/>
              </w:rPr>
              <w:t xml:space="preserve">version have been </w:t>
            </w:r>
            <w:r w:rsidR="00064D0D">
              <w:rPr>
                <w:sz w:val="24"/>
              </w:rPr>
              <w:t>retained</w:t>
            </w:r>
            <w:r w:rsidR="00050401">
              <w:rPr>
                <w:sz w:val="24"/>
              </w:rPr>
              <w:t xml:space="preserve"> and</w:t>
            </w:r>
            <w:r w:rsidR="00064D0D">
              <w:rPr>
                <w:sz w:val="24"/>
              </w:rPr>
              <w:t xml:space="preserve"> articulated simply</w:t>
            </w:r>
          </w:p>
        </w:tc>
        <w:tc>
          <w:tcPr>
            <w:tcW w:w="4232" w:type="dxa"/>
          </w:tcPr>
          <w:p w14:paraId="2593B1E9" w14:textId="77777777" w:rsidR="00064D0D" w:rsidRDefault="00064D0D" w:rsidP="00BA4B68">
            <w:pPr>
              <w:pStyle w:val="BodyText"/>
              <w:jc w:val="both"/>
              <w:rPr>
                <w:b/>
                <w:szCs w:val="22"/>
              </w:rPr>
            </w:pPr>
          </w:p>
        </w:tc>
      </w:tr>
      <w:tr w:rsidR="00624975" w14:paraId="4B0738D4" w14:textId="77777777" w:rsidTr="00D6616A">
        <w:tc>
          <w:tcPr>
            <w:tcW w:w="5124" w:type="dxa"/>
          </w:tcPr>
          <w:p w14:paraId="64EA1842" w14:textId="358DC9F0" w:rsidR="00624975" w:rsidRDefault="00624975" w:rsidP="00364E31">
            <w:pPr>
              <w:pStyle w:val="ListParagraph"/>
              <w:numPr>
                <w:ilvl w:val="1"/>
                <w:numId w:val="24"/>
              </w:numPr>
              <w:autoSpaceDE w:val="0"/>
              <w:autoSpaceDN w:val="0"/>
              <w:adjustRightInd w:val="0"/>
              <w:snapToGrid w:val="0"/>
              <w:spacing w:before="0" w:after="0" w:line="240" w:lineRule="auto"/>
              <w:ind w:left="319"/>
              <w:rPr>
                <w:sz w:val="24"/>
              </w:rPr>
            </w:pPr>
            <w:r>
              <w:rPr>
                <w:sz w:val="24"/>
              </w:rPr>
              <w:t>Consider whe</w:t>
            </w:r>
            <w:r w:rsidR="00FC3173">
              <w:rPr>
                <w:sz w:val="24"/>
              </w:rPr>
              <w:t xml:space="preserve">ther </w:t>
            </w:r>
            <w:r w:rsidR="008540E7">
              <w:rPr>
                <w:sz w:val="24"/>
              </w:rPr>
              <w:t xml:space="preserve">it is appropriate to have two sets of definitions to cover </w:t>
            </w:r>
            <w:r w:rsidR="009E539C">
              <w:rPr>
                <w:sz w:val="24"/>
              </w:rPr>
              <w:t xml:space="preserve">both </w:t>
            </w:r>
            <w:r w:rsidR="008540E7">
              <w:rPr>
                <w:sz w:val="24"/>
              </w:rPr>
              <w:t>the existing Grid Code definitions, and those arising from OC2 simplification</w:t>
            </w:r>
            <w:r w:rsidR="00EF20F6">
              <w:rPr>
                <w:sz w:val="24"/>
              </w:rPr>
              <w:t xml:space="preserve"> </w:t>
            </w:r>
          </w:p>
        </w:tc>
        <w:tc>
          <w:tcPr>
            <w:tcW w:w="4232" w:type="dxa"/>
          </w:tcPr>
          <w:p w14:paraId="03B17CA3" w14:textId="77777777" w:rsidR="00624975" w:rsidRDefault="00624975" w:rsidP="00BA4B68">
            <w:pPr>
              <w:pStyle w:val="BodyText"/>
              <w:jc w:val="both"/>
              <w:rPr>
                <w:b/>
                <w:szCs w:val="22"/>
              </w:rPr>
            </w:pPr>
          </w:p>
        </w:tc>
      </w:tr>
      <w:tr w:rsidR="00BA4B68" w14:paraId="7F0E07BC" w14:textId="77777777" w:rsidTr="00D6616A">
        <w:tc>
          <w:tcPr>
            <w:tcW w:w="5124" w:type="dxa"/>
          </w:tcPr>
          <w:p w14:paraId="1A60C79E" w14:textId="5CF5BFC4" w:rsidR="00BA4B68" w:rsidRPr="00120D9E" w:rsidRDefault="00BA4B68" w:rsidP="00BA4B68">
            <w:pPr>
              <w:pStyle w:val="BodyText"/>
              <w:spacing w:before="0" w:after="0" w:line="240" w:lineRule="auto"/>
              <w:rPr>
                <w:b/>
                <w:sz w:val="24"/>
              </w:rPr>
            </w:pPr>
            <w:r w:rsidRPr="00532DFA">
              <w:rPr>
                <w:b/>
                <w:sz w:val="24"/>
              </w:rPr>
              <w:t xml:space="preserve">[Any additional </w:t>
            </w:r>
            <w:proofErr w:type="spellStart"/>
            <w:r w:rsidRPr="00532DFA">
              <w:rPr>
                <w:b/>
                <w:sz w:val="24"/>
              </w:rPr>
              <w:t>ToR</w:t>
            </w:r>
            <w:proofErr w:type="spellEnd"/>
            <w:r w:rsidRPr="00532DFA">
              <w:rPr>
                <w:b/>
                <w:sz w:val="24"/>
              </w:rPr>
              <w:t xml:space="preserve"> to be determined by Panel]</w:t>
            </w:r>
          </w:p>
        </w:tc>
        <w:tc>
          <w:tcPr>
            <w:tcW w:w="4232" w:type="dxa"/>
          </w:tcPr>
          <w:p w14:paraId="0DD6A895" w14:textId="77777777" w:rsidR="00BA4B68" w:rsidRDefault="00BA4B68" w:rsidP="00BA4B68">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C94FF7">
      <w:pPr>
        <w:autoSpaceDE w:val="0"/>
        <w:autoSpaceDN w:val="0"/>
        <w:adjustRightInd w:val="0"/>
        <w:snapToGrid w:val="0"/>
        <w:rPr>
          <w:rFonts w:cs="Arial"/>
          <w:color w:val="000000"/>
          <w:sz w:val="24"/>
          <w:lang w:val="x-none"/>
        </w:rPr>
      </w:pPr>
    </w:p>
    <w:p w14:paraId="70408DFC" w14:textId="726F4A03"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F21C75">
      <w:pPr>
        <w:autoSpaceDE w:val="0"/>
        <w:autoSpaceDN w:val="0"/>
        <w:adjustRightInd w:val="0"/>
        <w:snapToGrid w:val="0"/>
        <w:rPr>
          <w:rFonts w:cs="Arial"/>
          <w:color w:val="000000"/>
          <w:sz w:val="24"/>
          <w:lang w:val="x-none"/>
        </w:rPr>
      </w:pPr>
    </w:p>
    <w:p w14:paraId="0106DE16" w14:textId="3277446F"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F21C75">
      <w:pPr>
        <w:autoSpaceDE w:val="0"/>
        <w:autoSpaceDN w:val="0"/>
        <w:adjustRightInd w:val="0"/>
        <w:snapToGrid w:val="0"/>
        <w:rPr>
          <w:rFonts w:cs="Arial"/>
          <w:color w:val="000000"/>
          <w:sz w:val="24"/>
          <w:lang w:val="x-none"/>
        </w:rPr>
      </w:pPr>
    </w:p>
    <w:p w14:paraId="543AA56F" w14:textId="3D96921A"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 xml:space="preserve">CM proposals as possible. All new alternative proposals need to </w:t>
      </w:r>
      <w:r w:rsidRPr="009F47CD">
        <w:rPr>
          <w:rFonts w:cs="Arial"/>
          <w:color w:val="000000"/>
          <w:sz w:val="24"/>
          <w:lang w:val="x-none"/>
        </w:rPr>
        <w:lastRenderedPageBreak/>
        <w:t>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F21C75">
      <w:pPr>
        <w:autoSpaceDE w:val="0"/>
        <w:autoSpaceDN w:val="0"/>
        <w:adjustRightInd w:val="0"/>
        <w:snapToGrid w:val="0"/>
        <w:rPr>
          <w:rFonts w:cs="Arial"/>
          <w:color w:val="000000"/>
          <w:sz w:val="24"/>
          <w:lang w:val="x-none"/>
        </w:rPr>
      </w:pPr>
    </w:p>
    <w:p w14:paraId="61DF09F5" w14:textId="612D744F"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F21C75">
      <w:pPr>
        <w:autoSpaceDE w:val="0"/>
        <w:autoSpaceDN w:val="0"/>
        <w:adjustRightInd w:val="0"/>
        <w:snapToGrid w:val="0"/>
        <w:rPr>
          <w:rFonts w:cs="Arial"/>
          <w:color w:val="000000"/>
          <w:sz w:val="24"/>
          <w:lang w:val="x-none"/>
        </w:rPr>
      </w:pPr>
    </w:p>
    <w:p w14:paraId="12FDB25D" w14:textId="51B249F7"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 xml:space="preserve">with Grid Code GR. 20.11, if defined within the timetable agreed by the Grid Code </w:t>
      </w:r>
      <w:r w:rsidR="002C3FFE">
        <w:rPr>
          <w:rFonts w:cs="Arial"/>
          <w:color w:val="000000"/>
          <w:sz w:val="24"/>
        </w:rPr>
        <w:t xml:space="preserve">Review </w:t>
      </w:r>
      <w:r w:rsidRPr="00F21C75">
        <w:rPr>
          <w:rFonts w:cs="Arial"/>
          <w:color w:val="000000"/>
          <w:sz w:val="24"/>
          <w:lang w:val="x-none"/>
        </w:rPr>
        <w:t>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F21C75">
      <w:pPr>
        <w:autoSpaceDE w:val="0"/>
        <w:autoSpaceDN w:val="0"/>
        <w:adjustRightInd w:val="0"/>
        <w:snapToGrid w:val="0"/>
        <w:rPr>
          <w:rFonts w:cs="Arial"/>
          <w:color w:val="000000"/>
          <w:sz w:val="24"/>
          <w:lang w:val="x-none"/>
        </w:rPr>
      </w:pPr>
    </w:p>
    <w:p w14:paraId="6DFDB913" w14:textId="27D3E03B"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F21C75">
      <w:pPr>
        <w:autoSpaceDE w:val="0"/>
        <w:autoSpaceDN w:val="0"/>
        <w:adjustRightInd w:val="0"/>
        <w:snapToGrid w:val="0"/>
        <w:rPr>
          <w:rFonts w:cs="Arial"/>
          <w:color w:val="000000"/>
          <w:sz w:val="24"/>
          <w:lang w:val="x-none"/>
        </w:rPr>
      </w:pPr>
    </w:p>
    <w:p w14:paraId="41F1EEF9" w14:textId="774D6F1F" w:rsidR="00C94FF7" w:rsidRPr="002A77AA"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F21C75">
      <w:pPr>
        <w:autoSpaceDE w:val="0"/>
        <w:autoSpaceDN w:val="0"/>
        <w:adjustRightInd w:val="0"/>
        <w:snapToGrid w:val="0"/>
        <w:rPr>
          <w:rFonts w:cs="Arial"/>
          <w:color w:val="000000"/>
          <w:sz w:val="24"/>
          <w:lang w:val="x-none"/>
        </w:rPr>
      </w:pPr>
    </w:p>
    <w:p w14:paraId="616E755A" w14:textId="255644AD" w:rsidR="00C94FF7" w:rsidRPr="00F21C75" w:rsidRDefault="00C94FF7" w:rsidP="00564502">
      <w:pPr>
        <w:pStyle w:val="ListParagraph"/>
        <w:numPr>
          <w:ilvl w:val="0"/>
          <w:numId w:val="24"/>
        </w:numPr>
        <w:autoSpaceDE w:val="0"/>
        <w:autoSpaceDN w:val="0"/>
        <w:adjustRightInd w:val="0"/>
        <w:snapToGrid w:val="0"/>
        <w:rPr>
          <w:rFonts w:cs="Arial"/>
          <w:color w:val="FF0000"/>
          <w:lang w:val="x-none"/>
        </w:rPr>
      </w:pPr>
      <w:r w:rsidRPr="00F21C75">
        <w:rPr>
          <w:rFonts w:cs="Arial"/>
          <w:color w:val="000000"/>
          <w:sz w:val="24"/>
          <w:lang w:val="x-none"/>
        </w:rPr>
        <w:t xml:space="preserve">The Workgroup is to submit its final report to the </w:t>
      </w:r>
      <w:r w:rsidR="001B4FD0">
        <w:rPr>
          <w:rFonts w:cs="Arial"/>
          <w:color w:val="000000"/>
          <w:sz w:val="24"/>
        </w:rPr>
        <w:t>Grid Code Review</w:t>
      </w:r>
      <w:r w:rsidRPr="00F21C75">
        <w:rPr>
          <w:rFonts w:cs="Arial"/>
          <w:color w:val="000000"/>
          <w:sz w:val="24"/>
          <w:lang w:val="x-none"/>
        </w:rPr>
        <w:t xml:space="preserve"> Panel Secretary on </w:t>
      </w:r>
      <w:r w:rsidRPr="002A77AA">
        <w:rPr>
          <w:rFonts w:cs="Arial"/>
          <w:b/>
          <w:color w:val="000000"/>
          <w:sz w:val="24"/>
          <w:lang w:val="x-none"/>
        </w:rPr>
        <w:t>XX Month XXXX</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circulation to Panel Members. The final report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XX Month XXXX</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lastRenderedPageBreak/>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C27BDB">
      <w:pPr>
        <w:autoSpaceDE w:val="0"/>
        <w:autoSpaceDN w:val="0"/>
        <w:adjustRightInd w:val="0"/>
        <w:snapToGrid w:val="0"/>
        <w:rPr>
          <w:rFonts w:cs="Arial"/>
          <w:color w:val="000000"/>
          <w:sz w:val="24"/>
          <w:lang w:val="x-none"/>
        </w:rPr>
      </w:pPr>
    </w:p>
    <w:p w14:paraId="098CD2BD" w14:textId="7A7D4D6F" w:rsidR="00073AA9" w:rsidRDefault="00C27BDB" w:rsidP="00BF47E1">
      <w:pPr>
        <w:pStyle w:val="ListParagraph"/>
        <w:numPr>
          <w:ilvl w:val="0"/>
          <w:numId w:val="27"/>
        </w:numPr>
        <w:autoSpaceDE w:val="0"/>
        <w:autoSpaceDN w:val="0"/>
        <w:adjustRightInd w:val="0"/>
        <w:snapToGrid w:val="0"/>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073AA9">
      <w:pPr>
        <w:pStyle w:val="ListParagraph"/>
        <w:autoSpaceDE w:val="0"/>
        <w:autoSpaceDN w:val="0"/>
        <w:adjustRightInd w:val="0"/>
        <w:snapToGrid w:val="0"/>
        <w:rPr>
          <w:rFonts w:cs="Arial"/>
          <w:color w:val="000000"/>
          <w:sz w:val="24"/>
          <w:lang w:val="x-none"/>
        </w:rPr>
      </w:pPr>
    </w:p>
    <w:p w14:paraId="2322D409" w14:textId="7B3DB670" w:rsidR="00A81703" w:rsidRPr="00073AA9" w:rsidRDefault="00A81703" w:rsidP="00BF47E1">
      <w:pPr>
        <w:pStyle w:val="ListParagraph"/>
        <w:numPr>
          <w:ilvl w:val="0"/>
          <w:numId w:val="27"/>
        </w:numPr>
        <w:autoSpaceDE w:val="0"/>
        <w:autoSpaceDN w:val="0"/>
        <w:adjustRightInd w:val="0"/>
        <w:snapToGrid w:val="0"/>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A81703">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w:t>
      </w:r>
      <w:proofErr w:type="gramStart"/>
      <w:r>
        <w:rPr>
          <w:sz w:val="24"/>
        </w:rPr>
        <w:t>Objectives;</w:t>
      </w:r>
      <w:proofErr w:type="gramEnd"/>
    </w:p>
    <w:p w14:paraId="7F862E6F" w14:textId="1C9084DD" w:rsidR="00A81703" w:rsidRDefault="00A81703" w:rsidP="00A81703">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 xml:space="preserve">CM better facilitates the Applicable Grid Code Objectives than the original Modification </w:t>
      </w:r>
      <w:proofErr w:type="gramStart"/>
      <w:r>
        <w:rPr>
          <w:sz w:val="24"/>
        </w:rPr>
        <w:t>Proposal;</w:t>
      </w:r>
      <w:proofErr w:type="gramEnd"/>
    </w:p>
    <w:p w14:paraId="59B04618" w14:textId="6BB4A3FD" w:rsidR="00A81703" w:rsidRDefault="00A81703" w:rsidP="00A81703">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A81703">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A81703">
      <w:pPr>
        <w:autoSpaceDE w:val="0"/>
        <w:autoSpaceDN w:val="0"/>
        <w:adjustRightInd w:val="0"/>
        <w:snapToGrid w:val="0"/>
        <w:ind w:left="720" w:hanging="720"/>
        <w:rPr>
          <w:rFonts w:cs="Arial"/>
          <w:color w:val="000000"/>
          <w:sz w:val="24"/>
        </w:rPr>
      </w:pPr>
    </w:p>
    <w:p w14:paraId="015EB32C" w14:textId="16568C2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circumstances, for example where a member feels that a proposal has 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w:t>
      </w:r>
      <w:r w:rsidRPr="009F47CD">
        <w:rPr>
          <w:rFonts w:cs="Arial"/>
          <w:color w:val="000000"/>
          <w:sz w:val="24"/>
          <w:lang w:val="x-none"/>
        </w:rPr>
        <w:lastRenderedPageBreak/>
        <w:t>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C27BDB">
      <w:pPr>
        <w:autoSpaceDE w:val="0"/>
        <w:autoSpaceDN w:val="0"/>
        <w:adjustRightInd w:val="0"/>
        <w:snapToGrid w:val="0"/>
        <w:rPr>
          <w:rFonts w:cs="Arial"/>
          <w:color w:val="000000"/>
          <w:sz w:val="24"/>
          <w:lang w:val="x-none"/>
        </w:rPr>
      </w:pPr>
    </w:p>
    <w:p w14:paraId="58798DE7"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C27BDB">
      <w:pPr>
        <w:autoSpaceDE w:val="0"/>
        <w:autoSpaceDN w:val="0"/>
        <w:adjustRightInd w:val="0"/>
        <w:snapToGrid w:val="0"/>
        <w:rPr>
          <w:rFonts w:cs="Arial"/>
          <w:color w:val="000000"/>
          <w:sz w:val="24"/>
          <w:lang w:val="x-none"/>
        </w:rPr>
      </w:pPr>
    </w:p>
    <w:p w14:paraId="6F121ED1"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C27BDB">
      <w:pPr>
        <w:autoSpaceDE w:val="0"/>
        <w:autoSpaceDN w:val="0"/>
        <w:adjustRightInd w:val="0"/>
        <w:snapToGrid w:val="0"/>
        <w:rPr>
          <w:rFonts w:cs="Arial"/>
          <w:color w:val="000000"/>
          <w:sz w:val="24"/>
          <w:lang w:val="x-none"/>
        </w:rPr>
      </w:pPr>
    </w:p>
    <w:p w14:paraId="038974D4" w14:textId="7CC203A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340100">
      <w:pPr>
        <w:jc w:val="both"/>
        <w:rPr>
          <w:rFonts w:cs="Arial"/>
          <w:sz w:val="24"/>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ADD46" w14:textId="77777777" w:rsidR="000E7205" w:rsidRDefault="000E7205" w:rsidP="00D06DC4">
      <w:pPr>
        <w:spacing w:before="0" w:after="0" w:line="240" w:lineRule="auto"/>
      </w:pPr>
      <w:r>
        <w:separator/>
      </w:r>
    </w:p>
  </w:endnote>
  <w:endnote w:type="continuationSeparator" w:id="0">
    <w:p w14:paraId="3AF2A5F7" w14:textId="77777777" w:rsidR="000E7205" w:rsidRDefault="000E7205" w:rsidP="00D06DC4">
      <w:pPr>
        <w:spacing w:before="0" w:after="0" w:line="240" w:lineRule="auto"/>
      </w:pPr>
      <w:r>
        <w:continuationSeparator/>
      </w:r>
    </w:p>
  </w:endnote>
  <w:endnote w:type="continuationNotice" w:id="1">
    <w:p w14:paraId="6BE9771F" w14:textId="77777777" w:rsidR="000E7205" w:rsidRDefault="000E720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C01B1" w14:textId="77777777" w:rsidR="000E7205" w:rsidRDefault="000E7205" w:rsidP="00D06DC4">
      <w:pPr>
        <w:spacing w:before="0" w:after="0" w:line="240" w:lineRule="auto"/>
      </w:pPr>
      <w:r>
        <w:separator/>
      </w:r>
    </w:p>
  </w:footnote>
  <w:footnote w:type="continuationSeparator" w:id="0">
    <w:p w14:paraId="1B020923" w14:textId="77777777" w:rsidR="000E7205" w:rsidRDefault="000E7205" w:rsidP="00D06DC4">
      <w:pPr>
        <w:spacing w:before="0" w:after="0" w:line="240" w:lineRule="auto"/>
      </w:pPr>
      <w:r>
        <w:continuationSeparator/>
      </w:r>
    </w:p>
  </w:footnote>
  <w:footnote w:type="continuationNotice" w:id="1">
    <w:p w14:paraId="08D9CC6C" w14:textId="77777777" w:rsidR="000E7205" w:rsidRDefault="000E720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56FDC13" w:rsidR="00B8588F" w:rsidRDefault="00024EC6" w:rsidP="000C711B">
    <w:pPr>
      <w:pStyle w:val="Header"/>
      <w:ind w:left="720" w:firstLine="720"/>
      <w:jc w:val="right"/>
    </w:pPr>
    <w:bookmarkStart w:id="2" w:name="_Hlk31876634"/>
    <w:bookmarkStart w:id="3" w:name="_Hlk31876635"/>
    <w:r w:rsidRPr="00024EC6">
      <w:rPr>
        <w:noProof/>
      </w:rPr>
      <w:drawing>
        <wp:anchor distT="0" distB="0" distL="114300" distR="114300" simplePos="0" relativeHeight="251658240" behindDoc="1" locked="0" layoutInCell="1" allowOverlap="1" wp14:anchorId="3D713E5D" wp14:editId="38F0FC4C">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9F47CD">
      <w:t xml:space="preserve">Terms of Reference </w:t>
    </w:r>
    <w:r w:rsidR="00FF4D59">
      <w:t>GC</w:t>
    </w:r>
    <w:r w:rsidR="00233643">
      <w:t>0164</w:t>
    </w:r>
    <w:r w:rsidR="00B8588F">
      <w:tab/>
    </w:r>
    <w:bookmarkEnd w:id="2"/>
    <w:bookmarkEnd w:id="3"/>
    <w:r w:rsidR="00233643">
      <w:t>26 October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94D6AAA"/>
    <w:multiLevelType w:val="hybridMultilevel"/>
    <w:tmpl w:val="7D50EB08"/>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3299894">
    <w:abstractNumId w:val="22"/>
  </w:num>
  <w:num w:numId="2" w16cid:durableId="1203791489">
    <w:abstractNumId w:val="9"/>
  </w:num>
  <w:num w:numId="3" w16cid:durableId="1354726674">
    <w:abstractNumId w:val="6"/>
  </w:num>
  <w:num w:numId="4" w16cid:durableId="327639441">
    <w:abstractNumId w:val="2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4341487">
    <w:abstractNumId w:val="9"/>
  </w:num>
  <w:num w:numId="6" w16cid:durableId="656953645">
    <w:abstractNumId w:val="6"/>
  </w:num>
  <w:num w:numId="7" w16cid:durableId="999390387">
    <w:abstractNumId w:val="20"/>
  </w:num>
  <w:num w:numId="8" w16cid:durableId="832989247">
    <w:abstractNumId w:val="0"/>
  </w:num>
  <w:num w:numId="9" w16cid:durableId="1015570286">
    <w:abstractNumId w:val="21"/>
  </w:num>
  <w:num w:numId="10" w16cid:durableId="1799566836">
    <w:abstractNumId w:val="14"/>
  </w:num>
  <w:num w:numId="11" w16cid:durableId="738940702">
    <w:abstractNumId w:val="2"/>
  </w:num>
  <w:num w:numId="12" w16cid:durableId="1461455424">
    <w:abstractNumId w:val="19"/>
  </w:num>
  <w:num w:numId="13" w16cid:durableId="1629554877">
    <w:abstractNumId w:val="8"/>
  </w:num>
  <w:num w:numId="14" w16cid:durableId="1086416952">
    <w:abstractNumId w:val="1"/>
  </w:num>
  <w:num w:numId="15" w16cid:durableId="2142192328">
    <w:abstractNumId w:val="10"/>
  </w:num>
  <w:num w:numId="16" w16cid:durableId="470098242">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817570595">
    <w:abstractNumId w:val="15"/>
  </w:num>
  <w:num w:numId="18" w16cid:durableId="1718311644">
    <w:abstractNumId w:val="11"/>
  </w:num>
  <w:num w:numId="19" w16cid:durableId="956182297">
    <w:abstractNumId w:val="12"/>
  </w:num>
  <w:num w:numId="20" w16cid:durableId="1593515956">
    <w:abstractNumId w:val="18"/>
  </w:num>
  <w:num w:numId="21" w16cid:durableId="1658915513">
    <w:abstractNumId w:val="13"/>
  </w:num>
  <w:num w:numId="22" w16cid:durableId="786852175">
    <w:abstractNumId w:val="3"/>
  </w:num>
  <w:num w:numId="23" w16cid:durableId="1931425011">
    <w:abstractNumId w:val="17"/>
  </w:num>
  <w:num w:numId="24" w16cid:durableId="688684008">
    <w:abstractNumId w:val="7"/>
  </w:num>
  <w:num w:numId="25" w16cid:durableId="20568504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1459491">
    <w:abstractNumId w:val="5"/>
  </w:num>
  <w:num w:numId="27" w16cid:durableId="192960997">
    <w:abstractNumId w:val="4"/>
  </w:num>
  <w:num w:numId="28" w16cid:durableId="457187218">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4EC6"/>
    <w:rsid w:val="00027DF5"/>
    <w:rsid w:val="00027F1E"/>
    <w:rsid w:val="0003112E"/>
    <w:rsid w:val="000327A9"/>
    <w:rsid w:val="00032AB3"/>
    <w:rsid w:val="00040B6A"/>
    <w:rsid w:val="00043CA8"/>
    <w:rsid w:val="00044C49"/>
    <w:rsid w:val="00046C6B"/>
    <w:rsid w:val="00046C95"/>
    <w:rsid w:val="00046CCE"/>
    <w:rsid w:val="00046F03"/>
    <w:rsid w:val="00050401"/>
    <w:rsid w:val="00051A86"/>
    <w:rsid w:val="00052326"/>
    <w:rsid w:val="000544C2"/>
    <w:rsid w:val="000544FA"/>
    <w:rsid w:val="000570EE"/>
    <w:rsid w:val="00057671"/>
    <w:rsid w:val="00064D0D"/>
    <w:rsid w:val="00065068"/>
    <w:rsid w:val="000675C2"/>
    <w:rsid w:val="00067ACE"/>
    <w:rsid w:val="00071870"/>
    <w:rsid w:val="00073139"/>
    <w:rsid w:val="00073540"/>
    <w:rsid w:val="00073685"/>
    <w:rsid w:val="00073AA9"/>
    <w:rsid w:val="000740A7"/>
    <w:rsid w:val="000745B7"/>
    <w:rsid w:val="00074D0E"/>
    <w:rsid w:val="00074DA6"/>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2ED1"/>
    <w:rsid w:val="000B6AB0"/>
    <w:rsid w:val="000B6ADA"/>
    <w:rsid w:val="000B6FBD"/>
    <w:rsid w:val="000C1630"/>
    <w:rsid w:val="000C1A6E"/>
    <w:rsid w:val="000C1F3F"/>
    <w:rsid w:val="000C26E5"/>
    <w:rsid w:val="000C27B2"/>
    <w:rsid w:val="000C4C00"/>
    <w:rsid w:val="000C711B"/>
    <w:rsid w:val="000C780A"/>
    <w:rsid w:val="000C7F44"/>
    <w:rsid w:val="000D3105"/>
    <w:rsid w:val="000D37F9"/>
    <w:rsid w:val="000D47CE"/>
    <w:rsid w:val="000D496A"/>
    <w:rsid w:val="000D5889"/>
    <w:rsid w:val="000D70F3"/>
    <w:rsid w:val="000E05C7"/>
    <w:rsid w:val="000E0EA1"/>
    <w:rsid w:val="000E2452"/>
    <w:rsid w:val="000E3729"/>
    <w:rsid w:val="000E5C99"/>
    <w:rsid w:val="000E7205"/>
    <w:rsid w:val="000F0A75"/>
    <w:rsid w:val="000F1A70"/>
    <w:rsid w:val="000F2FC3"/>
    <w:rsid w:val="000F4990"/>
    <w:rsid w:val="000F7DBD"/>
    <w:rsid w:val="000F7DE1"/>
    <w:rsid w:val="001001FD"/>
    <w:rsid w:val="001010DC"/>
    <w:rsid w:val="00101348"/>
    <w:rsid w:val="001018FF"/>
    <w:rsid w:val="0010339F"/>
    <w:rsid w:val="00103807"/>
    <w:rsid w:val="001038F2"/>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04C"/>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4FD0"/>
    <w:rsid w:val="001B6CD2"/>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26E"/>
    <w:rsid w:val="00204E96"/>
    <w:rsid w:val="00207706"/>
    <w:rsid w:val="002131BA"/>
    <w:rsid w:val="00213F7A"/>
    <w:rsid w:val="00214C0B"/>
    <w:rsid w:val="002153B2"/>
    <w:rsid w:val="00217A69"/>
    <w:rsid w:val="00221806"/>
    <w:rsid w:val="002229C9"/>
    <w:rsid w:val="00224DC9"/>
    <w:rsid w:val="00232757"/>
    <w:rsid w:val="00233594"/>
    <w:rsid w:val="00233643"/>
    <w:rsid w:val="002342A0"/>
    <w:rsid w:val="0023461A"/>
    <w:rsid w:val="0023575D"/>
    <w:rsid w:val="002362B6"/>
    <w:rsid w:val="00240564"/>
    <w:rsid w:val="00240571"/>
    <w:rsid w:val="00242D19"/>
    <w:rsid w:val="00244A90"/>
    <w:rsid w:val="00250A22"/>
    <w:rsid w:val="00254599"/>
    <w:rsid w:val="0025464B"/>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3FFE"/>
    <w:rsid w:val="002C5585"/>
    <w:rsid w:val="002D0F39"/>
    <w:rsid w:val="002D28D8"/>
    <w:rsid w:val="002D725D"/>
    <w:rsid w:val="002E02F4"/>
    <w:rsid w:val="002E24CB"/>
    <w:rsid w:val="002E516D"/>
    <w:rsid w:val="002E64AD"/>
    <w:rsid w:val="002E79AB"/>
    <w:rsid w:val="002E7DE1"/>
    <w:rsid w:val="002F23E3"/>
    <w:rsid w:val="002F2473"/>
    <w:rsid w:val="002F3293"/>
    <w:rsid w:val="002F38C8"/>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57BC6"/>
    <w:rsid w:val="00360977"/>
    <w:rsid w:val="0036430D"/>
    <w:rsid w:val="00364E31"/>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922"/>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35DFA"/>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4975"/>
    <w:rsid w:val="00625705"/>
    <w:rsid w:val="00626EE8"/>
    <w:rsid w:val="00627299"/>
    <w:rsid w:val="006277B0"/>
    <w:rsid w:val="00627D47"/>
    <w:rsid w:val="00632EE1"/>
    <w:rsid w:val="006331BC"/>
    <w:rsid w:val="006333C1"/>
    <w:rsid w:val="0063660B"/>
    <w:rsid w:val="006370B8"/>
    <w:rsid w:val="00637799"/>
    <w:rsid w:val="006416FF"/>
    <w:rsid w:val="0064354E"/>
    <w:rsid w:val="00643587"/>
    <w:rsid w:val="006478AC"/>
    <w:rsid w:val="0065046D"/>
    <w:rsid w:val="0065194E"/>
    <w:rsid w:val="006520B6"/>
    <w:rsid w:val="00653999"/>
    <w:rsid w:val="00663B2B"/>
    <w:rsid w:val="00671E4D"/>
    <w:rsid w:val="00677E55"/>
    <w:rsid w:val="006822C4"/>
    <w:rsid w:val="00685E30"/>
    <w:rsid w:val="00685EB8"/>
    <w:rsid w:val="0068647B"/>
    <w:rsid w:val="0069159B"/>
    <w:rsid w:val="00691688"/>
    <w:rsid w:val="00695014"/>
    <w:rsid w:val="00695934"/>
    <w:rsid w:val="006963AE"/>
    <w:rsid w:val="00696E5F"/>
    <w:rsid w:val="006A04AE"/>
    <w:rsid w:val="006A086C"/>
    <w:rsid w:val="006A38CC"/>
    <w:rsid w:val="006A726B"/>
    <w:rsid w:val="006A77B7"/>
    <w:rsid w:val="006A7F32"/>
    <w:rsid w:val="006B0BA5"/>
    <w:rsid w:val="006B2CAC"/>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6F5014"/>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31E5"/>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92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E7EE6"/>
    <w:rsid w:val="007F1F4B"/>
    <w:rsid w:val="007F7AFF"/>
    <w:rsid w:val="008006B5"/>
    <w:rsid w:val="00800BB4"/>
    <w:rsid w:val="00806211"/>
    <w:rsid w:val="008161BE"/>
    <w:rsid w:val="00817E75"/>
    <w:rsid w:val="00823AA8"/>
    <w:rsid w:val="0082678D"/>
    <w:rsid w:val="00827EC1"/>
    <w:rsid w:val="00830744"/>
    <w:rsid w:val="00831616"/>
    <w:rsid w:val="008348E1"/>
    <w:rsid w:val="008370AF"/>
    <w:rsid w:val="008405D1"/>
    <w:rsid w:val="0084069F"/>
    <w:rsid w:val="00841C8A"/>
    <w:rsid w:val="00842397"/>
    <w:rsid w:val="00843D6B"/>
    <w:rsid w:val="00845B7F"/>
    <w:rsid w:val="00846BCC"/>
    <w:rsid w:val="0085014A"/>
    <w:rsid w:val="00850434"/>
    <w:rsid w:val="00851B70"/>
    <w:rsid w:val="00852E94"/>
    <w:rsid w:val="008540E7"/>
    <w:rsid w:val="008543DB"/>
    <w:rsid w:val="00854AF2"/>
    <w:rsid w:val="008568D0"/>
    <w:rsid w:val="0086075C"/>
    <w:rsid w:val="00863580"/>
    <w:rsid w:val="00864CCA"/>
    <w:rsid w:val="0086504D"/>
    <w:rsid w:val="0086636E"/>
    <w:rsid w:val="008666B3"/>
    <w:rsid w:val="0086691A"/>
    <w:rsid w:val="008701D8"/>
    <w:rsid w:val="00873137"/>
    <w:rsid w:val="00874574"/>
    <w:rsid w:val="008749BE"/>
    <w:rsid w:val="00875DF7"/>
    <w:rsid w:val="008760A2"/>
    <w:rsid w:val="00876919"/>
    <w:rsid w:val="00881170"/>
    <w:rsid w:val="00885C2D"/>
    <w:rsid w:val="0088753F"/>
    <w:rsid w:val="00890E91"/>
    <w:rsid w:val="00891400"/>
    <w:rsid w:val="00893DAB"/>
    <w:rsid w:val="00893FA7"/>
    <w:rsid w:val="008943FF"/>
    <w:rsid w:val="00894AAA"/>
    <w:rsid w:val="008A2752"/>
    <w:rsid w:val="008A5463"/>
    <w:rsid w:val="008A71B5"/>
    <w:rsid w:val="008A79F3"/>
    <w:rsid w:val="008A7B92"/>
    <w:rsid w:val="008B0EEC"/>
    <w:rsid w:val="008B2057"/>
    <w:rsid w:val="008B32B1"/>
    <w:rsid w:val="008B3EB5"/>
    <w:rsid w:val="008B503F"/>
    <w:rsid w:val="008B6ADF"/>
    <w:rsid w:val="008C0BCE"/>
    <w:rsid w:val="008C2009"/>
    <w:rsid w:val="008C3972"/>
    <w:rsid w:val="008C453E"/>
    <w:rsid w:val="008C54A0"/>
    <w:rsid w:val="008C5DFD"/>
    <w:rsid w:val="008C69B9"/>
    <w:rsid w:val="008D1810"/>
    <w:rsid w:val="008D263A"/>
    <w:rsid w:val="008D2C18"/>
    <w:rsid w:val="008D431E"/>
    <w:rsid w:val="008D43D5"/>
    <w:rsid w:val="008D5532"/>
    <w:rsid w:val="008D6D24"/>
    <w:rsid w:val="008D7DCF"/>
    <w:rsid w:val="008E1B63"/>
    <w:rsid w:val="008E1D28"/>
    <w:rsid w:val="008E5550"/>
    <w:rsid w:val="008E78D3"/>
    <w:rsid w:val="008F06A6"/>
    <w:rsid w:val="008F0847"/>
    <w:rsid w:val="008F0CAC"/>
    <w:rsid w:val="008F0CB6"/>
    <w:rsid w:val="008F22E3"/>
    <w:rsid w:val="008F3132"/>
    <w:rsid w:val="008F6964"/>
    <w:rsid w:val="0090734D"/>
    <w:rsid w:val="009077E0"/>
    <w:rsid w:val="00907C7F"/>
    <w:rsid w:val="00912A60"/>
    <w:rsid w:val="0091322A"/>
    <w:rsid w:val="0091591F"/>
    <w:rsid w:val="00915C4D"/>
    <w:rsid w:val="009208CA"/>
    <w:rsid w:val="00926C17"/>
    <w:rsid w:val="00926FAE"/>
    <w:rsid w:val="00930E16"/>
    <w:rsid w:val="009313C8"/>
    <w:rsid w:val="0093552D"/>
    <w:rsid w:val="00935A79"/>
    <w:rsid w:val="00937D02"/>
    <w:rsid w:val="00941EBE"/>
    <w:rsid w:val="00943569"/>
    <w:rsid w:val="00950BAA"/>
    <w:rsid w:val="00950FC5"/>
    <w:rsid w:val="00951B5C"/>
    <w:rsid w:val="0095596B"/>
    <w:rsid w:val="009572DD"/>
    <w:rsid w:val="009616C4"/>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1A7D"/>
    <w:rsid w:val="009B261D"/>
    <w:rsid w:val="009B78A3"/>
    <w:rsid w:val="009C1E77"/>
    <w:rsid w:val="009C3888"/>
    <w:rsid w:val="009D0F0F"/>
    <w:rsid w:val="009D2901"/>
    <w:rsid w:val="009D3BEA"/>
    <w:rsid w:val="009D5301"/>
    <w:rsid w:val="009D7B3A"/>
    <w:rsid w:val="009E0389"/>
    <w:rsid w:val="009E2AC7"/>
    <w:rsid w:val="009E3333"/>
    <w:rsid w:val="009E3BB4"/>
    <w:rsid w:val="009E539C"/>
    <w:rsid w:val="009F01AE"/>
    <w:rsid w:val="009F1FFF"/>
    <w:rsid w:val="009F319A"/>
    <w:rsid w:val="009F47CD"/>
    <w:rsid w:val="009F5426"/>
    <w:rsid w:val="00A00A7E"/>
    <w:rsid w:val="00A02D8E"/>
    <w:rsid w:val="00A02F5B"/>
    <w:rsid w:val="00A067AD"/>
    <w:rsid w:val="00A06CF9"/>
    <w:rsid w:val="00A072E7"/>
    <w:rsid w:val="00A07EED"/>
    <w:rsid w:val="00A1036A"/>
    <w:rsid w:val="00A109F4"/>
    <w:rsid w:val="00A1136E"/>
    <w:rsid w:val="00A119D3"/>
    <w:rsid w:val="00A11D4D"/>
    <w:rsid w:val="00A122C8"/>
    <w:rsid w:val="00A142D0"/>
    <w:rsid w:val="00A15441"/>
    <w:rsid w:val="00A16B4D"/>
    <w:rsid w:val="00A2057F"/>
    <w:rsid w:val="00A2633E"/>
    <w:rsid w:val="00A278BE"/>
    <w:rsid w:val="00A33AB4"/>
    <w:rsid w:val="00A3611A"/>
    <w:rsid w:val="00A412AA"/>
    <w:rsid w:val="00A423E3"/>
    <w:rsid w:val="00A432EC"/>
    <w:rsid w:val="00A432EF"/>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A5C"/>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89A"/>
    <w:rsid w:val="00B91C9E"/>
    <w:rsid w:val="00B934D4"/>
    <w:rsid w:val="00B95500"/>
    <w:rsid w:val="00B96805"/>
    <w:rsid w:val="00BA4B68"/>
    <w:rsid w:val="00BA67DA"/>
    <w:rsid w:val="00BA7B39"/>
    <w:rsid w:val="00BB1D0F"/>
    <w:rsid w:val="00BB2970"/>
    <w:rsid w:val="00BB33F6"/>
    <w:rsid w:val="00BB7DB1"/>
    <w:rsid w:val="00BC005B"/>
    <w:rsid w:val="00BC05D3"/>
    <w:rsid w:val="00BC1598"/>
    <w:rsid w:val="00BC2E51"/>
    <w:rsid w:val="00BC42F7"/>
    <w:rsid w:val="00BC5F63"/>
    <w:rsid w:val="00BC6934"/>
    <w:rsid w:val="00BD020A"/>
    <w:rsid w:val="00BD0AB5"/>
    <w:rsid w:val="00BD1629"/>
    <w:rsid w:val="00BD4EE4"/>
    <w:rsid w:val="00BD5234"/>
    <w:rsid w:val="00BD5E5E"/>
    <w:rsid w:val="00BE183E"/>
    <w:rsid w:val="00BE5334"/>
    <w:rsid w:val="00BF3947"/>
    <w:rsid w:val="00BF47E1"/>
    <w:rsid w:val="00BF4C9B"/>
    <w:rsid w:val="00BF4F04"/>
    <w:rsid w:val="00BF5875"/>
    <w:rsid w:val="00BF59BA"/>
    <w:rsid w:val="00C047A8"/>
    <w:rsid w:val="00C049E1"/>
    <w:rsid w:val="00C05FD8"/>
    <w:rsid w:val="00C0755A"/>
    <w:rsid w:val="00C0785A"/>
    <w:rsid w:val="00C110EF"/>
    <w:rsid w:val="00C11231"/>
    <w:rsid w:val="00C11C43"/>
    <w:rsid w:val="00C1207F"/>
    <w:rsid w:val="00C140BA"/>
    <w:rsid w:val="00C179B0"/>
    <w:rsid w:val="00C21CA3"/>
    <w:rsid w:val="00C23E99"/>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28A3"/>
    <w:rsid w:val="00C84422"/>
    <w:rsid w:val="00C92950"/>
    <w:rsid w:val="00C94CB7"/>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2A91"/>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52D"/>
    <w:rsid w:val="00EA6DEA"/>
    <w:rsid w:val="00EB6131"/>
    <w:rsid w:val="00EC1553"/>
    <w:rsid w:val="00EC4AC6"/>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20F6"/>
    <w:rsid w:val="00EF3CEC"/>
    <w:rsid w:val="00EF5AB4"/>
    <w:rsid w:val="00EF5D4D"/>
    <w:rsid w:val="00F05939"/>
    <w:rsid w:val="00F075F6"/>
    <w:rsid w:val="00F1479D"/>
    <w:rsid w:val="00F17B86"/>
    <w:rsid w:val="00F21C75"/>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6F52"/>
    <w:rsid w:val="00F67C1F"/>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3196"/>
    <w:rsid w:val="00FB5C71"/>
    <w:rsid w:val="00FB6F98"/>
    <w:rsid w:val="00FC0ADE"/>
    <w:rsid w:val="00FC3173"/>
    <w:rsid w:val="00FC56D3"/>
    <w:rsid w:val="00FD0516"/>
    <w:rsid w:val="00FD1271"/>
    <w:rsid w:val="00FD238D"/>
    <w:rsid w:val="00FD4641"/>
    <w:rsid w:val="00FD606B"/>
    <w:rsid w:val="00FD7C3C"/>
    <w:rsid w:val="00FE3846"/>
    <w:rsid w:val="00FE4E78"/>
    <w:rsid w:val="00FF0847"/>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2.xml><?xml version="1.0" encoding="utf-8"?>
<ds:datastoreItem xmlns:ds="http://schemas.openxmlformats.org/officeDocument/2006/customXml" ds:itemID="{D1E9F84A-ED0F-4D5D-AC4A-3E20F81753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 ds:uri="dec74c4c-1639-4502-8f90-b4ce03410dfb"/>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Template>
  <TotalTime>4</TotalTime>
  <Pages>5</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Lizzie Timmins (ESO)</cp:lastModifiedBy>
  <cp:revision>9</cp:revision>
  <cp:lastPrinted>2020-02-06T13:28:00Z</cp:lastPrinted>
  <dcterms:created xsi:type="dcterms:W3CDTF">2023-10-11T07:45:00Z</dcterms:created>
  <dcterms:modified xsi:type="dcterms:W3CDTF">2023-10-18T09:31:00Z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MediaServiceImageTags">
    <vt:lpwstr/>
  </property>
</Properties>
</file>