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BD453" w14:textId="77777777" w:rsidR="00C14CF9" w:rsidRDefault="00C14CF9">
      <w:pPr>
        <w:rPr>
          <w:b/>
          <w:i/>
        </w:rPr>
      </w:pPr>
    </w:p>
    <w:p w14:paraId="06DD64B3" w14:textId="77777777" w:rsidR="00C14CF9" w:rsidRDefault="00C14CF9">
      <w:pPr>
        <w:pStyle w:val="Heading5"/>
        <w:rPr>
          <w:sz w:val="40"/>
        </w:rPr>
      </w:pPr>
      <w:r>
        <w:rPr>
          <w:sz w:val="40"/>
        </w:rPr>
        <w:t>STCP 04-5 Issue 00</w:t>
      </w:r>
      <w:r w:rsidR="00866535">
        <w:rPr>
          <w:sz w:val="40"/>
        </w:rPr>
        <w:t>5</w:t>
      </w:r>
      <w:r>
        <w:rPr>
          <w:sz w:val="40"/>
        </w:rPr>
        <w:t xml:space="preserve"> Operational Telephony </w:t>
      </w:r>
    </w:p>
    <w:p w14:paraId="766CD3C2" w14:textId="77777777" w:rsidR="00C14CF9" w:rsidRDefault="00C14CF9" w:rsidP="001E3C4E">
      <w:pPr>
        <w:pStyle w:val="Heading5"/>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C14CF9" w14:paraId="41593498" w14:textId="77777777">
        <w:tc>
          <w:tcPr>
            <w:tcW w:w="2518" w:type="dxa"/>
          </w:tcPr>
          <w:p w14:paraId="4804A42D" w14:textId="77777777" w:rsidR="00C14CF9" w:rsidRDefault="001E3C4E">
            <w:pPr>
              <w:spacing w:before="120"/>
              <w:jc w:val="center"/>
              <w:rPr>
                <w:b/>
                <w:color w:val="000000"/>
              </w:rPr>
            </w:pPr>
            <w:r>
              <w:rPr>
                <w:b/>
                <w:color w:val="000000"/>
              </w:rPr>
              <w:t xml:space="preserve"> Party</w:t>
            </w:r>
          </w:p>
        </w:tc>
        <w:tc>
          <w:tcPr>
            <w:tcW w:w="2126" w:type="dxa"/>
          </w:tcPr>
          <w:p w14:paraId="751B1EFF" w14:textId="77777777" w:rsidR="00C14CF9" w:rsidRDefault="00C14CF9">
            <w:pPr>
              <w:spacing w:before="120"/>
              <w:jc w:val="center"/>
              <w:rPr>
                <w:b/>
                <w:color w:val="000000"/>
              </w:rPr>
            </w:pPr>
            <w:r>
              <w:rPr>
                <w:b/>
                <w:color w:val="000000"/>
              </w:rPr>
              <w:t>Name of Party Representative</w:t>
            </w:r>
          </w:p>
        </w:tc>
        <w:tc>
          <w:tcPr>
            <w:tcW w:w="2552" w:type="dxa"/>
          </w:tcPr>
          <w:p w14:paraId="2C8115DF" w14:textId="77777777" w:rsidR="00C14CF9" w:rsidRDefault="00C14CF9">
            <w:pPr>
              <w:spacing w:before="120"/>
              <w:jc w:val="center"/>
              <w:rPr>
                <w:b/>
                <w:color w:val="000000"/>
              </w:rPr>
            </w:pPr>
            <w:r>
              <w:rPr>
                <w:b/>
                <w:color w:val="000000"/>
              </w:rPr>
              <w:t>Signature</w:t>
            </w:r>
          </w:p>
        </w:tc>
        <w:tc>
          <w:tcPr>
            <w:tcW w:w="1276" w:type="dxa"/>
          </w:tcPr>
          <w:p w14:paraId="6F30E1F4" w14:textId="77777777" w:rsidR="00C14CF9" w:rsidRDefault="00C14CF9">
            <w:pPr>
              <w:spacing w:before="120"/>
              <w:jc w:val="center"/>
              <w:rPr>
                <w:b/>
                <w:color w:val="000000"/>
              </w:rPr>
            </w:pPr>
            <w:r>
              <w:rPr>
                <w:b/>
                <w:color w:val="000000"/>
              </w:rPr>
              <w:t>Date</w:t>
            </w:r>
          </w:p>
        </w:tc>
      </w:tr>
      <w:tr w:rsidR="00866535" w14:paraId="71A7413D" w14:textId="77777777">
        <w:trPr>
          <w:trHeight w:val="765"/>
        </w:trPr>
        <w:tc>
          <w:tcPr>
            <w:tcW w:w="2518" w:type="dxa"/>
            <w:vAlign w:val="center"/>
          </w:tcPr>
          <w:p w14:paraId="164374E0" w14:textId="77777777" w:rsidR="00866535" w:rsidRDefault="00866535">
            <w:pPr>
              <w:spacing w:before="120"/>
              <w:ind w:right="317"/>
              <w:rPr>
                <w:sz w:val="22"/>
                <w:lang w:eastAsia="en-GB"/>
              </w:rPr>
            </w:pPr>
            <w:r>
              <w:rPr>
                <w:sz w:val="22"/>
                <w:lang w:eastAsia="en-GB"/>
              </w:rPr>
              <w:t>National Grid</w:t>
            </w:r>
            <w:r w:rsidR="00E41BEE">
              <w:rPr>
                <w:sz w:val="22"/>
                <w:lang w:eastAsia="en-GB"/>
              </w:rPr>
              <w:t xml:space="preserve"> Electricity System Operator Ltd</w:t>
            </w:r>
          </w:p>
        </w:tc>
        <w:tc>
          <w:tcPr>
            <w:tcW w:w="2126" w:type="dxa"/>
            <w:vAlign w:val="center"/>
          </w:tcPr>
          <w:p w14:paraId="34E77E0E" w14:textId="77777777" w:rsidR="00866535" w:rsidRDefault="00866535">
            <w:pPr>
              <w:spacing w:before="120"/>
              <w:rPr>
                <w:color w:val="000000"/>
              </w:rPr>
            </w:pPr>
          </w:p>
        </w:tc>
        <w:tc>
          <w:tcPr>
            <w:tcW w:w="2552" w:type="dxa"/>
            <w:vAlign w:val="center"/>
          </w:tcPr>
          <w:p w14:paraId="2FDBC045" w14:textId="77777777" w:rsidR="00866535" w:rsidRDefault="00866535">
            <w:pPr>
              <w:rPr>
                <w:color w:val="000000"/>
              </w:rPr>
            </w:pPr>
          </w:p>
        </w:tc>
        <w:tc>
          <w:tcPr>
            <w:tcW w:w="1276" w:type="dxa"/>
            <w:vAlign w:val="center"/>
          </w:tcPr>
          <w:p w14:paraId="1C6BE119" w14:textId="77777777" w:rsidR="00866535" w:rsidRDefault="00866535">
            <w:pPr>
              <w:rPr>
                <w:color w:val="000000"/>
              </w:rPr>
            </w:pPr>
          </w:p>
        </w:tc>
      </w:tr>
      <w:tr w:rsidR="00C14CF9" w14:paraId="43260E75" w14:textId="77777777">
        <w:trPr>
          <w:trHeight w:val="765"/>
        </w:trPr>
        <w:tc>
          <w:tcPr>
            <w:tcW w:w="2518" w:type="dxa"/>
            <w:vAlign w:val="center"/>
          </w:tcPr>
          <w:p w14:paraId="387EB41A" w14:textId="77777777" w:rsidR="00C14CF9" w:rsidRDefault="00C14CF9">
            <w:pPr>
              <w:spacing w:before="120"/>
              <w:ind w:right="317"/>
              <w:rPr>
                <w:color w:val="000000"/>
              </w:rPr>
            </w:pPr>
            <w:r>
              <w:rPr>
                <w:sz w:val="22"/>
                <w:lang w:eastAsia="en-GB"/>
              </w:rPr>
              <w:t>National Grid Electricity Transmission plc</w:t>
            </w:r>
          </w:p>
        </w:tc>
        <w:tc>
          <w:tcPr>
            <w:tcW w:w="2126" w:type="dxa"/>
            <w:vAlign w:val="center"/>
          </w:tcPr>
          <w:p w14:paraId="6FD0157F" w14:textId="77777777" w:rsidR="00C14CF9" w:rsidRDefault="00C14CF9">
            <w:pPr>
              <w:spacing w:before="120"/>
              <w:rPr>
                <w:color w:val="000000"/>
              </w:rPr>
            </w:pPr>
          </w:p>
        </w:tc>
        <w:tc>
          <w:tcPr>
            <w:tcW w:w="2552" w:type="dxa"/>
            <w:vAlign w:val="center"/>
          </w:tcPr>
          <w:p w14:paraId="1CD590FD" w14:textId="77777777" w:rsidR="00C14CF9" w:rsidRDefault="00C14CF9">
            <w:pPr>
              <w:rPr>
                <w:color w:val="000000"/>
              </w:rPr>
            </w:pPr>
          </w:p>
        </w:tc>
        <w:tc>
          <w:tcPr>
            <w:tcW w:w="1276" w:type="dxa"/>
            <w:vAlign w:val="center"/>
          </w:tcPr>
          <w:p w14:paraId="48280A75" w14:textId="77777777" w:rsidR="00C14CF9" w:rsidRDefault="00C14CF9">
            <w:pPr>
              <w:rPr>
                <w:color w:val="000000"/>
              </w:rPr>
            </w:pPr>
          </w:p>
        </w:tc>
      </w:tr>
      <w:tr w:rsidR="00C14CF9" w14:paraId="6C7BE2D7" w14:textId="77777777">
        <w:trPr>
          <w:trHeight w:val="765"/>
        </w:trPr>
        <w:tc>
          <w:tcPr>
            <w:tcW w:w="2518" w:type="dxa"/>
            <w:vAlign w:val="center"/>
          </w:tcPr>
          <w:p w14:paraId="2605842F" w14:textId="77777777" w:rsidR="00C14CF9" w:rsidRDefault="00C14CF9">
            <w:pPr>
              <w:spacing w:before="120"/>
              <w:rPr>
                <w:color w:val="000000"/>
              </w:rPr>
            </w:pPr>
            <w:r>
              <w:rPr>
                <w:sz w:val="22"/>
                <w:lang w:eastAsia="en-GB"/>
              </w:rPr>
              <w:t>SP Transmission Ltd</w:t>
            </w:r>
          </w:p>
        </w:tc>
        <w:tc>
          <w:tcPr>
            <w:tcW w:w="2126" w:type="dxa"/>
            <w:vAlign w:val="center"/>
          </w:tcPr>
          <w:p w14:paraId="3CACC535" w14:textId="77777777" w:rsidR="00C14CF9" w:rsidRDefault="00C14CF9">
            <w:pPr>
              <w:spacing w:before="120"/>
              <w:rPr>
                <w:color w:val="000000"/>
              </w:rPr>
            </w:pPr>
          </w:p>
        </w:tc>
        <w:tc>
          <w:tcPr>
            <w:tcW w:w="2552" w:type="dxa"/>
            <w:vAlign w:val="center"/>
          </w:tcPr>
          <w:p w14:paraId="4B165CB1" w14:textId="77777777" w:rsidR="00C14CF9" w:rsidRDefault="00C14CF9">
            <w:pPr>
              <w:rPr>
                <w:color w:val="000000"/>
              </w:rPr>
            </w:pPr>
          </w:p>
        </w:tc>
        <w:tc>
          <w:tcPr>
            <w:tcW w:w="1276" w:type="dxa"/>
            <w:vAlign w:val="center"/>
          </w:tcPr>
          <w:p w14:paraId="33EED55B" w14:textId="77777777" w:rsidR="00C14CF9" w:rsidRDefault="00C14CF9">
            <w:pPr>
              <w:rPr>
                <w:color w:val="000000"/>
              </w:rPr>
            </w:pPr>
          </w:p>
        </w:tc>
      </w:tr>
      <w:tr w:rsidR="00C14CF9" w14:paraId="25B44A81" w14:textId="77777777">
        <w:trPr>
          <w:trHeight w:val="765"/>
        </w:trPr>
        <w:tc>
          <w:tcPr>
            <w:tcW w:w="2518" w:type="dxa"/>
            <w:vAlign w:val="center"/>
          </w:tcPr>
          <w:p w14:paraId="67BA49B0" w14:textId="77777777" w:rsidR="00C14CF9" w:rsidRDefault="00C14CF9">
            <w:pPr>
              <w:spacing w:before="120"/>
              <w:rPr>
                <w:color w:val="000000"/>
              </w:rPr>
            </w:pPr>
            <w:r>
              <w:rPr>
                <w:sz w:val="22"/>
                <w:lang w:eastAsia="en-GB"/>
              </w:rPr>
              <w:t>Scottish Hydro-Electric Transmission Ltd</w:t>
            </w:r>
          </w:p>
        </w:tc>
        <w:tc>
          <w:tcPr>
            <w:tcW w:w="2126" w:type="dxa"/>
            <w:vAlign w:val="center"/>
          </w:tcPr>
          <w:p w14:paraId="70A9E13E" w14:textId="77777777" w:rsidR="00C14CF9" w:rsidRDefault="00C14CF9">
            <w:pPr>
              <w:spacing w:before="120"/>
              <w:rPr>
                <w:color w:val="000000"/>
              </w:rPr>
            </w:pPr>
          </w:p>
        </w:tc>
        <w:tc>
          <w:tcPr>
            <w:tcW w:w="2552" w:type="dxa"/>
            <w:vAlign w:val="center"/>
          </w:tcPr>
          <w:p w14:paraId="4032EE7A" w14:textId="77777777" w:rsidR="00C14CF9" w:rsidRDefault="00C14CF9">
            <w:pPr>
              <w:rPr>
                <w:color w:val="000000"/>
              </w:rPr>
            </w:pPr>
          </w:p>
        </w:tc>
        <w:tc>
          <w:tcPr>
            <w:tcW w:w="1276" w:type="dxa"/>
            <w:vAlign w:val="center"/>
          </w:tcPr>
          <w:p w14:paraId="7CF387F9" w14:textId="77777777" w:rsidR="00C14CF9" w:rsidRDefault="00C14CF9">
            <w:pPr>
              <w:rPr>
                <w:color w:val="000000"/>
              </w:rPr>
            </w:pPr>
          </w:p>
        </w:tc>
      </w:tr>
      <w:tr w:rsidR="001E3C4E" w14:paraId="384AC1A0" w14:textId="77777777">
        <w:trPr>
          <w:trHeight w:val="765"/>
        </w:trPr>
        <w:tc>
          <w:tcPr>
            <w:tcW w:w="2518" w:type="dxa"/>
            <w:vAlign w:val="center"/>
          </w:tcPr>
          <w:p w14:paraId="109AF1D6" w14:textId="77777777" w:rsidR="001E3C4E" w:rsidRDefault="001E3C4E">
            <w:pPr>
              <w:spacing w:before="120"/>
              <w:rPr>
                <w:sz w:val="22"/>
                <w:lang w:eastAsia="en-GB"/>
              </w:rPr>
            </w:pPr>
            <w:r>
              <w:rPr>
                <w:sz w:val="22"/>
                <w:lang w:eastAsia="en-GB"/>
              </w:rPr>
              <w:t>Offshore Transmission Owners</w:t>
            </w:r>
          </w:p>
        </w:tc>
        <w:tc>
          <w:tcPr>
            <w:tcW w:w="2126" w:type="dxa"/>
            <w:vAlign w:val="center"/>
          </w:tcPr>
          <w:p w14:paraId="233C5059" w14:textId="77777777" w:rsidR="001E3C4E" w:rsidRDefault="001E3C4E">
            <w:pPr>
              <w:spacing w:before="120"/>
              <w:rPr>
                <w:color w:val="000000"/>
              </w:rPr>
            </w:pPr>
          </w:p>
        </w:tc>
        <w:tc>
          <w:tcPr>
            <w:tcW w:w="2552" w:type="dxa"/>
            <w:vAlign w:val="center"/>
          </w:tcPr>
          <w:p w14:paraId="5BE3233F" w14:textId="77777777" w:rsidR="001E3C4E" w:rsidRDefault="001E3C4E">
            <w:pPr>
              <w:rPr>
                <w:color w:val="000000"/>
              </w:rPr>
            </w:pPr>
          </w:p>
        </w:tc>
        <w:tc>
          <w:tcPr>
            <w:tcW w:w="1276" w:type="dxa"/>
            <w:vAlign w:val="center"/>
          </w:tcPr>
          <w:p w14:paraId="33CC1B94" w14:textId="77777777" w:rsidR="001E3C4E" w:rsidRDefault="001E3C4E">
            <w:pPr>
              <w:rPr>
                <w:color w:val="000000"/>
              </w:rPr>
            </w:pPr>
          </w:p>
        </w:tc>
      </w:tr>
    </w:tbl>
    <w:p w14:paraId="26F2EE32" w14:textId="77777777" w:rsidR="00C14CF9" w:rsidRDefault="00C14CF9">
      <w:pPr>
        <w:pStyle w:val="Heading5"/>
      </w:pPr>
    </w:p>
    <w:p w14:paraId="50A8AA30" w14:textId="77777777" w:rsidR="00C14CF9" w:rsidRDefault="00C14CF9" w:rsidP="001E3C4E">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C14CF9" w14:paraId="5D57A201" w14:textId="77777777">
        <w:tc>
          <w:tcPr>
            <w:tcW w:w="1526" w:type="dxa"/>
          </w:tcPr>
          <w:p w14:paraId="7195CBDA" w14:textId="77777777" w:rsidR="00C14CF9" w:rsidRDefault="00C14CF9">
            <w:r>
              <w:t>Issue 001</w:t>
            </w:r>
          </w:p>
        </w:tc>
        <w:tc>
          <w:tcPr>
            <w:tcW w:w="1417" w:type="dxa"/>
          </w:tcPr>
          <w:p w14:paraId="1ABA50ED" w14:textId="77777777" w:rsidR="00C14CF9" w:rsidRDefault="00C14CF9">
            <w:r>
              <w:t>14/03/2005</w:t>
            </w:r>
          </w:p>
        </w:tc>
        <w:tc>
          <w:tcPr>
            <w:tcW w:w="5579" w:type="dxa"/>
          </w:tcPr>
          <w:p w14:paraId="78BF48C5" w14:textId="77777777" w:rsidR="00C14CF9" w:rsidRDefault="00C14CF9">
            <w:pPr>
              <w:autoSpaceDE w:val="0"/>
              <w:autoSpaceDN w:val="0"/>
              <w:adjustRightInd w:val="0"/>
              <w:spacing w:after="0"/>
              <w:rPr>
                <w:lang w:eastAsia="en-GB"/>
              </w:rPr>
            </w:pPr>
            <w:r>
              <w:rPr>
                <w:lang w:eastAsia="en-GB"/>
              </w:rPr>
              <w:t>BETTA Go-Live Version</w:t>
            </w:r>
          </w:p>
        </w:tc>
      </w:tr>
      <w:tr w:rsidR="00C14CF9" w14:paraId="24E7FB01" w14:textId="77777777">
        <w:tc>
          <w:tcPr>
            <w:tcW w:w="1526" w:type="dxa"/>
          </w:tcPr>
          <w:p w14:paraId="05EEE4B2" w14:textId="77777777" w:rsidR="00C14CF9" w:rsidRDefault="00C14CF9">
            <w:r>
              <w:t>Issue 002</w:t>
            </w:r>
          </w:p>
        </w:tc>
        <w:tc>
          <w:tcPr>
            <w:tcW w:w="1417" w:type="dxa"/>
          </w:tcPr>
          <w:p w14:paraId="38C83C75" w14:textId="77777777" w:rsidR="00C14CF9" w:rsidRDefault="00C14CF9">
            <w:r>
              <w:t>04/07/2005</w:t>
            </w:r>
          </w:p>
        </w:tc>
        <w:tc>
          <w:tcPr>
            <w:tcW w:w="5579" w:type="dxa"/>
          </w:tcPr>
          <w:p w14:paraId="74C42C64" w14:textId="77777777" w:rsidR="00C14CF9" w:rsidRDefault="00C14CF9">
            <w:r>
              <w:t>Issue 002 incorporating PA027</w:t>
            </w:r>
          </w:p>
        </w:tc>
      </w:tr>
      <w:tr w:rsidR="00C14CF9" w14:paraId="067670A7" w14:textId="77777777">
        <w:tc>
          <w:tcPr>
            <w:tcW w:w="1526" w:type="dxa"/>
          </w:tcPr>
          <w:p w14:paraId="729526CF" w14:textId="77777777" w:rsidR="00C14CF9" w:rsidRDefault="00C14CF9">
            <w:r>
              <w:t>Issue 003</w:t>
            </w:r>
          </w:p>
        </w:tc>
        <w:tc>
          <w:tcPr>
            <w:tcW w:w="1417" w:type="dxa"/>
          </w:tcPr>
          <w:p w14:paraId="5EFEBE0C" w14:textId="77777777" w:rsidR="00C14CF9" w:rsidRDefault="00C14CF9">
            <w:r>
              <w:t>25/10/2005</w:t>
            </w:r>
          </w:p>
        </w:tc>
        <w:tc>
          <w:tcPr>
            <w:tcW w:w="5579" w:type="dxa"/>
          </w:tcPr>
          <w:p w14:paraId="6DCDAD18" w14:textId="77777777" w:rsidR="00C14CF9" w:rsidRDefault="00C14CF9">
            <w:r>
              <w:t>Issue 003 incorporating PA034 &amp; PA037</w:t>
            </w:r>
          </w:p>
        </w:tc>
      </w:tr>
      <w:tr w:rsidR="001E3C4E" w14:paraId="78479780" w14:textId="77777777">
        <w:tc>
          <w:tcPr>
            <w:tcW w:w="1526" w:type="dxa"/>
          </w:tcPr>
          <w:p w14:paraId="08CC5EC2" w14:textId="77777777" w:rsidR="001E3C4E" w:rsidRDefault="001E3C4E">
            <w:r>
              <w:t>Issue 00</w:t>
            </w:r>
            <w:r w:rsidR="005A3B8B">
              <w:t>4</w:t>
            </w:r>
          </w:p>
        </w:tc>
        <w:tc>
          <w:tcPr>
            <w:tcW w:w="1417" w:type="dxa"/>
          </w:tcPr>
          <w:p w14:paraId="235BF2C6" w14:textId="77777777" w:rsidR="001E3C4E" w:rsidRDefault="00EF60E3">
            <w:r>
              <w:t>24/06</w:t>
            </w:r>
            <w:r w:rsidR="001E3C4E">
              <w:t>/2009</w:t>
            </w:r>
          </w:p>
        </w:tc>
        <w:tc>
          <w:tcPr>
            <w:tcW w:w="5579" w:type="dxa"/>
          </w:tcPr>
          <w:p w14:paraId="197D558C" w14:textId="77777777" w:rsidR="001E3C4E" w:rsidRDefault="001E3C4E">
            <w:r>
              <w:t>Issue 00</w:t>
            </w:r>
            <w:r w:rsidR="00FD7425">
              <w:t>4</w:t>
            </w:r>
            <w:r>
              <w:t xml:space="preserve"> incorporating changes for Offshore Transmission</w:t>
            </w:r>
          </w:p>
        </w:tc>
      </w:tr>
      <w:tr w:rsidR="00866535" w14:paraId="03F0EAE5" w14:textId="77777777">
        <w:tc>
          <w:tcPr>
            <w:tcW w:w="1526" w:type="dxa"/>
          </w:tcPr>
          <w:p w14:paraId="6D8BF9D1" w14:textId="77777777" w:rsidR="00866535" w:rsidRDefault="00866535">
            <w:r>
              <w:t>Issue 005</w:t>
            </w:r>
          </w:p>
        </w:tc>
        <w:tc>
          <w:tcPr>
            <w:tcW w:w="1417" w:type="dxa"/>
          </w:tcPr>
          <w:p w14:paraId="2DFBAB8E" w14:textId="03982D82" w:rsidR="00866535" w:rsidRDefault="003D76C3" w:rsidP="003D76C3">
            <w:r>
              <w:t>01/04</w:t>
            </w:r>
            <w:r w:rsidR="00866535">
              <w:t>/</w:t>
            </w:r>
            <w:ins w:id="0" w:author="Johnson (ESO), Antony" w:date="2023-04-26T17:49:00Z">
              <w:r w:rsidR="00EB17A5">
                <w:t>20</w:t>
              </w:r>
            </w:ins>
            <w:r w:rsidR="00866535">
              <w:t>1</w:t>
            </w:r>
            <w:r>
              <w:t>9</w:t>
            </w:r>
          </w:p>
        </w:tc>
        <w:tc>
          <w:tcPr>
            <w:tcW w:w="5579" w:type="dxa"/>
          </w:tcPr>
          <w:p w14:paraId="2AF13E54" w14:textId="77777777" w:rsidR="00866535" w:rsidRDefault="00866535" w:rsidP="00866535">
            <w:r>
              <w:t xml:space="preserve">Issue 005 </w:t>
            </w:r>
            <w:r w:rsidR="003D76C3">
              <w:t xml:space="preserve">incorporating </w:t>
            </w:r>
            <w:r>
              <w:t>National Grid Legal Separation Changes</w:t>
            </w:r>
          </w:p>
        </w:tc>
      </w:tr>
      <w:tr w:rsidR="00AE37F5" w14:paraId="28FF9552" w14:textId="77777777">
        <w:trPr>
          <w:ins w:id="1" w:author="Johnson (ESO), Antony" w:date="2023-04-26T17:48:00Z"/>
        </w:trPr>
        <w:tc>
          <w:tcPr>
            <w:tcW w:w="1526" w:type="dxa"/>
          </w:tcPr>
          <w:p w14:paraId="03F6C24F" w14:textId="49037A9E" w:rsidR="00AE37F5" w:rsidRDefault="00AE37F5">
            <w:pPr>
              <w:rPr>
                <w:ins w:id="2" w:author="Johnson (ESO), Antony" w:date="2023-04-26T17:48:00Z"/>
              </w:rPr>
            </w:pPr>
            <w:ins w:id="3" w:author="Johnson (ESO), Antony" w:date="2023-04-26T17:48:00Z">
              <w:r>
                <w:t>Issue 006</w:t>
              </w:r>
            </w:ins>
          </w:p>
        </w:tc>
        <w:tc>
          <w:tcPr>
            <w:tcW w:w="1417" w:type="dxa"/>
          </w:tcPr>
          <w:p w14:paraId="2C890DB1" w14:textId="2A15AA44" w:rsidR="00AE37F5" w:rsidRDefault="00AE37F5" w:rsidP="003D76C3">
            <w:pPr>
              <w:rPr>
                <w:ins w:id="4" w:author="Johnson (ESO), Antony" w:date="2023-04-26T17:48:00Z"/>
              </w:rPr>
            </w:pPr>
            <w:ins w:id="5" w:author="Johnson (ESO), Antony" w:date="2023-04-26T17:48:00Z">
              <w:r>
                <w:t>26/</w:t>
              </w:r>
              <w:r w:rsidR="00EB17A5">
                <w:t>04/2023</w:t>
              </w:r>
            </w:ins>
          </w:p>
        </w:tc>
        <w:tc>
          <w:tcPr>
            <w:tcW w:w="5579" w:type="dxa"/>
          </w:tcPr>
          <w:p w14:paraId="20DF1399" w14:textId="1A262AF4" w:rsidR="00AE37F5" w:rsidRDefault="00EB17A5" w:rsidP="00866535">
            <w:pPr>
              <w:rPr>
                <w:ins w:id="6" w:author="Johnson (ESO), Antony" w:date="2023-04-26T17:48:00Z"/>
              </w:rPr>
            </w:pPr>
            <w:ins w:id="7" w:author="Johnson (ESO), Antony" w:date="2023-04-26T17:49:00Z">
              <w:r>
                <w:t>Issue 00</w:t>
              </w:r>
              <w:r>
                <w:t>6</w:t>
              </w:r>
            </w:ins>
            <w:ins w:id="8" w:author="Johnson (ESO), Antony" w:date="2023-04-26T17:51:00Z">
              <w:r w:rsidR="00091021">
                <w:t xml:space="preserve"> </w:t>
              </w:r>
            </w:ins>
            <w:ins w:id="9" w:author="Johnson (ESO), Antony" w:date="2023-04-26T17:52:00Z">
              <w:r w:rsidR="00BB2D88">
                <w:rPr>
                  <w:rFonts w:cs="Arial"/>
                </w:rPr>
                <w:t>i</w:t>
              </w:r>
              <w:r w:rsidR="00BB2D88" w:rsidRPr="00F6567F">
                <w:rPr>
                  <w:rFonts w:cs="Arial"/>
                </w:rPr>
                <w:t>ncorporating changes to facilitate the Electricity System Restoration Standard</w:t>
              </w:r>
            </w:ins>
          </w:p>
        </w:tc>
      </w:tr>
    </w:tbl>
    <w:p w14:paraId="4C700684" w14:textId="77777777" w:rsidR="00C14CF9" w:rsidRDefault="00C14CF9"/>
    <w:p w14:paraId="00B6E00E" w14:textId="77777777" w:rsidR="00C14CF9" w:rsidRDefault="00C14CF9"/>
    <w:p w14:paraId="02BE345C" w14:textId="77777777" w:rsidR="00C14CF9" w:rsidRDefault="001E3C4E" w:rsidP="00730930">
      <w:r>
        <w:br w:type="page"/>
      </w:r>
      <w:r w:rsidR="00C14CF9">
        <w:lastRenderedPageBreak/>
        <w:t xml:space="preserve">Introduction </w:t>
      </w:r>
    </w:p>
    <w:p w14:paraId="55EB5489" w14:textId="77777777" w:rsidR="00C14CF9" w:rsidRDefault="00C14CF9">
      <w:pPr>
        <w:pStyle w:val="Heading2"/>
      </w:pPr>
      <w:r>
        <w:t>Scope</w:t>
      </w:r>
    </w:p>
    <w:p w14:paraId="4016EA11" w14:textId="491B12D7" w:rsidR="00C14CF9" w:rsidRDefault="00C14CF9" w:rsidP="00BB2D88">
      <w:pPr>
        <w:pStyle w:val="Heading3"/>
        <w:tabs>
          <w:tab w:val="clear" w:pos="0"/>
          <w:tab w:val="num" w:pos="851"/>
        </w:tabs>
        <w:ind w:left="851" w:hanging="851"/>
        <w:jc w:val="both"/>
      </w:pPr>
      <w:r>
        <w:t xml:space="preserve">The provision of a resilient operational telephony infrastructure is essential for the secure operation of the </w:t>
      </w:r>
      <w:r w:rsidR="00EF60E3">
        <w:t>National Electricity Transmission System</w:t>
      </w:r>
      <w:ins w:id="10" w:author="Johnson (ESO), Antony" w:date="2023-04-26T17:52:00Z">
        <w:r w:rsidR="00BB2D88">
          <w:t xml:space="preserve"> including </w:t>
        </w:r>
      </w:ins>
      <w:ins w:id="11" w:author="Johnson (ESO), Antony" w:date="2023-04-26T17:53:00Z">
        <w:r w:rsidR="00BB2D88">
          <w:t>under a System Restoration</w:t>
        </w:r>
      </w:ins>
      <w:r>
        <w:t>. This document details the responsibilities and obligations on NGE</w:t>
      </w:r>
      <w:r w:rsidR="00866535">
        <w:t>SO</w:t>
      </w:r>
      <w:r>
        <w:t xml:space="preserve"> and each TO with regard to the management and support of this infrastructure.</w:t>
      </w:r>
    </w:p>
    <w:p w14:paraId="4A1E54AF" w14:textId="77777777" w:rsidR="00C14CF9" w:rsidRDefault="00C14CF9" w:rsidP="00BB2D88">
      <w:pPr>
        <w:pStyle w:val="Heading3"/>
        <w:tabs>
          <w:tab w:val="clear" w:pos="0"/>
          <w:tab w:val="num" w:pos="851"/>
        </w:tabs>
      </w:pPr>
      <w:r>
        <w:t>For the purposes of this STCP, TO means:</w:t>
      </w:r>
    </w:p>
    <w:p w14:paraId="08A3947F" w14:textId="77777777" w:rsidR="00866535" w:rsidRDefault="00866535" w:rsidP="006D66F7">
      <w:pPr>
        <w:keepNext/>
        <w:spacing w:after="0"/>
      </w:pPr>
    </w:p>
    <w:p w14:paraId="0684743A" w14:textId="77777777" w:rsidR="00C60B19" w:rsidRDefault="00C60B19">
      <w:pPr>
        <w:keepNext/>
        <w:numPr>
          <w:ilvl w:val="0"/>
          <w:numId w:val="13"/>
        </w:numPr>
        <w:spacing w:after="0"/>
      </w:pPr>
      <w:r>
        <w:t>NGET;</w:t>
      </w:r>
    </w:p>
    <w:p w14:paraId="226B8F5E" w14:textId="77777777" w:rsidR="00C14CF9" w:rsidRDefault="00C14CF9">
      <w:pPr>
        <w:keepNext/>
        <w:numPr>
          <w:ilvl w:val="0"/>
          <w:numId w:val="13"/>
        </w:numPr>
        <w:spacing w:after="0"/>
      </w:pPr>
      <w:r>
        <w:t xml:space="preserve">SPT; </w:t>
      </w:r>
    </w:p>
    <w:p w14:paraId="1367C8C4" w14:textId="77777777" w:rsidR="001E3C4E" w:rsidRDefault="00C14CF9">
      <w:pPr>
        <w:keepNext/>
        <w:numPr>
          <w:ilvl w:val="0"/>
          <w:numId w:val="13"/>
        </w:numPr>
        <w:spacing w:after="0"/>
      </w:pPr>
      <w:r>
        <w:t>SHETL</w:t>
      </w:r>
      <w:r w:rsidR="001E3C4E">
        <w:t>; and</w:t>
      </w:r>
    </w:p>
    <w:p w14:paraId="0F8DC2D9" w14:textId="77777777" w:rsidR="00C14CF9" w:rsidRDefault="001E3C4E">
      <w:pPr>
        <w:keepNext/>
        <w:numPr>
          <w:ilvl w:val="0"/>
          <w:numId w:val="13"/>
        </w:numPr>
        <w:spacing w:after="0"/>
      </w:pPr>
      <w:r>
        <w:t>All Offshore Transmission Licence holders as appointed by OFGEM</w:t>
      </w:r>
    </w:p>
    <w:p w14:paraId="4C78C8C9" w14:textId="77777777" w:rsidR="001E3C4E" w:rsidRDefault="001E3C4E" w:rsidP="001E3C4E">
      <w:pPr>
        <w:keepNext/>
        <w:spacing w:after="0"/>
        <w:ind w:left="720"/>
      </w:pPr>
    </w:p>
    <w:p w14:paraId="50BBAB93" w14:textId="77777777" w:rsidR="001E3C4E" w:rsidRDefault="001E3C4E" w:rsidP="001E3C4E">
      <w:pPr>
        <w:keepNext/>
        <w:spacing w:after="0"/>
        <w:ind w:left="720"/>
      </w:pPr>
      <w:r w:rsidRPr="002A0785">
        <w:t>In the event that specific conditions or exceptions are made in the document relating to an Onshore TO or Offshore TO these will be prefixed appropriately</w:t>
      </w:r>
    </w:p>
    <w:p w14:paraId="4AB1F71A" w14:textId="77777777" w:rsidR="00C14CF9" w:rsidRDefault="00C14CF9">
      <w:pPr>
        <w:pStyle w:val="Heading2"/>
        <w:numPr>
          <w:ilvl w:val="0"/>
          <w:numId w:val="0"/>
        </w:numPr>
      </w:pPr>
    </w:p>
    <w:p w14:paraId="28616BFA" w14:textId="77777777" w:rsidR="00C14CF9" w:rsidRDefault="00C14CF9">
      <w:pPr>
        <w:pStyle w:val="Heading2"/>
      </w:pPr>
      <w:r>
        <w:t xml:space="preserve">Objectives </w:t>
      </w:r>
    </w:p>
    <w:p w14:paraId="3C780CE5" w14:textId="77777777" w:rsidR="00C14CF9" w:rsidRDefault="00C14CF9" w:rsidP="00C16EAB">
      <w:pPr>
        <w:pStyle w:val="Heading3"/>
        <w:tabs>
          <w:tab w:val="clear" w:pos="0"/>
          <w:tab w:val="num" w:pos="709"/>
        </w:tabs>
        <w:ind w:left="709" w:hanging="709"/>
        <w:jc w:val="both"/>
      </w:pPr>
      <w:r>
        <w:t>This process specifies responsibilities and obligations on NGE</w:t>
      </w:r>
      <w:r w:rsidR="00866535">
        <w:t>SO</w:t>
      </w:r>
      <w:r>
        <w:t xml:space="preserve"> and the TOs in relation to the operational telephony infrastructure, including:</w:t>
      </w:r>
    </w:p>
    <w:p w14:paraId="64937412" w14:textId="77777777" w:rsidR="00C14CF9" w:rsidRDefault="00C14CF9">
      <w:pPr>
        <w:keepNext/>
        <w:numPr>
          <w:ilvl w:val="0"/>
          <w:numId w:val="23"/>
        </w:numPr>
        <w:tabs>
          <w:tab w:val="clear" w:pos="360"/>
          <w:tab w:val="num" w:pos="1440"/>
          <w:tab w:val="num" w:pos="1656"/>
        </w:tabs>
        <w:ind w:left="1440"/>
        <w:jc w:val="both"/>
      </w:pPr>
      <w:r>
        <w:t>telephony infrastructure between NGE</w:t>
      </w:r>
      <w:r w:rsidR="00866535">
        <w:t>SO</w:t>
      </w:r>
      <w:r>
        <w:t xml:space="preserve"> and </w:t>
      </w:r>
      <w:r w:rsidR="00EA441F">
        <w:t>TOs</w:t>
      </w:r>
      <w:r>
        <w:t>;</w:t>
      </w:r>
    </w:p>
    <w:p w14:paraId="07D8D04D" w14:textId="77777777" w:rsidR="00C14CF9" w:rsidRDefault="00C14CF9" w:rsidP="006D66F7">
      <w:pPr>
        <w:keepNext/>
        <w:numPr>
          <w:ilvl w:val="0"/>
          <w:numId w:val="34"/>
        </w:numPr>
        <w:tabs>
          <w:tab w:val="clear" w:pos="360"/>
          <w:tab w:val="num" w:pos="1440"/>
          <w:tab w:val="num" w:pos="1571"/>
          <w:tab w:val="num" w:pos="1656"/>
        </w:tabs>
        <w:ind w:left="1440"/>
        <w:jc w:val="both"/>
      </w:pPr>
      <w:r>
        <w:t>the use of the TO’s telephony infrastructure by NGE</w:t>
      </w:r>
      <w:r w:rsidR="00866535">
        <w:t>SO</w:t>
      </w:r>
      <w:r>
        <w:t xml:space="preserve"> for NGE</w:t>
      </w:r>
      <w:r w:rsidR="00866535">
        <w:t>SO</w:t>
      </w:r>
      <w:r>
        <w:t xml:space="preserve"> to communicate with Users in the TO’s licensed area</w:t>
      </w:r>
      <w:r w:rsidR="00963A99">
        <w:t xml:space="preserve"> </w:t>
      </w:r>
      <w:r w:rsidR="00162A00">
        <w:t xml:space="preserve">and </w:t>
      </w:r>
      <w:r w:rsidR="00D27AB4">
        <w:t xml:space="preserve">to </w:t>
      </w:r>
      <w:r w:rsidR="006D66F7">
        <w:t xml:space="preserve">communicate with </w:t>
      </w:r>
      <w:r w:rsidR="00162A00">
        <w:t>other TOs</w:t>
      </w:r>
      <w:r w:rsidR="006D66F7">
        <w:t>; and</w:t>
      </w:r>
    </w:p>
    <w:p w14:paraId="23BBD3D2" w14:textId="77777777" w:rsidR="00C14CF9" w:rsidRDefault="00C14CF9" w:rsidP="006D66F7">
      <w:pPr>
        <w:keepNext/>
        <w:numPr>
          <w:ilvl w:val="0"/>
          <w:numId w:val="34"/>
        </w:numPr>
        <w:tabs>
          <w:tab w:val="clear" w:pos="360"/>
          <w:tab w:val="num" w:pos="1440"/>
          <w:tab w:val="num" w:pos="1571"/>
          <w:tab w:val="num" w:pos="1656"/>
        </w:tabs>
        <w:ind w:left="1440"/>
        <w:jc w:val="both"/>
      </w:pPr>
      <w:r>
        <w:t>arrangements for access to</w:t>
      </w:r>
      <w:r w:rsidR="00215785">
        <w:t xml:space="preserve"> NGESO</w:t>
      </w:r>
      <w:r>
        <w:t xml:space="preserve"> telephony infrastructure</w:t>
      </w:r>
      <w:del w:id="12" w:author="Johnson (ESO), Antony" w:date="2023-04-26T17:54:00Z">
        <w:r w:rsidDel="00C16EAB">
          <w:delText xml:space="preserve"> </w:delText>
        </w:r>
      </w:del>
      <w:r>
        <w:t xml:space="preserve"> at TO Control Centres and remote locations.</w:t>
      </w:r>
    </w:p>
    <w:p w14:paraId="77B9DB74" w14:textId="77777777" w:rsidR="00C14CF9" w:rsidRDefault="00C14CF9">
      <w:pPr>
        <w:pStyle w:val="Heading3"/>
        <w:numPr>
          <w:ilvl w:val="0"/>
          <w:numId w:val="0"/>
        </w:numPr>
        <w:ind w:left="567"/>
      </w:pPr>
    </w:p>
    <w:p w14:paraId="3024EBE0" w14:textId="77777777" w:rsidR="00C14CF9" w:rsidRDefault="00C14CF9">
      <w:pPr>
        <w:pStyle w:val="Heading2"/>
      </w:pPr>
      <w:r>
        <w:t>Background</w:t>
      </w:r>
    </w:p>
    <w:p w14:paraId="1379B83C" w14:textId="5EE48CEF" w:rsidR="00C14CF9" w:rsidRDefault="00C14CF9" w:rsidP="005D6521">
      <w:pPr>
        <w:pStyle w:val="Heading3"/>
        <w:tabs>
          <w:tab w:val="clear" w:pos="0"/>
          <w:tab w:val="num" w:pos="851"/>
        </w:tabs>
        <w:ind w:left="851" w:hanging="851"/>
        <w:jc w:val="both"/>
      </w:pPr>
      <w:r>
        <w:t>The telephony infrastructure is designed to provide resiliency to maximise the availability of voice communication services in line with Good Industry Practice.</w:t>
      </w:r>
      <w:ins w:id="13" w:author="Johnson (ESO), Antony" w:date="2023-04-26T17:55:00Z">
        <w:r w:rsidR="005D6521">
          <w:t xml:space="preserve"> This includes </w:t>
        </w:r>
      </w:ins>
      <w:ins w:id="14" w:author="Johnson (ESO), Antony" w:date="2023-04-26T17:56:00Z">
        <w:r w:rsidR="00AD4C48">
          <w:t xml:space="preserve">operation </w:t>
        </w:r>
      </w:ins>
      <w:ins w:id="15" w:author="Johnson (ESO), Antony" w:date="2023-04-26T17:55:00Z">
        <w:r w:rsidR="005D6521">
          <w:t>under a System Restoration</w:t>
        </w:r>
        <w:r w:rsidR="002A3242">
          <w:t>.</w:t>
        </w:r>
      </w:ins>
      <w:ins w:id="16" w:author="Johnson (ESO), Antony" w:date="2023-04-26T17:56:00Z">
        <w:r w:rsidR="00AD4C48">
          <w:t xml:space="preserve">  Operational Telephony is </w:t>
        </w:r>
      </w:ins>
      <w:ins w:id="17" w:author="Johnson (ESO), Antony" w:date="2023-04-26T17:57:00Z">
        <w:r w:rsidR="00B65978">
          <w:t>c</w:t>
        </w:r>
        <w:r w:rsidR="00B26A91">
          <w:t>onsidered</w:t>
        </w:r>
        <w:r w:rsidR="00B65978">
          <w:t xml:space="preserve"> in the same way as Control Telephony which </w:t>
        </w:r>
        <w:r w:rsidR="00B26A91">
          <w:t xml:space="preserve">is </w:t>
        </w:r>
      </w:ins>
      <w:ins w:id="18" w:author="Johnson (ESO), Antony" w:date="2023-04-26T18:00:00Z">
        <w:r w:rsidR="0000129B">
          <w:t>defined</w:t>
        </w:r>
      </w:ins>
      <w:ins w:id="19" w:author="Johnson (ESO), Antony" w:date="2023-04-26T17:57:00Z">
        <w:r w:rsidR="00B26A91">
          <w:t xml:space="preserve"> </w:t>
        </w:r>
      </w:ins>
      <w:ins w:id="20" w:author="Johnson (ESO), Antony" w:date="2023-04-26T17:58:00Z">
        <w:r w:rsidR="00B26A91">
          <w:t xml:space="preserve">under the </w:t>
        </w:r>
      </w:ins>
      <w:ins w:id="21" w:author="Johnson (ESO), Antony" w:date="2023-04-26T18:00:00Z">
        <w:r w:rsidR="0000129B">
          <w:t>STC</w:t>
        </w:r>
      </w:ins>
      <w:ins w:id="22" w:author="Johnson (ESO), Antony" w:date="2023-04-26T18:03:00Z">
        <w:r w:rsidR="00BD3379">
          <w:t xml:space="preserve"> under the </w:t>
        </w:r>
        <w:r w:rsidR="007225BD">
          <w:t>heading of</w:t>
        </w:r>
      </w:ins>
      <w:ins w:id="23" w:author="Johnson (ESO), Antony" w:date="2023-04-26T18:00:00Z">
        <w:r w:rsidR="0000129B">
          <w:t xml:space="preserve"> </w:t>
        </w:r>
      </w:ins>
      <w:ins w:id="24" w:author="Johnson (ESO), Antony" w:date="2023-04-26T17:58:00Z">
        <w:r w:rsidR="002D0711">
          <w:t>“Critical Tools and Facilities”</w:t>
        </w:r>
      </w:ins>
      <w:ins w:id="25" w:author="Johnson (ESO), Antony" w:date="2023-04-26T17:59:00Z">
        <w:r w:rsidR="008218F1">
          <w:t>.</w:t>
        </w:r>
      </w:ins>
      <w:ins w:id="26" w:author="Johnson (ESO), Antony" w:date="2023-04-26T17:57:00Z">
        <w:r w:rsidR="00B26A91">
          <w:t xml:space="preserve"> </w:t>
        </w:r>
      </w:ins>
      <w:ins w:id="27" w:author="Johnson (ESO), Antony" w:date="2023-04-26T17:56:00Z">
        <w:r w:rsidR="00AD4C48">
          <w:t xml:space="preserve"> </w:t>
        </w:r>
      </w:ins>
      <w:ins w:id="28" w:author="Johnson (ESO), Antony" w:date="2023-04-26T17:55:00Z">
        <w:r w:rsidR="002A3242">
          <w:t xml:space="preserve">  </w:t>
        </w:r>
      </w:ins>
    </w:p>
    <w:p w14:paraId="3F9D90B1" w14:textId="77777777" w:rsidR="00C14CF9" w:rsidRDefault="00C14CF9" w:rsidP="005D6521">
      <w:pPr>
        <w:pStyle w:val="Heading3"/>
        <w:tabs>
          <w:tab w:val="clear" w:pos="0"/>
          <w:tab w:val="num" w:pos="851"/>
        </w:tabs>
        <w:ind w:left="851" w:hanging="851"/>
        <w:jc w:val="both"/>
      </w:pPr>
      <w:r>
        <w:t xml:space="preserve">The specific services and facilities provided to support the operation of the operational telephony infrastructure under the ownership of each TO are specified within the TO’s Services Capability Specification. Service levels associated with the maintenance </w:t>
      </w:r>
      <w:r>
        <w:lastRenderedPageBreak/>
        <w:t xml:space="preserve">and restoration of those services and facilities will be specified in the standing TO Service Restoration Proposals where </w:t>
      </w:r>
      <w:commentRangeStart w:id="29"/>
      <w:r>
        <w:t>appropriate</w:t>
      </w:r>
      <w:commentRangeEnd w:id="29"/>
      <w:r w:rsidR="007225BD">
        <w:rPr>
          <w:rStyle w:val="CommentReference"/>
          <w:rFonts w:ascii="Times New Roman" w:hAnsi="Times New Roman"/>
        </w:rPr>
        <w:commentReference w:id="29"/>
      </w:r>
      <w:r>
        <w:t xml:space="preserve">. </w:t>
      </w:r>
    </w:p>
    <w:p w14:paraId="1AC4A74D" w14:textId="77777777" w:rsidR="00963A99" w:rsidRDefault="00963A99" w:rsidP="005D6521">
      <w:pPr>
        <w:pStyle w:val="Heading3"/>
        <w:tabs>
          <w:tab w:val="clear" w:pos="0"/>
          <w:tab w:val="num" w:pos="851"/>
        </w:tabs>
        <w:ind w:left="851" w:hanging="851"/>
        <w:jc w:val="both"/>
      </w:pPr>
      <w:r>
        <w:t xml:space="preserve">The NGESO telephony infrastructure </w:t>
      </w:r>
      <w:r w:rsidR="006D66F7">
        <w:t xml:space="preserve">may where agreed be </w:t>
      </w:r>
      <w:r>
        <w:t xml:space="preserve">provided for the NGESO by </w:t>
      </w:r>
      <w:r w:rsidR="006D66F7">
        <w:t xml:space="preserve">a </w:t>
      </w:r>
      <w:r w:rsidR="00D27AB4">
        <w:t xml:space="preserve">TO </w:t>
      </w:r>
      <w:r w:rsidR="006D66F7">
        <w:t>providing use of it’s telephony infrastructure</w:t>
      </w:r>
      <w:r w:rsidR="00162A00">
        <w:t>.</w:t>
      </w:r>
    </w:p>
    <w:p w14:paraId="0552F604" w14:textId="77777777" w:rsidR="00C14CF9" w:rsidRDefault="00C14CF9">
      <w:pPr>
        <w:pStyle w:val="Heading3"/>
        <w:numPr>
          <w:ilvl w:val="0"/>
          <w:numId w:val="0"/>
        </w:numPr>
        <w:ind w:left="567"/>
      </w:pPr>
    </w:p>
    <w:p w14:paraId="5AB49E0A" w14:textId="77777777" w:rsidR="00C14CF9" w:rsidRDefault="00C14CF9">
      <w:pPr>
        <w:pStyle w:val="Heading1"/>
      </w:pPr>
      <w:r>
        <w:t>Key Definitions</w:t>
      </w:r>
    </w:p>
    <w:p w14:paraId="5E1FD460" w14:textId="77777777" w:rsidR="00C14CF9" w:rsidRDefault="00C14CF9">
      <w:pPr>
        <w:pStyle w:val="Heading2"/>
      </w:pPr>
      <w:r>
        <w:t>For the purposes of STCP 04-5:</w:t>
      </w:r>
    </w:p>
    <w:p w14:paraId="0623528D" w14:textId="65DCB00F" w:rsidR="00C14CF9" w:rsidRDefault="00C14CF9" w:rsidP="00313089">
      <w:pPr>
        <w:pStyle w:val="Heading3"/>
        <w:tabs>
          <w:tab w:val="clear" w:pos="0"/>
          <w:tab w:val="num" w:pos="851"/>
        </w:tabs>
      </w:pPr>
      <w:r>
        <w:t>none</w:t>
      </w:r>
    </w:p>
    <w:p w14:paraId="14229F60" w14:textId="77777777" w:rsidR="00C14CF9" w:rsidRDefault="00C14CF9">
      <w:pPr>
        <w:pStyle w:val="Heading3"/>
        <w:numPr>
          <w:ilvl w:val="0"/>
          <w:numId w:val="0"/>
        </w:numPr>
        <w:ind w:left="567"/>
      </w:pPr>
    </w:p>
    <w:p w14:paraId="0F48E98A" w14:textId="77777777" w:rsidR="00C14CF9" w:rsidRDefault="00C14CF9">
      <w:pPr>
        <w:pStyle w:val="Heading1"/>
      </w:pPr>
      <w:r>
        <w:t>Procedure</w:t>
      </w:r>
    </w:p>
    <w:p w14:paraId="7B34076E" w14:textId="77777777" w:rsidR="00C14CF9" w:rsidRDefault="00C14CF9">
      <w:pPr>
        <w:pStyle w:val="Heading2"/>
      </w:pPr>
      <w:r>
        <w:t xml:space="preserve"> New Telephony Systems</w:t>
      </w:r>
    </w:p>
    <w:p w14:paraId="160DFEED" w14:textId="77777777" w:rsidR="00C14CF9" w:rsidRPr="00EF60E3" w:rsidRDefault="00C14CF9" w:rsidP="00313089">
      <w:pPr>
        <w:pStyle w:val="Heading3"/>
        <w:tabs>
          <w:tab w:val="clear" w:pos="0"/>
          <w:tab w:val="num" w:pos="851"/>
        </w:tabs>
        <w:ind w:left="851" w:hanging="851"/>
        <w:jc w:val="both"/>
      </w:pPr>
      <w:r w:rsidRPr="00EF60E3">
        <w:t xml:space="preserve">The telephony facilities to be provided at new User sites is described in STCP18-1: Connection and Modification Application.   </w:t>
      </w:r>
    </w:p>
    <w:p w14:paraId="31F9763B" w14:textId="77777777" w:rsidR="00C14CF9" w:rsidRPr="00EF60E3" w:rsidRDefault="00C14CF9" w:rsidP="00313089">
      <w:pPr>
        <w:pStyle w:val="Heading3"/>
        <w:tabs>
          <w:tab w:val="clear" w:pos="0"/>
          <w:tab w:val="num" w:pos="851"/>
        </w:tabs>
        <w:ind w:left="851" w:hanging="851"/>
        <w:jc w:val="both"/>
      </w:pPr>
      <w:r w:rsidRPr="00EF60E3">
        <w:t>At new or existing TO Control Centres, where new telephony systems are required the relevant TO will ensure that the design of the new telephony meets the requirements of STCP 18-1: Connection and Modification Application.</w:t>
      </w:r>
    </w:p>
    <w:p w14:paraId="4A398EBF" w14:textId="77777777" w:rsidR="00C14CF9" w:rsidRDefault="00C14CF9">
      <w:pPr>
        <w:keepNext/>
      </w:pPr>
    </w:p>
    <w:p w14:paraId="1D262302" w14:textId="77777777" w:rsidR="00C14CF9" w:rsidRDefault="00C14CF9">
      <w:pPr>
        <w:pStyle w:val="Heading2"/>
      </w:pPr>
      <w:r>
        <w:t>Management of Telephony Equipment</w:t>
      </w:r>
    </w:p>
    <w:p w14:paraId="5B19D399" w14:textId="77777777" w:rsidR="002A769D" w:rsidRDefault="002A769D" w:rsidP="00730930">
      <w:pPr>
        <w:pStyle w:val="Heading3"/>
        <w:numPr>
          <w:ilvl w:val="0"/>
          <w:numId w:val="0"/>
        </w:numPr>
        <w:ind w:left="720"/>
        <w:jc w:val="both"/>
      </w:pPr>
    </w:p>
    <w:p w14:paraId="08D7868D" w14:textId="77777777" w:rsidR="00C14CF9" w:rsidRDefault="00C14CF9" w:rsidP="007B2B2D">
      <w:pPr>
        <w:pStyle w:val="Heading3"/>
        <w:tabs>
          <w:tab w:val="clear" w:pos="0"/>
          <w:tab w:val="num" w:pos="851"/>
        </w:tabs>
        <w:ind w:left="851" w:hanging="851"/>
        <w:jc w:val="both"/>
      </w:pPr>
      <w:r>
        <w:t>NGE</w:t>
      </w:r>
      <w:r w:rsidR="00EA441F">
        <w:t>SO</w:t>
      </w:r>
      <w:r>
        <w:t xml:space="preserve"> shall provide a resilient telephony infrastructure between the NGE</w:t>
      </w:r>
      <w:r w:rsidR="00EA441F">
        <w:t>SO</w:t>
      </w:r>
      <w:r>
        <w:t xml:space="preserve"> telephony system and an agreed connection point on the TO telephony system. The</w:t>
      </w:r>
      <w:r w:rsidRPr="00EA441F">
        <w:t xml:space="preserve"> </w:t>
      </w:r>
      <w:r w:rsidRPr="00730930">
        <w:t>NGE</w:t>
      </w:r>
      <w:r w:rsidR="00EA441F">
        <w:t>SO</w:t>
      </w:r>
      <w:r>
        <w:rPr>
          <w:sz w:val="18"/>
        </w:rPr>
        <w:t xml:space="preserve"> telephony infrastructure </w:t>
      </w:r>
      <w:r>
        <w:t>shall have the following features:</w:t>
      </w:r>
    </w:p>
    <w:p w14:paraId="4F518D43" w14:textId="77777777" w:rsidR="00C14CF9" w:rsidRDefault="00C14CF9">
      <w:pPr>
        <w:keepNext/>
        <w:numPr>
          <w:ilvl w:val="0"/>
          <w:numId w:val="24"/>
        </w:numPr>
        <w:tabs>
          <w:tab w:val="num" w:pos="1080"/>
          <w:tab w:val="num" w:pos="1656"/>
        </w:tabs>
        <w:spacing w:after="0"/>
        <w:ind w:left="1080"/>
        <w:jc w:val="both"/>
      </w:pPr>
      <w:r>
        <w:t>the ability to withstand the loss of any single element of the configuration in line with Good Industry Practice;</w:t>
      </w:r>
    </w:p>
    <w:p w14:paraId="06A52C78" w14:textId="7181ABE4" w:rsidR="00C14CF9" w:rsidRDefault="00C14CF9">
      <w:pPr>
        <w:keepNext/>
        <w:numPr>
          <w:ilvl w:val="0"/>
          <w:numId w:val="24"/>
        </w:numPr>
        <w:tabs>
          <w:tab w:val="num" w:pos="1080"/>
          <w:tab w:val="num" w:pos="1656"/>
        </w:tabs>
        <w:spacing w:after="0"/>
        <w:ind w:left="1080"/>
        <w:jc w:val="both"/>
      </w:pPr>
      <w:r>
        <w:t>mains supply independence in line with Good Industry Practice</w:t>
      </w:r>
      <w:ins w:id="30" w:author="Johnson (ESO), Antony" w:date="2023-04-26T18:08:00Z">
        <w:r w:rsidR="007B2B2D">
          <w:t xml:space="preserve"> for up to 72 hours</w:t>
        </w:r>
      </w:ins>
      <w:r>
        <w:t>;</w:t>
      </w:r>
    </w:p>
    <w:p w14:paraId="09A7A501" w14:textId="77777777" w:rsidR="00C14CF9" w:rsidRDefault="00C14CF9">
      <w:pPr>
        <w:keepNext/>
        <w:numPr>
          <w:ilvl w:val="0"/>
          <w:numId w:val="24"/>
        </w:numPr>
        <w:tabs>
          <w:tab w:val="num" w:pos="1080"/>
          <w:tab w:val="num" w:pos="1656"/>
        </w:tabs>
        <w:spacing w:after="0"/>
        <w:ind w:left="1080"/>
        <w:jc w:val="both"/>
      </w:pPr>
      <w:r>
        <w:t>two way emergency calling facilities; and</w:t>
      </w:r>
    </w:p>
    <w:p w14:paraId="7F71CDAF" w14:textId="77777777" w:rsidR="00C14CF9" w:rsidRDefault="00C14CF9">
      <w:pPr>
        <w:keepNext/>
        <w:numPr>
          <w:ilvl w:val="0"/>
          <w:numId w:val="24"/>
        </w:numPr>
        <w:tabs>
          <w:tab w:val="num" w:pos="1080"/>
          <w:tab w:val="num" w:pos="1656"/>
        </w:tabs>
        <w:ind w:left="1080"/>
      </w:pPr>
      <w:r>
        <w:t xml:space="preserve">priority calling over existing call connections. </w:t>
      </w:r>
      <w:r>
        <w:br/>
      </w:r>
    </w:p>
    <w:p w14:paraId="4BECA6DD" w14:textId="77777777" w:rsidR="00C14CF9" w:rsidRDefault="00C14CF9" w:rsidP="007B2B2D">
      <w:pPr>
        <w:pStyle w:val="Heading3"/>
        <w:tabs>
          <w:tab w:val="clear" w:pos="0"/>
          <w:tab w:val="num" w:pos="851"/>
        </w:tabs>
        <w:ind w:left="851" w:hanging="851"/>
        <w:jc w:val="both"/>
      </w:pPr>
      <w:r>
        <w:t>The TO shall provide access to TO owned telephony infrastructure at the agreed connection point on the TO telephony system with:</w:t>
      </w:r>
    </w:p>
    <w:p w14:paraId="50CA4287" w14:textId="77777777" w:rsidR="00C14CF9" w:rsidRDefault="00C14CF9">
      <w:pPr>
        <w:keepNext/>
        <w:numPr>
          <w:ilvl w:val="0"/>
          <w:numId w:val="25"/>
        </w:numPr>
        <w:tabs>
          <w:tab w:val="clear" w:pos="360"/>
          <w:tab w:val="num" w:pos="1080"/>
          <w:tab w:val="num" w:pos="1656"/>
        </w:tabs>
        <w:spacing w:after="0"/>
        <w:ind w:left="1080"/>
        <w:jc w:val="both"/>
      </w:pPr>
      <w:r>
        <w:t>the ability to withstand the loss of any single element of the configuration in line with Good Industry Practice (excepting the final handset);</w:t>
      </w:r>
    </w:p>
    <w:p w14:paraId="7A671180" w14:textId="2012B5FB" w:rsidR="00C14CF9" w:rsidRDefault="00C14CF9">
      <w:pPr>
        <w:keepNext/>
        <w:numPr>
          <w:ilvl w:val="0"/>
          <w:numId w:val="25"/>
        </w:numPr>
        <w:tabs>
          <w:tab w:val="clear" w:pos="360"/>
          <w:tab w:val="num" w:pos="1080"/>
        </w:tabs>
        <w:spacing w:after="0"/>
        <w:ind w:left="1080"/>
        <w:jc w:val="both"/>
      </w:pPr>
      <w:r>
        <w:t>mains supply independence in line with Good Industry Practice</w:t>
      </w:r>
      <w:ins w:id="31" w:author="Johnson (ESO), Antony" w:date="2023-04-26T18:08:00Z">
        <w:r w:rsidR="007B2B2D">
          <w:t xml:space="preserve"> for up to 7</w:t>
        </w:r>
      </w:ins>
      <w:ins w:id="32" w:author="Johnson (ESO), Antony" w:date="2023-04-26T18:09:00Z">
        <w:r w:rsidR="007B2B2D">
          <w:t>2 hours</w:t>
        </w:r>
      </w:ins>
      <w:r>
        <w:t xml:space="preserve">; </w:t>
      </w:r>
    </w:p>
    <w:p w14:paraId="5F17613F" w14:textId="77777777" w:rsidR="00C14CF9" w:rsidRDefault="00C14CF9">
      <w:pPr>
        <w:keepNext/>
        <w:numPr>
          <w:ilvl w:val="0"/>
          <w:numId w:val="27"/>
        </w:numPr>
        <w:tabs>
          <w:tab w:val="clear" w:pos="360"/>
        </w:tabs>
        <w:spacing w:after="0"/>
        <w:ind w:left="1080"/>
        <w:jc w:val="both"/>
      </w:pPr>
      <w:r>
        <w:t xml:space="preserve">two way emergency calling facilities; and </w:t>
      </w:r>
    </w:p>
    <w:p w14:paraId="1EFA9092" w14:textId="5FD593C6" w:rsidR="00B97CB2" w:rsidRDefault="00C14CF9" w:rsidP="00B67DC3">
      <w:pPr>
        <w:keepNext/>
        <w:numPr>
          <w:ilvl w:val="0"/>
          <w:numId w:val="27"/>
        </w:numPr>
        <w:tabs>
          <w:tab w:val="clear" w:pos="360"/>
        </w:tabs>
        <w:spacing w:after="0"/>
        <w:ind w:left="1080"/>
        <w:jc w:val="both"/>
      </w:pPr>
      <w:r>
        <w:t>NGE</w:t>
      </w:r>
      <w:r w:rsidR="00EA441F">
        <w:t>SO</w:t>
      </w:r>
      <w:ins w:id="33" w:author="Johnson (ESO), Antony" w:date="2023-04-26T18:09:00Z">
        <w:r w:rsidR="007B2B2D">
          <w:t xml:space="preserve"> </w:t>
        </w:r>
      </w:ins>
      <w:r>
        <w:t>priority calling over existing call connections.</w:t>
      </w:r>
    </w:p>
    <w:p w14:paraId="0D88ECFC" w14:textId="77777777" w:rsidR="00C14CF9" w:rsidRDefault="00C14CF9">
      <w:pPr>
        <w:keepNext/>
        <w:spacing w:after="0"/>
        <w:ind w:left="720"/>
        <w:jc w:val="both"/>
      </w:pPr>
    </w:p>
    <w:p w14:paraId="58F83F03" w14:textId="77777777" w:rsidR="00C14CF9" w:rsidRDefault="00C14CF9" w:rsidP="007B2B2D">
      <w:pPr>
        <w:pStyle w:val="Heading3"/>
        <w:tabs>
          <w:tab w:val="clear" w:pos="0"/>
          <w:tab w:val="num" w:pos="851"/>
        </w:tabs>
        <w:ind w:left="851" w:hanging="851"/>
        <w:jc w:val="both"/>
      </w:pPr>
      <w:r>
        <w:t xml:space="preserve">When a TO is in receipt of an alarm indicating a fault, or is otherwise made aware of a fault that may affect </w:t>
      </w:r>
      <w:r w:rsidR="00963A99">
        <w:t xml:space="preserve">NGESO </w:t>
      </w:r>
      <w:r>
        <w:t xml:space="preserve">telephony equipment at a TO location, then that TO shall notify </w:t>
      </w:r>
      <w:r w:rsidR="00C515B9">
        <w:t>NGESO</w:t>
      </w:r>
      <w:r>
        <w:t xml:space="preserve"> of the alarm or fault, in accordance with </w:t>
      </w:r>
      <w:r w:rsidRPr="00EF60E3">
        <w:t>STCP 02-1 Alarm, Event and Fault management.</w:t>
      </w:r>
    </w:p>
    <w:p w14:paraId="46962A29" w14:textId="77777777" w:rsidR="00C14CF9" w:rsidRDefault="00C14CF9" w:rsidP="007B2B2D">
      <w:pPr>
        <w:pStyle w:val="Heading3"/>
        <w:tabs>
          <w:tab w:val="clear" w:pos="0"/>
          <w:tab w:val="num" w:pos="851"/>
        </w:tabs>
        <w:ind w:left="851" w:hanging="851"/>
        <w:jc w:val="both"/>
      </w:pPr>
      <w:r>
        <w:t xml:space="preserve">When a TO is in receipt of an alarm indicating a fault or is otherwise made aware of a fault that may affect telephony equipment under TO ownership and the fault has </w:t>
      </w:r>
      <w:r>
        <w:lastRenderedPageBreak/>
        <w:t xml:space="preserve">significant implications for </w:t>
      </w:r>
      <w:r w:rsidR="00C515B9">
        <w:t>NGESO</w:t>
      </w:r>
      <w:r>
        <w:t xml:space="preserve"> or a significant reduction in resilience, then the relevant TO shall notify NGE</w:t>
      </w:r>
      <w:r w:rsidR="00B67DC3">
        <w:t>ESO</w:t>
      </w:r>
      <w:r>
        <w:t xml:space="preserve"> of the alarm or fault. </w:t>
      </w:r>
    </w:p>
    <w:p w14:paraId="09DC3918" w14:textId="77777777" w:rsidR="00C14CF9" w:rsidRDefault="00C14CF9" w:rsidP="007B2B2D">
      <w:pPr>
        <w:pStyle w:val="Heading3"/>
        <w:tabs>
          <w:tab w:val="clear" w:pos="0"/>
          <w:tab w:val="num" w:pos="851"/>
        </w:tabs>
        <w:ind w:left="851" w:hanging="851"/>
        <w:jc w:val="both"/>
      </w:pPr>
      <w:r>
        <w:t xml:space="preserve">The TO shall arrange for resolution of faults or alarms on TO owned telephony infrastructure in line with the standing Service Restoration Proposal where appropriate. </w:t>
      </w:r>
    </w:p>
    <w:p w14:paraId="60870B29" w14:textId="34BEC62F" w:rsidR="00C14CF9" w:rsidRDefault="00C14CF9" w:rsidP="007B2B2D">
      <w:pPr>
        <w:pStyle w:val="Heading3"/>
        <w:tabs>
          <w:tab w:val="clear" w:pos="0"/>
          <w:tab w:val="num" w:pos="851"/>
        </w:tabs>
        <w:ind w:left="851" w:hanging="851"/>
        <w:jc w:val="both"/>
      </w:pPr>
      <w:r>
        <w:t xml:space="preserve">Where </w:t>
      </w:r>
      <w:r w:rsidR="00C515B9">
        <w:t>NGESO</w:t>
      </w:r>
      <w:r>
        <w:t xml:space="preserve"> is in receipt of an alarm indicating a fault</w:t>
      </w:r>
      <w:ins w:id="34" w:author="Johnson (ESO), Antony" w:date="2023-04-26T18:10:00Z">
        <w:r w:rsidR="001E0162">
          <w:t>,</w:t>
        </w:r>
      </w:ins>
      <w:r>
        <w:t xml:space="preserve"> or is otherwise made aware of a fault, that may affect telephony equipment under TO ownership then </w:t>
      </w:r>
      <w:r w:rsidR="00C515B9">
        <w:t>NGESO</w:t>
      </w:r>
      <w:r>
        <w:t xml:space="preserve"> shall notify the relevant TO of the alarm or fault. </w:t>
      </w:r>
    </w:p>
    <w:p w14:paraId="37C3FBA3" w14:textId="77777777" w:rsidR="00C14CF9" w:rsidRDefault="00C14CF9" w:rsidP="007B2B2D">
      <w:pPr>
        <w:pStyle w:val="Heading3"/>
        <w:tabs>
          <w:tab w:val="clear" w:pos="0"/>
          <w:tab w:val="num" w:pos="851"/>
        </w:tabs>
        <w:ind w:left="851" w:hanging="851"/>
        <w:jc w:val="both"/>
      </w:pPr>
      <w:r>
        <w:t xml:space="preserve">Where TO telephony equipment installed on a User site has failed, </w:t>
      </w:r>
      <w:r w:rsidR="00C515B9">
        <w:t>NGESO</w:t>
      </w:r>
      <w:r>
        <w:t xml:space="preserve"> shall ensure that the User shall advise the relevant TO, and that User shall provide the TO service provider with appropriate access. </w:t>
      </w:r>
    </w:p>
    <w:p w14:paraId="74996A96" w14:textId="77777777" w:rsidR="00C14CF9" w:rsidRDefault="00C14CF9">
      <w:pPr>
        <w:keepNext/>
        <w:ind w:left="709"/>
      </w:pPr>
    </w:p>
    <w:p w14:paraId="3C9AFC8C" w14:textId="77777777" w:rsidR="00C14CF9" w:rsidRDefault="00C14CF9">
      <w:pPr>
        <w:pStyle w:val="Heading2"/>
      </w:pPr>
      <w:r>
        <w:t xml:space="preserve">Change Management   </w:t>
      </w:r>
    </w:p>
    <w:p w14:paraId="20D74AAC" w14:textId="77777777" w:rsidR="00C14CF9" w:rsidRDefault="00C515B9" w:rsidP="001E0162">
      <w:pPr>
        <w:pStyle w:val="Heading3"/>
        <w:tabs>
          <w:tab w:val="clear" w:pos="0"/>
          <w:tab w:val="num" w:pos="851"/>
        </w:tabs>
        <w:ind w:left="851" w:hanging="851"/>
        <w:jc w:val="both"/>
      </w:pPr>
      <w:r>
        <w:t>NGESO</w:t>
      </w:r>
      <w:r w:rsidR="00C14CF9">
        <w:t xml:space="preserve"> or the relevant TO will </w:t>
      </w:r>
      <w:r w:rsidR="00963A99">
        <w:t xml:space="preserve">each </w:t>
      </w:r>
      <w:r w:rsidR="00C14CF9">
        <w:t>provide the other Part</w:t>
      </w:r>
      <w:r w:rsidR="00C35D3B">
        <w:t>y</w:t>
      </w:r>
      <w:r w:rsidR="00C14CF9">
        <w:t xml:space="preserve"> with notification of proposed changes that the proposing Party deems may have a significant impact on its ability to provide a telephony infrastructure as outlined in 3.2.1 or 3.2.2 as appropriate. </w:t>
      </w:r>
    </w:p>
    <w:p w14:paraId="7E586AB8" w14:textId="77777777" w:rsidR="00C14CF9" w:rsidRDefault="00C14CF9">
      <w:pPr>
        <w:pStyle w:val="Header"/>
        <w:keepNext/>
        <w:tabs>
          <w:tab w:val="clear" w:pos="4153"/>
          <w:tab w:val="clear" w:pos="8306"/>
        </w:tabs>
      </w:pPr>
    </w:p>
    <w:p w14:paraId="21030490" w14:textId="77777777" w:rsidR="00C14CF9" w:rsidRDefault="00C14CF9">
      <w:pPr>
        <w:pStyle w:val="Heading2"/>
      </w:pPr>
      <w:r>
        <w:t xml:space="preserve">Outage Coordination </w:t>
      </w:r>
    </w:p>
    <w:p w14:paraId="0BD2DB90" w14:textId="77777777" w:rsidR="00C14CF9" w:rsidRDefault="00C515B9" w:rsidP="001E0162">
      <w:pPr>
        <w:pStyle w:val="Heading3"/>
        <w:tabs>
          <w:tab w:val="clear" w:pos="0"/>
          <w:tab w:val="num" w:pos="851"/>
        </w:tabs>
        <w:ind w:left="851" w:hanging="851"/>
        <w:jc w:val="both"/>
      </w:pPr>
      <w:r>
        <w:t>NGESO</w:t>
      </w:r>
      <w:r w:rsidR="00C14CF9">
        <w:t xml:space="preserve"> or the relevant TO will </w:t>
      </w:r>
      <w:r w:rsidR="00963A99">
        <w:t xml:space="preserve">each </w:t>
      </w:r>
      <w:r w:rsidR="00C14CF9">
        <w:t>provide the other Part</w:t>
      </w:r>
      <w:r w:rsidR="00C35D3B">
        <w:t>y</w:t>
      </w:r>
      <w:r w:rsidR="00C14CF9">
        <w:t xml:space="preserve"> with notification of a significant outage on it's telephony infrastructure that the notifying Party deems to have a significant impact on it's ability to provide a telephony infrastructure as outlined in 3.2.1 or 3.2.2 as appropriate. </w:t>
      </w:r>
    </w:p>
    <w:p w14:paraId="333DCF39" w14:textId="77777777" w:rsidR="00C14CF9" w:rsidRDefault="00C14CF9">
      <w:pPr>
        <w:keepNext/>
      </w:pPr>
      <w:r>
        <w:tab/>
      </w:r>
    </w:p>
    <w:p w14:paraId="6543821D" w14:textId="77777777" w:rsidR="00C14CF9" w:rsidRDefault="00C14CF9">
      <w:pPr>
        <w:pStyle w:val="Heading2"/>
      </w:pPr>
      <w:r>
        <w:t>Site Access and Support Arrangements</w:t>
      </w:r>
    </w:p>
    <w:p w14:paraId="69E38C84" w14:textId="77777777" w:rsidR="00C14CF9" w:rsidRDefault="00C14CF9" w:rsidP="008125B4">
      <w:pPr>
        <w:pStyle w:val="Heading3"/>
        <w:tabs>
          <w:tab w:val="clear" w:pos="0"/>
          <w:tab w:val="num" w:pos="851"/>
        </w:tabs>
        <w:ind w:left="851" w:hanging="851"/>
        <w:jc w:val="both"/>
      </w:pPr>
      <w:r>
        <w:t>Site access and support arrangements between NGE</w:t>
      </w:r>
      <w:r w:rsidR="00EA441F">
        <w:t>SO</w:t>
      </w:r>
      <w:r>
        <w:t xml:space="preserve"> and the relevant TO will allow the NGE</w:t>
      </w:r>
      <w:r w:rsidR="00EA441F">
        <w:t>SO</w:t>
      </w:r>
      <w:r>
        <w:t xml:space="preserve"> service provider reasonable access to NGE</w:t>
      </w:r>
      <w:r w:rsidR="00EA441F">
        <w:t>SO</w:t>
      </w:r>
      <w:r w:rsidR="00963A99">
        <w:t>’s</w:t>
      </w:r>
      <w:r>
        <w:t xml:space="preserve"> telephony infrastructure at TO sites.</w:t>
      </w:r>
    </w:p>
    <w:p w14:paraId="59929911" w14:textId="77777777" w:rsidR="00C14CF9" w:rsidRDefault="00C14CF9" w:rsidP="008125B4">
      <w:pPr>
        <w:pStyle w:val="Heading3"/>
        <w:tabs>
          <w:tab w:val="clear" w:pos="0"/>
          <w:tab w:val="num" w:pos="851"/>
        </w:tabs>
        <w:ind w:left="851" w:hanging="851"/>
        <w:jc w:val="both"/>
      </w:pPr>
      <w:r>
        <w:t>Support arrangements with associated levels of service as part of the standing TO Service Restoration Proposals will be in place between NGE</w:t>
      </w:r>
      <w:r w:rsidR="005551AD">
        <w:t>SO</w:t>
      </w:r>
      <w:r>
        <w:t xml:space="preserve"> and the relevant TO to enable restoration or maintenance of the TO telephony infrastructure as required.</w:t>
      </w:r>
    </w:p>
    <w:p w14:paraId="6806F757" w14:textId="1CB091A4" w:rsidR="00C14CF9" w:rsidRDefault="00C14CF9" w:rsidP="008125B4">
      <w:pPr>
        <w:pStyle w:val="Heading3"/>
        <w:tabs>
          <w:tab w:val="clear" w:pos="0"/>
          <w:tab w:val="num" w:pos="851"/>
        </w:tabs>
        <w:ind w:left="851" w:hanging="851"/>
        <w:jc w:val="both"/>
      </w:pPr>
      <w:r>
        <w:t xml:space="preserve">Where </w:t>
      </w:r>
      <w:ins w:id="35" w:author="Johnson (ESO), Antony" w:date="2023-04-26T18:21:00Z">
        <w:r w:rsidR="00DA181F">
          <w:t xml:space="preserve">a </w:t>
        </w:r>
      </w:ins>
      <w:r>
        <w:t>Generator or User consent for access to non-TO sites is required NGE</w:t>
      </w:r>
      <w:r w:rsidR="00B67DC3">
        <w:t>SO</w:t>
      </w:r>
      <w:del w:id="36" w:author="Johnson (ESO), Antony" w:date="2023-04-26T18:22:00Z">
        <w:r w:rsidDel="00DA181F">
          <w:delText>T</w:delText>
        </w:r>
      </w:del>
      <w:r>
        <w:t xml:space="preserve"> shall procure all necessary consents.</w:t>
      </w:r>
    </w:p>
    <w:p w14:paraId="6E4BC076" w14:textId="77777777" w:rsidR="00C14CF9" w:rsidRDefault="00C14CF9">
      <w:pPr>
        <w:pStyle w:val="Header"/>
        <w:keepNext/>
        <w:tabs>
          <w:tab w:val="clear" w:pos="4153"/>
          <w:tab w:val="clear" w:pos="8306"/>
        </w:tabs>
      </w:pPr>
    </w:p>
    <w:p w14:paraId="6B23525F" w14:textId="77777777" w:rsidR="00C14CF9" w:rsidRDefault="00C14CF9">
      <w:pPr>
        <w:pStyle w:val="Heading2"/>
      </w:pPr>
      <w:r>
        <w:t>Telephony</w:t>
      </w:r>
      <w:del w:id="37" w:author="Johnson (ESO), Antony" w:date="2023-04-26T19:55:00Z">
        <w:r w:rsidDel="00293310">
          <w:delText xml:space="preserve"> </w:delText>
        </w:r>
      </w:del>
      <w:r>
        <w:t xml:space="preserve"> Infrastructure Reporting</w:t>
      </w:r>
    </w:p>
    <w:p w14:paraId="451BE8BE" w14:textId="77777777" w:rsidR="00C14CF9" w:rsidRDefault="00C14CF9" w:rsidP="00DA181F">
      <w:pPr>
        <w:pStyle w:val="Heading3"/>
        <w:tabs>
          <w:tab w:val="clear" w:pos="0"/>
          <w:tab w:val="num" w:pos="851"/>
        </w:tabs>
        <w:ind w:left="851" w:hanging="851"/>
        <w:jc w:val="both"/>
      </w:pPr>
      <w:r>
        <w:t xml:space="preserve">Widespread failure of the telephony infrastructure may be assessed and reported in line </w:t>
      </w:r>
      <w:r w:rsidRPr="00EF60E3">
        <w:t>with STCP 03-1 Post Event Analysis and Reporting.</w:t>
      </w:r>
    </w:p>
    <w:p w14:paraId="57114648" w14:textId="77777777" w:rsidR="003B197F" w:rsidRDefault="003B197F" w:rsidP="003B197F">
      <w:pPr>
        <w:pStyle w:val="Heading3"/>
        <w:numPr>
          <w:ilvl w:val="0"/>
          <w:numId w:val="0"/>
        </w:numPr>
        <w:ind w:left="851"/>
        <w:jc w:val="both"/>
      </w:pPr>
    </w:p>
    <w:p w14:paraId="5ABC9FF5" w14:textId="3025E4AF" w:rsidR="00C14CF9" w:rsidRPr="003B197F" w:rsidDel="00293310" w:rsidRDefault="003B197F" w:rsidP="003B197F">
      <w:pPr>
        <w:tabs>
          <w:tab w:val="left" w:pos="851"/>
        </w:tabs>
        <w:rPr>
          <w:del w:id="38" w:author="Johnson (ESO), Antony" w:date="2023-04-26T19:56:00Z"/>
          <w:b/>
          <w:bCs/>
          <w:i/>
          <w:iCs/>
          <w:sz w:val="24"/>
          <w:szCs w:val="24"/>
        </w:rPr>
      </w:pPr>
      <w:ins w:id="39" w:author="Johnson (ESO), Antony" w:date="2023-04-26T19:56:00Z">
        <w:r w:rsidRPr="003B197F">
          <w:rPr>
            <w:b/>
            <w:bCs/>
            <w:i/>
            <w:iCs/>
            <w:sz w:val="24"/>
            <w:szCs w:val="24"/>
          </w:rPr>
          <w:t>3.7</w:t>
        </w:r>
        <w:r w:rsidRPr="003B197F">
          <w:rPr>
            <w:b/>
            <w:bCs/>
            <w:i/>
            <w:iCs/>
            <w:sz w:val="24"/>
            <w:szCs w:val="24"/>
          </w:rPr>
          <w:tab/>
          <w:t>Testing</w:t>
        </w:r>
      </w:ins>
    </w:p>
    <w:p w14:paraId="55136A7E" w14:textId="77777777" w:rsidR="00293310" w:rsidRDefault="00293310" w:rsidP="003B197F"/>
    <w:p w14:paraId="49D10289" w14:textId="0A42F50B" w:rsidR="004655D4" w:rsidRDefault="007109BD" w:rsidP="00927692">
      <w:pPr>
        <w:pStyle w:val="Level1Text"/>
        <w:tabs>
          <w:tab w:val="clear" w:pos="1418"/>
        </w:tabs>
        <w:ind w:left="993" w:hanging="993"/>
        <w:rPr>
          <w:ins w:id="40" w:author="Johnson (ESO), Antony" w:date="2023-04-26T20:04:00Z"/>
          <w:color w:val="auto"/>
        </w:rPr>
      </w:pPr>
      <w:ins w:id="41" w:author="Johnson (ESO), Antony" w:date="2023-04-26T19:57:00Z">
        <w:r>
          <w:t>3.7.1</w:t>
        </w:r>
        <w:r>
          <w:tab/>
        </w:r>
      </w:ins>
      <w:ins w:id="42" w:author="Johnson (ESO), Antony" w:date="2023-04-26T19:58:00Z">
        <w:r>
          <w:t xml:space="preserve">TO’s shall undertake regular testing of their </w:t>
        </w:r>
        <w:r w:rsidR="00081BEC">
          <w:t xml:space="preserve">operational telephony </w:t>
        </w:r>
      </w:ins>
      <w:ins w:id="43" w:author="Johnson (ESO), Antony" w:date="2023-04-26T19:59:00Z">
        <w:r w:rsidR="003B4E2B">
          <w:t>to the same standard and frequency of Control Telephony as required in</w:t>
        </w:r>
      </w:ins>
      <w:ins w:id="44" w:author="Johnson (ESO), Antony" w:date="2023-04-26T20:04:00Z">
        <w:r w:rsidR="004655D4">
          <w:t xml:space="preserve"> </w:t>
        </w:r>
        <w:r w:rsidR="004655D4">
          <w:rPr>
            <w:color w:val="auto"/>
          </w:rPr>
          <w:t>CC.6.5.4.4</w:t>
        </w:r>
      </w:ins>
      <w:ins w:id="45" w:author="Johnson (ESO), Antony" w:date="2023-04-26T20:05:00Z">
        <w:r w:rsidR="00927692">
          <w:rPr>
            <w:color w:val="auto"/>
          </w:rPr>
          <w:t xml:space="preserve"> and</w:t>
        </w:r>
      </w:ins>
      <w:ins w:id="46" w:author="Johnson (ESO), Antony" w:date="2023-04-26T20:04:00Z">
        <w:r w:rsidR="004655D4">
          <w:rPr>
            <w:color w:val="auto"/>
          </w:rPr>
          <w:t xml:space="preserve"> CC.6.5.5.1,</w:t>
        </w:r>
        <w:r w:rsidR="004655D4">
          <w:rPr>
            <w:rFonts w:cs="Arial"/>
            <w:color w:val="auto"/>
          </w:rPr>
          <w:t xml:space="preserve"> </w:t>
        </w:r>
        <w:r w:rsidR="004655D4">
          <w:rPr>
            <w:color w:val="auto"/>
          </w:rPr>
          <w:t>or ECC.6.5.4.4</w:t>
        </w:r>
      </w:ins>
      <w:ins w:id="47" w:author="Johnson (ESO), Antony" w:date="2023-04-26T20:06:00Z">
        <w:r w:rsidR="00927692">
          <w:rPr>
            <w:color w:val="auto"/>
          </w:rPr>
          <w:t xml:space="preserve"> and</w:t>
        </w:r>
      </w:ins>
      <w:ins w:id="48" w:author="Johnson (ESO), Antony" w:date="2023-04-26T20:04:00Z">
        <w:r w:rsidR="004655D4">
          <w:rPr>
            <w:color w:val="auto"/>
          </w:rPr>
          <w:t xml:space="preserve"> ECC.6.5.5.1 </w:t>
        </w:r>
      </w:ins>
      <w:ins w:id="49" w:author="Johnson (ESO), Antony" w:date="2023-04-26T20:10:00Z">
        <w:r w:rsidR="003F38A4">
          <w:rPr>
            <w:color w:val="auto"/>
          </w:rPr>
          <w:t xml:space="preserve">of the Grid Code </w:t>
        </w:r>
      </w:ins>
      <w:ins w:id="50" w:author="Johnson (ESO), Antony" w:date="2023-04-26T20:04:00Z">
        <w:r w:rsidR="004655D4">
          <w:rPr>
            <w:color w:val="auto"/>
          </w:rPr>
          <w:t>as applicable.</w:t>
        </w:r>
      </w:ins>
    </w:p>
    <w:p w14:paraId="1151592A" w14:textId="725B1935" w:rsidR="003B197F" w:rsidRPr="00293310" w:rsidRDefault="003B197F" w:rsidP="00C42367">
      <w:pPr>
        <w:ind w:left="851" w:hanging="851"/>
        <w:sectPr w:rsidR="003B197F" w:rsidRPr="00293310">
          <w:headerReference w:type="default" r:id="rId14"/>
          <w:footerReference w:type="default" r:id="rId15"/>
          <w:pgSz w:w="11906" w:h="16838"/>
          <w:pgMar w:top="1440" w:right="1800" w:bottom="1440" w:left="1800" w:header="720" w:footer="720" w:gutter="0"/>
          <w:cols w:space="720"/>
        </w:sectPr>
      </w:pPr>
    </w:p>
    <w:p w14:paraId="78D66DF5" w14:textId="77777777" w:rsidR="00C14CF9" w:rsidRDefault="00C14CF9">
      <w:pPr>
        <w:pStyle w:val="Heading5"/>
      </w:pPr>
      <w:r>
        <w:lastRenderedPageBreak/>
        <w:t>Appendix A:</w:t>
      </w:r>
      <w:r>
        <w:tab/>
        <w:t xml:space="preserve"> Flow Diagram </w:t>
      </w:r>
    </w:p>
    <w:p w14:paraId="554537B4" w14:textId="77777777" w:rsidR="00C14CF9" w:rsidRDefault="00C14CF9">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5B76DD37" w14:textId="77777777" w:rsidR="00C14CF9" w:rsidRDefault="003F38A4">
      <w:commentRangeStart w:id="55"/>
      <w:r>
        <w:rPr>
          <w:noProof/>
          <w:lang w:val="en-US"/>
        </w:rPr>
        <w:object w:dxaOrig="1440" w:dyaOrig="1440" w14:anchorId="0E4D4C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95pt;margin-top:2.9pt;width:445.1pt;height:616.45pt;z-index:251657728;visibility:visible;mso-wrap-edited:f">
            <v:imagedata r:id="rId16" o:title=""/>
            <w10:wrap type="topAndBottom"/>
          </v:shape>
          <o:OLEObject Type="Embed" ProgID="Word.Picture.8" ShapeID="_x0000_s1026" DrawAspect="Content" ObjectID="_1744045034" r:id="rId17"/>
        </w:object>
      </w:r>
      <w:commentRangeEnd w:id="55"/>
      <w:r w:rsidR="00927692">
        <w:rPr>
          <w:rStyle w:val="CommentReference"/>
          <w:rFonts w:ascii="Times New Roman" w:hAnsi="Times New Roman"/>
        </w:rPr>
        <w:commentReference w:id="55"/>
      </w:r>
    </w:p>
    <w:p w14:paraId="7A11653D" w14:textId="77777777" w:rsidR="00C14CF9" w:rsidRDefault="00C14CF9">
      <w:pPr>
        <w:sectPr w:rsidR="00C14CF9">
          <w:pgSz w:w="11906" w:h="16838"/>
          <w:pgMar w:top="1440" w:right="1800" w:bottom="1440" w:left="1800" w:header="720" w:footer="720" w:gutter="0"/>
          <w:cols w:space="720"/>
        </w:sectPr>
      </w:pPr>
    </w:p>
    <w:p w14:paraId="0865C256" w14:textId="77777777" w:rsidR="00C14CF9" w:rsidRDefault="00C14CF9">
      <w:pPr>
        <w:pStyle w:val="Heading2"/>
        <w:numPr>
          <w:ilvl w:val="0"/>
          <w:numId w:val="0"/>
        </w:numPr>
        <w:rPr>
          <w:sz w:val="28"/>
        </w:rPr>
      </w:pPr>
      <w:r>
        <w:rPr>
          <w:sz w:val="28"/>
        </w:rPr>
        <w:lastRenderedPageBreak/>
        <w:t>Appendix B:  Abbreviations &amp; Definitions</w:t>
      </w:r>
    </w:p>
    <w:p w14:paraId="42DD0361" w14:textId="77777777" w:rsidR="00C14CF9" w:rsidRDefault="00C14CF9"/>
    <w:p w14:paraId="33D78B89" w14:textId="77777777" w:rsidR="00C14CF9" w:rsidRDefault="00C14CF9">
      <w:pPr>
        <w:pStyle w:val="NGTSAppendix"/>
        <w:outlineLvl w:val="0"/>
        <w:rPr>
          <w:b/>
          <w:i/>
          <w:iCs/>
          <w:sz w:val="24"/>
        </w:rPr>
      </w:pPr>
      <w:r>
        <w:rPr>
          <w:b/>
          <w:i/>
          <w:iCs/>
          <w:sz w:val="24"/>
        </w:rPr>
        <w:t>Abbreviations</w:t>
      </w:r>
    </w:p>
    <w:p w14:paraId="6F10E4CD" w14:textId="77777777" w:rsidR="00C14CF9" w:rsidRDefault="00C14CF9">
      <w:pPr>
        <w:tabs>
          <w:tab w:val="left" w:pos="1134"/>
        </w:tabs>
        <w:spacing w:after="0"/>
      </w:pPr>
      <w:r>
        <w:t>SPT</w:t>
      </w:r>
      <w:r>
        <w:tab/>
        <w:t xml:space="preserve">SP Transmission Limited </w:t>
      </w:r>
    </w:p>
    <w:p w14:paraId="76268B19" w14:textId="77777777" w:rsidR="00C14CF9" w:rsidRDefault="00C14CF9">
      <w:pPr>
        <w:tabs>
          <w:tab w:val="left" w:pos="1134"/>
        </w:tabs>
        <w:spacing w:after="0"/>
      </w:pPr>
      <w:r>
        <w:t>SHETL</w:t>
      </w:r>
      <w:r>
        <w:tab/>
        <w:t>Scottish Hydro-Electric Transmission Limited</w:t>
      </w:r>
    </w:p>
    <w:p w14:paraId="3FB33D63" w14:textId="77777777" w:rsidR="00C14CF9" w:rsidRDefault="00C14CF9">
      <w:pPr>
        <w:tabs>
          <w:tab w:val="left" w:pos="1134"/>
        </w:tabs>
        <w:spacing w:after="0"/>
      </w:pPr>
      <w:r>
        <w:t>TO</w:t>
      </w:r>
      <w:r>
        <w:tab/>
        <w:t>Transmission Owner</w:t>
      </w:r>
      <w:r>
        <w:tab/>
      </w:r>
    </w:p>
    <w:p w14:paraId="5A46C9D1" w14:textId="77777777" w:rsidR="00C14CF9" w:rsidRDefault="00C14CF9">
      <w:pPr>
        <w:pStyle w:val="BodyText"/>
        <w:ind w:left="0"/>
      </w:pPr>
    </w:p>
    <w:p w14:paraId="68B9425F" w14:textId="77777777" w:rsidR="00C14CF9" w:rsidRDefault="00C14CF9">
      <w:pPr>
        <w:pStyle w:val="Heading2"/>
        <w:numPr>
          <w:ilvl w:val="0"/>
          <w:numId w:val="0"/>
        </w:numPr>
      </w:pPr>
      <w:r>
        <w:t xml:space="preserve">Definitions </w:t>
      </w:r>
    </w:p>
    <w:p w14:paraId="2634227C" w14:textId="77777777" w:rsidR="00C14CF9" w:rsidRDefault="00C14CF9">
      <w:pPr>
        <w:pStyle w:val="Left15"/>
        <w:spacing w:before="60" w:after="60"/>
        <w:ind w:left="0"/>
        <w:rPr>
          <w:b/>
          <w:i/>
        </w:rPr>
      </w:pPr>
      <w:r>
        <w:rPr>
          <w:b/>
          <w:i/>
        </w:rPr>
        <w:t>STC definitions used:</w:t>
      </w:r>
    </w:p>
    <w:p w14:paraId="391BBF12" w14:textId="664057FB" w:rsidR="00C14CF9" w:rsidDel="00847D73" w:rsidRDefault="00EF60E3">
      <w:pPr>
        <w:pStyle w:val="Left15"/>
        <w:spacing w:before="60" w:after="60"/>
        <w:ind w:left="0"/>
        <w:rPr>
          <w:moveFrom w:id="56" w:author="Johnson (ESO), Antony" w:date="2023-04-26T20:08:00Z"/>
        </w:rPr>
      </w:pPr>
      <w:moveFromRangeStart w:id="57" w:author="Johnson (ESO), Antony" w:date="2023-04-26T20:08:00Z" w:name="move133432111"/>
      <w:moveFrom w:id="58" w:author="Johnson (ESO), Antony" w:date="2023-04-26T20:08:00Z">
        <w:r w:rsidDel="00847D73">
          <w:t>National Electricity Transmission System</w:t>
        </w:r>
      </w:moveFrom>
    </w:p>
    <w:moveFromRangeEnd w:id="57"/>
    <w:p w14:paraId="664FA417" w14:textId="1624809C" w:rsidR="00847D73" w:rsidRDefault="00847D73">
      <w:pPr>
        <w:pStyle w:val="Left15"/>
        <w:spacing w:before="60" w:after="60"/>
        <w:ind w:left="0"/>
        <w:rPr>
          <w:ins w:id="59" w:author="Johnson (ESO), Antony" w:date="2023-04-26T20:08:00Z"/>
        </w:rPr>
      </w:pPr>
      <w:ins w:id="60" w:author="Johnson (ESO), Antony" w:date="2023-04-26T20:08:00Z">
        <w:r>
          <w:t>Electricity System Restoration Standard</w:t>
        </w:r>
      </w:ins>
    </w:p>
    <w:p w14:paraId="787DEF13" w14:textId="2FDDAD57" w:rsidR="00C14CF9" w:rsidRDefault="00C14CF9">
      <w:pPr>
        <w:pStyle w:val="Left15"/>
        <w:spacing w:before="60" w:after="60"/>
        <w:ind w:left="0"/>
      </w:pPr>
      <w:r>
        <w:t xml:space="preserve">Generator </w:t>
      </w:r>
    </w:p>
    <w:p w14:paraId="1249AE6E" w14:textId="77777777" w:rsidR="00C14CF9" w:rsidRDefault="00C14CF9">
      <w:pPr>
        <w:pStyle w:val="Left15"/>
        <w:spacing w:before="60" w:after="60"/>
        <w:ind w:left="0"/>
      </w:pPr>
      <w:r>
        <w:t>Good Industry Practice</w:t>
      </w:r>
    </w:p>
    <w:p w14:paraId="4D7C232E" w14:textId="77777777" w:rsidR="00847D73" w:rsidRDefault="00847D73" w:rsidP="00847D73">
      <w:pPr>
        <w:pStyle w:val="Left15"/>
        <w:spacing w:before="60" w:after="60"/>
        <w:ind w:left="0"/>
        <w:rPr>
          <w:moveTo w:id="61" w:author="Johnson (ESO), Antony" w:date="2023-04-26T20:08:00Z"/>
        </w:rPr>
      </w:pPr>
      <w:moveToRangeStart w:id="62" w:author="Johnson (ESO), Antony" w:date="2023-04-26T20:08:00Z" w:name="move133432111"/>
      <w:moveTo w:id="63" w:author="Johnson (ESO), Antony" w:date="2023-04-26T20:08:00Z">
        <w:r>
          <w:t>National Electricity Transmission System</w:t>
        </w:r>
      </w:moveTo>
    </w:p>
    <w:moveToRangeEnd w:id="62"/>
    <w:p w14:paraId="2FB5759F" w14:textId="77777777" w:rsidR="00C14CF9" w:rsidRDefault="00C14CF9">
      <w:pPr>
        <w:pStyle w:val="Left15"/>
        <w:spacing w:before="60" w:after="60"/>
        <w:ind w:left="0"/>
      </w:pPr>
      <w:r>
        <w:t>NGET</w:t>
      </w:r>
    </w:p>
    <w:p w14:paraId="5F6E2F6C" w14:textId="77777777" w:rsidR="00C515B9" w:rsidRDefault="00C515B9">
      <w:pPr>
        <w:pStyle w:val="Left15"/>
        <w:spacing w:before="60" w:after="60"/>
        <w:ind w:left="0"/>
      </w:pPr>
      <w:r>
        <w:t>NGESO</w:t>
      </w:r>
    </w:p>
    <w:p w14:paraId="211E3A32" w14:textId="77777777" w:rsidR="00C14CF9" w:rsidRDefault="00C14CF9">
      <w:pPr>
        <w:pStyle w:val="Left15"/>
        <w:spacing w:before="60" w:after="60"/>
        <w:ind w:left="0"/>
      </w:pPr>
      <w:r>
        <w:t>Party</w:t>
      </w:r>
    </w:p>
    <w:p w14:paraId="1FAB6296" w14:textId="77777777" w:rsidR="00C14CF9" w:rsidRDefault="00C14CF9">
      <w:pPr>
        <w:pStyle w:val="Left15"/>
        <w:spacing w:before="60" w:after="60"/>
        <w:ind w:left="0"/>
      </w:pPr>
      <w:r>
        <w:t>Services Capability Specification</w:t>
      </w:r>
    </w:p>
    <w:p w14:paraId="0CF1E6D8" w14:textId="77777777" w:rsidR="00C14CF9" w:rsidRDefault="00C14CF9">
      <w:pPr>
        <w:pStyle w:val="Left15"/>
        <w:spacing w:before="60" w:after="60"/>
        <w:ind w:left="0"/>
        <w:rPr>
          <w:ins w:id="64" w:author="Johnson (ESO), Antony" w:date="2023-04-26T20:08:00Z"/>
        </w:rPr>
      </w:pPr>
      <w:r>
        <w:t>Services Restoration Proposals</w:t>
      </w:r>
    </w:p>
    <w:p w14:paraId="2360B0C7" w14:textId="1418B304" w:rsidR="005431A1" w:rsidRDefault="005431A1">
      <w:pPr>
        <w:pStyle w:val="Left15"/>
        <w:spacing w:before="60" w:after="60"/>
        <w:ind w:left="0"/>
      </w:pPr>
      <w:ins w:id="65" w:author="Johnson (ESO), Antony" w:date="2023-04-26T20:09:00Z">
        <w:r>
          <w:t>System Restoration</w:t>
        </w:r>
      </w:ins>
    </w:p>
    <w:p w14:paraId="3731917C" w14:textId="77777777" w:rsidR="00C14CF9" w:rsidRDefault="00C14CF9">
      <w:pPr>
        <w:pStyle w:val="Left15"/>
        <w:spacing w:before="60" w:after="60"/>
        <w:ind w:left="0"/>
      </w:pPr>
      <w:r>
        <w:t>Transmission</w:t>
      </w:r>
    </w:p>
    <w:p w14:paraId="03A7118D" w14:textId="77777777" w:rsidR="00C14CF9" w:rsidRDefault="00C14CF9">
      <w:pPr>
        <w:pStyle w:val="Left15"/>
        <w:spacing w:before="60" w:after="60"/>
        <w:ind w:left="0"/>
      </w:pPr>
      <w:r>
        <w:t>User</w:t>
      </w:r>
    </w:p>
    <w:p w14:paraId="3B58F6FC" w14:textId="77777777" w:rsidR="00C14CF9" w:rsidRDefault="00C14CF9">
      <w:pPr>
        <w:pStyle w:val="Left15"/>
        <w:spacing w:before="60" w:after="60"/>
        <w:ind w:left="0"/>
        <w:rPr>
          <w:b/>
          <w:i/>
          <w:sz w:val="22"/>
        </w:rPr>
      </w:pPr>
    </w:p>
    <w:p w14:paraId="5F07F431" w14:textId="77777777" w:rsidR="00C14CF9" w:rsidRDefault="00C14CF9">
      <w:pPr>
        <w:pStyle w:val="Left15"/>
        <w:spacing w:before="60" w:after="60"/>
        <w:ind w:left="0"/>
      </w:pPr>
      <w:r>
        <w:rPr>
          <w:b/>
          <w:i/>
        </w:rPr>
        <w:t>Grid Code definitions used:</w:t>
      </w:r>
    </w:p>
    <w:p w14:paraId="151D92C7" w14:textId="626C348B" w:rsidR="003F38A4" w:rsidRDefault="003F38A4">
      <w:pPr>
        <w:pStyle w:val="Left15"/>
        <w:spacing w:before="60" w:after="60"/>
        <w:ind w:left="0"/>
        <w:rPr>
          <w:ins w:id="66" w:author="Johnson (ESO), Antony" w:date="2023-04-26T20:09:00Z"/>
        </w:rPr>
      </w:pPr>
      <w:ins w:id="67" w:author="Johnson (ESO), Antony" w:date="2023-04-26T20:09:00Z">
        <w:r>
          <w:t>Control Telephony</w:t>
        </w:r>
      </w:ins>
    </w:p>
    <w:p w14:paraId="4F2FE30D" w14:textId="269F95D9" w:rsidR="00C14CF9" w:rsidRDefault="00C14CF9">
      <w:pPr>
        <w:pStyle w:val="Left15"/>
        <w:spacing w:before="60" w:after="60"/>
        <w:ind w:left="0"/>
        <w:rPr>
          <w:ins w:id="68" w:author="Johnson (ESO), Antony" w:date="2023-04-26T20:09:00Z"/>
        </w:rPr>
      </w:pPr>
      <w:r>
        <w:t>Control Centre</w:t>
      </w:r>
    </w:p>
    <w:p w14:paraId="7945306C" w14:textId="4C1F05B7" w:rsidR="003F38A4" w:rsidRDefault="003F38A4">
      <w:pPr>
        <w:pStyle w:val="Left15"/>
        <w:spacing w:before="60" w:after="60"/>
        <w:ind w:left="0"/>
      </w:pPr>
      <w:ins w:id="69" w:author="Johnson (ESO), Antony" w:date="2023-04-26T20:09:00Z">
        <w:r>
          <w:t>Critical Tools and Facilities</w:t>
        </w:r>
      </w:ins>
    </w:p>
    <w:p w14:paraId="7B264F19" w14:textId="77777777" w:rsidR="00C14CF9" w:rsidRDefault="00C14CF9">
      <w:pPr>
        <w:spacing w:before="60" w:after="60"/>
      </w:pPr>
    </w:p>
    <w:p w14:paraId="07B56912" w14:textId="77777777" w:rsidR="00C14CF9" w:rsidRDefault="00C14CF9">
      <w:pPr>
        <w:pStyle w:val="BodyText"/>
        <w:ind w:left="0"/>
      </w:pPr>
    </w:p>
    <w:p w14:paraId="558C9C19" w14:textId="77777777" w:rsidR="00C14CF9" w:rsidRDefault="00C14CF9">
      <w:pPr>
        <w:pStyle w:val="Heading2"/>
        <w:numPr>
          <w:ilvl w:val="0"/>
          <w:numId w:val="0"/>
        </w:numPr>
      </w:pPr>
    </w:p>
    <w:sectPr w:rsidR="00C14CF9">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Johnson (ESO), Antony" w:date="2023-04-26T18:03:00Z" w:initials="J(A">
    <w:p w14:paraId="67E3AE30" w14:textId="18324D63" w:rsidR="007225BD" w:rsidRDefault="007225BD">
      <w:pPr>
        <w:pStyle w:val="CommentText"/>
      </w:pPr>
      <w:r>
        <w:rPr>
          <w:rStyle w:val="CommentReference"/>
        </w:rPr>
        <w:annotationRef/>
      </w:r>
      <w:r>
        <w:t>I assume this</w:t>
      </w:r>
      <w:r w:rsidR="00201825">
        <w:t xml:space="preserve"> includes the requirements of 72 hour resilience</w:t>
      </w:r>
      <w:r w:rsidR="00CE4478">
        <w:t xml:space="preserve"> and System Restoration Conditions – Further discussion required to see if we need to make updates to other documents.</w:t>
      </w:r>
    </w:p>
  </w:comment>
  <w:comment w:id="55" w:author="Johnson (ESO), Antony" w:date="2023-04-26T20:06:00Z" w:initials="J(A">
    <w:p w14:paraId="3B3033D9" w14:textId="65D9189E" w:rsidR="00927692" w:rsidRDefault="00927692">
      <w:pPr>
        <w:pStyle w:val="CommentText"/>
      </w:pPr>
      <w:r>
        <w:rPr>
          <w:rStyle w:val="CommentReference"/>
        </w:rPr>
        <w:annotationRef/>
      </w:r>
      <w:r>
        <w:t>This may require updating but a</w:t>
      </w:r>
      <w:r w:rsidR="004E08E4">
        <w:t xml:space="preserve"> would need to be done in a diagram with an editable format.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E3AE30" w15:done="0"/>
  <w15:commentEx w15:paraId="3B3033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E604" w16cex:dateUtc="2023-04-26T17:03:00Z"/>
  <w16cex:commentExtensible w16cex:durableId="27F402B7" w16cex:dateUtc="2023-04-26T1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E3AE30" w16cid:durableId="27F3E604"/>
  <w16cid:commentId w16cid:paraId="3B3033D9" w16cid:durableId="27F402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F15DB" w14:textId="77777777" w:rsidR="00CE0048" w:rsidRDefault="00CE0048">
      <w:r>
        <w:separator/>
      </w:r>
    </w:p>
  </w:endnote>
  <w:endnote w:type="continuationSeparator" w:id="0">
    <w:p w14:paraId="124B3848" w14:textId="77777777" w:rsidR="00CE0048" w:rsidRDefault="00CE0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5C5A" w14:textId="77777777" w:rsidR="00C14CF9" w:rsidRDefault="00C14CF9">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730930">
      <w:rPr>
        <w:noProof/>
        <w:snapToGrid w:val="0"/>
      </w:rPr>
      <w:t>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730930">
      <w:rPr>
        <w:noProof/>
        <w:snapToGrid w:val="0"/>
      </w:rPr>
      <w:t>7</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F616" w14:textId="77777777" w:rsidR="00CE0048" w:rsidRDefault="00CE0048">
      <w:r>
        <w:separator/>
      </w:r>
    </w:p>
  </w:footnote>
  <w:footnote w:type="continuationSeparator" w:id="0">
    <w:p w14:paraId="2DC03919" w14:textId="77777777" w:rsidR="00CE0048" w:rsidRDefault="00CE0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AA729" w14:textId="77777777" w:rsidR="00C14CF9" w:rsidRDefault="00C14CF9">
    <w:pPr>
      <w:pStyle w:val="Header"/>
      <w:rPr>
        <w:snapToGrid w:val="0"/>
      </w:rPr>
    </w:pPr>
    <w:r>
      <w:rPr>
        <w:snapToGrid w:val="0"/>
      </w:rPr>
      <w:t xml:space="preserve">STCP 04-5 Operational Telephony </w:t>
    </w:r>
  </w:p>
  <w:p w14:paraId="4B2B9F8B" w14:textId="22CBF0D1" w:rsidR="00C14CF9" w:rsidRDefault="00C14CF9">
    <w:pPr>
      <w:pStyle w:val="Header"/>
    </w:pPr>
    <w:r>
      <w:t>Issue 00</w:t>
    </w:r>
    <w:r w:rsidR="00866535">
      <w:t>5</w:t>
    </w:r>
    <w:r>
      <w:t xml:space="preserve"> </w:t>
    </w:r>
    <w:r w:rsidR="00866535">
      <w:t>–</w:t>
    </w:r>
    <w:r>
      <w:t xml:space="preserve"> </w:t>
    </w:r>
    <w:ins w:id="51" w:author="Johnson (ESO), Antony" w:date="2023-04-26T17:48:00Z">
      <w:r w:rsidR="00AE37F5">
        <w:t>26</w:t>
      </w:r>
    </w:ins>
    <w:del w:id="52" w:author="Johnson (ESO), Antony" w:date="2023-04-26T17:48:00Z">
      <w:r w:rsidR="00866535" w:rsidDel="00AE37F5">
        <w:delText>01</w:delText>
      </w:r>
    </w:del>
    <w:r w:rsidR="00866535">
      <w:t>/</w:t>
    </w:r>
    <w:r w:rsidR="003D76C3">
      <w:t>04</w:t>
    </w:r>
    <w:r w:rsidR="00866535">
      <w:t>/20</w:t>
    </w:r>
    <w:ins w:id="53" w:author="Johnson (ESO), Antony" w:date="2023-04-26T17:48:00Z">
      <w:r w:rsidR="00AE37F5">
        <w:t>23</w:t>
      </w:r>
    </w:ins>
    <w:del w:id="54" w:author="Johnson (ESO), Antony" w:date="2023-04-26T17:48:00Z">
      <w:r w:rsidR="00866535" w:rsidDel="00AE37F5">
        <w:delText>1</w:delText>
      </w:r>
      <w:r w:rsidR="003D76C3" w:rsidDel="00AE37F5">
        <w:delText>9</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30574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8573014"/>
    <w:multiLevelType w:val="multilevel"/>
    <w:tmpl w:val="8F6812B4"/>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C551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427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263583"/>
    <w:multiLevelType w:val="singleLevel"/>
    <w:tmpl w:val="0809001B"/>
    <w:lvl w:ilvl="0">
      <w:start w:val="1"/>
      <w:numFmt w:val="lowerRoman"/>
      <w:lvlText w:val="%1."/>
      <w:lvlJc w:val="right"/>
      <w:pPr>
        <w:tabs>
          <w:tab w:val="num" w:pos="504"/>
        </w:tabs>
        <w:ind w:left="504" w:hanging="216"/>
      </w:pPr>
    </w:lvl>
  </w:abstractNum>
  <w:abstractNum w:abstractNumId="7" w15:restartNumberingAfterBreak="0">
    <w:nsid w:val="1BA24261"/>
    <w:multiLevelType w:val="singleLevel"/>
    <w:tmpl w:val="7E3EA7EE"/>
    <w:lvl w:ilvl="0">
      <w:start w:val="1"/>
      <w:numFmt w:val="lowerRoman"/>
      <w:lvlText w:val="%1."/>
      <w:lvlJc w:val="right"/>
      <w:pPr>
        <w:tabs>
          <w:tab w:val="num" w:pos="504"/>
        </w:tabs>
        <w:ind w:left="504" w:hanging="216"/>
      </w:pPr>
    </w:lvl>
  </w:abstractNum>
  <w:abstractNum w:abstractNumId="8"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15:restartNumberingAfterBreak="0">
    <w:nsid w:val="1D882B7A"/>
    <w:multiLevelType w:val="multilevel"/>
    <w:tmpl w:val="811A5BAC"/>
    <w:lvl w:ilvl="0">
      <w:start w:val="5"/>
      <w:numFmt w:val="decimal"/>
      <w:lvlText w:val="%1"/>
      <w:lvlJc w:val="left"/>
      <w:pPr>
        <w:tabs>
          <w:tab w:val="num" w:pos="720"/>
        </w:tabs>
        <w:ind w:left="720" w:hanging="720"/>
      </w:pPr>
      <w:rPr>
        <w:rFonts w:hint="default"/>
      </w:rPr>
    </w:lvl>
    <w:lvl w:ilvl="1">
      <w:start w:val="6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DEB73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70349"/>
    <w:multiLevelType w:val="singleLevel"/>
    <w:tmpl w:val="0809001B"/>
    <w:lvl w:ilvl="0">
      <w:start w:val="1"/>
      <w:numFmt w:val="lowerRoman"/>
      <w:lvlText w:val="%1."/>
      <w:lvlJc w:val="right"/>
      <w:pPr>
        <w:tabs>
          <w:tab w:val="num" w:pos="504"/>
        </w:tabs>
        <w:ind w:left="504" w:hanging="216"/>
      </w:pPr>
    </w:lvl>
  </w:abstractNum>
  <w:abstractNum w:abstractNumId="13"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EE3605"/>
    <w:multiLevelType w:val="multilevel"/>
    <w:tmpl w:val="57CCB974"/>
    <w:lvl w:ilvl="0">
      <w:start w:val="5"/>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4461BED"/>
    <w:multiLevelType w:val="multilevel"/>
    <w:tmpl w:val="2FDA220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C4D26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1620F5B"/>
    <w:multiLevelType w:val="singleLevel"/>
    <w:tmpl w:val="0809001B"/>
    <w:lvl w:ilvl="0">
      <w:start w:val="1"/>
      <w:numFmt w:val="lowerRoman"/>
      <w:lvlText w:val="%1."/>
      <w:lvlJc w:val="right"/>
      <w:pPr>
        <w:tabs>
          <w:tab w:val="num" w:pos="504"/>
        </w:tabs>
        <w:ind w:left="504" w:hanging="216"/>
      </w:pPr>
    </w:lvl>
  </w:abstractNum>
  <w:abstractNum w:abstractNumId="21"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7C6410A"/>
    <w:multiLevelType w:val="hybridMultilevel"/>
    <w:tmpl w:val="A43AE35A"/>
    <w:lvl w:ilvl="0" w:tplc="4C40B4E0">
      <w:start w:val="1"/>
      <w:numFmt w:val="decimal"/>
      <w:lvlText w:val="%1."/>
      <w:lvlJc w:val="left"/>
      <w:pPr>
        <w:tabs>
          <w:tab w:val="num" w:pos="360"/>
        </w:tabs>
        <w:ind w:left="360" w:hanging="360"/>
      </w:pPr>
    </w:lvl>
    <w:lvl w:ilvl="1" w:tplc="68202D98" w:tentative="1">
      <w:start w:val="1"/>
      <w:numFmt w:val="lowerLetter"/>
      <w:lvlText w:val="%2."/>
      <w:lvlJc w:val="left"/>
      <w:pPr>
        <w:tabs>
          <w:tab w:val="num" w:pos="1440"/>
        </w:tabs>
        <w:ind w:left="1440" w:hanging="360"/>
      </w:pPr>
    </w:lvl>
    <w:lvl w:ilvl="2" w:tplc="70607932" w:tentative="1">
      <w:start w:val="1"/>
      <w:numFmt w:val="lowerRoman"/>
      <w:lvlText w:val="%3."/>
      <w:lvlJc w:val="right"/>
      <w:pPr>
        <w:tabs>
          <w:tab w:val="num" w:pos="2160"/>
        </w:tabs>
        <w:ind w:left="2160" w:hanging="180"/>
      </w:pPr>
    </w:lvl>
    <w:lvl w:ilvl="3" w:tplc="F2CE8E0A" w:tentative="1">
      <w:start w:val="1"/>
      <w:numFmt w:val="decimal"/>
      <w:lvlText w:val="%4."/>
      <w:lvlJc w:val="left"/>
      <w:pPr>
        <w:tabs>
          <w:tab w:val="num" w:pos="2880"/>
        </w:tabs>
        <w:ind w:left="2880" w:hanging="360"/>
      </w:pPr>
    </w:lvl>
    <w:lvl w:ilvl="4" w:tplc="968298CC" w:tentative="1">
      <w:start w:val="1"/>
      <w:numFmt w:val="lowerLetter"/>
      <w:lvlText w:val="%5."/>
      <w:lvlJc w:val="left"/>
      <w:pPr>
        <w:tabs>
          <w:tab w:val="num" w:pos="3600"/>
        </w:tabs>
        <w:ind w:left="3600" w:hanging="360"/>
      </w:pPr>
    </w:lvl>
    <w:lvl w:ilvl="5" w:tplc="38E8A110" w:tentative="1">
      <w:start w:val="1"/>
      <w:numFmt w:val="lowerRoman"/>
      <w:lvlText w:val="%6."/>
      <w:lvlJc w:val="right"/>
      <w:pPr>
        <w:tabs>
          <w:tab w:val="num" w:pos="4320"/>
        </w:tabs>
        <w:ind w:left="4320" w:hanging="180"/>
      </w:pPr>
    </w:lvl>
    <w:lvl w:ilvl="6" w:tplc="69124240" w:tentative="1">
      <w:start w:val="1"/>
      <w:numFmt w:val="decimal"/>
      <w:lvlText w:val="%7."/>
      <w:lvlJc w:val="left"/>
      <w:pPr>
        <w:tabs>
          <w:tab w:val="num" w:pos="5040"/>
        </w:tabs>
        <w:ind w:left="5040" w:hanging="360"/>
      </w:pPr>
    </w:lvl>
    <w:lvl w:ilvl="7" w:tplc="24BEFF4C" w:tentative="1">
      <w:start w:val="1"/>
      <w:numFmt w:val="lowerLetter"/>
      <w:lvlText w:val="%8."/>
      <w:lvlJc w:val="left"/>
      <w:pPr>
        <w:tabs>
          <w:tab w:val="num" w:pos="5760"/>
        </w:tabs>
        <w:ind w:left="5760" w:hanging="360"/>
      </w:pPr>
    </w:lvl>
    <w:lvl w:ilvl="8" w:tplc="D3284DC0" w:tentative="1">
      <w:start w:val="1"/>
      <w:numFmt w:val="lowerRoman"/>
      <w:lvlText w:val="%9."/>
      <w:lvlJc w:val="right"/>
      <w:pPr>
        <w:tabs>
          <w:tab w:val="num" w:pos="6480"/>
        </w:tabs>
        <w:ind w:left="6480" w:hanging="180"/>
      </w:pPr>
    </w:lvl>
  </w:abstractNum>
  <w:abstractNum w:abstractNumId="23" w15:restartNumberingAfterBreak="0">
    <w:nsid w:val="4C1A3A78"/>
    <w:multiLevelType w:val="singleLevel"/>
    <w:tmpl w:val="08090001"/>
    <w:lvl w:ilvl="0">
      <w:start w:val="1"/>
      <w:numFmt w:val="bullet"/>
      <w:lvlText w:val=""/>
      <w:lvlJc w:val="left"/>
      <w:pPr>
        <w:ind w:left="720" w:hanging="360"/>
      </w:pPr>
      <w:rPr>
        <w:rFonts w:ascii="Symbol" w:hAnsi="Symbol" w:hint="default"/>
      </w:rPr>
    </w:lvl>
  </w:abstractNum>
  <w:abstractNum w:abstractNumId="24"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19754A7"/>
    <w:multiLevelType w:val="hybridMultilevel"/>
    <w:tmpl w:val="9456113C"/>
    <w:lvl w:ilvl="0" w:tplc="98D2430A">
      <w:start w:val="1"/>
      <w:numFmt w:val="decimal"/>
      <w:lvlText w:val="%1."/>
      <w:lvlJc w:val="left"/>
      <w:pPr>
        <w:tabs>
          <w:tab w:val="num" w:pos="360"/>
        </w:tabs>
        <w:ind w:left="360" w:hanging="360"/>
      </w:pPr>
    </w:lvl>
    <w:lvl w:ilvl="1" w:tplc="2C262366" w:tentative="1">
      <w:start w:val="1"/>
      <w:numFmt w:val="lowerLetter"/>
      <w:lvlText w:val="%2."/>
      <w:lvlJc w:val="left"/>
      <w:pPr>
        <w:tabs>
          <w:tab w:val="num" w:pos="1080"/>
        </w:tabs>
        <w:ind w:left="1080" w:hanging="360"/>
      </w:pPr>
    </w:lvl>
    <w:lvl w:ilvl="2" w:tplc="89306C4A" w:tentative="1">
      <w:start w:val="1"/>
      <w:numFmt w:val="lowerRoman"/>
      <w:lvlText w:val="%3."/>
      <w:lvlJc w:val="right"/>
      <w:pPr>
        <w:tabs>
          <w:tab w:val="num" w:pos="1800"/>
        </w:tabs>
        <w:ind w:left="1800" w:hanging="180"/>
      </w:pPr>
    </w:lvl>
    <w:lvl w:ilvl="3" w:tplc="E3281BD6" w:tentative="1">
      <w:start w:val="1"/>
      <w:numFmt w:val="decimal"/>
      <w:lvlText w:val="%4."/>
      <w:lvlJc w:val="left"/>
      <w:pPr>
        <w:tabs>
          <w:tab w:val="num" w:pos="2520"/>
        </w:tabs>
        <w:ind w:left="2520" w:hanging="360"/>
      </w:pPr>
    </w:lvl>
    <w:lvl w:ilvl="4" w:tplc="2C0089BE" w:tentative="1">
      <w:start w:val="1"/>
      <w:numFmt w:val="lowerLetter"/>
      <w:lvlText w:val="%5."/>
      <w:lvlJc w:val="left"/>
      <w:pPr>
        <w:tabs>
          <w:tab w:val="num" w:pos="3240"/>
        </w:tabs>
        <w:ind w:left="3240" w:hanging="360"/>
      </w:pPr>
    </w:lvl>
    <w:lvl w:ilvl="5" w:tplc="B8DC3DBA" w:tentative="1">
      <w:start w:val="1"/>
      <w:numFmt w:val="lowerRoman"/>
      <w:lvlText w:val="%6."/>
      <w:lvlJc w:val="right"/>
      <w:pPr>
        <w:tabs>
          <w:tab w:val="num" w:pos="3960"/>
        </w:tabs>
        <w:ind w:left="3960" w:hanging="180"/>
      </w:pPr>
    </w:lvl>
    <w:lvl w:ilvl="6" w:tplc="8F7290EA" w:tentative="1">
      <w:start w:val="1"/>
      <w:numFmt w:val="decimal"/>
      <w:lvlText w:val="%7."/>
      <w:lvlJc w:val="left"/>
      <w:pPr>
        <w:tabs>
          <w:tab w:val="num" w:pos="4680"/>
        </w:tabs>
        <w:ind w:left="4680" w:hanging="360"/>
      </w:pPr>
    </w:lvl>
    <w:lvl w:ilvl="7" w:tplc="05DC1F8A" w:tentative="1">
      <w:start w:val="1"/>
      <w:numFmt w:val="lowerLetter"/>
      <w:lvlText w:val="%8."/>
      <w:lvlJc w:val="left"/>
      <w:pPr>
        <w:tabs>
          <w:tab w:val="num" w:pos="5400"/>
        </w:tabs>
        <w:ind w:left="5400" w:hanging="360"/>
      </w:pPr>
    </w:lvl>
    <w:lvl w:ilvl="8" w:tplc="5AC492F4" w:tentative="1">
      <w:start w:val="1"/>
      <w:numFmt w:val="lowerRoman"/>
      <w:lvlText w:val="%9."/>
      <w:lvlJc w:val="right"/>
      <w:pPr>
        <w:tabs>
          <w:tab w:val="num" w:pos="6120"/>
        </w:tabs>
        <w:ind w:left="6120" w:hanging="180"/>
      </w:pPr>
    </w:lvl>
  </w:abstractNum>
  <w:abstractNum w:abstractNumId="26"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7" w15:restartNumberingAfterBreak="0">
    <w:nsid w:val="58241C1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3E4CE8"/>
    <w:multiLevelType w:val="multilevel"/>
    <w:tmpl w:val="45A2C594"/>
    <w:lvl w:ilvl="0">
      <w:start w:val="5"/>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15:restartNumberingAfterBreak="0">
    <w:nsid w:val="661869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E7096A"/>
    <w:multiLevelType w:val="singleLevel"/>
    <w:tmpl w:val="0809000F"/>
    <w:lvl w:ilvl="0">
      <w:start w:val="1"/>
      <w:numFmt w:val="decimal"/>
      <w:lvlText w:val="%1."/>
      <w:lvlJc w:val="left"/>
      <w:pPr>
        <w:tabs>
          <w:tab w:val="num" w:pos="360"/>
        </w:tabs>
        <w:ind w:left="360" w:hanging="360"/>
      </w:pPr>
    </w:lvl>
  </w:abstractNum>
  <w:abstractNum w:abstractNumId="31" w15:restartNumberingAfterBreak="0">
    <w:nsid w:val="675858D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8F513E"/>
    <w:multiLevelType w:val="hybridMultilevel"/>
    <w:tmpl w:val="0D607588"/>
    <w:lvl w:ilvl="0" w:tplc="B5E48974">
      <w:start w:val="1"/>
      <w:numFmt w:val="bullet"/>
      <w:lvlText w:val=""/>
      <w:lvlJc w:val="left"/>
      <w:pPr>
        <w:tabs>
          <w:tab w:val="num" w:pos="1800"/>
        </w:tabs>
        <w:ind w:left="1797" w:hanging="357"/>
      </w:pPr>
      <w:rPr>
        <w:rFonts w:ascii="Symbol" w:hAnsi="Symbol" w:hint="default"/>
      </w:rPr>
    </w:lvl>
    <w:lvl w:ilvl="1" w:tplc="C8E6D464" w:tentative="1">
      <w:start w:val="1"/>
      <w:numFmt w:val="bullet"/>
      <w:lvlText w:val="o"/>
      <w:lvlJc w:val="left"/>
      <w:pPr>
        <w:tabs>
          <w:tab w:val="num" w:pos="2160"/>
        </w:tabs>
        <w:ind w:left="2160" w:hanging="360"/>
      </w:pPr>
      <w:rPr>
        <w:rFonts w:ascii="Courier New" w:hAnsi="Courier New" w:hint="default"/>
      </w:rPr>
    </w:lvl>
    <w:lvl w:ilvl="2" w:tplc="99E2DB6A" w:tentative="1">
      <w:start w:val="1"/>
      <w:numFmt w:val="bullet"/>
      <w:lvlText w:val=""/>
      <w:lvlJc w:val="left"/>
      <w:pPr>
        <w:tabs>
          <w:tab w:val="num" w:pos="2880"/>
        </w:tabs>
        <w:ind w:left="2880" w:hanging="360"/>
      </w:pPr>
      <w:rPr>
        <w:rFonts w:ascii="Wingdings" w:hAnsi="Wingdings" w:hint="default"/>
      </w:rPr>
    </w:lvl>
    <w:lvl w:ilvl="3" w:tplc="F924A460" w:tentative="1">
      <w:start w:val="1"/>
      <w:numFmt w:val="bullet"/>
      <w:lvlText w:val=""/>
      <w:lvlJc w:val="left"/>
      <w:pPr>
        <w:tabs>
          <w:tab w:val="num" w:pos="3600"/>
        </w:tabs>
        <w:ind w:left="3600" w:hanging="360"/>
      </w:pPr>
      <w:rPr>
        <w:rFonts w:ascii="Symbol" w:hAnsi="Symbol" w:hint="default"/>
      </w:rPr>
    </w:lvl>
    <w:lvl w:ilvl="4" w:tplc="7CEE4580" w:tentative="1">
      <w:start w:val="1"/>
      <w:numFmt w:val="bullet"/>
      <w:lvlText w:val="o"/>
      <w:lvlJc w:val="left"/>
      <w:pPr>
        <w:tabs>
          <w:tab w:val="num" w:pos="4320"/>
        </w:tabs>
        <w:ind w:left="4320" w:hanging="360"/>
      </w:pPr>
      <w:rPr>
        <w:rFonts w:ascii="Courier New" w:hAnsi="Courier New" w:hint="default"/>
      </w:rPr>
    </w:lvl>
    <w:lvl w:ilvl="5" w:tplc="C450B2D6" w:tentative="1">
      <w:start w:val="1"/>
      <w:numFmt w:val="bullet"/>
      <w:lvlText w:val=""/>
      <w:lvlJc w:val="left"/>
      <w:pPr>
        <w:tabs>
          <w:tab w:val="num" w:pos="5040"/>
        </w:tabs>
        <w:ind w:left="5040" w:hanging="360"/>
      </w:pPr>
      <w:rPr>
        <w:rFonts w:ascii="Wingdings" w:hAnsi="Wingdings" w:hint="default"/>
      </w:rPr>
    </w:lvl>
    <w:lvl w:ilvl="6" w:tplc="658293D4" w:tentative="1">
      <w:start w:val="1"/>
      <w:numFmt w:val="bullet"/>
      <w:lvlText w:val=""/>
      <w:lvlJc w:val="left"/>
      <w:pPr>
        <w:tabs>
          <w:tab w:val="num" w:pos="5760"/>
        </w:tabs>
        <w:ind w:left="5760" w:hanging="360"/>
      </w:pPr>
      <w:rPr>
        <w:rFonts w:ascii="Symbol" w:hAnsi="Symbol" w:hint="default"/>
      </w:rPr>
    </w:lvl>
    <w:lvl w:ilvl="7" w:tplc="A648C504" w:tentative="1">
      <w:start w:val="1"/>
      <w:numFmt w:val="bullet"/>
      <w:lvlText w:val="o"/>
      <w:lvlJc w:val="left"/>
      <w:pPr>
        <w:tabs>
          <w:tab w:val="num" w:pos="6480"/>
        </w:tabs>
        <w:ind w:left="6480" w:hanging="360"/>
      </w:pPr>
      <w:rPr>
        <w:rFonts w:ascii="Courier New" w:hAnsi="Courier New" w:hint="default"/>
      </w:rPr>
    </w:lvl>
    <w:lvl w:ilvl="8" w:tplc="B7688E2A"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AF47295"/>
    <w:multiLevelType w:val="multilevel"/>
    <w:tmpl w:val="8F6812B4"/>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55EF1"/>
    <w:multiLevelType w:val="singleLevel"/>
    <w:tmpl w:val="0809000F"/>
    <w:lvl w:ilvl="0">
      <w:start w:val="1"/>
      <w:numFmt w:val="decimal"/>
      <w:lvlText w:val="%1."/>
      <w:lvlJc w:val="left"/>
      <w:pPr>
        <w:tabs>
          <w:tab w:val="num" w:pos="360"/>
        </w:tabs>
        <w:ind w:left="360" w:hanging="360"/>
      </w:pPr>
    </w:lvl>
  </w:abstractNum>
  <w:abstractNum w:abstractNumId="35" w15:restartNumberingAfterBreak="0">
    <w:nsid w:val="6E9460DA"/>
    <w:multiLevelType w:val="singleLevel"/>
    <w:tmpl w:val="0809000F"/>
    <w:lvl w:ilvl="0">
      <w:start w:val="1"/>
      <w:numFmt w:val="decimal"/>
      <w:lvlText w:val="%1."/>
      <w:lvlJc w:val="left"/>
      <w:pPr>
        <w:tabs>
          <w:tab w:val="num" w:pos="360"/>
        </w:tabs>
        <w:ind w:left="360" w:hanging="360"/>
      </w:pPr>
    </w:lvl>
  </w:abstractNum>
  <w:abstractNum w:abstractNumId="36" w15:restartNumberingAfterBreak="0">
    <w:nsid w:val="6EDB2011"/>
    <w:multiLevelType w:val="singleLevel"/>
    <w:tmpl w:val="0809001B"/>
    <w:lvl w:ilvl="0">
      <w:start w:val="1"/>
      <w:numFmt w:val="lowerRoman"/>
      <w:lvlText w:val="%1."/>
      <w:lvlJc w:val="right"/>
      <w:pPr>
        <w:tabs>
          <w:tab w:val="num" w:pos="504"/>
        </w:tabs>
        <w:ind w:left="504" w:hanging="216"/>
      </w:pPr>
    </w:lvl>
  </w:abstractNum>
  <w:abstractNum w:abstractNumId="37" w15:restartNumberingAfterBreak="0">
    <w:nsid w:val="775C65E9"/>
    <w:multiLevelType w:val="hybridMultilevel"/>
    <w:tmpl w:val="13723F70"/>
    <w:lvl w:ilvl="0" w:tplc="2D0EC4D4">
      <w:start w:val="1"/>
      <w:numFmt w:val="lowerRoman"/>
      <w:lvlText w:val="%1)"/>
      <w:lvlJc w:val="left"/>
      <w:pPr>
        <w:ind w:left="2145" w:hanging="720"/>
      </w:pPr>
      <w:rPr>
        <w:rFonts w:ascii="Arial" w:eastAsia="Times New Roman" w:hAnsi="Arial" w:cs="Times New Roman"/>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16cid:durableId="1665814906">
    <w:abstractNumId w:val="24"/>
  </w:num>
  <w:num w:numId="2" w16cid:durableId="740979156">
    <w:abstractNumId w:val="8"/>
  </w:num>
  <w:num w:numId="3" w16cid:durableId="860436480">
    <w:abstractNumId w:val="0"/>
  </w:num>
  <w:num w:numId="4" w16cid:durableId="2112384845">
    <w:abstractNumId w:val="26"/>
  </w:num>
  <w:num w:numId="5" w16cid:durableId="979577119">
    <w:abstractNumId w:val="17"/>
  </w:num>
  <w:num w:numId="6" w16cid:durableId="389809850">
    <w:abstractNumId w:val="10"/>
  </w:num>
  <w:num w:numId="7" w16cid:durableId="1932349119">
    <w:abstractNumId w:val="25"/>
  </w:num>
  <w:num w:numId="8" w16cid:durableId="1898004321">
    <w:abstractNumId w:val="21"/>
  </w:num>
  <w:num w:numId="9" w16cid:durableId="776368901">
    <w:abstractNumId w:val="22"/>
  </w:num>
  <w:num w:numId="10" w16cid:durableId="925264300">
    <w:abstractNumId w:val="9"/>
  </w:num>
  <w:num w:numId="11" w16cid:durableId="1922983312">
    <w:abstractNumId w:val="6"/>
  </w:num>
  <w:num w:numId="12" w16cid:durableId="1421946652">
    <w:abstractNumId w:val="7"/>
  </w:num>
  <w:num w:numId="13" w16cid:durableId="504786291">
    <w:abstractNumId w:val="32"/>
  </w:num>
  <w:num w:numId="14" w16cid:durableId="292752327">
    <w:abstractNumId w:val="3"/>
  </w:num>
  <w:num w:numId="15" w16cid:durableId="61292676">
    <w:abstractNumId w:val="36"/>
  </w:num>
  <w:num w:numId="16" w16cid:durableId="798885974">
    <w:abstractNumId w:val="33"/>
  </w:num>
  <w:num w:numId="17" w16cid:durableId="51585045">
    <w:abstractNumId w:val="20"/>
  </w:num>
  <w:num w:numId="18" w16cid:durableId="1754276640">
    <w:abstractNumId w:val="16"/>
  </w:num>
  <w:num w:numId="19" w16cid:durableId="204875910">
    <w:abstractNumId w:val="12"/>
  </w:num>
  <w:num w:numId="20" w16cid:durableId="1765683035">
    <w:abstractNumId w:val="14"/>
  </w:num>
  <w:num w:numId="21" w16cid:durableId="1330644962">
    <w:abstractNumId w:val="28"/>
  </w:num>
  <w:num w:numId="22" w16cid:durableId="487551205">
    <w:abstractNumId w:val="4"/>
  </w:num>
  <w:num w:numId="23" w16cid:durableId="160121094">
    <w:abstractNumId w:val="31"/>
  </w:num>
  <w:num w:numId="24" w16cid:durableId="1271283161">
    <w:abstractNumId w:val="23"/>
  </w:num>
  <w:num w:numId="25" w16cid:durableId="1157961309">
    <w:abstractNumId w:val="19"/>
  </w:num>
  <w:num w:numId="26" w16cid:durableId="332150186">
    <w:abstractNumId w:val="34"/>
  </w:num>
  <w:num w:numId="27" w16cid:durableId="2066441107">
    <w:abstractNumId w:val="5"/>
  </w:num>
  <w:num w:numId="28" w16cid:durableId="1348291251">
    <w:abstractNumId w:val="1"/>
  </w:num>
  <w:num w:numId="29" w16cid:durableId="568807220">
    <w:abstractNumId w:val="15"/>
  </w:num>
  <w:num w:numId="30" w16cid:durableId="1782609118">
    <w:abstractNumId w:val="13"/>
  </w:num>
  <w:num w:numId="31" w16cid:durableId="1300114671">
    <w:abstractNumId w:val="11"/>
  </w:num>
  <w:num w:numId="32" w16cid:durableId="1611160832">
    <w:abstractNumId w:val="18"/>
  </w:num>
  <w:num w:numId="33" w16cid:durableId="1185172365">
    <w:abstractNumId w:val="27"/>
  </w:num>
  <w:num w:numId="34" w16cid:durableId="679938113">
    <w:abstractNumId w:val="29"/>
  </w:num>
  <w:num w:numId="35" w16cid:durableId="75978792">
    <w:abstractNumId w:val="35"/>
  </w:num>
  <w:num w:numId="36" w16cid:durableId="1292204454">
    <w:abstractNumId w:val="30"/>
  </w:num>
  <w:num w:numId="37" w16cid:durableId="130950372">
    <w:abstractNumId w:val="2"/>
  </w:num>
  <w:num w:numId="38" w16cid:durableId="1584299507">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CF9"/>
    <w:rsid w:val="0000129B"/>
    <w:rsid w:val="00053D17"/>
    <w:rsid w:val="00081BEC"/>
    <w:rsid w:val="00085FC3"/>
    <w:rsid w:val="00091021"/>
    <w:rsid w:val="00162A00"/>
    <w:rsid w:val="001A519E"/>
    <w:rsid w:val="001E0162"/>
    <w:rsid w:val="001E3C4E"/>
    <w:rsid w:val="00201825"/>
    <w:rsid w:val="00202338"/>
    <w:rsid w:val="00207826"/>
    <w:rsid w:val="00215785"/>
    <w:rsid w:val="002449CD"/>
    <w:rsid w:val="00284D6B"/>
    <w:rsid w:val="002856E4"/>
    <w:rsid w:val="00293310"/>
    <w:rsid w:val="002A2018"/>
    <w:rsid w:val="002A2D10"/>
    <w:rsid w:val="002A3242"/>
    <w:rsid w:val="002A769D"/>
    <w:rsid w:val="002C6A4D"/>
    <w:rsid w:val="002D0711"/>
    <w:rsid w:val="002E5CA0"/>
    <w:rsid w:val="00313089"/>
    <w:rsid w:val="00327CE3"/>
    <w:rsid w:val="00330168"/>
    <w:rsid w:val="00340051"/>
    <w:rsid w:val="00380B83"/>
    <w:rsid w:val="003B197F"/>
    <w:rsid w:val="003B2CFF"/>
    <w:rsid w:val="003B4E2B"/>
    <w:rsid w:val="003D000D"/>
    <w:rsid w:val="003D76C3"/>
    <w:rsid w:val="003F38A4"/>
    <w:rsid w:val="00444311"/>
    <w:rsid w:val="004655D4"/>
    <w:rsid w:val="0047457C"/>
    <w:rsid w:val="004E08E4"/>
    <w:rsid w:val="00525173"/>
    <w:rsid w:val="005431A1"/>
    <w:rsid w:val="005551AD"/>
    <w:rsid w:val="00581908"/>
    <w:rsid w:val="00581A64"/>
    <w:rsid w:val="005A3B8B"/>
    <w:rsid w:val="005C29D5"/>
    <w:rsid w:val="005D6521"/>
    <w:rsid w:val="005E578E"/>
    <w:rsid w:val="00661E49"/>
    <w:rsid w:val="006D66F7"/>
    <w:rsid w:val="006F72AC"/>
    <w:rsid w:val="007109BD"/>
    <w:rsid w:val="007225BD"/>
    <w:rsid w:val="00730930"/>
    <w:rsid w:val="00734607"/>
    <w:rsid w:val="00771D9E"/>
    <w:rsid w:val="007B2B2D"/>
    <w:rsid w:val="007B4CB9"/>
    <w:rsid w:val="00801E96"/>
    <w:rsid w:val="008125B4"/>
    <w:rsid w:val="008218F1"/>
    <w:rsid w:val="00840E49"/>
    <w:rsid w:val="00847D73"/>
    <w:rsid w:val="00866535"/>
    <w:rsid w:val="0086758E"/>
    <w:rsid w:val="008702A0"/>
    <w:rsid w:val="008A71AC"/>
    <w:rsid w:val="008E2C09"/>
    <w:rsid w:val="009240A5"/>
    <w:rsid w:val="00927692"/>
    <w:rsid w:val="009358F7"/>
    <w:rsid w:val="009403E7"/>
    <w:rsid w:val="00963A99"/>
    <w:rsid w:val="00A62437"/>
    <w:rsid w:val="00AD073F"/>
    <w:rsid w:val="00AD4C48"/>
    <w:rsid w:val="00AE37F5"/>
    <w:rsid w:val="00B02610"/>
    <w:rsid w:val="00B26A91"/>
    <w:rsid w:val="00B65978"/>
    <w:rsid w:val="00B67DC3"/>
    <w:rsid w:val="00B8148A"/>
    <w:rsid w:val="00B97CB2"/>
    <w:rsid w:val="00BB2D88"/>
    <w:rsid w:val="00BD3379"/>
    <w:rsid w:val="00C14CF9"/>
    <w:rsid w:val="00C16EAB"/>
    <w:rsid w:val="00C17757"/>
    <w:rsid w:val="00C35D3B"/>
    <w:rsid w:val="00C42367"/>
    <w:rsid w:val="00C515B9"/>
    <w:rsid w:val="00C60B19"/>
    <w:rsid w:val="00C72D55"/>
    <w:rsid w:val="00C77EDC"/>
    <w:rsid w:val="00CC2499"/>
    <w:rsid w:val="00CE0048"/>
    <w:rsid w:val="00CE1F78"/>
    <w:rsid w:val="00CE4478"/>
    <w:rsid w:val="00D27AB4"/>
    <w:rsid w:val="00D54CE4"/>
    <w:rsid w:val="00D62B70"/>
    <w:rsid w:val="00D73334"/>
    <w:rsid w:val="00D86950"/>
    <w:rsid w:val="00DA181F"/>
    <w:rsid w:val="00DC7A3C"/>
    <w:rsid w:val="00DF2813"/>
    <w:rsid w:val="00E20D7B"/>
    <w:rsid w:val="00E35ADB"/>
    <w:rsid w:val="00E36AA8"/>
    <w:rsid w:val="00E41BEE"/>
    <w:rsid w:val="00E9461D"/>
    <w:rsid w:val="00EA2EF0"/>
    <w:rsid w:val="00EA441F"/>
    <w:rsid w:val="00EB17A5"/>
    <w:rsid w:val="00EF60E3"/>
    <w:rsid w:val="00F67BFB"/>
    <w:rsid w:val="00FA2232"/>
    <w:rsid w:val="00FA513C"/>
    <w:rsid w:val="00FB4863"/>
    <w:rsid w:val="00FD5562"/>
    <w:rsid w:val="00FD7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C02141B"/>
  <w15:chartTrackingRefBased/>
  <w15:docId w15:val="{B43BFE9A-4593-406D-A171-244C30CBB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spacing w:after="0"/>
      <w:ind w:left="720" w:hanging="720"/>
    </w:pPr>
  </w:style>
  <w:style w:type="paragraph" w:styleId="BodyTextIndent2">
    <w:name w:val="Body Text Indent 2"/>
    <w:basedOn w:val="Normal"/>
    <w:pPr>
      <w:spacing w:after="0"/>
      <w:ind w:left="720"/>
    </w:pPr>
    <w:rPr>
      <w:rFonts w:ascii="Times New Roman" w:hAnsi="Times New Roman"/>
    </w:rPr>
  </w:style>
  <w:style w:type="character" w:styleId="CommentReference">
    <w:name w:val="annotation reference"/>
    <w:semiHidden/>
    <w:rPr>
      <w:sz w:val="16"/>
    </w:rPr>
  </w:style>
  <w:style w:type="paragraph" w:styleId="CommentText">
    <w:name w:val="annotation text"/>
    <w:basedOn w:val="Normal"/>
    <w:link w:val="CommentTextChar"/>
    <w:semiHidden/>
    <w:pPr>
      <w:spacing w:after="0"/>
    </w:pPr>
    <w:rPr>
      <w:rFonts w:ascii="Times New Roman" w:hAnsi="Times New Roman"/>
    </w:rPr>
  </w:style>
  <w:style w:type="paragraph" w:customStyle="1" w:styleId="Left15">
    <w:name w:val="Left 1.5"/>
    <w:basedOn w:val="Normal"/>
    <w:pPr>
      <w:spacing w:before="120" w:after="240"/>
      <w:ind w:left="851"/>
    </w:p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keepNext/>
      <w:keepLines/>
      <w:widowControl w:val="0"/>
      <w:spacing w:after="0"/>
      <w:jc w:val="both"/>
    </w:pPr>
    <w:rPr>
      <w:snapToGrid w:val="0"/>
      <w:sz w:val="22"/>
    </w:rPr>
  </w:style>
  <w:style w:type="table" w:styleId="TableGrid">
    <w:name w:val="Table Grid"/>
    <w:basedOn w:val="TableNormal"/>
    <w:rsid w:val="001E3C4E"/>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66535"/>
    <w:pPr>
      <w:spacing w:after="120"/>
    </w:pPr>
    <w:rPr>
      <w:rFonts w:ascii="Arial" w:hAnsi="Arial"/>
      <w:b/>
      <w:bCs/>
    </w:rPr>
  </w:style>
  <w:style w:type="character" w:customStyle="1" w:styleId="CommentTextChar">
    <w:name w:val="Comment Text Char"/>
    <w:link w:val="CommentText"/>
    <w:semiHidden/>
    <w:rsid w:val="00866535"/>
    <w:rPr>
      <w:lang w:eastAsia="en-US"/>
    </w:rPr>
  </w:style>
  <w:style w:type="character" w:customStyle="1" w:styleId="CommentSubjectChar">
    <w:name w:val="Comment Subject Char"/>
    <w:link w:val="CommentSubject"/>
    <w:rsid w:val="00866535"/>
    <w:rPr>
      <w:rFonts w:ascii="Arial" w:hAnsi="Arial"/>
      <w:b/>
      <w:bCs/>
      <w:lang w:eastAsia="en-US"/>
    </w:rPr>
  </w:style>
  <w:style w:type="paragraph" w:styleId="Revision">
    <w:name w:val="Revision"/>
    <w:hidden/>
    <w:uiPriority w:val="99"/>
    <w:semiHidden/>
    <w:rsid w:val="00AE37F5"/>
    <w:rPr>
      <w:rFonts w:ascii="Arial" w:hAnsi="Arial"/>
      <w:lang w:eastAsia="en-US"/>
    </w:rPr>
  </w:style>
  <w:style w:type="paragraph" w:customStyle="1" w:styleId="Level1Text">
    <w:name w:val="Level 1 Text"/>
    <w:basedOn w:val="Normal"/>
    <w:link w:val="Level1TextChar"/>
    <w:rsid w:val="004655D4"/>
    <w:pPr>
      <w:keepLines/>
      <w:widowControl w:val="0"/>
      <w:tabs>
        <w:tab w:val="left" w:pos="1418"/>
      </w:tabs>
      <w:spacing w:line="264" w:lineRule="auto"/>
      <w:ind w:left="1418" w:hanging="1418"/>
      <w:jc w:val="both"/>
    </w:pPr>
    <w:rPr>
      <w:snapToGrid w:val="0"/>
      <w:color w:val="000000"/>
    </w:rPr>
  </w:style>
  <w:style w:type="character" w:customStyle="1" w:styleId="Level1TextChar">
    <w:name w:val="Level 1 Text Char"/>
    <w:link w:val="Level1Text"/>
    <w:rsid w:val="004655D4"/>
    <w:rPr>
      <w:rFonts w:ascii="Arial" w:hAnsi="Arial"/>
      <w:snapToGrid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F1985-B2D5-4443-831B-7E80EC00773B}">
  <ds:schemaRefs>
    <ds:schemaRef ds:uri="http://schemas.microsoft.com/office/2006/documentManagement/types"/>
    <ds:schemaRef ds:uri="http://schemas.microsoft.com/office/2006/metadata/properties"/>
    <ds:schemaRef ds:uri="3f6024f2-ec53-42bf-9fc5-b1e570b27390"/>
    <ds:schemaRef ds:uri="http://purl.org/dc/terms/"/>
    <ds:schemaRef ds:uri="97b6fe81-1556-4112-94ca-31043ca39b71"/>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 ds:uri="cadce026-d35b-4a62-a2ee-1436bb44fb55"/>
  </ds:schemaRefs>
</ds:datastoreItem>
</file>

<file path=customXml/itemProps2.xml><?xml version="1.0" encoding="utf-8"?>
<ds:datastoreItem xmlns:ds="http://schemas.openxmlformats.org/officeDocument/2006/customXml" ds:itemID="{94ECDED0-DAE0-48E7-BFE1-AD1B2A8F7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7EE758-CDCE-4B04-9844-3D136FA81C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1196</Words>
  <Characters>6710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Johnson (ESO), Antony</cp:lastModifiedBy>
  <cp:revision>42</cp:revision>
  <cp:lastPrinted>2018-02-27T09:46:00Z</cp:lastPrinted>
  <dcterms:created xsi:type="dcterms:W3CDTF">2023-04-26T16:48:00Z</dcterms:created>
  <dcterms:modified xsi:type="dcterms:W3CDTF">2023-04-26T19:10:00Z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MediaServiceImageTags">
    <vt:lpwstr/>
  </property>
</Properties>
</file>