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8E65C"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1129"/>
        <w:gridCol w:w="3407"/>
      </w:tblGrid>
      <w:tr w:rsidR="009A206C" w:rsidRPr="005603D9" w14:paraId="258E51D3" w14:textId="77777777" w:rsidTr="00A747AE">
        <w:trPr>
          <w:trHeight w:val="217"/>
        </w:trPr>
        <w:tc>
          <w:tcPr>
            <w:tcW w:w="9639" w:type="dxa"/>
            <w:gridSpan w:val="4"/>
            <w:shd w:val="clear" w:color="auto" w:fill="F26522" w:themeFill="accent1"/>
          </w:tcPr>
          <w:p w14:paraId="741A0713" w14:textId="65692C53" w:rsidR="009A206C" w:rsidRPr="005603D9" w:rsidRDefault="00C74B27" w:rsidP="00A747AE">
            <w:pPr>
              <w:pStyle w:val="Documentname"/>
              <w:framePr w:hSpace="0" w:wrap="auto" w:vAnchor="margin" w:hAnchor="text" w:xAlign="left" w:yAlign="inline"/>
            </w:pPr>
            <w:r>
              <w:rPr>
                <w:rFonts w:cs="Arial"/>
                <w:szCs w:val="28"/>
              </w:rPr>
              <w:t>Workgroup</w:t>
            </w:r>
            <w:r w:rsidR="004B767D">
              <w:rPr>
                <w:rFonts w:cs="Arial"/>
                <w:szCs w:val="28"/>
              </w:rPr>
              <w:t xml:space="preserve"> Report</w:t>
            </w:r>
          </w:p>
        </w:tc>
      </w:tr>
      <w:tr w:rsidR="00470B5B" w:rsidRPr="005603D9" w14:paraId="3026A78A" w14:textId="77777777" w:rsidTr="00A747AE">
        <w:trPr>
          <w:trHeight w:val="5669"/>
        </w:trPr>
        <w:tc>
          <w:tcPr>
            <w:tcW w:w="5103" w:type="dxa"/>
            <w:gridSpan w:val="2"/>
            <w:shd w:val="clear" w:color="auto" w:fill="auto"/>
          </w:tcPr>
          <w:p w14:paraId="5FE5D11C" w14:textId="5FB38448" w:rsidR="00514EED" w:rsidRDefault="00514EED" w:rsidP="009D3CD2">
            <w:pPr>
              <w:ind w:right="113"/>
              <w:rPr>
                <w:rFonts w:cs="Arial"/>
                <w:b/>
                <w:color w:val="F26522" w:themeColor="accent1"/>
                <w:sz w:val="56"/>
                <w:szCs w:val="56"/>
              </w:rPr>
            </w:pPr>
            <w:r w:rsidRPr="00562C32">
              <w:rPr>
                <w:rFonts w:cs="Arial"/>
                <w:b/>
                <w:color w:val="F26522" w:themeColor="accent1"/>
                <w:sz w:val="56"/>
                <w:szCs w:val="56"/>
              </w:rPr>
              <w:t>GC</w:t>
            </w:r>
            <w:r w:rsidR="004A6E53">
              <w:rPr>
                <w:rFonts w:cs="Arial"/>
                <w:b/>
                <w:color w:val="F26522" w:themeColor="accent1"/>
                <w:sz w:val="56"/>
                <w:szCs w:val="56"/>
              </w:rPr>
              <w:t>0156</w:t>
            </w:r>
            <w:r>
              <w:rPr>
                <w:rFonts w:cs="Arial"/>
                <w:b/>
                <w:color w:val="F26522" w:themeColor="accent1"/>
                <w:sz w:val="56"/>
                <w:szCs w:val="56"/>
              </w:rPr>
              <w:t>:</w:t>
            </w:r>
          </w:p>
          <w:p w14:paraId="76601D50" w14:textId="77777777" w:rsidR="00562C32" w:rsidRPr="00562C32" w:rsidRDefault="00562C32" w:rsidP="00562C32">
            <w:pPr>
              <w:ind w:right="113"/>
              <w:rPr>
                <w:rFonts w:cs="Arial"/>
                <w:b/>
                <w:color w:val="F26522" w:themeColor="accent1"/>
                <w:sz w:val="44"/>
                <w:szCs w:val="44"/>
              </w:rPr>
            </w:pPr>
            <w:r w:rsidRPr="00562C32">
              <w:rPr>
                <w:rFonts w:cs="Arial"/>
                <w:b/>
                <w:color w:val="F26522" w:themeColor="accent1"/>
                <w:sz w:val="44"/>
                <w:szCs w:val="44"/>
                <w:lang w:bidi="en-GB"/>
              </w:rPr>
              <w:t>Facilitating the Implementation of the Electricity System Restoration Standard</w:t>
            </w:r>
            <w:r w:rsidRPr="00562C32">
              <w:rPr>
                <w:rFonts w:cs="Arial"/>
                <w:b/>
                <w:color w:val="F26522" w:themeColor="accent1"/>
                <w:sz w:val="44"/>
                <w:szCs w:val="44"/>
              </w:rPr>
              <w:t xml:space="preserve"> </w:t>
            </w:r>
          </w:p>
          <w:p w14:paraId="5EB9EFE8" w14:textId="755C1700" w:rsidR="00012152" w:rsidRPr="00012152" w:rsidRDefault="00514EED" w:rsidP="00012152">
            <w:pPr>
              <w:rPr>
                <w:iCs/>
                <w:color w:val="00B050"/>
              </w:rPr>
            </w:pPr>
            <w:r>
              <w:rPr>
                <w:rFonts w:cs="Arial"/>
                <w:b/>
              </w:rPr>
              <w:t>Overview:</w:t>
            </w:r>
            <w:r w:rsidRPr="6DC9E538">
              <w:rPr>
                <w:noProof/>
              </w:rPr>
              <w:t xml:space="preserve"> </w:t>
            </w:r>
            <w:r w:rsidR="00012152" w:rsidRPr="00F53252">
              <w:rPr>
                <w:iCs/>
                <w:noProof/>
              </w:rPr>
              <w:t xml:space="preserve"> In October 2021, BEIS issued a direction in accordance with Special Condition 2.2 of National Grid’s Electricity System Operator’s Transmission Licence implementing an Electricity System Restoration Standard (ESRS) which requires 60% of</w:t>
            </w:r>
            <w:r w:rsidR="00012152" w:rsidRPr="0072779C">
              <w:t xml:space="preserve"> </w:t>
            </w:r>
            <w:r w:rsidR="00012152" w:rsidRPr="00F53252">
              <w:rPr>
                <w:iCs/>
                <w:noProof/>
              </w:rPr>
              <w:t>electricity demand to be restored within 24 hours in all regions and 100% of electricity demand to be restored within 5 days nationally. The ESO is proposing a number of changes to the Grid Code to facilitate th</w:t>
            </w:r>
            <w:r w:rsidR="00012152">
              <w:rPr>
                <w:iCs/>
                <w:noProof/>
              </w:rPr>
              <w:t>e</w:t>
            </w:r>
            <w:r w:rsidR="00012152" w:rsidRPr="00F53252">
              <w:rPr>
                <w:iCs/>
                <w:noProof/>
              </w:rPr>
              <w:t>s</w:t>
            </w:r>
            <w:r w:rsidR="00012152">
              <w:rPr>
                <w:iCs/>
                <w:noProof/>
              </w:rPr>
              <w:t>e requirements</w:t>
            </w:r>
            <w:r w:rsidR="00012152" w:rsidRPr="00F53252">
              <w:rPr>
                <w:iCs/>
                <w:noProof/>
              </w:rPr>
              <w:t xml:space="preserve">.  </w:t>
            </w:r>
          </w:p>
        </w:tc>
        <w:tc>
          <w:tcPr>
            <w:tcW w:w="4536" w:type="dxa"/>
            <w:gridSpan w:val="2"/>
            <w:shd w:val="clear" w:color="auto" w:fill="auto"/>
          </w:tcPr>
          <w:p w14:paraId="1E358833" w14:textId="77777777" w:rsidR="008B5413" w:rsidRDefault="00470B5B" w:rsidP="009D3CD2">
            <w:pPr>
              <w:rPr>
                <w:b/>
              </w:rPr>
            </w:pPr>
            <w:r w:rsidRPr="005603D9">
              <w:rPr>
                <w:b/>
              </w:rPr>
              <w:t xml:space="preserve">Modification process &amp; timetable     </w:t>
            </w:r>
          </w:p>
          <w:p w14:paraId="06B6DC1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7B42314D" wp14:editId="6B704C87">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A671C2"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D788D57FB954350AEAAAC7F0E543E9E"/>
                                      </w:placeholder>
                                      <w:date w:fullDate="2022-02-09T00:00:00Z">
                                        <w:dateFormat w:val="dd MMMM yyyy"/>
                                        <w:lid w:val="en-GB"/>
                                        <w:storeMappedDataAs w:val="dateTime"/>
                                        <w:calendar w:val="gregorian"/>
                                      </w:date>
                                    </w:sdtPr>
                                    <w:sdtEndPr/>
                                    <w:sdtContent>
                                      <w:p w14:paraId="0367145E" w14:textId="45BA15DD" w:rsidR="009446C6" w:rsidRPr="00644FFB" w:rsidRDefault="007B0DAE" w:rsidP="008B5413">
                                        <w:pPr>
                                          <w:rPr>
                                            <w:color w:val="000000"/>
                                            <w:sz w:val="20"/>
                                          </w:rPr>
                                        </w:pPr>
                                        <w:r>
                                          <w:rPr>
                                            <w:color w:val="000000"/>
                                            <w:sz w:val="20"/>
                                          </w:rPr>
                                          <w:t>09 February</w:t>
                                        </w:r>
                                        <w:r w:rsidR="009446C6" w:rsidRPr="00644FFB">
                                          <w:rPr>
                                            <w:color w:val="000000"/>
                                            <w:sz w:val="20"/>
                                          </w:rPr>
                                          <w:t xml:space="preserve"> 202</w:t>
                                        </w:r>
                                        <w:r>
                                          <w:rPr>
                                            <w:color w:val="000000"/>
                                            <w:sz w:val="20"/>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796D01" w14:textId="381F6ED2" w:rsidR="009446C6" w:rsidRPr="000F26AE" w:rsidRDefault="00C74B27" w:rsidP="008B5413">
                                    <w:pPr>
                                      <w:rPr>
                                        <w:b/>
                                        <w:color w:val="F26522" w:themeColor="accent1"/>
                                        <w:sz w:val="22"/>
                                      </w:rPr>
                                    </w:pPr>
                                    <w:r>
                                      <w:rPr>
                                        <w:b/>
                                        <w:color w:val="F26522" w:themeColor="accent1"/>
                                        <w:sz w:val="22"/>
                                      </w:rPr>
                                      <w:t>Workgroup</w:t>
                                    </w:r>
                                    <w:r w:rsidR="009446C6" w:rsidRPr="000F26AE">
                                      <w:rPr>
                                        <w:b/>
                                        <w:color w:val="F26522" w:themeColor="accent1"/>
                                        <w:sz w:val="22"/>
                                      </w:rPr>
                                      <w:t xml:space="preserve"> Consultation</w:t>
                                    </w:r>
                                  </w:p>
                                  <w:p w14:paraId="4A577B61" w14:textId="1FC39DD7" w:rsidR="009446C6" w:rsidRPr="004F10E6" w:rsidRDefault="000C2C55" w:rsidP="008B5413">
                                    <w:pPr>
                                      <w:rPr>
                                        <w:color w:val="000000"/>
                                      </w:rPr>
                                    </w:pPr>
                                    <w:sdt>
                                      <w:sdtPr>
                                        <w:rPr>
                                          <w:rStyle w:val="TimelineChar"/>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7B0DAE">
                                          <w:rPr>
                                            <w:rStyle w:val="TimelineChar"/>
                                          </w:rPr>
                                          <w:t>21</w:t>
                                        </w:r>
                                        <w:r w:rsidR="009446C6" w:rsidRPr="00200103">
                                          <w:rPr>
                                            <w:rStyle w:val="TimelineChar"/>
                                          </w:rPr>
                                          <w:t xml:space="preserve"> </w:t>
                                        </w:r>
                                        <w:r w:rsidR="007B0DAE">
                                          <w:rPr>
                                            <w:rStyle w:val="TimelineChar"/>
                                          </w:rPr>
                                          <w:t>November 2022</w:t>
                                        </w:r>
                                      </w:sdtContent>
                                    </w:sdt>
                                    <w:r w:rsidR="009446C6">
                                      <w:rPr>
                                        <w:color w:val="000000"/>
                                      </w:rPr>
                                      <w:t xml:space="preserve"> </w:t>
                                    </w:r>
                                    <w:r w:rsidR="007B0DAE">
                                      <w:rPr>
                                        <w:color w:val="000000"/>
                                      </w:rPr>
                                      <w:t>–</w:t>
                                    </w:r>
                                    <w:r w:rsidR="009446C6">
                                      <w:rPr>
                                        <w:color w:val="000000"/>
                                      </w:rPr>
                                      <w:t xml:space="preserve"> </w:t>
                                    </w:r>
                                    <w:sdt>
                                      <w:sdtPr>
                                        <w:rPr>
                                          <w:rStyle w:val="TimelineChar"/>
                                        </w:rPr>
                                        <w:alias w:val="Code Administrator Use"/>
                                        <w:tag w:val="Code Administrator Use"/>
                                        <w:id w:val="610788143"/>
                                        <w:date w:fullDate="2022-12-21T00:00:00Z">
                                          <w:dateFormat w:val="dd MMMM yyyy"/>
                                          <w:lid w:val="en-GB"/>
                                          <w:storeMappedDataAs w:val="dateTime"/>
                                          <w:calendar w:val="gregorian"/>
                                        </w:date>
                                      </w:sdtPr>
                                      <w:sdtEndPr>
                                        <w:rPr>
                                          <w:rStyle w:val="TimelineChar"/>
                                        </w:rPr>
                                      </w:sdtEndPr>
                                      <w:sdtContent>
                                        <w:r w:rsidR="007B0DAE">
                                          <w:rPr>
                                            <w:rStyle w:val="TimelineChar"/>
                                          </w:rPr>
                                          <w:t>21 December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A9A38" w14:textId="6582C86D" w:rsidR="009446C6" w:rsidRPr="004162CB" w:rsidRDefault="00C74B27" w:rsidP="004162CB">
                                    <w:pPr>
                                      <w:rPr>
                                        <w:b/>
                                        <w:color w:val="FFFFFF" w:themeColor="background1"/>
                                        <w:sz w:val="22"/>
                                      </w:rPr>
                                    </w:pPr>
                                    <w:r>
                                      <w:rPr>
                                        <w:b/>
                                        <w:color w:val="FFFFFF" w:themeColor="background1"/>
                                        <w:sz w:val="22"/>
                                      </w:rPr>
                                      <w:t>Workgroup</w:t>
                                    </w:r>
                                    <w:r w:rsidR="009446C6" w:rsidRPr="004162CB">
                                      <w:rPr>
                                        <w:b/>
                                        <w:color w:val="FFFFFF" w:themeColor="background1"/>
                                        <w:sz w:val="22"/>
                                      </w:rPr>
                                      <w:t xml:space="preserve"> Report</w:t>
                                    </w:r>
                                  </w:p>
                                  <w:sdt>
                                    <w:sdtPr>
                                      <w:rPr>
                                        <w:rStyle w:val="TimelineChar"/>
                                        <w:color w:val="FFFFFF" w:themeColor="background1"/>
                                      </w:rPr>
                                      <w:alias w:val="Code Administrator Use"/>
                                      <w:tag w:val="Code Administrator Use"/>
                                      <w:id w:val="-359976266"/>
                                      <w:date w:fullDate="2023-03-22T00:00:00Z">
                                        <w:dateFormat w:val="dd MMMM yyyy"/>
                                        <w:lid w:val="en-GB"/>
                                        <w:storeMappedDataAs w:val="dateTime"/>
                                        <w:calendar w:val="gregorian"/>
                                      </w:date>
                                    </w:sdtPr>
                                    <w:sdtEndPr>
                                      <w:rPr>
                                        <w:rStyle w:val="TimelineChar"/>
                                      </w:rPr>
                                    </w:sdtEndPr>
                                    <w:sdtContent>
                                      <w:p w14:paraId="4ECB28EA" w14:textId="409241D9" w:rsidR="009446C6" w:rsidRPr="004162CB" w:rsidRDefault="007B0DAE" w:rsidP="004162CB">
                                        <w:pPr>
                                          <w:pStyle w:val="Timeline"/>
                                          <w:rPr>
                                            <w:rStyle w:val="TimelineChar"/>
                                            <w:color w:val="FFFFFF" w:themeColor="background1"/>
                                          </w:rPr>
                                        </w:pPr>
                                        <w:r>
                                          <w:rPr>
                                            <w:rStyle w:val="TimelineChar"/>
                                            <w:color w:val="FFFFFF" w:themeColor="background1"/>
                                          </w:rPr>
                                          <w:t>22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2F56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89C80D9" w14:textId="7AF069C8" w:rsidR="009446C6" w:rsidRPr="004162CB" w:rsidRDefault="000C2C55"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7B0DAE">
                                          <w:rPr>
                                            <w:rStyle w:val="TimelineChar"/>
                                          </w:rPr>
                                          <w:t>03 April 2023</w:t>
                                        </w:r>
                                      </w:sdtContent>
                                    </w:sdt>
                                    <w:r w:rsidR="009446C6" w:rsidRPr="004162CB">
                                      <w:t xml:space="preserve"> </w:t>
                                    </w:r>
                                    <w:r w:rsidR="007B0DAE">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7B0DAE">
                                          <w:rPr>
                                            <w:rStyle w:val="TimelineChar"/>
                                          </w:rPr>
                                          <w:t>03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CBA97" w14:textId="0F3FB537" w:rsidR="009446C6" w:rsidRPr="000F26AE" w:rsidRDefault="009446C6" w:rsidP="008B5413">
                                    <w:pPr>
                                      <w:rPr>
                                        <w:b/>
                                        <w:color w:val="F26522" w:themeColor="accent1"/>
                                        <w:sz w:val="22"/>
                                      </w:rPr>
                                    </w:pPr>
                                    <w:r w:rsidRPr="000F26AE">
                                      <w:rPr>
                                        <w:b/>
                                        <w:color w:val="F26522" w:themeColor="accent1"/>
                                        <w:sz w:val="22"/>
                                      </w:rPr>
                                      <w:t>Draft</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4E5F1DDA" w14:textId="6AF59C4B" w:rsidR="009446C6" w:rsidRPr="004F10E6" w:rsidRDefault="007B0DAE" w:rsidP="008B5413">
                                        <w:pPr>
                                          <w:rPr>
                                            <w:color w:val="000000"/>
                                          </w:rPr>
                                        </w:pPr>
                                        <w:r>
                                          <w:rPr>
                                            <w:rStyle w:val="TimelineChar"/>
                                          </w:rPr>
                                          <w:t>17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9FA798" w14:textId="51037431" w:rsidR="009446C6" w:rsidRPr="000F26AE" w:rsidRDefault="009446C6" w:rsidP="008B5413">
                                    <w:pPr>
                                      <w:rPr>
                                        <w:b/>
                                        <w:color w:val="F26522" w:themeColor="accent1"/>
                                        <w:sz w:val="22"/>
                                      </w:rPr>
                                    </w:pPr>
                                    <w:r w:rsidRPr="000F26AE">
                                      <w:rPr>
                                        <w:b/>
                                        <w:color w:val="F26522" w:themeColor="accent1"/>
                                        <w:sz w:val="22"/>
                                      </w:rPr>
                                      <w:t>Final</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61ED4982" w14:textId="68200CA4" w:rsidR="009446C6" w:rsidRPr="004F10E6" w:rsidRDefault="007B0DAE" w:rsidP="008B5413">
                                        <w:pPr>
                                          <w:rPr>
                                            <w:color w:val="000000"/>
                                          </w:rPr>
                                        </w:pPr>
                                        <w:r>
                                          <w:rPr>
                                            <w:rStyle w:val="TimelineChar"/>
                                          </w:rPr>
                                          <w:t>05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23475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1775C900" w14:textId="59A81BCD" w:rsidR="009446C6" w:rsidRPr="004F10E6" w:rsidRDefault="007B0DAE"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838013"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1441"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D937D6"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ABB1BB"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2AE792"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6311C0"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3E3E9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42314D"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3A671C2"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D788D57FB954350AEAAAC7F0E543E9E"/>
                                </w:placeholder>
                                <w:date w:fullDate="2022-02-09T00:00:00Z">
                                  <w:dateFormat w:val="dd MMMM yyyy"/>
                                  <w:lid w:val="en-GB"/>
                                  <w:storeMappedDataAs w:val="dateTime"/>
                                  <w:calendar w:val="gregorian"/>
                                </w:date>
                              </w:sdtPr>
                              <w:sdtEndPr/>
                              <w:sdtContent>
                                <w:p w14:paraId="0367145E" w14:textId="45BA15DD" w:rsidR="009446C6" w:rsidRPr="00644FFB" w:rsidRDefault="007B0DAE" w:rsidP="008B5413">
                                  <w:pPr>
                                    <w:rPr>
                                      <w:color w:val="000000"/>
                                      <w:sz w:val="20"/>
                                    </w:rPr>
                                  </w:pPr>
                                  <w:r>
                                    <w:rPr>
                                      <w:color w:val="000000"/>
                                      <w:sz w:val="20"/>
                                    </w:rPr>
                                    <w:t>09 February</w:t>
                                  </w:r>
                                  <w:r w:rsidR="009446C6" w:rsidRPr="00644FFB">
                                    <w:rPr>
                                      <w:color w:val="000000"/>
                                      <w:sz w:val="20"/>
                                    </w:rPr>
                                    <w:t xml:space="preserve"> 202</w:t>
                                  </w:r>
                                  <w:r>
                                    <w:rPr>
                                      <w:color w:val="000000"/>
                                      <w:sz w:val="20"/>
                                    </w:rPr>
                                    <w:t>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21796D01" w14:textId="381F6ED2" w:rsidR="009446C6" w:rsidRPr="000F26AE" w:rsidRDefault="00C74B27" w:rsidP="008B5413">
                              <w:pPr>
                                <w:rPr>
                                  <w:b/>
                                  <w:color w:val="F26522" w:themeColor="accent1"/>
                                  <w:sz w:val="22"/>
                                </w:rPr>
                              </w:pPr>
                              <w:r>
                                <w:rPr>
                                  <w:b/>
                                  <w:color w:val="F26522" w:themeColor="accent1"/>
                                  <w:sz w:val="22"/>
                                </w:rPr>
                                <w:t>Workgroup</w:t>
                              </w:r>
                              <w:r w:rsidR="009446C6" w:rsidRPr="000F26AE">
                                <w:rPr>
                                  <w:b/>
                                  <w:color w:val="F26522" w:themeColor="accent1"/>
                                  <w:sz w:val="22"/>
                                </w:rPr>
                                <w:t xml:space="preserve"> Consultation</w:t>
                              </w:r>
                            </w:p>
                            <w:p w14:paraId="4A577B61" w14:textId="1FC39DD7" w:rsidR="009446C6" w:rsidRPr="004F10E6" w:rsidRDefault="000C2C55" w:rsidP="008B5413">
                              <w:pPr>
                                <w:rPr>
                                  <w:color w:val="000000"/>
                                </w:rPr>
                              </w:pPr>
                              <w:sdt>
                                <w:sdtPr>
                                  <w:rPr>
                                    <w:rStyle w:val="TimelineChar"/>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7B0DAE">
                                    <w:rPr>
                                      <w:rStyle w:val="TimelineChar"/>
                                    </w:rPr>
                                    <w:t>21</w:t>
                                  </w:r>
                                  <w:r w:rsidR="009446C6" w:rsidRPr="00200103">
                                    <w:rPr>
                                      <w:rStyle w:val="TimelineChar"/>
                                    </w:rPr>
                                    <w:t xml:space="preserve"> </w:t>
                                  </w:r>
                                  <w:r w:rsidR="007B0DAE">
                                    <w:rPr>
                                      <w:rStyle w:val="TimelineChar"/>
                                    </w:rPr>
                                    <w:t>November 2022</w:t>
                                  </w:r>
                                </w:sdtContent>
                              </w:sdt>
                              <w:r w:rsidR="009446C6">
                                <w:rPr>
                                  <w:color w:val="000000"/>
                                </w:rPr>
                                <w:t xml:space="preserve"> </w:t>
                              </w:r>
                              <w:r w:rsidR="007B0DAE">
                                <w:rPr>
                                  <w:color w:val="000000"/>
                                </w:rPr>
                                <w:t>–</w:t>
                              </w:r>
                              <w:r w:rsidR="009446C6">
                                <w:rPr>
                                  <w:color w:val="000000"/>
                                </w:rPr>
                                <w:t xml:space="preserve"> </w:t>
                              </w:r>
                              <w:sdt>
                                <w:sdtPr>
                                  <w:rPr>
                                    <w:rStyle w:val="TimelineChar"/>
                                  </w:rPr>
                                  <w:alias w:val="Code Administrator Use"/>
                                  <w:tag w:val="Code Administrator Use"/>
                                  <w:id w:val="610788143"/>
                                  <w:date w:fullDate="2022-12-21T00:00:00Z">
                                    <w:dateFormat w:val="dd MMMM yyyy"/>
                                    <w:lid w:val="en-GB"/>
                                    <w:storeMappedDataAs w:val="dateTime"/>
                                    <w:calendar w:val="gregorian"/>
                                  </w:date>
                                </w:sdtPr>
                                <w:sdtEndPr>
                                  <w:rPr>
                                    <w:rStyle w:val="TimelineChar"/>
                                  </w:rPr>
                                </w:sdtEndPr>
                                <w:sdtContent>
                                  <w:r w:rsidR="007B0DAE">
                                    <w:rPr>
                                      <w:rStyle w:val="TimelineChar"/>
                                    </w:rPr>
                                    <w:t>21 December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410A9A38" w14:textId="6582C86D" w:rsidR="009446C6" w:rsidRPr="004162CB" w:rsidRDefault="00C74B27" w:rsidP="004162CB">
                              <w:pPr>
                                <w:rPr>
                                  <w:b/>
                                  <w:color w:val="FFFFFF" w:themeColor="background1"/>
                                  <w:sz w:val="22"/>
                                </w:rPr>
                              </w:pPr>
                              <w:r>
                                <w:rPr>
                                  <w:b/>
                                  <w:color w:val="FFFFFF" w:themeColor="background1"/>
                                  <w:sz w:val="22"/>
                                </w:rPr>
                                <w:t>Workgroup</w:t>
                              </w:r>
                              <w:r w:rsidR="009446C6" w:rsidRPr="004162CB">
                                <w:rPr>
                                  <w:b/>
                                  <w:color w:val="FFFFFF" w:themeColor="background1"/>
                                  <w:sz w:val="22"/>
                                </w:rPr>
                                <w:t xml:space="preserve"> Report</w:t>
                              </w:r>
                            </w:p>
                            <w:sdt>
                              <w:sdtPr>
                                <w:rPr>
                                  <w:rStyle w:val="TimelineChar"/>
                                  <w:color w:val="FFFFFF" w:themeColor="background1"/>
                                </w:rPr>
                                <w:alias w:val="Code Administrator Use"/>
                                <w:tag w:val="Code Administrator Use"/>
                                <w:id w:val="-359976266"/>
                                <w:date w:fullDate="2023-03-22T00:00:00Z">
                                  <w:dateFormat w:val="dd MMMM yyyy"/>
                                  <w:lid w:val="en-GB"/>
                                  <w:storeMappedDataAs w:val="dateTime"/>
                                  <w:calendar w:val="gregorian"/>
                                </w:date>
                              </w:sdtPr>
                              <w:sdtEndPr>
                                <w:rPr>
                                  <w:rStyle w:val="TimelineChar"/>
                                </w:rPr>
                              </w:sdtEndPr>
                              <w:sdtContent>
                                <w:p w14:paraId="4ECB28EA" w14:textId="409241D9" w:rsidR="009446C6" w:rsidRPr="004162CB" w:rsidRDefault="007B0DAE" w:rsidP="004162CB">
                                  <w:pPr>
                                    <w:pStyle w:val="Timeline"/>
                                    <w:rPr>
                                      <w:rStyle w:val="TimelineChar"/>
                                      <w:color w:val="FFFFFF" w:themeColor="background1"/>
                                    </w:rPr>
                                  </w:pPr>
                                  <w:r>
                                    <w:rPr>
                                      <w:rStyle w:val="TimelineChar"/>
                                      <w:color w:val="FFFFFF" w:themeColor="background1"/>
                                    </w:rPr>
                                    <w:t>22 March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B52F56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489C80D9" w14:textId="7AF069C8" w:rsidR="009446C6" w:rsidRPr="004162CB" w:rsidRDefault="000C2C55"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7B0DAE">
                                    <w:rPr>
                                      <w:rStyle w:val="TimelineChar"/>
                                    </w:rPr>
                                    <w:t>03 April 2023</w:t>
                                  </w:r>
                                </w:sdtContent>
                              </w:sdt>
                              <w:r w:rsidR="009446C6" w:rsidRPr="004162CB">
                                <w:t xml:space="preserve"> </w:t>
                              </w:r>
                              <w:r w:rsidR="007B0DAE">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7B0DAE">
                                    <w:rPr>
                                      <w:rStyle w:val="TimelineChar"/>
                                    </w:rPr>
                                    <w:t>03 May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70CBA97" w14:textId="0F3FB537" w:rsidR="009446C6" w:rsidRPr="000F26AE" w:rsidRDefault="009446C6" w:rsidP="008B5413">
                              <w:pPr>
                                <w:rPr>
                                  <w:b/>
                                  <w:color w:val="F26522" w:themeColor="accent1"/>
                                  <w:sz w:val="22"/>
                                </w:rPr>
                              </w:pPr>
                              <w:r w:rsidRPr="000F26AE">
                                <w:rPr>
                                  <w:b/>
                                  <w:color w:val="F26522" w:themeColor="accent1"/>
                                  <w:sz w:val="22"/>
                                </w:rPr>
                                <w:t>Draft</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4E5F1DDA" w14:textId="6AF59C4B" w:rsidR="009446C6" w:rsidRPr="004F10E6" w:rsidRDefault="007B0DAE" w:rsidP="008B5413">
                                  <w:pPr>
                                    <w:rPr>
                                      <w:color w:val="000000"/>
                                    </w:rPr>
                                  </w:pPr>
                                  <w:r>
                                    <w:rPr>
                                      <w:rStyle w:val="TimelineChar"/>
                                    </w:rPr>
                                    <w:t>17 May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229FA798" w14:textId="51037431" w:rsidR="009446C6" w:rsidRPr="000F26AE" w:rsidRDefault="009446C6" w:rsidP="008B5413">
                              <w:pPr>
                                <w:rPr>
                                  <w:b/>
                                  <w:color w:val="F26522" w:themeColor="accent1"/>
                                  <w:sz w:val="22"/>
                                </w:rPr>
                              </w:pPr>
                              <w:r w:rsidRPr="000F26AE">
                                <w:rPr>
                                  <w:b/>
                                  <w:color w:val="F26522" w:themeColor="accent1"/>
                                  <w:sz w:val="22"/>
                                </w:rPr>
                                <w:t>Final</w:t>
                              </w:r>
                              <w:r w:rsidR="007B0DA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61ED4982" w14:textId="68200CA4" w:rsidR="009446C6" w:rsidRPr="004F10E6" w:rsidRDefault="007B0DAE" w:rsidP="008B5413">
                                  <w:pPr>
                                    <w:rPr>
                                      <w:color w:val="000000"/>
                                    </w:rPr>
                                  </w:pPr>
                                  <w:r>
                                    <w:rPr>
                                      <w:rStyle w:val="TimelineChar"/>
                                    </w:rPr>
                                    <w:t>05 June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4F23475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1775C900" w14:textId="59A81BCD" w:rsidR="009446C6" w:rsidRPr="004F10E6" w:rsidRDefault="007B0DAE"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2D838013"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34B1441"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7D937D6"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5ABB1BB"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402AE792"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66311C0"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63E3E9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90673D9" w14:textId="77777777" w:rsidTr="00A747AE">
        <w:trPr>
          <w:trHeight w:val="792"/>
        </w:trPr>
        <w:tc>
          <w:tcPr>
            <w:tcW w:w="9639" w:type="dxa"/>
            <w:gridSpan w:val="4"/>
            <w:shd w:val="clear" w:color="auto" w:fill="auto"/>
          </w:tcPr>
          <w:p w14:paraId="55F627A8" w14:textId="392A9371" w:rsidR="00A132B4" w:rsidRDefault="00A132B4" w:rsidP="009D3CD2">
            <w:pPr>
              <w:pStyle w:val="BodyText2"/>
              <w:spacing w:before="0" w:after="0"/>
              <w:rPr>
                <w:rStyle w:val="Hyperlink"/>
                <w:rFonts w:eastAsiaTheme="majorEastAsia"/>
                <w:noProof/>
                <w:sz w:val="24"/>
              </w:rPr>
            </w:pPr>
            <w:r w:rsidRPr="00657D3D">
              <w:rPr>
                <w:b/>
                <w:noProof/>
                <w:sz w:val="24"/>
              </w:rPr>
              <w:t xml:space="preserve">Have </w:t>
            </w:r>
            <w:r w:rsidR="005320A1">
              <w:rPr>
                <w:b/>
                <w:noProof/>
                <w:sz w:val="24"/>
              </w:rPr>
              <w:t>10</w:t>
            </w:r>
            <w:r w:rsidRPr="00657D3D">
              <w:rPr>
                <w:b/>
                <w:noProof/>
                <w:sz w:val="24"/>
              </w:rPr>
              <w:t xml:space="preserve">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38D53D9C" w14:textId="525B387D" w:rsidR="00E52308" w:rsidRDefault="00A132B4" w:rsidP="009D3CD2">
            <w:pPr>
              <w:pStyle w:val="BodyText2"/>
              <w:spacing w:before="0" w:after="0"/>
              <w:rPr>
                <w:rStyle w:val="Hyperlink"/>
                <w:rFonts w:eastAsiaTheme="majorEastAsia"/>
                <w:sz w:val="24"/>
              </w:rPr>
            </w:pPr>
            <w:r w:rsidRPr="00657D3D">
              <w:rPr>
                <w:b/>
                <w:noProof/>
                <w:sz w:val="24"/>
              </w:rPr>
              <w:t xml:space="preserve">Have </w:t>
            </w:r>
            <w:r w:rsidR="005320A1">
              <w:rPr>
                <w:b/>
                <w:noProof/>
                <w:sz w:val="24"/>
              </w:rPr>
              <w:t>9</w:t>
            </w:r>
            <w:r w:rsidRPr="00657D3D">
              <w:rPr>
                <w:b/>
                <w:noProof/>
                <w:sz w:val="24"/>
              </w:rPr>
              <w:t>0 minutes?</w:t>
            </w:r>
            <w:r w:rsidRPr="0034387B">
              <w:rPr>
                <w:noProof/>
                <w:sz w:val="24"/>
              </w:rPr>
              <w:t xml:space="preserve"> Read the full </w:t>
            </w:r>
            <w:hyperlink w:anchor="_Why_change?" w:history="1">
              <w:r w:rsidR="00C74B27">
                <w:rPr>
                  <w:rStyle w:val="Hyperlink"/>
                  <w:rFonts w:eastAsiaTheme="majorEastAsia"/>
                  <w:sz w:val="24"/>
                </w:rPr>
                <w:t>Workgroup</w:t>
              </w:r>
            </w:hyperlink>
            <w:r w:rsidR="0039436B" w:rsidRPr="008254D0">
              <w:rPr>
                <w:rStyle w:val="Hyperlink"/>
                <w:rFonts w:eastAsiaTheme="majorEastAsia"/>
                <w:sz w:val="24"/>
              </w:rPr>
              <w:t xml:space="preserve"> Report</w:t>
            </w:r>
          </w:p>
          <w:p w14:paraId="7102F1E3" w14:textId="7222A535" w:rsidR="007E7075" w:rsidRPr="008254D0" w:rsidRDefault="007E7075" w:rsidP="009D3CD2">
            <w:pPr>
              <w:pStyle w:val="BodyText2"/>
              <w:spacing w:before="0" w:after="0"/>
              <w:rPr>
                <w:rFonts w:eastAsiaTheme="majorEastAsia"/>
                <w:color w:val="0000FF"/>
                <w:sz w:val="24"/>
                <w:u w:val="single"/>
              </w:rPr>
            </w:pPr>
            <w:r w:rsidRPr="005320A1">
              <w:rPr>
                <w:b/>
                <w:noProof/>
                <w:sz w:val="24"/>
              </w:rPr>
              <w:t xml:space="preserve">Have </w:t>
            </w:r>
            <w:r w:rsidR="00652875" w:rsidRPr="005320A1">
              <w:rPr>
                <w:b/>
                <w:noProof/>
                <w:sz w:val="24"/>
              </w:rPr>
              <w:t>at least</w:t>
            </w:r>
            <w:r w:rsidR="00F74D78" w:rsidRPr="005320A1">
              <w:rPr>
                <w:b/>
                <w:noProof/>
                <w:sz w:val="24"/>
              </w:rPr>
              <w:t xml:space="preserve"> </w:t>
            </w:r>
            <w:r w:rsidR="00F150C4" w:rsidRPr="005320A1">
              <w:rPr>
                <w:b/>
                <w:noProof/>
                <w:sz w:val="24"/>
              </w:rPr>
              <w:t>6 working days</w:t>
            </w:r>
            <w:r w:rsidR="00560C5F" w:rsidRPr="005320A1">
              <w:rPr>
                <w:b/>
                <w:noProof/>
                <w:sz w:val="24"/>
              </w:rPr>
              <w:t>?</w:t>
            </w:r>
            <w:r w:rsidR="00560C5F">
              <w:rPr>
                <w:rFonts w:asciiTheme="minorHAnsi" w:eastAsiaTheme="minorHAnsi" w:hAnsiTheme="minorHAnsi" w:cstheme="minorBidi"/>
                <w:sz w:val="24"/>
                <w:szCs w:val="22"/>
                <w:lang w:eastAsia="en-US"/>
              </w:rPr>
              <w:t xml:space="preserve"> R</w:t>
            </w:r>
            <w:r w:rsidR="00652875" w:rsidRPr="00652875">
              <w:rPr>
                <w:rFonts w:asciiTheme="minorHAnsi" w:eastAsiaTheme="minorHAnsi" w:hAnsiTheme="minorHAnsi" w:cstheme="minorBidi"/>
                <w:sz w:val="24"/>
                <w:szCs w:val="22"/>
                <w:lang w:eastAsia="en-US"/>
              </w:rPr>
              <w:t xml:space="preserve">ead the full </w:t>
            </w:r>
            <w:r w:rsidR="00C74B27">
              <w:rPr>
                <w:rFonts w:asciiTheme="minorHAnsi" w:eastAsiaTheme="minorHAnsi" w:hAnsiTheme="minorHAnsi" w:cstheme="minorBidi"/>
                <w:sz w:val="24"/>
                <w:szCs w:val="22"/>
                <w:lang w:eastAsia="en-US"/>
              </w:rPr>
              <w:t>Workgroup</w:t>
            </w:r>
            <w:r w:rsidR="00652875" w:rsidRPr="00652875">
              <w:rPr>
                <w:rFonts w:asciiTheme="minorHAnsi" w:eastAsiaTheme="minorHAnsi" w:hAnsiTheme="minorHAnsi" w:cstheme="minorBidi"/>
                <w:sz w:val="24"/>
                <w:szCs w:val="22"/>
                <w:lang w:eastAsia="en-US"/>
              </w:rPr>
              <w:t xml:space="preserve"> </w:t>
            </w:r>
            <w:r w:rsidR="005320A1">
              <w:rPr>
                <w:rFonts w:asciiTheme="minorHAnsi" w:eastAsiaTheme="minorHAnsi" w:hAnsiTheme="minorHAnsi" w:cstheme="minorBidi"/>
                <w:sz w:val="24"/>
                <w:szCs w:val="22"/>
                <w:lang w:eastAsia="en-US"/>
              </w:rPr>
              <w:t>Report</w:t>
            </w:r>
            <w:r w:rsidR="00652875" w:rsidRPr="00652875">
              <w:rPr>
                <w:rFonts w:asciiTheme="minorHAnsi" w:eastAsiaTheme="minorHAnsi" w:hAnsiTheme="minorHAnsi" w:cstheme="minorBidi"/>
                <w:sz w:val="24"/>
                <w:szCs w:val="22"/>
                <w:lang w:eastAsia="en-US"/>
              </w:rPr>
              <w:t xml:space="preserve"> and Annexes</w:t>
            </w:r>
          </w:p>
        </w:tc>
      </w:tr>
      <w:tr w:rsidR="00470B5B" w:rsidRPr="005603D9" w14:paraId="69A76A85" w14:textId="77777777" w:rsidTr="00A747AE">
        <w:trPr>
          <w:trHeight w:val="585"/>
        </w:trPr>
        <w:tc>
          <w:tcPr>
            <w:tcW w:w="9639" w:type="dxa"/>
            <w:gridSpan w:val="4"/>
            <w:shd w:val="clear" w:color="auto" w:fill="auto"/>
          </w:tcPr>
          <w:p w14:paraId="27971257" w14:textId="54110860"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The </w:t>
            </w:r>
            <w:r w:rsidR="00C74B27">
              <w:t>Workgroup</w:t>
            </w:r>
            <w:r w:rsidR="00B85154">
              <w:t xml:space="preserve"> have finalised the proposer’s solution as well as </w:t>
            </w:r>
            <w:r w:rsidR="00BA6AA2">
              <w:rPr>
                <w:highlight w:val="yellow"/>
              </w:rPr>
              <w:t>1</w:t>
            </w:r>
            <w:r w:rsidR="00B85154" w:rsidRPr="008254D0">
              <w:rPr>
                <w:highlight w:val="yellow"/>
              </w:rPr>
              <w:t xml:space="preserve"> alternative solution</w:t>
            </w:r>
            <w:r w:rsidR="00B85154">
              <w:t xml:space="preserve">. They are now seeking approval from the Panel that the </w:t>
            </w:r>
            <w:r w:rsidR="00C74B27">
              <w:t>Workgroup</w:t>
            </w:r>
            <w:r w:rsidR="00B85154">
              <w:t xml:space="preserve"> have met their Terms of Reference and can proceed to Code Administrator Consultation.</w:t>
            </w:r>
            <w:r w:rsidR="00B85154">
              <w:rPr>
                <w:rFonts w:ascii="Times New Roman" w:hAnsi="Times New Roman"/>
              </w:rPr>
              <w:t xml:space="preserve"> </w:t>
            </w:r>
          </w:p>
        </w:tc>
      </w:tr>
      <w:tr w:rsidR="00470B5B" w:rsidRPr="005603D9" w14:paraId="404936EB" w14:textId="77777777" w:rsidTr="00A747AE">
        <w:trPr>
          <w:trHeight w:val="395"/>
        </w:trPr>
        <w:tc>
          <w:tcPr>
            <w:tcW w:w="9639" w:type="dxa"/>
            <w:gridSpan w:val="4"/>
            <w:shd w:val="clear" w:color="auto" w:fill="FFFFFF" w:themeFill="background1"/>
          </w:tcPr>
          <w:p w14:paraId="7F5C18E4" w14:textId="77777777" w:rsidR="00C6665A" w:rsidRPr="00C6665A" w:rsidRDefault="000F7116" w:rsidP="00C6665A">
            <w:pPr>
              <w:spacing w:line="240" w:lineRule="auto"/>
              <w:rPr>
                <w:rFonts w:cs="Arial"/>
                <w:b/>
                <w:color w:val="FF0000"/>
              </w:rPr>
            </w:pPr>
            <w:r w:rsidRPr="00B00090">
              <w:rPr>
                <w:rFonts w:cs="Arial"/>
                <w:b/>
              </w:rPr>
              <w:t xml:space="preserve">This modification is expected to </w:t>
            </w:r>
            <w:r>
              <w:rPr>
                <w:rFonts w:cs="Arial"/>
                <w:b/>
              </w:rPr>
              <w:t xml:space="preserve">have a: </w:t>
            </w:r>
            <w:r w:rsidR="00C6665A" w:rsidRPr="00C6665A">
              <w:rPr>
                <w:rFonts w:cs="Arial"/>
                <w:b/>
                <w:color w:val="FF0000"/>
              </w:rPr>
              <w:t>High impact</w:t>
            </w:r>
          </w:p>
          <w:p w14:paraId="7B6A83A4" w14:textId="350F195F" w:rsidR="00E22836" w:rsidRPr="00C6665A" w:rsidRDefault="00C6665A" w:rsidP="00C6665A">
            <w:pPr>
              <w:spacing w:line="240" w:lineRule="auto"/>
              <w:rPr>
                <w:rFonts w:cs="Arial"/>
                <w:bCs/>
                <w:color w:val="00B050"/>
              </w:rPr>
            </w:pPr>
            <w:r w:rsidRPr="00C6665A">
              <w:rPr>
                <w:rFonts w:cs="Arial"/>
                <w:bCs/>
              </w:rPr>
              <w:t xml:space="preserve">On </w:t>
            </w:r>
            <w:r w:rsidR="00C74B27">
              <w:rPr>
                <w:rFonts w:cs="Arial"/>
                <w:bCs/>
              </w:rPr>
              <w:t>Restoration Service Providers</w:t>
            </w:r>
            <w:r w:rsidRPr="00C6665A">
              <w:rPr>
                <w:rFonts w:cs="Arial"/>
                <w:bCs/>
              </w:rPr>
              <w:t xml:space="preserve">, Generators, Non CUSC Parties, Transmission Licensees, Interconnectors, Transmission Owners, Distributed Network Operators, Non-Embedded Customers, Virtual Lead </w:t>
            </w:r>
            <w:proofErr w:type="gramStart"/>
            <w:r w:rsidRPr="00C6665A">
              <w:rPr>
                <w:rFonts w:cs="Arial"/>
                <w:bCs/>
              </w:rPr>
              <w:t>Parties</w:t>
            </w:r>
            <w:proofErr w:type="gramEnd"/>
            <w:r w:rsidRPr="00C6665A">
              <w:rPr>
                <w:rFonts w:cs="Arial"/>
                <w:bCs/>
              </w:rPr>
              <w:t xml:space="preserve"> and the Electricity System Operator</w:t>
            </w:r>
          </w:p>
        </w:tc>
      </w:tr>
      <w:tr w:rsidR="000F7116" w:rsidRPr="005603D9" w14:paraId="6FA6AE10" w14:textId="77777777" w:rsidTr="00A747AE">
        <w:trPr>
          <w:trHeight w:val="395"/>
        </w:trPr>
        <w:tc>
          <w:tcPr>
            <w:tcW w:w="9639" w:type="dxa"/>
            <w:gridSpan w:val="4"/>
            <w:shd w:val="clear" w:color="auto" w:fill="FFFFFF" w:themeFill="background1"/>
          </w:tcPr>
          <w:p w14:paraId="53CCB774" w14:textId="2401E0D4" w:rsidR="000F7116" w:rsidRPr="00B00090" w:rsidRDefault="00C3241B" w:rsidP="009D3CD2">
            <w:pPr>
              <w:spacing w:line="240" w:lineRule="auto"/>
              <w:rPr>
                <w:rFonts w:cs="Arial"/>
                <w:b/>
              </w:rPr>
            </w:pPr>
            <w:r>
              <w:rPr>
                <w:rFonts w:cs="Arial"/>
                <w:b/>
              </w:rPr>
              <w:t xml:space="preserve">Modification drivers: </w:t>
            </w:r>
            <w:r w:rsidR="003B3068" w:rsidRPr="003B3068">
              <w:t xml:space="preserve"> </w:t>
            </w:r>
            <w:r w:rsidR="003B3068" w:rsidRPr="003B3068">
              <w:rPr>
                <w:rFonts w:cs="Arial"/>
                <w:iCs/>
              </w:rPr>
              <w:t>ESOs compliance with the Special Condition 2.2 of National Grid’s Electricity System Operator’s Transmission Licence</w:t>
            </w:r>
          </w:p>
        </w:tc>
      </w:tr>
      <w:tr w:rsidR="0056792D" w:rsidRPr="005603D9" w14:paraId="4FCD7E3E" w14:textId="77777777" w:rsidTr="009D3CD2">
        <w:trPr>
          <w:trHeight w:val="388"/>
        </w:trPr>
        <w:tc>
          <w:tcPr>
            <w:tcW w:w="2268" w:type="dxa"/>
            <w:shd w:val="clear" w:color="auto" w:fill="FFFFFF" w:themeFill="background1"/>
          </w:tcPr>
          <w:p w14:paraId="68707C3E"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E5B4E09" w14:textId="0F39DF63" w:rsidR="0056792D" w:rsidRPr="0056792D" w:rsidRDefault="007B0DAE" w:rsidP="009D3CD2">
            <w:pPr>
              <w:spacing w:line="240" w:lineRule="auto"/>
              <w:rPr>
                <w:rFonts w:ascii="Times New Roman" w:hAnsi="Times New Roman"/>
              </w:rPr>
            </w:pPr>
            <w:r>
              <w:t>Standard Governance</w:t>
            </w:r>
          </w:p>
        </w:tc>
      </w:tr>
      <w:tr w:rsidR="00820EAF" w:rsidRPr="005603D9" w14:paraId="7A708EA4" w14:textId="77777777" w:rsidTr="00250418">
        <w:trPr>
          <w:trHeight w:val="1302"/>
        </w:trPr>
        <w:tc>
          <w:tcPr>
            <w:tcW w:w="2268" w:type="dxa"/>
            <w:shd w:val="clear" w:color="auto" w:fill="FFFFFF" w:themeFill="background1"/>
          </w:tcPr>
          <w:p w14:paraId="1970FB99" w14:textId="77777777" w:rsidR="00820EAF" w:rsidRPr="005603D9" w:rsidRDefault="00820EAF" w:rsidP="00A747AE">
            <w:pPr>
              <w:rPr>
                <w:b/>
              </w:rPr>
            </w:pPr>
            <w:r w:rsidRPr="005603D9">
              <w:rPr>
                <w:b/>
              </w:rPr>
              <w:t>Who can I talk to about the change?</w:t>
            </w:r>
          </w:p>
          <w:p w14:paraId="1E70E5B7" w14:textId="77777777" w:rsidR="00820EAF" w:rsidRPr="005603D9" w:rsidRDefault="00820EAF" w:rsidP="00A747AE"/>
        </w:tc>
        <w:tc>
          <w:tcPr>
            <w:tcW w:w="3964" w:type="dxa"/>
            <w:gridSpan w:val="2"/>
            <w:shd w:val="clear" w:color="auto" w:fill="FFFFFF" w:themeFill="background1"/>
          </w:tcPr>
          <w:p w14:paraId="392CDC0B" w14:textId="77777777" w:rsidR="00820EAF" w:rsidRDefault="00820EAF" w:rsidP="009D3CD2">
            <w:pPr>
              <w:rPr>
                <w:i/>
                <w:color w:val="00B050"/>
              </w:rPr>
            </w:pPr>
            <w:r w:rsidRPr="00007585">
              <w:rPr>
                <w:rFonts w:cs="Arial"/>
                <w:b/>
                <w:szCs w:val="20"/>
              </w:rPr>
              <w:t xml:space="preserve">Proposer: </w:t>
            </w:r>
            <w:r>
              <w:rPr>
                <w:i/>
                <w:color w:val="00B050"/>
              </w:rPr>
              <w:t xml:space="preserve"> </w:t>
            </w:r>
          </w:p>
          <w:p w14:paraId="7BF2CD33" w14:textId="77777777" w:rsidR="002F7AE5" w:rsidRPr="008A7EE7" w:rsidRDefault="000C2C55" w:rsidP="002F7AE5">
            <w:pPr>
              <w:rPr>
                <w:szCs w:val="24"/>
              </w:rPr>
            </w:pPr>
            <w:sdt>
              <w:sdtPr>
                <w:rPr>
                  <w:color w:val="FF0000"/>
                  <w:sz w:val="22"/>
                </w:rPr>
                <w:alias w:val="Insert text"/>
                <w:tag w:val="Insert text"/>
                <w:id w:val="-1790201705"/>
                <w:placeholder>
                  <w:docPart w:val="67874DF19CB0411698CD3D58D2804EA9"/>
                </w:placeholder>
              </w:sdtPr>
              <w:sdtEndPr>
                <w:rPr>
                  <w:color w:val="auto"/>
                  <w:sz w:val="24"/>
                  <w:szCs w:val="24"/>
                </w:rPr>
              </w:sdtEndPr>
              <w:sdtContent>
                <w:r w:rsidR="002F7AE5" w:rsidRPr="008A7EE7">
                  <w:rPr>
                    <w:szCs w:val="24"/>
                  </w:rPr>
                  <w:t>Sade Adenola / Tony Johnson</w:t>
                </w:r>
              </w:sdtContent>
            </w:sdt>
          </w:p>
          <w:sdt>
            <w:sdtPr>
              <w:rPr>
                <w:sz w:val="22"/>
              </w:rPr>
              <w:alias w:val="Insert text"/>
              <w:tag w:val="Insert text"/>
              <w:id w:val="-1488937454"/>
              <w:placeholder>
                <w:docPart w:val="4BC0CD5C6C7C4E03BF18EA65E6121432"/>
              </w:placeholder>
            </w:sdtPr>
            <w:sdtEndPr/>
            <w:sdtContent>
              <w:p w14:paraId="2CB70874" w14:textId="77777777" w:rsidR="002F7AE5" w:rsidRPr="003C17A6" w:rsidRDefault="000C2C55" w:rsidP="002F7AE5">
                <w:pPr>
                  <w:spacing w:after="160"/>
                  <w:rPr>
                    <w:sz w:val="22"/>
                  </w:rPr>
                </w:pPr>
                <w:hyperlink r:id="rId11" w:history="1">
                  <w:r w:rsidR="002F7AE5" w:rsidRPr="003C17A6">
                    <w:rPr>
                      <w:color w:val="0000FF"/>
                      <w:sz w:val="22"/>
                      <w:u w:val="single"/>
                    </w:rPr>
                    <w:t>Sade.adenola@nationalgrideso.com</w:t>
                  </w:r>
                </w:hyperlink>
                <w:r w:rsidR="002F7AE5" w:rsidRPr="003C17A6">
                  <w:rPr>
                    <w:sz w:val="22"/>
                  </w:rPr>
                  <w:t xml:space="preserve"> /</w:t>
                </w:r>
                <w:hyperlink r:id="rId12" w:history="1">
                  <w:r w:rsidR="002F7AE5" w:rsidRPr="003C17A6">
                    <w:rPr>
                      <w:color w:val="0000FF"/>
                      <w:sz w:val="22"/>
                      <w:u w:val="single"/>
                    </w:rPr>
                    <w:t>antony.johnson@nationalgrideso.com</w:t>
                  </w:r>
                </w:hyperlink>
                <w:r w:rsidR="002F7AE5" w:rsidRPr="003C17A6">
                  <w:rPr>
                    <w:sz w:val="22"/>
                  </w:rPr>
                  <w:t xml:space="preserve"> </w:t>
                </w:r>
              </w:p>
            </w:sdtContent>
          </w:sdt>
          <w:p w14:paraId="6C295BBE" w14:textId="04CC056A" w:rsidR="006E518E" w:rsidRPr="006E518E" w:rsidRDefault="002F7AE5" w:rsidP="002F7AE5">
            <w:pPr>
              <w:rPr>
                <w:iCs/>
              </w:rPr>
            </w:pPr>
            <w:r w:rsidRPr="003C17A6">
              <w:rPr>
                <w:sz w:val="22"/>
              </w:rPr>
              <w:t>0774</w:t>
            </w:r>
            <w:r>
              <w:rPr>
                <w:sz w:val="22"/>
              </w:rPr>
              <w:t xml:space="preserve"> </w:t>
            </w:r>
            <w:r w:rsidRPr="003C17A6">
              <w:rPr>
                <w:sz w:val="22"/>
              </w:rPr>
              <w:t>818</w:t>
            </w:r>
            <w:r>
              <w:rPr>
                <w:sz w:val="22"/>
              </w:rPr>
              <w:t xml:space="preserve"> </w:t>
            </w:r>
            <w:r w:rsidRPr="003C17A6">
              <w:rPr>
                <w:sz w:val="22"/>
              </w:rPr>
              <w:t>0789</w:t>
            </w:r>
          </w:p>
        </w:tc>
        <w:tc>
          <w:tcPr>
            <w:tcW w:w="3407" w:type="dxa"/>
            <w:shd w:val="clear" w:color="auto" w:fill="FFFFFF" w:themeFill="background1"/>
          </w:tcPr>
          <w:p w14:paraId="09713BBF"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580DD112" w14:textId="77777777" w:rsidR="00250418" w:rsidRPr="008A7EE7" w:rsidRDefault="000C2C55" w:rsidP="00250418">
            <w:pPr>
              <w:rPr>
                <w:szCs w:val="24"/>
              </w:rPr>
            </w:pPr>
            <w:sdt>
              <w:sdtPr>
                <w:rPr>
                  <w:sz w:val="22"/>
                </w:rPr>
                <w:alias w:val="Insert text"/>
                <w:tag w:val="Insert text"/>
                <w:id w:val="364340973"/>
                <w:placeholder>
                  <w:docPart w:val="2F1B3E678A5B4B0A857DD89588145904"/>
                </w:placeholder>
              </w:sdtPr>
              <w:sdtEndPr>
                <w:rPr>
                  <w:sz w:val="24"/>
                  <w:szCs w:val="24"/>
                </w:rPr>
              </w:sdtEndPr>
              <w:sdtContent>
                <w:r w:rsidR="00250418" w:rsidRPr="008A7EE7">
                  <w:rPr>
                    <w:szCs w:val="24"/>
                  </w:rPr>
                  <w:t>Banke John-Okwesa</w:t>
                </w:r>
              </w:sdtContent>
            </w:sdt>
          </w:p>
          <w:p w14:paraId="251A92B5" w14:textId="77777777" w:rsidR="00250418" w:rsidRPr="00DF6D80" w:rsidRDefault="000C2C55" w:rsidP="00250418">
            <w:pPr>
              <w:spacing w:after="160"/>
              <w:rPr>
                <w:sz w:val="22"/>
              </w:rPr>
            </w:pPr>
            <w:hyperlink r:id="rId13" w:history="1">
              <w:r w:rsidR="00250418" w:rsidRPr="00DF6D80">
                <w:rPr>
                  <w:color w:val="0000FF"/>
                  <w:sz w:val="22"/>
                  <w:u w:val="single"/>
                </w:rPr>
                <w:t>Banke.john-okwesa@nationalgrideso.com</w:t>
              </w:r>
            </w:hyperlink>
          </w:p>
          <w:p w14:paraId="09B1860E" w14:textId="077AE434" w:rsidR="00250418" w:rsidRPr="00250418" w:rsidRDefault="00250418" w:rsidP="00250418">
            <w:pPr>
              <w:rPr>
                <w:iCs/>
              </w:rPr>
            </w:pPr>
            <w:r w:rsidRPr="00DF6D80">
              <w:rPr>
                <w:sz w:val="22"/>
              </w:rPr>
              <w:t>0792</w:t>
            </w:r>
            <w:r>
              <w:rPr>
                <w:sz w:val="22"/>
              </w:rPr>
              <w:t xml:space="preserve"> </w:t>
            </w:r>
            <w:r w:rsidRPr="00DF6D80">
              <w:rPr>
                <w:sz w:val="22"/>
              </w:rPr>
              <w:t>971</w:t>
            </w:r>
            <w:r>
              <w:rPr>
                <w:sz w:val="22"/>
              </w:rPr>
              <w:t xml:space="preserve"> </w:t>
            </w:r>
            <w:r w:rsidRPr="00DF6D80">
              <w:rPr>
                <w:sz w:val="22"/>
              </w:rPr>
              <w:t>6301</w:t>
            </w:r>
          </w:p>
        </w:tc>
      </w:tr>
    </w:tbl>
    <w:p w14:paraId="4B1D1553" w14:textId="77777777" w:rsidR="00470B5B" w:rsidRDefault="00470B5B" w:rsidP="005603D9">
      <w:bookmarkStart w:id="0" w:name="_Executive_Summary"/>
      <w:bookmarkStart w:id="1" w:name="_Workgroup_Consultation_Introduction"/>
      <w:bookmarkEnd w:id="0"/>
      <w:bookmarkEnd w:id="1"/>
    </w:p>
    <w:p w14:paraId="35C7F2C9"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52B9D67F" w14:textId="77777777" w:rsidR="009A206C" w:rsidRDefault="009A206C" w:rsidP="009A206C">
      <w:pPr>
        <w:pStyle w:val="Heading1"/>
      </w:pPr>
      <w:bookmarkStart w:id="2" w:name="_Toc128480950"/>
      <w:r>
        <w:lastRenderedPageBreak/>
        <w:t>Contents</w:t>
      </w:r>
      <w:bookmarkEnd w:id="2"/>
    </w:p>
    <w:p w14:paraId="3E6698EF" w14:textId="77777777" w:rsidR="009A206C" w:rsidRPr="009A206C" w:rsidRDefault="009A206C" w:rsidP="009A206C"/>
    <w:p w14:paraId="0F9BFEE8" w14:textId="474F7225" w:rsidR="00006805"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28480950" w:history="1">
        <w:r w:rsidR="00006805" w:rsidRPr="00046A35">
          <w:rPr>
            <w:rStyle w:val="Hyperlink"/>
            <w:noProof/>
          </w:rPr>
          <w:t>Contents</w:t>
        </w:r>
        <w:r w:rsidR="00006805">
          <w:rPr>
            <w:noProof/>
            <w:webHidden/>
          </w:rPr>
          <w:tab/>
        </w:r>
        <w:r w:rsidR="00006805">
          <w:rPr>
            <w:noProof/>
            <w:webHidden/>
          </w:rPr>
          <w:fldChar w:fldCharType="begin"/>
        </w:r>
        <w:r w:rsidR="00006805">
          <w:rPr>
            <w:noProof/>
            <w:webHidden/>
          </w:rPr>
          <w:instrText xml:space="preserve"> PAGEREF _Toc128480950 \h </w:instrText>
        </w:r>
        <w:r w:rsidR="00006805">
          <w:rPr>
            <w:noProof/>
            <w:webHidden/>
          </w:rPr>
        </w:r>
        <w:r w:rsidR="00006805">
          <w:rPr>
            <w:noProof/>
            <w:webHidden/>
          </w:rPr>
          <w:fldChar w:fldCharType="separate"/>
        </w:r>
        <w:r w:rsidR="00006805">
          <w:rPr>
            <w:noProof/>
            <w:webHidden/>
          </w:rPr>
          <w:t>2</w:t>
        </w:r>
        <w:r w:rsidR="00006805">
          <w:rPr>
            <w:noProof/>
            <w:webHidden/>
          </w:rPr>
          <w:fldChar w:fldCharType="end"/>
        </w:r>
      </w:hyperlink>
    </w:p>
    <w:p w14:paraId="6E8ECAF1" w14:textId="21C274C3" w:rsidR="00006805" w:rsidRDefault="000C2C55">
      <w:pPr>
        <w:pStyle w:val="TOC1"/>
        <w:rPr>
          <w:rFonts w:eastAsiaTheme="minorEastAsia"/>
          <w:b w:val="0"/>
          <w:noProof/>
          <w:sz w:val="22"/>
          <w:lang w:eastAsia="en-GB"/>
        </w:rPr>
      </w:pPr>
      <w:hyperlink w:anchor="_Toc128480951" w:history="1">
        <w:r w:rsidR="00006805" w:rsidRPr="00046A35">
          <w:rPr>
            <w:rStyle w:val="Hyperlink"/>
            <w:noProof/>
          </w:rPr>
          <w:t>Executive summary</w:t>
        </w:r>
        <w:r w:rsidR="00006805">
          <w:rPr>
            <w:noProof/>
            <w:webHidden/>
          </w:rPr>
          <w:tab/>
        </w:r>
        <w:r w:rsidR="00006805">
          <w:rPr>
            <w:noProof/>
            <w:webHidden/>
          </w:rPr>
          <w:fldChar w:fldCharType="begin"/>
        </w:r>
        <w:r w:rsidR="00006805">
          <w:rPr>
            <w:noProof/>
            <w:webHidden/>
          </w:rPr>
          <w:instrText xml:space="preserve"> PAGEREF _Toc128480951 \h </w:instrText>
        </w:r>
        <w:r w:rsidR="00006805">
          <w:rPr>
            <w:noProof/>
            <w:webHidden/>
          </w:rPr>
        </w:r>
        <w:r w:rsidR="00006805">
          <w:rPr>
            <w:noProof/>
            <w:webHidden/>
          </w:rPr>
          <w:fldChar w:fldCharType="separate"/>
        </w:r>
        <w:r w:rsidR="00006805">
          <w:rPr>
            <w:noProof/>
            <w:webHidden/>
          </w:rPr>
          <w:t>3</w:t>
        </w:r>
        <w:r w:rsidR="00006805">
          <w:rPr>
            <w:noProof/>
            <w:webHidden/>
          </w:rPr>
          <w:fldChar w:fldCharType="end"/>
        </w:r>
      </w:hyperlink>
    </w:p>
    <w:p w14:paraId="770C7662" w14:textId="522823E1" w:rsidR="00006805" w:rsidRDefault="000C2C55">
      <w:pPr>
        <w:pStyle w:val="TOC1"/>
        <w:rPr>
          <w:rFonts w:eastAsiaTheme="minorEastAsia"/>
          <w:b w:val="0"/>
          <w:noProof/>
          <w:sz w:val="22"/>
          <w:lang w:eastAsia="en-GB"/>
        </w:rPr>
      </w:pPr>
      <w:hyperlink w:anchor="_Toc128480952" w:history="1">
        <w:r w:rsidR="00006805" w:rsidRPr="00046A35">
          <w:rPr>
            <w:rStyle w:val="Hyperlink"/>
            <w:noProof/>
          </w:rPr>
          <w:t>What is the issue?</w:t>
        </w:r>
        <w:r w:rsidR="00006805">
          <w:rPr>
            <w:noProof/>
            <w:webHidden/>
          </w:rPr>
          <w:tab/>
        </w:r>
        <w:r w:rsidR="00006805">
          <w:rPr>
            <w:noProof/>
            <w:webHidden/>
          </w:rPr>
          <w:fldChar w:fldCharType="begin"/>
        </w:r>
        <w:r w:rsidR="00006805">
          <w:rPr>
            <w:noProof/>
            <w:webHidden/>
          </w:rPr>
          <w:instrText xml:space="preserve"> PAGEREF _Toc128480952 \h </w:instrText>
        </w:r>
        <w:r w:rsidR="00006805">
          <w:rPr>
            <w:noProof/>
            <w:webHidden/>
          </w:rPr>
        </w:r>
        <w:r w:rsidR="00006805">
          <w:rPr>
            <w:noProof/>
            <w:webHidden/>
          </w:rPr>
          <w:fldChar w:fldCharType="separate"/>
        </w:r>
        <w:r w:rsidR="00006805">
          <w:rPr>
            <w:noProof/>
            <w:webHidden/>
          </w:rPr>
          <w:t>5</w:t>
        </w:r>
        <w:r w:rsidR="00006805">
          <w:rPr>
            <w:noProof/>
            <w:webHidden/>
          </w:rPr>
          <w:fldChar w:fldCharType="end"/>
        </w:r>
      </w:hyperlink>
    </w:p>
    <w:p w14:paraId="3426911A" w14:textId="5E904564" w:rsidR="00006805" w:rsidRDefault="000C2C55">
      <w:pPr>
        <w:pStyle w:val="TOC2"/>
        <w:tabs>
          <w:tab w:val="right" w:leader="dot" w:pos="9486"/>
        </w:tabs>
        <w:rPr>
          <w:rFonts w:eastAsiaTheme="minorEastAsia"/>
          <w:noProof/>
          <w:sz w:val="22"/>
          <w:lang w:eastAsia="en-GB"/>
        </w:rPr>
      </w:pPr>
      <w:hyperlink w:anchor="_Toc128480953" w:history="1">
        <w:r w:rsidR="00006805" w:rsidRPr="00046A35">
          <w:rPr>
            <w:rStyle w:val="Hyperlink"/>
            <w:noProof/>
          </w:rPr>
          <w:t>Why change?</w:t>
        </w:r>
        <w:r w:rsidR="00006805">
          <w:rPr>
            <w:noProof/>
            <w:webHidden/>
          </w:rPr>
          <w:tab/>
        </w:r>
        <w:r w:rsidR="00006805">
          <w:rPr>
            <w:noProof/>
            <w:webHidden/>
          </w:rPr>
          <w:fldChar w:fldCharType="begin"/>
        </w:r>
        <w:r w:rsidR="00006805">
          <w:rPr>
            <w:noProof/>
            <w:webHidden/>
          </w:rPr>
          <w:instrText xml:space="preserve"> PAGEREF _Toc128480953 \h </w:instrText>
        </w:r>
        <w:r w:rsidR="00006805">
          <w:rPr>
            <w:noProof/>
            <w:webHidden/>
          </w:rPr>
        </w:r>
        <w:r w:rsidR="00006805">
          <w:rPr>
            <w:noProof/>
            <w:webHidden/>
          </w:rPr>
          <w:fldChar w:fldCharType="separate"/>
        </w:r>
        <w:r w:rsidR="00006805">
          <w:rPr>
            <w:noProof/>
            <w:webHidden/>
          </w:rPr>
          <w:t>5</w:t>
        </w:r>
        <w:r w:rsidR="00006805">
          <w:rPr>
            <w:noProof/>
            <w:webHidden/>
          </w:rPr>
          <w:fldChar w:fldCharType="end"/>
        </w:r>
      </w:hyperlink>
    </w:p>
    <w:p w14:paraId="469963E4" w14:textId="0DEF7239" w:rsidR="00006805" w:rsidRDefault="000C2C55">
      <w:pPr>
        <w:pStyle w:val="TOC1"/>
        <w:rPr>
          <w:rFonts w:eastAsiaTheme="minorEastAsia"/>
          <w:b w:val="0"/>
          <w:noProof/>
          <w:sz w:val="22"/>
          <w:lang w:eastAsia="en-GB"/>
        </w:rPr>
      </w:pPr>
      <w:hyperlink w:anchor="_Toc128480954" w:history="1">
        <w:r w:rsidR="00006805" w:rsidRPr="00046A35">
          <w:rPr>
            <w:rStyle w:val="Hyperlink"/>
            <w:noProof/>
          </w:rPr>
          <w:t>What is the solution?</w:t>
        </w:r>
        <w:r w:rsidR="00006805">
          <w:rPr>
            <w:noProof/>
            <w:webHidden/>
          </w:rPr>
          <w:tab/>
        </w:r>
        <w:r w:rsidR="00006805">
          <w:rPr>
            <w:noProof/>
            <w:webHidden/>
          </w:rPr>
          <w:fldChar w:fldCharType="begin"/>
        </w:r>
        <w:r w:rsidR="00006805">
          <w:rPr>
            <w:noProof/>
            <w:webHidden/>
          </w:rPr>
          <w:instrText xml:space="preserve"> PAGEREF _Toc128480954 \h </w:instrText>
        </w:r>
        <w:r w:rsidR="00006805">
          <w:rPr>
            <w:noProof/>
            <w:webHidden/>
          </w:rPr>
        </w:r>
        <w:r w:rsidR="00006805">
          <w:rPr>
            <w:noProof/>
            <w:webHidden/>
          </w:rPr>
          <w:fldChar w:fldCharType="separate"/>
        </w:r>
        <w:r w:rsidR="00006805">
          <w:rPr>
            <w:noProof/>
            <w:webHidden/>
          </w:rPr>
          <w:t>5</w:t>
        </w:r>
        <w:r w:rsidR="00006805">
          <w:rPr>
            <w:noProof/>
            <w:webHidden/>
          </w:rPr>
          <w:fldChar w:fldCharType="end"/>
        </w:r>
      </w:hyperlink>
    </w:p>
    <w:p w14:paraId="059A0CAE" w14:textId="10A12559" w:rsidR="00006805" w:rsidRDefault="000C2C55">
      <w:pPr>
        <w:pStyle w:val="TOC2"/>
        <w:tabs>
          <w:tab w:val="right" w:leader="dot" w:pos="9486"/>
        </w:tabs>
        <w:rPr>
          <w:rFonts w:eastAsiaTheme="minorEastAsia"/>
          <w:noProof/>
          <w:sz w:val="22"/>
          <w:lang w:eastAsia="en-GB"/>
        </w:rPr>
      </w:pPr>
      <w:hyperlink w:anchor="_Toc128480955" w:history="1">
        <w:r w:rsidR="00006805" w:rsidRPr="00046A35">
          <w:rPr>
            <w:rStyle w:val="Hyperlink"/>
            <w:noProof/>
          </w:rPr>
          <w:t>Proposer’s solution</w:t>
        </w:r>
        <w:r w:rsidR="00006805">
          <w:rPr>
            <w:noProof/>
            <w:webHidden/>
          </w:rPr>
          <w:tab/>
        </w:r>
        <w:r w:rsidR="00006805">
          <w:rPr>
            <w:noProof/>
            <w:webHidden/>
          </w:rPr>
          <w:fldChar w:fldCharType="begin"/>
        </w:r>
        <w:r w:rsidR="00006805">
          <w:rPr>
            <w:noProof/>
            <w:webHidden/>
          </w:rPr>
          <w:instrText xml:space="preserve"> PAGEREF _Toc128480955 \h </w:instrText>
        </w:r>
        <w:r w:rsidR="00006805">
          <w:rPr>
            <w:noProof/>
            <w:webHidden/>
          </w:rPr>
        </w:r>
        <w:r w:rsidR="00006805">
          <w:rPr>
            <w:noProof/>
            <w:webHidden/>
          </w:rPr>
          <w:fldChar w:fldCharType="separate"/>
        </w:r>
        <w:r w:rsidR="00006805">
          <w:rPr>
            <w:noProof/>
            <w:webHidden/>
          </w:rPr>
          <w:t>5</w:t>
        </w:r>
        <w:r w:rsidR="00006805">
          <w:rPr>
            <w:noProof/>
            <w:webHidden/>
          </w:rPr>
          <w:fldChar w:fldCharType="end"/>
        </w:r>
      </w:hyperlink>
    </w:p>
    <w:p w14:paraId="01E52371" w14:textId="02C85ABC" w:rsidR="00006805" w:rsidRDefault="000C2C55">
      <w:pPr>
        <w:pStyle w:val="TOC1"/>
        <w:rPr>
          <w:rFonts w:eastAsiaTheme="minorEastAsia"/>
          <w:b w:val="0"/>
          <w:noProof/>
          <w:sz w:val="22"/>
          <w:lang w:eastAsia="en-GB"/>
        </w:rPr>
      </w:pPr>
      <w:hyperlink w:anchor="_Toc128480956" w:history="1">
        <w:r w:rsidR="00006805" w:rsidRPr="00046A35">
          <w:rPr>
            <w:rStyle w:val="Hyperlink"/>
            <w:noProof/>
          </w:rPr>
          <w:t>Workgroup considerations</w:t>
        </w:r>
        <w:r w:rsidR="00006805">
          <w:rPr>
            <w:noProof/>
            <w:webHidden/>
          </w:rPr>
          <w:tab/>
        </w:r>
        <w:r w:rsidR="00006805">
          <w:rPr>
            <w:noProof/>
            <w:webHidden/>
          </w:rPr>
          <w:fldChar w:fldCharType="begin"/>
        </w:r>
        <w:r w:rsidR="00006805">
          <w:rPr>
            <w:noProof/>
            <w:webHidden/>
          </w:rPr>
          <w:instrText xml:space="preserve"> PAGEREF _Toc128480956 \h </w:instrText>
        </w:r>
        <w:r w:rsidR="00006805">
          <w:rPr>
            <w:noProof/>
            <w:webHidden/>
          </w:rPr>
        </w:r>
        <w:r w:rsidR="00006805">
          <w:rPr>
            <w:noProof/>
            <w:webHidden/>
          </w:rPr>
          <w:fldChar w:fldCharType="separate"/>
        </w:r>
        <w:r w:rsidR="00006805">
          <w:rPr>
            <w:noProof/>
            <w:webHidden/>
          </w:rPr>
          <w:t>6</w:t>
        </w:r>
        <w:r w:rsidR="00006805">
          <w:rPr>
            <w:noProof/>
            <w:webHidden/>
          </w:rPr>
          <w:fldChar w:fldCharType="end"/>
        </w:r>
      </w:hyperlink>
    </w:p>
    <w:p w14:paraId="4E8D4A51" w14:textId="4C1F305E" w:rsidR="00006805" w:rsidRDefault="000C2C55">
      <w:pPr>
        <w:pStyle w:val="TOC1"/>
        <w:rPr>
          <w:rFonts w:eastAsiaTheme="minorEastAsia"/>
          <w:b w:val="0"/>
          <w:noProof/>
          <w:sz w:val="22"/>
          <w:lang w:eastAsia="en-GB"/>
        </w:rPr>
      </w:pPr>
      <w:hyperlink w:anchor="_Toc128480957" w:history="1">
        <w:r w:rsidR="00006805" w:rsidRPr="00046A35">
          <w:rPr>
            <w:rStyle w:val="Hyperlink"/>
            <w:noProof/>
          </w:rPr>
          <w:t>Workgroup Consultation Summary</w:t>
        </w:r>
        <w:r w:rsidR="00006805">
          <w:rPr>
            <w:noProof/>
            <w:webHidden/>
          </w:rPr>
          <w:tab/>
        </w:r>
        <w:r w:rsidR="00006805">
          <w:rPr>
            <w:noProof/>
            <w:webHidden/>
          </w:rPr>
          <w:fldChar w:fldCharType="begin"/>
        </w:r>
        <w:r w:rsidR="00006805">
          <w:rPr>
            <w:noProof/>
            <w:webHidden/>
          </w:rPr>
          <w:instrText xml:space="preserve"> PAGEREF _Toc128480957 \h </w:instrText>
        </w:r>
        <w:r w:rsidR="00006805">
          <w:rPr>
            <w:noProof/>
            <w:webHidden/>
          </w:rPr>
        </w:r>
        <w:r w:rsidR="00006805">
          <w:rPr>
            <w:noProof/>
            <w:webHidden/>
          </w:rPr>
          <w:fldChar w:fldCharType="separate"/>
        </w:r>
        <w:r w:rsidR="00006805">
          <w:rPr>
            <w:noProof/>
            <w:webHidden/>
          </w:rPr>
          <w:t>14</w:t>
        </w:r>
        <w:r w:rsidR="00006805">
          <w:rPr>
            <w:noProof/>
            <w:webHidden/>
          </w:rPr>
          <w:fldChar w:fldCharType="end"/>
        </w:r>
      </w:hyperlink>
    </w:p>
    <w:p w14:paraId="1D68DBF9" w14:textId="3A3DF124" w:rsidR="00006805" w:rsidRDefault="000C2C55">
      <w:pPr>
        <w:pStyle w:val="TOC1"/>
        <w:rPr>
          <w:rFonts w:eastAsiaTheme="minorEastAsia"/>
          <w:b w:val="0"/>
          <w:noProof/>
          <w:sz w:val="22"/>
          <w:lang w:eastAsia="en-GB"/>
        </w:rPr>
      </w:pPr>
      <w:hyperlink w:anchor="_Toc128480958" w:history="1">
        <w:r w:rsidR="00006805" w:rsidRPr="00046A35">
          <w:rPr>
            <w:rStyle w:val="Hyperlink"/>
            <w:noProof/>
          </w:rPr>
          <w:t>Workgroup Alternatives</w:t>
        </w:r>
        <w:r w:rsidR="00006805">
          <w:rPr>
            <w:noProof/>
            <w:webHidden/>
          </w:rPr>
          <w:tab/>
        </w:r>
        <w:r w:rsidR="00006805">
          <w:rPr>
            <w:noProof/>
            <w:webHidden/>
          </w:rPr>
          <w:fldChar w:fldCharType="begin"/>
        </w:r>
        <w:r w:rsidR="00006805">
          <w:rPr>
            <w:noProof/>
            <w:webHidden/>
          </w:rPr>
          <w:instrText xml:space="preserve"> PAGEREF _Toc128480958 \h </w:instrText>
        </w:r>
        <w:r w:rsidR="00006805">
          <w:rPr>
            <w:noProof/>
            <w:webHidden/>
          </w:rPr>
        </w:r>
        <w:r w:rsidR="00006805">
          <w:rPr>
            <w:noProof/>
            <w:webHidden/>
          </w:rPr>
          <w:fldChar w:fldCharType="separate"/>
        </w:r>
        <w:r w:rsidR="00006805">
          <w:rPr>
            <w:noProof/>
            <w:webHidden/>
          </w:rPr>
          <w:t>19</w:t>
        </w:r>
        <w:r w:rsidR="00006805">
          <w:rPr>
            <w:noProof/>
            <w:webHidden/>
          </w:rPr>
          <w:fldChar w:fldCharType="end"/>
        </w:r>
      </w:hyperlink>
    </w:p>
    <w:p w14:paraId="5ACBA211" w14:textId="4FB9B970" w:rsidR="00006805" w:rsidRDefault="000C2C55">
      <w:pPr>
        <w:pStyle w:val="TOC2"/>
        <w:tabs>
          <w:tab w:val="right" w:leader="dot" w:pos="9486"/>
        </w:tabs>
        <w:rPr>
          <w:rFonts w:eastAsiaTheme="minorEastAsia"/>
          <w:noProof/>
          <w:sz w:val="22"/>
          <w:lang w:eastAsia="en-GB"/>
        </w:rPr>
      </w:pPr>
      <w:hyperlink w:anchor="_Toc128480959" w:history="1">
        <w:r w:rsidR="00006805" w:rsidRPr="00046A35">
          <w:rPr>
            <w:rStyle w:val="Hyperlink"/>
            <w:noProof/>
          </w:rPr>
          <w:t>Legal text</w:t>
        </w:r>
        <w:r w:rsidR="00006805">
          <w:rPr>
            <w:noProof/>
            <w:webHidden/>
          </w:rPr>
          <w:tab/>
        </w:r>
        <w:r w:rsidR="00006805">
          <w:rPr>
            <w:noProof/>
            <w:webHidden/>
          </w:rPr>
          <w:fldChar w:fldCharType="begin"/>
        </w:r>
        <w:r w:rsidR="00006805">
          <w:rPr>
            <w:noProof/>
            <w:webHidden/>
          </w:rPr>
          <w:instrText xml:space="preserve"> PAGEREF _Toc128480959 \h </w:instrText>
        </w:r>
        <w:r w:rsidR="00006805">
          <w:rPr>
            <w:noProof/>
            <w:webHidden/>
          </w:rPr>
        </w:r>
        <w:r w:rsidR="00006805">
          <w:rPr>
            <w:noProof/>
            <w:webHidden/>
          </w:rPr>
          <w:fldChar w:fldCharType="separate"/>
        </w:r>
        <w:r w:rsidR="00006805">
          <w:rPr>
            <w:noProof/>
            <w:webHidden/>
          </w:rPr>
          <w:t>20</w:t>
        </w:r>
        <w:r w:rsidR="00006805">
          <w:rPr>
            <w:noProof/>
            <w:webHidden/>
          </w:rPr>
          <w:fldChar w:fldCharType="end"/>
        </w:r>
      </w:hyperlink>
    </w:p>
    <w:p w14:paraId="5115525F" w14:textId="3900C547" w:rsidR="00006805" w:rsidRDefault="000C2C55">
      <w:pPr>
        <w:pStyle w:val="TOC1"/>
        <w:rPr>
          <w:rFonts w:eastAsiaTheme="minorEastAsia"/>
          <w:b w:val="0"/>
          <w:noProof/>
          <w:sz w:val="22"/>
          <w:lang w:eastAsia="en-GB"/>
        </w:rPr>
      </w:pPr>
      <w:hyperlink w:anchor="_Toc128480960" w:history="1">
        <w:r w:rsidR="00006805" w:rsidRPr="00046A35">
          <w:rPr>
            <w:rStyle w:val="Hyperlink"/>
            <w:noProof/>
          </w:rPr>
          <w:t>What is the impact of this change?</w:t>
        </w:r>
        <w:r w:rsidR="00006805">
          <w:rPr>
            <w:noProof/>
            <w:webHidden/>
          </w:rPr>
          <w:tab/>
        </w:r>
        <w:r w:rsidR="00006805">
          <w:rPr>
            <w:noProof/>
            <w:webHidden/>
          </w:rPr>
          <w:fldChar w:fldCharType="begin"/>
        </w:r>
        <w:r w:rsidR="00006805">
          <w:rPr>
            <w:noProof/>
            <w:webHidden/>
          </w:rPr>
          <w:instrText xml:space="preserve"> PAGEREF _Toc128480960 \h </w:instrText>
        </w:r>
        <w:r w:rsidR="00006805">
          <w:rPr>
            <w:noProof/>
            <w:webHidden/>
          </w:rPr>
        </w:r>
        <w:r w:rsidR="00006805">
          <w:rPr>
            <w:noProof/>
            <w:webHidden/>
          </w:rPr>
          <w:fldChar w:fldCharType="separate"/>
        </w:r>
        <w:r w:rsidR="00006805">
          <w:rPr>
            <w:noProof/>
            <w:webHidden/>
          </w:rPr>
          <w:t>20</w:t>
        </w:r>
        <w:r w:rsidR="00006805">
          <w:rPr>
            <w:noProof/>
            <w:webHidden/>
          </w:rPr>
          <w:fldChar w:fldCharType="end"/>
        </w:r>
      </w:hyperlink>
    </w:p>
    <w:p w14:paraId="3A05EB71" w14:textId="06F9187A" w:rsidR="00006805" w:rsidRDefault="000C2C55">
      <w:pPr>
        <w:pStyle w:val="TOC2"/>
        <w:tabs>
          <w:tab w:val="right" w:leader="dot" w:pos="9486"/>
        </w:tabs>
        <w:rPr>
          <w:rFonts w:eastAsiaTheme="minorEastAsia"/>
          <w:noProof/>
          <w:sz w:val="22"/>
          <w:lang w:eastAsia="en-GB"/>
        </w:rPr>
      </w:pPr>
      <w:hyperlink w:anchor="_Toc128480961" w:history="1">
        <w:r w:rsidR="00006805" w:rsidRPr="00046A35">
          <w:rPr>
            <w:rStyle w:val="Hyperlink"/>
            <w:noProof/>
          </w:rPr>
          <w:t>Proposer’s assessment against Code Objectives</w:t>
        </w:r>
        <w:r w:rsidR="00006805">
          <w:rPr>
            <w:noProof/>
            <w:webHidden/>
          </w:rPr>
          <w:tab/>
        </w:r>
        <w:r w:rsidR="00006805">
          <w:rPr>
            <w:noProof/>
            <w:webHidden/>
          </w:rPr>
          <w:fldChar w:fldCharType="begin"/>
        </w:r>
        <w:r w:rsidR="00006805">
          <w:rPr>
            <w:noProof/>
            <w:webHidden/>
          </w:rPr>
          <w:instrText xml:space="preserve"> PAGEREF _Toc128480961 \h </w:instrText>
        </w:r>
        <w:r w:rsidR="00006805">
          <w:rPr>
            <w:noProof/>
            <w:webHidden/>
          </w:rPr>
        </w:r>
        <w:r w:rsidR="00006805">
          <w:rPr>
            <w:noProof/>
            <w:webHidden/>
          </w:rPr>
          <w:fldChar w:fldCharType="separate"/>
        </w:r>
        <w:r w:rsidR="00006805">
          <w:rPr>
            <w:noProof/>
            <w:webHidden/>
          </w:rPr>
          <w:t>20</w:t>
        </w:r>
        <w:r w:rsidR="00006805">
          <w:rPr>
            <w:noProof/>
            <w:webHidden/>
          </w:rPr>
          <w:fldChar w:fldCharType="end"/>
        </w:r>
      </w:hyperlink>
    </w:p>
    <w:p w14:paraId="10261B3B" w14:textId="7287D601" w:rsidR="00006805" w:rsidRDefault="000C2C55">
      <w:pPr>
        <w:pStyle w:val="TOC3"/>
        <w:tabs>
          <w:tab w:val="right" w:leader="dot" w:pos="9486"/>
        </w:tabs>
        <w:rPr>
          <w:rFonts w:eastAsiaTheme="minorEastAsia"/>
          <w:noProof/>
          <w:sz w:val="22"/>
          <w:lang w:eastAsia="en-GB"/>
        </w:rPr>
      </w:pPr>
      <w:hyperlink w:anchor="_Toc128480962" w:history="1">
        <w:r w:rsidR="00006805" w:rsidRPr="00046A35">
          <w:rPr>
            <w:rStyle w:val="Hyperlink"/>
            <w:rFonts w:asciiTheme="majorHAnsi" w:eastAsiaTheme="majorEastAsia" w:hAnsiTheme="majorHAnsi" w:cstheme="majorBidi"/>
            <w:b/>
            <w:noProof/>
            <w:lang w:eastAsia="en-GB"/>
          </w:rPr>
          <w:t>Proposer’s assessment against Grid Code Objectives</w:t>
        </w:r>
        <w:r w:rsidR="00006805">
          <w:rPr>
            <w:noProof/>
            <w:webHidden/>
          </w:rPr>
          <w:tab/>
        </w:r>
        <w:r w:rsidR="00006805">
          <w:rPr>
            <w:noProof/>
            <w:webHidden/>
          </w:rPr>
          <w:fldChar w:fldCharType="begin"/>
        </w:r>
        <w:r w:rsidR="00006805">
          <w:rPr>
            <w:noProof/>
            <w:webHidden/>
          </w:rPr>
          <w:instrText xml:space="preserve"> PAGEREF _Toc128480962 \h </w:instrText>
        </w:r>
        <w:r w:rsidR="00006805">
          <w:rPr>
            <w:noProof/>
            <w:webHidden/>
          </w:rPr>
        </w:r>
        <w:r w:rsidR="00006805">
          <w:rPr>
            <w:noProof/>
            <w:webHidden/>
          </w:rPr>
          <w:fldChar w:fldCharType="separate"/>
        </w:r>
        <w:r w:rsidR="00006805">
          <w:rPr>
            <w:noProof/>
            <w:webHidden/>
          </w:rPr>
          <w:t>20</w:t>
        </w:r>
        <w:r w:rsidR="00006805">
          <w:rPr>
            <w:noProof/>
            <w:webHidden/>
          </w:rPr>
          <w:fldChar w:fldCharType="end"/>
        </w:r>
      </w:hyperlink>
    </w:p>
    <w:p w14:paraId="19DD4B5F" w14:textId="441B8AB2" w:rsidR="00006805" w:rsidRDefault="000C2C55">
      <w:pPr>
        <w:pStyle w:val="TOC1"/>
        <w:rPr>
          <w:rFonts w:eastAsiaTheme="minorEastAsia"/>
          <w:b w:val="0"/>
          <w:noProof/>
          <w:sz w:val="22"/>
          <w:lang w:eastAsia="en-GB"/>
        </w:rPr>
      </w:pPr>
      <w:hyperlink w:anchor="_Toc128480964" w:history="1">
        <w:r w:rsidR="00006805" w:rsidRPr="00046A35">
          <w:rPr>
            <w:rStyle w:val="Hyperlink"/>
            <w:noProof/>
          </w:rPr>
          <w:t>Workgroup Vote</w:t>
        </w:r>
        <w:r w:rsidR="00006805">
          <w:rPr>
            <w:noProof/>
            <w:webHidden/>
          </w:rPr>
          <w:tab/>
        </w:r>
        <w:r w:rsidR="00006805">
          <w:rPr>
            <w:noProof/>
            <w:webHidden/>
          </w:rPr>
          <w:fldChar w:fldCharType="begin"/>
        </w:r>
        <w:r w:rsidR="00006805">
          <w:rPr>
            <w:noProof/>
            <w:webHidden/>
          </w:rPr>
          <w:instrText xml:space="preserve"> PAGEREF _Toc128480964 \h </w:instrText>
        </w:r>
        <w:r w:rsidR="00006805">
          <w:rPr>
            <w:noProof/>
            <w:webHidden/>
          </w:rPr>
        </w:r>
        <w:r w:rsidR="00006805">
          <w:rPr>
            <w:noProof/>
            <w:webHidden/>
          </w:rPr>
          <w:fldChar w:fldCharType="separate"/>
        </w:r>
        <w:r w:rsidR="00006805">
          <w:rPr>
            <w:noProof/>
            <w:webHidden/>
          </w:rPr>
          <w:t>22</w:t>
        </w:r>
        <w:r w:rsidR="00006805">
          <w:rPr>
            <w:noProof/>
            <w:webHidden/>
          </w:rPr>
          <w:fldChar w:fldCharType="end"/>
        </w:r>
      </w:hyperlink>
    </w:p>
    <w:p w14:paraId="59A130C9" w14:textId="57CA7184" w:rsidR="00006805" w:rsidRDefault="000C2C55">
      <w:pPr>
        <w:pStyle w:val="TOC1"/>
        <w:rPr>
          <w:rFonts w:eastAsiaTheme="minorEastAsia"/>
          <w:b w:val="0"/>
          <w:noProof/>
          <w:sz w:val="22"/>
          <w:lang w:eastAsia="en-GB"/>
        </w:rPr>
      </w:pPr>
      <w:hyperlink w:anchor="_Toc128480965" w:history="1">
        <w:r w:rsidR="00006805" w:rsidRPr="00046A35">
          <w:rPr>
            <w:rStyle w:val="Hyperlink"/>
            <w:noProof/>
          </w:rPr>
          <w:t>When will this change take place?</w:t>
        </w:r>
        <w:r w:rsidR="00006805">
          <w:rPr>
            <w:noProof/>
            <w:webHidden/>
          </w:rPr>
          <w:tab/>
        </w:r>
        <w:r w:rsidR="00006805">
          <w:rPr>
            <w:noProof/>
            <w:webHidden/>
          </w:rPr>
          <w:fldChar w:fldCharType="begin"/>
        </w:r>
        <w:r w:rsidR="00006805">
          <w:rPr>
            <w:noProof/>
            <w:webHidden/>
          </w:rPr>
          <w:instrText xml:space="preserve"> PAGEREF _Toc128480965 \h </w:instrText>
        </w:r>
        <w:r w:rsidR="00006805">
          <w:rPr>
            <w:noProof/>
            <w:webHidden/>
          </w:rPr>
        </w:r>
        <w:r w:rsidR="00006805">
          <w:rPr>
            <w:noProof/>
            <w:webHidden/>
          </w:rPr>
          <w:fldChar w:fldCharType="separate"/>
        </w:r>
        <w:r w:rsidR="00006805">
          <w:rPr>
            <w:noProof/>
            <w:webHidden/>
          </w:rPr>
          <w:t>23</w:t>
        </w:r>
        <w:r w:rsidR="00006805">
          <w:rPr>
            <w:noProof/>
            <w:webHidden/>
          </w:rPr>
          <w:fldChar w:fldCharType="end"/>
        </w:r>
      </w:hyperlink>
    </w:p>
    <w:p w14:paraId="17D96E7B" w14:textId="6ACCB34F" w:rsidR="00006805" w:rsidRDefault="000C2C55">
      <w:pPr>
        <w:pStyle w:val="TOC3"/>
        <w:tabs>
          <w:tab w:val="right" w:leader="dot" w:pos="9486"/>
        </w:tabs>
        <w:rPr>
          <w:rFonts w:eastAsiaTheme="minorEastAsia"/>
          <w:noProof/>
          <w:sz w:val="22"/>
          <w:lang w:eastAsia="en-GB"/>
        </w:rPr>
      </w:pPr>
      <w:hyperlink w:anchor="_Toc128480966" w:history="1">
        <w:r w:rsidR="00006805" w:rsidRPr="00046A35">
          <w:rPr>
            <w:rStyle w:val="Hyperlink"/>
            <w:noProof/>
          </w:rPr>
          <w:t>Implementation date</w:t>
        </w:r>
        <w:r w:rsidR="00006805">
          <w:rPr>
            <w:noProof/>
            <w:webHidden/>
          </w:rPr>
          <w:tab/>
        </w:r>
        <w:r w:rsidR="00006805">
          <w:rPr>
            <w:noProof/>
            <w:webHidden/>
          </w:rPr>
          <w:fldChar w:fldCharType="begin"/>
        </w:r>
        <w:r w:rsidR="00006805">
          <w:rPr>
            <w:noProof/>
            <w:webHidden/>
          </w:rPr>
          <w:instrText xml:space="preserve"> PAGEREF _Toc128480966 \h </w:instrText>
        </w:r>
        <w:r w:rsidR="00006805">
          <w:rPr>
            <w:noProof/>
            <w:webHidden/>
          </w:rPr>
        </w:r>
        <w:r w:rsidR="00006805">
          <w:rPr>
            <w:noProof/>
            <w:webHidden/>
          </w:rPr>
          <w:fldChar w:fldCharType="separate"/>
        </w:r>
        <w:r w:rsidR="00006805">
          <w:rPr>
            <w:noProof/>
            <w:webHidden/>
          </w:rPr>
          <w:t>23</w:t>
        </w:r>
        <w:r w:rsidR="00006805">
          <w:rPr>
            <w:noProof/>
            <w:webHidden/>
          </w:rPr>
          <w:fldChar w:fldCharType="end"/>
        </w:r>
      </w:hyperlink>
    </w:p>
    <w:p w14:paraId="0B7027E6" w14:textId="119D04CC" w:rsidR="00006805" w:rsidRDefault="000C2C55">
      <w:pPr>
        <w:pStyle w:val="TOC3"/>
        <w:tabs>
          <w:tab w:val="right" w:leader="dot" w:pos="9486"/>
        </w:tabs>
        <w:rPr>
          <w:rFonts w:eastAsiaTheme="minorEastAsia"/>
          <w:noProof/>
          <w:sz w:val="22"/>
          <w:lang w:eastAsia="en-GB"/>
        </w:rPr>
      </w:pPr>
      <w:hyperlink w:anchor="_Toc128480967" w:history="1">
        <w:r w:rsidR="00006805" w:rsidRPr="00046A35">
          <w:rPr>
            <w:rStyle w:val="Hyperlink"/>
            <w:noProof/>
          </w:rPr>
          <w:t>Date decision required by</w:t>
        </w:r>
        <w:r w:rsidR="00006805">
          <w:rPr>
            <w:noProof/>
            <w:webHidden/>
          </w:rPr>
          <w:tab/>
        </w:r>
        <w:r w:rsidR="00006805">
          <w:rPr>
            <w:noProof/>
            <w:webHidden/>
          </w:rPr>
          <w:fldChar w:fldCharType="begin"/>
        </w:r>
        <w:r w:rsidR="00006805">
          <w:rPr>
            <w:noProof/>
            <w:webHidden/>
          </w:rPr>
          <w:instrText xml:space="preserve"> PAGEREF _Toc128480967 \h </w:instrText>
        </w:r>
        <w:r w:rsidR="00006805">
          <w:rPr>
            <w:noProof/>
            <w:webHidden/>
          </w:rPr>
        </w:r>
        <w:r w:rsidR="00006805">
          <w:rPr>
            <w:noProof/>
            <w:webHidden/>
          </w:rPr>
          <w:fldChar w:fldCharType="separate"/>
        </w:r>
        <w:r w:rsidR="00006805">
          <w:rPr>
            <w:noProof/>
            <w:webHidden/>
          </w:rPr>
          <w:t>23</w:t>
        </w:r>
        <w:r w:rsidR="00006805">
          <w:rPr>
            <w:noProof/>
            <w:webHidden/>
          </w:rPr>
          <w:fldChar w:fldCharType="end"/>
        </w:r>
      </w:hyperlink>
    </w:p>
    <w:p w14:paraId="68B75368" w14:textId="2F7AF873" w:rsidR="00006805" w:rsidRDefault="000C2C55">
      <w:pPr>
        <w:pStyle w:val="TOC3"/>
        <w:tabs>
          <w:tab w:val="right" w:leader="dot" w:pos="9486"/>
        </w:tabs>
        <w:rPr>
          <w:rFonts w:eastAsiaTheme="minorEastAsia"/>
          <w:noProof/>
          <w:sz w:val="22"/>
          <w:lang w:eastAsia="en-GB"/>
        </w:rPr>
      </w:pPr>
      <w:hyperlink w:anchor="_Toc128480968" w:history="1">
        <w:r w:rsidR="00006805" w:rsidRPr="00046A35">
          <w:rPr>
            <w:rStyle w:val="Hyperlink"/>
            <w:noProof/>
          </w:rPr>
          <w:t>Implementation approach</w:t>
        </w:r>
        <w:r w:rsidR="00006805">
          <w:rPr>
            <w:noProof/>
            <w:webHidden/>
          </w:rPr>
          <w:tab/>
        </w:r>
        <w:r w:rsidR="00006805">
          <w:rPr>
            <w:noProof/>
            <w:webHidden/>
          </w:rPr>
          <w:fldChar w:fldCharType="begin"/>
        </w:r>
        <w:r w:rsidR="00006805">
          <w:rPr>
            <w:noProof/>
            <w:webHidden/>
          </w:rPr>
          <w:instrText xml:space="preserve"> PAGEREF _Toc128480968 \h </w:instrText>
        </w:r>
        <w:r w:rsidR="00006805">
          <w:rPr>
            <w:noProof/>
            <w:webHidden/>
          </w:rPr>
        </w:r>
        <w:r w:rsidR="00006805">
          <w:rPr>
            <w:noProof/>
            <w:webHidden/>
          </w:rPr>
          <w:fldChar w:fldCharType="separate"/>
        </w:r>
        <w:r w:rsidR="00006805">
          <w:rPr>
            <w:noProof/>
            <w:webHidden/>
          </w:rPr>
          <w:t>23</w:t>
        </w:r>
        <w:r w:rsidR="00006805">
          <w:rPr>
            <w:noProof/>
            <w:webHidden/>
          </w:rPr>
          <w:fldChar w:fldCharType="end"/>
        </w:r>
      </w:hyperlink>
    </w:p>
    <w:p w14:paraId="5C07A71A" w14:textId="0D6FC574" w:rsidR="00006805" w:rsidRDefault="000C2C55">
      <w:pPr>
        <w:pStyle w:val="TOC1"/>
        <w:rPr>
          <w:rFonts w:eastAsiaTheme="minorEastAsia"/>
          <w:b w:val="0"/>
          <w:noProof/>
          <w:sz w:val="22"/>
          <w:lang w:eastAsia="en-GB"/>
        </w:rPr>
      </w:pPr>
      <w:hyperlink w:anchor="_Toc128480969" w:history="1">
        <w:r w:rsidR="00006805" w:rsidRPr="00046A35">
          <w:rPr>
            <w:rStyle w:val="Hyperlink"/>
            <w:noProof/>
          </w:rPr>
          <w:t>Interactions</w:t>
        </w:r>
        <w:r w:rsidR="00006805">
          <w:rPr>
            <w:noProof/>
            <w:webHidden/>
          </w:rPr>
          <w:tab/>
        </w:r>
        <w:r w:rsidR="00006805">
          <w:rPr>
            <w:noProof/>
            <w:webHidden/>
          </w:rPr>
          <w:fldChar w:fldCharType="begin"/>
        </w:r>
        <w:r w:rsidR="00006805">
          <w:rPr>
            <w:noProof/>
            <w:webHidden/>
          </w:rPr>
          <w:instrText xml:space="preserve"> PAGEREF _Toc128480969 \h </w:instrText>
        </w:r>
        <w:r w:rsidR="00006805">
          <w:rPr>
            <w:noProof/>
            <w:webHidden/>
          </w:rPr>
        </w:r>
        <w:r w:rsidR="00006805">
          <w:rPr>
            <w:noProof/>
            <w:webHidden/>
          </w:rPr>
          <w:fldChar w:fldCharType="separate"/>
        </w:r>
        <w:r w:rsidR="00006805">
          <w:rPr>
            <w:noProof/>
            <w:webHidden/>
          </w:rPr>
          <w:t>23</w:t>
        </w:r>
        <w:r w:rsidR="00006805">
          <w:rPr>
            <w:noProof/>
            <w:webHidden/>
          </w:rPr>
          <w:fldChar w:fldCharType="end"/>
        </w:r>
      </w:hyperlink>
    </w:p>
    <w:p w14:paraId="2CA286FC" w14:textId="281E5DD8" w:rsidR="00006805" w:rsidRDefault="000C2C55">
      <w:pPr>
        <w:pStyle w:val="TOC1"/>
        <w:rPr>
          <w:rFonts w:eastAsiaTheme="minorEastAsia"/>
          <w:b w:val="0"/>
          <w:noProof/>
          <w:sz w:val="22"/>
          <w:lang w:eastAsia="en-GB"/>
        </w:rPr>
      </w:pPr>
      <w:hyperlink w:anchor="_Toc128480970" w:history="1">
        <w:r w:rsidR="00006805" w:rsidRPr="00046A35">
          <w:rPr>
            <w:rStyle w:val="Hyperlink"/>
            <w:noProof/>
          </w:rPr>
          <w:t>Acronyms and key terms</w:t>
        </w:r>
        <w:r w:rsidR="00006805">
          <w:rPr>
            <w:noProof/>
            <w:webHidden/>
          </w:rPr>
          <w:tab/>
        </w:r>
        <w:r w:rsidR="00006805">
          <w:rPr>
            <w:noProof/>
            <w:webHidden/>
          </w:rPr>
          <w:fldChar w:fldCharType="begin"/>
        </w:r>
        <w:r w:rsidR="00006805">
          <w:rPr>
            <w:noProof/>
            <w:webHidden/>
          </w:rPr>
          <w:instrText xml:space="preserve"> PAGEREF _Toc128480970 \h </w:instrText>
        </w:r>
        <w:r w:rsidR="00006805">
          <w:rPr>
            <w:noProof/>
            <w:webHidden/>
          </w:rPr>
        </w:r>
        <w:r w:rsidR="00006805">
          <w:rPr>
            <w:noProof/>
            <w:webHidden/>
          </w:rPr>
          <w:fldChar w:fldCharType="separate"/>
        </w:r>
        <w:r w:rsidR="00006805">
          <w:rPr>
            <w:noProof/>
            <w:webHidden/>
          </w:rPr>
          <w:t>25</w:t>
        </w:r>
        <w:r w:rsidR="00006805">
          <w:rPr>
            <w:noProof/>
            <w:webHidden/>
          </w:rPr>
          <w:fldChar w:fldCharType="end"/>
        </w:r>
      </w:hyperlink>
    </w:p>
    <w:p w14:paraId="722132A8" w14:textId="3E9C7941" w:rsidR="00006805" w:rsidRDefault="000C2C55">
      <w:pPr>
        <w:pStyle w:val="TOC1"/>
        <w:rPr>
          <w:rFonts w:eastAsiaTheme="minorEastAsia"/>
          <w:b w:val="0"/>
          <w:noProof/>
          <w:sz w:val="22"/>
          <w:lang w:eastAsia="en-GB"/>
        </w:rPr>
      </w:pPr>
      <w:hyperlink w:anchor="_Toc128480971" w:history="1">
        <w:r w:rsidR="00006805" w:rsidRPr="00046A35">
          <w:rPr>
            <w:rStyle w:val="Hyperlink"/>
            <w:noProof/>
          </w:rPr>
          <w:t>Annexes</w:t>
        </w:r>
        <w:r w:rsidR="00006805">
          <w:rPr>
            <w:noProof/>
            <w:webHidden/>
          </w:rPr>
          <w:tab/>
        </w:r>
        <w:r w:rsidR="00006805">
          <w:rPr>
            <w:noProof/>
            <w:webHidden/>
          </w:rPr>
          <w:fldChar w:fldCharType="begin"/>
        </w:r>
        <w:r w:rsidR="00006805">
          <w:rPr>
            <w:noProof/>
            <w:webHidden/>
          </w:rPr>
          <w:instrText xml:space="preserve"> PAGEREF _Toc128480971 \h </w:instrText>
        </w:r>
        <w:r w:rsidR="00006805">
          <w:rPr>
            <w:noProof/>
            <w:webHidden/>
          </w:rPr>
        </w:r>
        <w:r w:rsidR="00006805">
          <w:rPr>
            <w:noProof/>
            <w:webHidden/>
          </w:rPr>
          <w:fldChar w:fldCharType="separate"/>
        </w:r>
        <w:r w:rsidR="00006805">
          <w:rPr>
            <w:noProof/>
            <w:webHidden/>
          </w:rPr>
          <w:t>25</w:t>
        </w:r>
        <w:r w:rsidR="00006805">
          <w:rPr>
            <w:noProof/>
            <w:webHidden/>
          </w:rPr>
          <w:fldChar w:fldCharType="end"/>
        </w:r>
      </w:hyperlink>
    </w:p>
    <w:p w14:paraId="267BE9B6" w14:textId="7EA15150" w:rsidR="005603D9" w:rsidRDefault="005603D9" w:rsidP="005603D9">
      <w:r>
        <w:fldChar w:fldCharType="end"/>
      </w:r>
    </w:p>
    <w:p w14:paraId="7AC1AAF4" w14:textId="77777777" w:rsidR="005603D9" w:rsidRPr="005603D9" w:rsidRDefault="005603D9" w:rsidP="005603D9"/>
    <w:p w14:paraId="72C8498D"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8BA8A41" w14:textId="77777777" w:rsidR="001E1568" w:rsidRDefault="005E188C" w:rsidP="005E188C">
      <w:pPr>
        <w:pStyle w:val="Heading1"/>
      </w:pPr>
      <w:bookmarkStart w:id="4" w:name="_Executive_summary_1"/>
      <w:bookmarkStart w:id="5" w:name="_Toc128480951"/>
      <w:bookmarkStart w:id="6" w:name="_Toc58837630"/>
      <w:bookmarkEnd w:id="3"/>
      <w:bookmarkEnd w:id="4"/>
      <w:r>
        <w:t xml:space="preserve">Executive </w:t>
      </w:r>
      <w:r w:rsidR="0014503B">
        <w:t>s</w:t>
      </w:r>
      <w:r>
        <w:t>ummary</w:t>
      </w:r>
      <w:bookmarkEnd w:id="5"/>
    </w:p>
    <w:p w14:paraId="580F13F2" w14:textId="77777777" w:rsidR="00FF69CF" w:rsidRDefault="00FF69CF" w:rsidP="00C43647">
      <w:pPr>
        <w:pStyle w:val="Style8"/>
        <w:spacing w:before="0"/>
      </w:pPr>
      <w:bookmarkStart w:id="7" w:name="_Hlk31885141"/>
      <w:r w:rsidRPr="00696A5C">
        <w:t>What is the issue?</w:t>
      </w:r>
      <w:bookmarkEnd w:id="7"/>
    </w:p>
    <w:p w14:paraId="557D2160" w14:textId="77777777" w:rsidR="00FF69CF" w:rsidRPr="00E13095" w:rsidRDefault="00FF69CF" w:rsidP="00C43647">
      <w:pPr>
        <w:spacing w:line="240" w:lineRule="auto"/>
        <w:jc w:val="both"/>
        <w:textAlignment w:val="baseline"/>
        <w:rPr>
          <w:rFonts w:ascii="Arial" w:eastAsia="Times New Roman" w:hAnsi="Arial" w:cs="Arial"/>
          <w:szCs w:val="24"/>
          <w:lang w:eastAsia="en-GB"/>
        </w:rPr>
      </w:pPr>
      <w:bookmarkStart w:id="8" w:name="_Hlk117772920"/>
      <w:r>
        <w:rPr>
          <w:rFonts w:ascii="Arial" w:eastAsia="Times New Roman" w:hAnsi="Arial" w:cs="Arial"/>
          <w:szCs w:val="24"/>
          <w:lang w:eastAsia="en-GB"/>
        </w:rPr>
        <w:t>O</w:t>
      </w:r>
      <w:r w:rsidRPr="00E13095">
        <w:rPr>
          <w:rFonts w:ascii="Arial" w:eastAsia="Times New Roman" w:hAnsi="Arial" w:cs="Arial"/>
          <w:szCs w:val="24"/>
          <w:lang w:eastAsia="en-GB"/>
        </w:rPr>
        <w:t xml:space="preserve">n 24 August 2021, Ofgem published a </w:t>
      </w:r>
      <w:hyperlink r:id="rId14" w:tgtFrame="_blank" w:history="1">
        <w:r w:rsidRPr="00E13095">
          <w:rPr>
            <w:rFonts w:ascii="Arial" w:eastAsia="Times New Roman" w:hAnsi="Arial" w:cs="Arial"/>
            <w:color w:val="0000FF"/>
            <w:szCs w:val="24"/>
            <w:u w:val="single"/>
            <w:lang w:eastAsia="en-GB"/>
          </w:rPr>
          <w:t>decision letter</w:t>
        </w:r>
      </w:hyperlink>
      <w:r w:rsidRPr="00E13095">
        <w:rPr>
          <w:rFonts w:ascii="Arial" w:eastAsia="Times New Roman" w:hAnsi="Arial" w:cs="Arial"/>
          <w:szCs w:val="24"/>
          <w:lang w:eastAsia="en-GB"/>
        </w:rPr>
        <w:t xml:space="preserve"> stating that they made the decision to make the licence modifications</w:t>
      </w:r>
      <w:r>
        <w:rPr>
          <w:rStyle w:val="FootnoteReference"/>
          <w:rFonts w:ascii="Arial" w:eastAsia="Times New Roman" w:hAnsi="Arial" w:cs="Arial"/>
          <w:szCs w:val="24"/>
          <w:lang w:eastAsia="en-GB"/>
        </w:rPr>
        <w:footnoteReference w:id="2"/>
      </w:r>
      <w:r>
        <w:rPr>
          <w:rFonts w:ascii="Arial" w:eastAsia="Times New Roman" w:hAnsi="Arial" w:cs="Arial"/>
          <w:szCs w:val="24"/>
          <w:lang w:eastAsia="en-GB"/>
        </w:rPr>
        <w:t xml:space="preserve"> to introduce the </w:t>
      </w:r>
      <w:r w:rsidRPr="00564754">
        <w:rPr>
          <w:rFonts w:asciiTheme="majorHAnsi" w:hAnsiTheme="majorHAnsi" w:cstheme="majorHAnsi"/>
        </w:rPr>
        <w:t>Electricity System Restoration Standard</w:t>
      </w:r>
      <w:r>
        <w:rPr>
          <w:rFonts w:ascii="Arial" w:eastAsia="Times New Roman" w:hAnsi="Arial" w:cs="Arial"/>
          <w:szCs w:val="24"/>
          <w:lang w:eastAsia="en-GB"/>
        </w:rPr>
        <w:t xml:space="preserve"> (ESRS) within the GB regulatory framework</w:t>
      </w:r>
      <w:r w:rsidRPr="00E13095">
        <w:rPr>
          <w:rFonts w:ascii="Arial" w:eastAsia="Times New Roman" w:hAnsi="Arial" w:cs="Arial"/>
          <w:szCs w:val="24"/>
          <w:lang w:eastAsia="en-GB"/>
        </w:rPr>
        <w:t>.</w:t>
      </w:r>
      <w:r w:rsidRPr="00E13095">
        <w:rPr>
          <w:rFonts w:ascii="Arial" w:eastAsiaTheme="majorEastAsia" w:hAnsi="Arial" w:cs="Arial"/>
          <w:szCs w:val="24"/>
          <w:lang w:eastAsia="en-GB"/>
        </w:rPr>
        <w:t> </w:t>
      </w:r>
      <w:r w:rsidRPr="00934DE6">
        <w:rPr>
          <w:rFonts w:ascii="Arial" w:eastAsia="Times New Roman" w:hAnsi="Arial" w:cs="Arial"/>
          <w:szCs w:val="24"/>
          <w:lang w:eastAsia="en-GB"/>
        </w:rPr>
        <w:t>These licence modifications include but are not limited to: </w:t>
      </w:r>
    </w:p>
    <w:p w14:paraId="3C764062" w14:textId="77777777" w:rsidR="00FF69CF" w:rsidRPr="00564754" w:rsidRDefault="00FF69CF" w:rsidP="00FF69CF">
      <w:pPr>
        <w:pStyle w:val="ListParagraph"/>
        <w:numPr>
          <w:ilvl w:val="0"/>
          <w:numId w:val="26"/>
        </w:numPr>
        <w:spacing w:after="160" w:line="240" w:lineRule="auto"/>
        <w:jc w:val="both"/>
        <w:textAlignment w:val="baseline"/>
        <w:rPr>
          <w:rFonts w:cs="Arial"/>
        </w:rPr>
      </w:pPr>
      <w:r w:rsidRPr="00564754">
        <w:rPr>
          <w:rFonts w:cs="Arial"/>
        </w:rPr>
        <w:t>introducing the definition of “restoration services” in Standard Condition C1 and amending the definition of balancing services to include “restoration services”</w:t>
      </w:r>
    </w:p>
    <w:p w14:paraId="1F90C7A5" w14:textId="77777777" w:rsidR="00FF69CF" w:rsidRPr="00564754" w:rsidRDefault="00FF69CF" w:rsidP="00FF69CF">
      <w:pPr>
        <w:pStyle w:val="ListParagraph"/>
        <w:numPr>
          <w:ilvl w:val="0"/>
          <w:numId w:val="26"/>
        </w:numPr>
        <w:spacing w:after="160" w:line="240" w:lineRule="auto"/>
        <w:jc w:val="both"/>
        <w:textAlignment w:val="baseline"/>
        <w:rPr>
          <w:rFonts w:cs="Arial"/>
        </w:rPr>
      </w:pPr>
      <w:r w:rsidRPr="00564754">
        <w:rPr>
          <w:rFonts w:cs="Arial"/>
        </w:rPr>
        <w:t xml:space="preserve">replacing all references to “black start” with “Electricity System Restoration” in the Electricity Transmission Licence, including in the ESO’s Special </w:t>
      </w:r>
      <w:r w:rsidRPr="00564754">
        <w:rPr>
          <w:rFonts w:cs="Arial"/>
        </w:rPr>
        <w:tab/>
        <w:t>Licence</w:t>
      </w:r>
      <w:r>
        <w:rPr>
          <w:rFonts w:cs="Arial"/>
        </w:rPr>
        <w:t xml:space="preserve"> </w:t>
      </w:r>
      <w:r w:rsidRPr="00564754">
        <w:rPr>
          <w:rFonts w:cs="Arial"/>
        </w:rPr>
        <w:t>Conditions, to align the licence terminology with BEIS’s policy</w:t>
      </w:r>
      <w:r w:rsidRPr="00564754">
        <w:rPr>
          <w:rFonts w:eastAsiaTheme="majorEastAsia" w:cs="Arial"/>
        </w:rPr>
        <w:t> </w:t>
      </w:r>
    </w:p>
    <w:p w14:paraId="1047C8D4" w14:textId="77777777" w:rsidR="00FF69CF" w:rsidRPr="0007327E" w:rsidRDefault="00FF69CF" w:rsidP="00FF69CF">
      <w:pPr>
        <w:pStyle w:val="ListParagraph"/>
        <w:numPr>
          <w:ilvl w:val="0"/>
          <w:numId w:val="26"/>
        </w:numPr>
        <w:spacing w:after="160" w:line="240" w:lineRule="auto"/>
        <w:jc w:val="both"/>
        <w:textAlignment w:val="baseline"/>
        <w:rPr>
          <w:rFonts w:cs="Arial"/>
        </w:rPr>
      </w:pPr>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 xml:space="preserve">Special Condition 2.2 of National Grid’s Electricity System Operator’s Transmission Licence requiring the introduction of an ESRS) which requires 60% of electricity demand to be restored within 24 hours in all regions and 100% of electricity demand to be restored within 5 days nationally.  </w:t>
      </w:r>
      <w:r w:rsidRPr="00564754">
        <w:rPr>
          <w:rFonts w:asciiTheme="majorHAnsi" w:eastAsiaTheme="majorEastAsia" w:hAnsiTheme="majorHAnsi" w:cstheme="majorHAnsi"/>
        </w:rPr>
        <w:t xml:space="preserve"> </w:t>
      </w:r>
    </w:p>
    <w:bookmarkEnd w:id="8"/>
    <w:p w14:paraId="2CF03639" w14:textId="76060535" w:rsidR="00FF69CF" w:rsidRPr="00E13095" w:rsidRDefault="00FF69CF" w:rsidP="00FF69CF">
      <w:pPr>
        <w:spacing w:after="160"/>
        <w:jc w:val="both"/>
      </w:pPr>
      <w:r w:rsidRPr="00934DE6">
        <w:t>As a result of the introduction of ESRS and the associated licence changes</w:t>
      </w:r>
      <w:r>
        <w:t>,</w:t>
      </w:r>
      <w:r w:rsidRPr="00934DE6">
        <w:t xml:space="preserve"> </w:t>
      </w:r>
      <w:r w:rsidRPr="00680539">
        <w:t>this GC0156 modification is therefore necessary to change the Grid Code and ensure that the ESO is following the direction issued to it by BEIS</w:t>
      </w:r>
      <w:r w:rsidR="00864AD1">
        <w:rPr>
          <w:rStyle w:val="FootnoteReference"/>
        </w:rPr>
        <w:footnoteReference w:id="3"/>
      </w:r>
      <w:r w:rsidRPr="00680539">
        <w:t>.</w:t>
      </w:r>
      <w:r w:rsidRPr="00934DE6">
        <w:t xml:space="preserve"> The date by which BEIS require the ESO to be compliant with the ESRS is 31 December 2026.</w:t>
      </w:r>
      <w:r w:rsidRPr="00934DE6">
        <w:tab/>
      </w:r>
    </w:p>
    <w:p w14:paraId="165CEDF2" w14:textId="77777777" w:rsidR="00FF69CF" w:rsidRDefault="00FF69CF" w:rsidP="00FF69CF">
      <w:pPr>
        <w:pStyle w:val="Style9"/>
      </w:pPr>
      <w:r>
        <w:t>What is the solution and when will it come into effect?</w:t>
      </w:r>
    </w:p>
    <w:p w14:paraId="06210A1A" w14:textId="7FCA370C" w:rsidR="00FF69CF" w:rsidRDefault="00FF69CF" w:rsidP="00FF69CF">
      <w:pPr>
        <w:jc w:val="both"/>
      </w:pPr>
      <w:r w:rsidRPr="00E6107E">
        <w:rPr>
          <w:b/>
        </w:rPr>
        <w:t>Proposer’s solution</w:t>
      </w:r>
      <w:r>
        <w:rPr>
          <w:b/>
        </w:rPr>
        <w:t>:</w:t>
      </w:r>
      <w:bookmarkStart w:id="9" w:name="_Hlk50464695"/>
      <w:r>
        <w:t xml:space="preserve"> </w:t>
      </w:r>
      <w:r w:rsidRPr="00502AB0">
        <w:t xml:space="preserve">The </w:t>
      </w:r>
      <w:r>
        <w:t xml:space="preserve">ESO’s </w:t>
      </w:r>
      <w:r w:rsidRPr="00502AB0">
        <w:t xml:space="preserve">aim for </w:t>
      </w:r>
      <w:r>
        <w:t xml:space="preserve">the </w:t>
      </w:r>
      <w:r w:rsidRPr="00502AB0">
        <w:t xml:space="preserve">implementation of the ESRS is to put in place measures, </w:t>
      </w:r>
      <w:proofErr w:type="gramStart"/>
      <w:r w:rsidRPr="00502AB0">
        <w:t>tools</w:t>
      </w:r>
      <w:proofErr w:type="gramEnd"/>
      <w:r w:rsidRPr="00502AB0">
        <w:t xml:space="preserve"> and procedures </w:t>
      </w:r>
      <w:r>
        <w:t xml:space="preserve">via the Grid Code </w:t>
      </w:r>
      <w:r w:rsidRPr="00502AB0">
        <w:t xml:space="preserve">such that in the event of a </w:t>
      </w:r>
      <w:r>
        <w:t>T</w:t>
      </w:r>
      <w:r w:rsidRPr="00502AB0">
        <w:t xml:space="preserve">otal or </w:t>
      </w:r>
      <w:r>
        <w:t>P</w:t>
      </w:r>
      <w:r w:rsidRPr="00502AB0">
        <w:t xml:space="preserve">artial </w:t>
      </w:r>
      <w:r>
        <w:t>S</w:t>
      </w:r>
      <w:r w:rsidRPr="00502AB0">
        <w:t>hutdown</w:t>
      </w:r>
      <w:r>
        <w:t xml:space="preserve"> of the GB electricity system</w:t>
      </w:r>
      <w:r w:rsidRPr="00502AB0">
        <w:t xml:space="preserve">, </w:t>
      </w:r>
      <w:r>
        <w:t>that</w:t>
      </w:r>
      <w:r w:rsidRPr="00502AB0">
        <w:t xml:space="preserve"> 60% of demand can be restored within all regions </w:t>
      </w:r>
      <w:r>
        <w:t>of GB</w:t>
      </w:r>
      <w:r w:rsidRPr="00502AB0">
        <w:t xml:space="preserve"> in 24 hours and 100% of demand can be restored in 5 days nationally</w:t>
      </w:r>
      <w:r>
        <w:rPr>
          <w:rStyle w:val="FootnoteReference"/>
        </w:rPr>
        <w:footnoteReference w:id="4"/>
      </w:r>
      <w:r w:rsidRPr="00502AB0">
        <w:t xml:space="preserve">.  This is against the background that the </w:t>
      </w:r>
      <w:r>
        <w:t>GB e</w:t>
      </w:r>
      <w:r w:rsidRPr="00502AB0">
        <w:t xml:space="preserve">lectricity </w:t>
      </w:r>
      <w:r>
        <w:t>s</w:t>
      </w:r>
      <w:r w:rsidRPr="00502AB0">
        <w:t>ystem</w:t>
      </w:r>
      <w:r>
        <w:t xml:space="preserve"> </w:t>
      </w:r>
      <w:r w:rsidRPr="00502AB0">
        <w:t xml:space="preserve">is in an intact and operable state and that there </w:t>
      </w:r>
      <w:r w:rsidRPr="004D7481">
        <w:t>is no significant</w:t>
      </w:r>
      <w:r w:rsidRPr="00502AB0">
        <w:t xml:space="preserve"> damage to electrical </w:t>
      </w:r>
      <w:r>
        <w:t>p</w:t>
      </w:r>
      <w:r w:rsidRPr="00502AB0">
        <w:t xml:space="preserve">lant and </w:t>
      </w:r>
      <w:r>
        <w:t>a</w:t>
      </w:r>
      <w:r w:rsidRPr="00502AB0">
        <w:t>pparatus.</w:t>
      </w:r>
      <w:bookmarkEnd w:id="9"/>
    </w:p>
    <w:p w14:paraId="3C8D28DD" w14:textId="77777777" w:rsidR="00FF69CF" w:rsidRPr="00502AB0" w:rsidRDefault="00FF69CF" w:rsidP="00FF69CF">
      <w:pPr>
        <w:jc w:val="both"/>
      </w:pPr>
    </w:p>
    <w:p w14:paraId="0E658094" w14:textId="3D4DCFC2" w:rsidR="00FF69CF" w:rsidRPr="000E3A36" w:rsidRDefault="00FF69CF" w:rsidP="00FF69CF">
      <w:r w:rsidRPr="00E6107E">
        <w:rPr>
          <w:b/>
        </w:rPr>
        <w:t>Implementation date:</w:t>
      </w:r>
      <w:r>
        <w:t xml:space="preserve"> </w:t>
      </w:r>
      <w:sdt>
        <w:sdtPr>
          <w:rPr>
            <w:highlight w:val="yellow"/>
          </w:rPr>
          <w:alias w:val="Insert text"/>
          <w:tag w:val="Insert text"/>
          <w:id w:val="975099323"/>
          <w:placeholder>
            <w:docPart w:val="BA27F2CF9279426DA891C48BB51F3F52"/>
          </w:placeholder>
        </w:sdtPr>
        <w:sdtEndPr/>
        <w:sdtContent>
          <w:r w:rsidRPr="004D7481">
            <w:rPr>
              <w:highlight w:val="yellow"/>
            </w:rPr>
            <w:t>10 working days following Ofgem decision</w:t>
          </w:r>
        </w:sdtContent>
      </w:sdt>
    </w:p>
    <w:p w14:paraId="67025C85" w14:textId="77777777" w:rsidR="00FF69CF" w:rsidRDefault="00FF69CF" w:rsidP="00FF69CF"/>
    <w:p w14:paraId="72170E08" w14:textId="77777777" w:rsidR="008331DB" w:rsidRDefault="00FF69CF" w:rsidP="00FF69CF">
      <w:pPr>
        <w:rPr>
          <w:iCs/>
        </w:rPr>
      </w:pPr>
      <w:r>
        <w:rPr>
          <w:b/>
          <w:noProof/>
        </w:rPr>
        <w:t xml:space="preserve">Summary of potential alternative solution(s) and implementation date(s): </w:t>
      </w:r>
    </w:p>
    <w:p w14:paraId="65515E54" w14:textId="77777777" w:rsidR="00C43647" w:rsidRPr="00C43647" w:rsidRDefault="008331DB" w:rsidP="00C43647">
      <w:pPr>
        <w:rPr>
          <w:rFonts w:cs="Arial"/>
        </w:rPr>
      </w:pPr>
      <w:r w:rsidRPr="008331DB">
        <w:rPr>
          <w:b/>
          <w:bCs/>
          <w:iCs/>
        </w:rPr>
        <w:t>WAGCM 1</w:t>
      </w:r>
      <w:r w:rsidR="0097577A">
        <w:rPr>
          <w:iCs/>
        </w:rPr>
        <w:t xml:space="preserve"> – This proposed alternative </w:t>
      </w:r>
      <w:r>
        <w:rPr>
          <w:rFonts w:cs="Arial"/>
        </w:rPr>
        <w:t>will have the same effect as the Original Modification Proposal by re-enforcing system restoration arrangements, but it will not retrospectively require existing Generators</w:t>
      </w:r>
      <w:r w:rsidR="00C43647">
        <w:rPr>
          <w:rFonts w:cs="Arial"/>
        </w:rPr>
        <w:t xml:space="preserve"> </w:t>
      </w:r>
      <w:r w:rsidR="00C43647" w:rsidRPr="00C43647">
        <w:rPr>
          <w:rFonts w:cs="Arial"/>
        </w:rPr>
        <w:t>to modify their plant to achieve</w:t>
      </w:r>
    </w:p>
    <w:p w14:paraId="60A44157" w14:textId="7D9CAC3B" w:rsidR="00FF69CF" w:rsidRPr="001E19AE" w:rsidRDefault="00C43647" w:rsidP="00C43647">
      <w:pPr>
        <w:rPr>
          <w:b/>
          <w:noProof/>
        </w:rPr>
      </w:pPr>
      <w:r w:rsidRPr="00C43647">
        <w:rPr>
          <w:rFonts w:cs="Arial"/>
        </w:rPr>
        <w:t>existing cold start time following loss of site supplies.</w:t>
      </w:r>
    </w:p>
    <w:p w14:paraId="186B9D72" w14:textId="77777777" w:rsidR="00FF69CF" w:rsidRDefault="00FF69CF" w:rsidP="00C43647">
      <w:pPr>
        <w:pStyle w:val="Style10"/>
        <w:spacing w:after="0"/>
      </w:pPr>
      <w:r>
        <w:t>What is the impact if this change is made?</w:t>
      </w:r>
    </w:p>
    <w:p w14:paraId="7383D509" w14:textId="57E1E244" w:rsidR="00FF69CF" w:rsidRDefault="00FF69CF" w:rsidP="00FF69CF">
      <w:r>
        <w:t>Modification of restoration requirements and clarification of relevant code obligations of parties. This will impact</w:t>
      </w:r>
      <w:r w:rsidRPr="00FC428D">
        <w:t xml:space="preserve"> </w:t>
      </w:r>
      <w:r>
        <w:t xml:space="preserve">all </w:t>
      </w:r>
      <w:r w:rsidRPr="00FC428D">
        <w:t xml:space="preserve">CUSC parties, </w:t>
      </w:r>
      <w:r w:rsidR="00C74B27">
        <w:t xml:space="preserve">Restoration Service Providers </w:t>
      </w:r>
      <w:r w:rsidRPr="00FC428D">
        <w:t>(RSPs)</w:t>
      </w:r>
      <w:r>
        <w:t xml:space="preserve">, </w:t>
      </w:r>
      <w:r w:rsidR="00B45BB2">
        <w:t>Transmission Network Owners</w:t>
      </w:r>
      <w:r>
        <w:t>, D</w:t>
      </w:r>
      <w:r w:rsidRPr="00FC428D">
        <w:t xml:space="preserve">istribution </w:t>
      </w:r>
      <w:r>
        <w:t>N</w:t>
      </w:r>
      <w:r w:rsidRPr="00FC428D">
        <w:t xml:space="preserve">etwork </w:t>
      </w:r>
      <w:r>
        <w:t>O</w:t>
      </w:r>
      <w:r w:rsidRPr="00FC428D">
        <w:t>perators</w:t>
      </w:r>
      <w:r>
        <w:t xml:space="preserve"> (DNOs)</w:t>
      </w:r>
      <w:r w:rsidRPr="00FC428D">
        <w:t xml:space="preserve"> </w:t>
      </w:r>
      <w:r>
        <w:t>and the ESO.</w:t>
      </w:r>
    </w:p>
    <w:p w14:paraId="2390A412" w14:textId="77777777" w:rsidR="00FF69CF" w:rsidRDefault="00FF69CF" w:rsidP="00C43647">
      <w:pPr>
        <w:pStyle w:val="Style11"/>
        <w:spacing w:after="0"/>
      </w:pPr>
      <w:r>
        <w:t>Interactions</w:t>
      </w:r>
    </w:p>
    <w:p w14:paraId="10586783" w14:textId="1DCE2F19" w:rsidR="00FC7012" w:rsidRPr="00FF69CF" w:rsidRDefault="00FF69CF">
      <w:pPr>
        <w:spacing w:after="160"/>
      </w:pPr>
      <w:r w:rsidRPr="0081574A">
        <w:t xml:space="preserve">There are </w:t>
      </w:r>
      <w:r>
        <w:t xml:space="preserve">likely to be </w:t>
      </w:r>
      <w:r w:rsidRPr="0081574A">
        <w:t xml:space="preserve">consequential changes for the </w:t>
      </w:r>
      <w:r>
        <w:t>other electricity industry codes, for example the</w:t>
      </w:r>
      <w:r w:rsidRPr="0081574A">
        <w:t xml:space="preserve"> CUSC</w:t>
      </w:r>
      <w:r>
        <w:t xml:space="preserve"> </w:t>
      </w:r>
      <w:r w:rsidRPr="00066115">
        <w:t>(</w:t>
      </w:r>
      <w:hyperlink r:id="rId15" w:history="1">
        <w:r w:rsidRPr="00A63226">
          <w:rPr>
            <w:rStyle w:val="Hyperlink"/>
          </w:rPr>
          <w:t>CMP398</w:t>
        </w:r>
      </w:hyperlink>
      <w:r w:rsidR="00047714" w:rsidRPr="00066115">
        <w:t xml:space="preserve">, </w:t>
      </w:r>
      <w:hyperlink r:id="rId16" w:history="1">
        <w:r w:rsidR="00047714" w:rsidRPr="003C5986">
          <w:rPr>
            <w:rStyle w:val="Hyperlink"/>
          </w:rPr>
          <w:t>CMP4</w:t>
        </w:r>
        <w:r w:rsidR="00066115" w:rsidRPr="003C5986">
          <w:rPr>
            <w:rStyle w:val="Hyperlink"/>
          </w:rPr>
          <w:t>12</w:t>
        </w:r>
        <w:r w:rsidRPr="003C5986">
          <w:rPr>
            <w:rStyle w:val="Hyperlink"/>
          </w:rPr>
          <w:t>)</w:t>
        </w:r>
      </w:hyperlink>
      <w:r>
        <w:t xml:space="preserve">, </w:t>
      </w:r>
      <w:r w:rsidRPr="0081574A">
        <w:t>STC</w:t>
      </w:r>
      <w:r w:rsidR="002A1FB1">
        <w:t xml:space="preserve"> (</w:t>
      </w:r>
      <w:hyperlink r:id="rId17" w:history="1">
        <w:r w:rsidR="002A1FB1" w:rsidRPr="00047714">
          <w:rPr>
            <w:rStyle w:val="Hyperlink"/>
          </w:rPr>
          <w:t>CM089</w:t>
        </w:r>
      </w:hyperlink>
      <w:r w:rsidR="002A1FB1">
        <w:t>)</w:t>
      </w:r>
      <w:r w:rsidRPr="0081574A">
        <w:t xml:space="preserve">, </w:t>
      </w:r>
      <w:commentRangeStart w:id="10"/>
      <w:r w:rsidRPr="0081574A">
        <w:t>BSC</w:t>
      </w:r>
      <w:r w:rsidR="00993B03">
        <w:t xml:space="preserve"> (</w:t>
      </w:r>
      <w:hyperlink r:id="rId18" w:anchor=":~:text=Issue%20100%20was%20raised%20by,development%20at%20future%20Workgroup%20meetings." w:history="1">
        <w:r w:rsidR="00993B03" w:rsidRPr="00993B03">
          <w:rPr>
            <w:rStyle w:val="Hyperlink"/>
          </w:rPr>
          <w:t>Issue 100</w:t>
        </w:r>
      </w:hyperlink>
      <w:r w:rsidR="00993B03">
        <w:t>)</w:t>
      </w:r>
      <w:commentRangeEnd w:id="10"/>
      <w:r w:rsidR="00701EEF">
        <w:rPr>
          <w:rStyle w:val="CommentReference"/>
          <w:rFonts w:ascii="Arial" w:eastAsia="Times New Roman" w:hAnsi="Arial" w:cs="Times New Roman"/>
          <w:lang w:eastAsia="en-GB"/>
        </w:rPr>
        <w:commentReference w:id="10"/>
      </w:r>
      <w:r>
        <w:t xml:space="preserve">, </w:t>
      </w:r>
      <w:r w:rsidRPr="0081574A">
        <w:t>Distribution Code</w:t>
      </w:r>
      <w:r>
        <w:t xml:space="preserve"> </w:t>
      </w:r>
      <w:hyperlink r:id="rId23" w:history="1">
        <w:r w:rsidRPr="007964B5">
          <w:rPr>
            <w:rStyle w:val="Hyperlink"/>
          </w:rPr>
          <w:t>(DCRP/MP/22/02)</w:t>
        </w:r>
      </w:hyperlink>
      <w:r w:rsidR="00B45BB2">
        <w:rPr>
          <w:rStyle w:val="Hyperlink"/>
        </w:rPr>
        <w:t>,</w:t>
      </w:r>
      <w:r w:rsidR="00A62385">
        <w:rPr>
          <w:rStyle w:val="Hyperlink"/>
          <w:u w:val="none"/>
        </w:rPr>
        <w:t xml:space="preserve"> </w:t>
      </w:r>
      <w:r w:rsidR="00A62385">
        <w:t>SQSS</w:t>
      </w:r>
      <w:r w:rsidR="00A62385">
        <w:t xml:space="preserve"> </w:t>
      </w:r>
      <w:r w:rsidR="0033426B">
        <w:rPr>
          <w:rFonts w:ascii="Arial" w:hAnsi="Arial" w:cs="Arial"/>
          <w:color w:val="000000"/>
          <w:shd w:val="clear" w:color="auto" w:fill="FFFFFF"/>
        </w:rPr>
        <w:t>(to be presented to Panel on 16 March 2023)</w:t>
      </w:r>
      <w:r w:rsidR="0033426B">
        <w:rPr>
          <w:rFonts w:ascii="Arial" w:hAnsi="Arial" w:cs="Arial"/>
          <w:color w:val="000000"/>
          <w:shd w:val="clear" w:color="auto" w:fill="FFFFFF"/>
        </w:rPr>
        <w:t xml:space="preserve"> </w:t>
      </w:r>
      <w:r>
        <w:t>and related documents (</w:t>
      </w:r>
      <w:hyperlink r:id="rId24" w:history="1">
        <w:r w:rsidRPr="00D91D6A">
          <w:rPr>
            <w:rStyle w:val="Hyperlink"/>
          </w:rPr>
          <w:t>EREC G99</w:t>
        </w:r>
      </w:hyperlink>
      <w:r>
        <w:t xml:space="preserve"> and </w:t>
      </w:r>
      <w:hyperlink r:id="rId25" w:history="1">
        <w:r w:rsidRPr="00E92E4B">
          <w:rPr>
            <w:rStyle w:val="Hyperlink"/>
          </w:rPr>
          <w:t>EREC G59</w:t>
        </w:r>
      </w:hyperlink>
      <w:r>
        <w:t>)</w:t>
      </w:r>
      <w:r w:rsidRPr="0081574A">
        <w:t>.</w:t>
      </w:r>
      <w:r w:rsidR="00FC7012">
        <w:br w:type="page"/>
      </w:r>
    </w:p>
    <w:p w14:paraId="2A87D233" w14:textId="77777777" w:rsidR="00043548" w:rsidRPr="005603D9" w:rsidRDefault="00043548" w:rsidP="00043548">
      <w:pPr>
        <w:pStyle w:val="CA2"/>
      </w:pPr>
      <w:bookmarkStart w:id="11" w:name="_Toc128480952"/>
      <w:r w:rsidRPr="005603D9">
        <w:t>What is the issue?</w:t>
      </w:r>
      <w:bookmarkEnd w:id="6"/>
      <w:bookmarkEnd w:id="11"/>
    </w:p>
    <w:p w14:paraId="7366C0FD" w14:textId="77777777" w:rsidR="001E146E" w:rsidRDefault="001E146E" w:rsidP="001E146E">
      <w:pPr>
        <w:spacing w:line="240" w:lineRule="auto"/>
        <w:jc w:val="both"/>
        <w:textAlignment w:val="baseline"/>
        <w:rPr>
          <w:rFonts w:ascii="Arial" w:eastAsia="Times New Roman" w:hAnsi="Arial" w:cs="Arial"/>
          <w:szCs w:val="24"/>
          <w:lang w:eastAsia="en-GB"/>
        </w:rPr>
      </w:pPr>
      <w:bookmarkStart w:id="12" w:name="_Toc58482272"/>
      <w:r w:rsidRPr="009D12C5">
        <w:rPr>
          <w:rFonts w:ascii="Arial" w:eastAsia="Times New Roman" w:hAnsi="Arial" w:cs="Arial"/>
          <w:szCs w:val="24"/>
          <w:lang w:eastAsia="en-GB"/>
        </w:rPr>
        <w:t xml:space="preserve">In April 2021, the Department for Business, Energy and Industrial Strategy (BEIS) released a </w:t>
      </w:r>
      <w:hyperlink r:id="rId26" w:tgtFrame="_blank" w:history="1">
        <w:r w:rsidRPr="009D12C5">
          <w:rPr>
            <w:rFonts w:ascii="Arial" w:eastAsia="Times New Roman" w:hAnsi="Arial" w:cs="Arial"/>
            <w:color w:val="0000FF"/>
            <w:szCs w:val="24"/>
            <w:u w:val="single"/>
            <w:lang w:eastAsia="en-GB"/>
          </w:rPr>
          <w:t>policy statement</w:t>
        </w:r>
      </w:hyperlink>
      <w:r w:rsidRPr="009D12C5">
        <w:rPr>
          <w:rFonts w:ascii="Arial" w:eastAsia="Times New Roman" w:hAnsi="Arial" w:cs="Arial"/>
          <w:szCs w:val="24"/>
          <w:lang w:eastAsia="en-GB"/>
        </w:rPr>
        <w:t xml:space="preserve"> setting out the need to introduce a legally binding target for the restoration of electricity supplies in the event of a National Electricity Transmission System (NETS) failure. This new policy is called the Electricity System Restoration Standard (ESRS). </w:t>
      </w:r>
    </w:p>
    <w:p w14:paraId="48069DD3" w14:textId="77777777" w:rsidR="001E146E" w:rsidRDefault="001E146E" w:rsidP="001E146E">
      <w:pPr>
        <w:spacing w:line="240" w:lineRule="auto"/>
        <w:jc w:val="both"/>
        <w:textAlignment w:val="baseline"/>
        <w:rPr>
          <w:rFonts w:ascii="Arial" w:eastAsia="Times New Roman" w:hAnsi="Arial" w:cs="Arial"/>
          <w:szCs w:val="24"/>
          <w:lang w:eastAsia="en-GB"/>
        </w:rPr>
      </w:pPr>
    </w:p>
    <w:p w14:paraId="40E1817E" w14:textId="77777777" w:rsidR="001E146E" w:rsidRDefault="001E146E" w:rsidP="001E146E">
      <w:pPr>
        <w:spacing w:line="240" w:lineRule="auto"/>
        <w:jc w:val="both"/>
        <w:textAlignment w:val="baseline"/>
        <w:rPr>
          <w:rFonts w:ascii="Arial" w:eastAsiaTheme="majorEastAsia" w:hAnsi="Arial" w:cs="Arial"/>
          <w:szCs w:val="24"/>
          <w:lang w:eastAsia="en-GB"/>
        </w:rPr>
      </w:pPr>
      <w:r w:rsidRPr="009D12C5">
        <w:rPr>
          <w:rFonts w:ascii="Arial" w:eastAsia="Times New Roman" w:hAnsi="Arial" w:cs="Arial"/>
          <w:szCs w:val="24"/>
          <w:lang w:eastAsia="en-GB"/>
        </w:rPr>
        <w:t xml:space="preserve">As a consequence of BEIS’s policy statement, Ofgem performed an </w:t>
      </w:r>
      <w:hyperlink r:id="rId27" w:tgtFrame="_blank" w:history="1">
        <w:r w:rsidRPr="009D12C5">
          <w:rPr>
            <w:rFonts w:ascii="Arial" w:eastAsia="Times New Roman" w:hAnsi="Arial" w:cs="Arial"/>
            <w:color w:val="0000FF"/>
            <w:szCs w:val="24"/>
            <w:u w:val="single"/>
            <w:lang w:eastAsia="en-GB"/>
          </w:rPr>
          <w:t>initial consultation</w:t>
        </w:r>
      </w:hyperlink>
      <w:r w:rsidRPr="009D12C5">
        <w:rPr>
          <w:rFonts w:ascii="Arial" w:eastAsia="Times New Roman" w:hAnsi="Arial" w:cs="Arial"/>
          <w:szCs w:val="24"/>
          <w:lang w:eastAsia="en-GB"/>
        </w:rPr>
        <w:t xml:space="preserve"> </w:t>
      </w:r>
      <w:r>
        <w:rPr>
          <w:rFonts w:ascii="Arial" w:eastAsia="Times New Roman" w:hAnsi="Arial" w:cs="Arial"/>
          <w:color w:val="0000FF"/>
          <w:szCs w:val="24"/>
          <w:u w:val="single"/>
          <w:lang w:eastAsia="en-GB"/>
        </w:rPr>
        <w:t>related to the required licence changes</w:t>
      </w:r>
      <w:r>
        <w:rPr>
          <w:rFonts w:ascii="Arial" w:eastAsia="Times New Roman" w:hAnsi="Arial" w:cs="Arial"/>
          <w:szCs w:val="24"/>
          <w:lang w:eastAsia="en-GB"/>
        </w:rPr>
        <w:t xml:space="preserve"> </w:t>
      </w:r>
      <w:r w:rsidRPr="009D12C5">
        <w:rPr>
          <w:rFonts w:ascii="Arial" w:eastAsia="Times New Roman" w:hAnsi="Arial" w:cs="Arial"/>
          <w:szCs w:val="24"/>
          <w:lang w:eastAsia="en-GB"/>
        </w:rPr>
        <w:t xml:space="preserve">in April 2021 followed by a </w:t>
      </w:r>
      <w:hyperlink r:id="rId28" w:tgtFrame="_blank" w:history="1">
        <w:r w:rsidRPr="009D12C5">
          <w:rPr>
            <w:rFonts w:ascii="Arial" w:eastAsia="Times New Roman" w:hAnsi="Arial" w:cs="Arial"/>
            <w:color w:val="0000FF"/>
            <w:szCs w:val="24"/>
            <w:u w:val="single"/>
            <w:lang w:eastAsia="en-GB"/>
          </w:rPr>
          <w:t>statutory consultation</w:t>
        </w:r>
      </w:hyperlink>
      <w:r w:rsidRPr="009D12C5">
        <w:rPr>
          <w:rFonts w:ascii="Arial" w:eastAsia="Times New Roman" w:hAnsi="Arial" w:cs="Arial"/>
          <w:szCs w:val="24"/>
          <w:lang w:eastAsia="en-GB"/>
        </w:rPr>
        <w:t xml:space="preserve"> in July 2021 on licence amendments to facilitate the introduction of an ESRS, and to align the regulatory framework for procurement of restoration services with that of other balancing services.</w:t>
      </w:r>
      <w:r>
        <w:rPr>
          <w:rFonts w:ascii="Arial" w:eastAsia="Times New Roman" w:hAnsi="Arial" w:cs="Arial"/>
          <w:szCs w:val="24"/>
          <w:lang w:eastAsia="en-GB"/>
        </w:rPr>
        <w:t xml:space="preserve"> </w:t>
      </w:r>
    </w:p>
    <w:p w14:paraId="26319072" w14:textId="77777777" w:rsidR="001E146E" w:rsidRPr="009D12C5" w:rsidRDefault="001E146E" w:rsidP="001E146E">
      <w:pPr>
        <w:spacing w:line="240" w:lineRule="auto"/>
        <w:jc w:val="both"/>
        <w:textAlignment w:val="baseline"/>
        <w:rPr>
          <w:rFonts w:ascii="Arial" w:eastAsia="Times New Roman" w:hAnsi="Arial" w:cs="Arial"/>
          <w:szCs w:val="24"/>
          <w:lang w:eastAsia="en-GB"/>
        </w:rPr>
      </w:pPr>
    </w:p>
    <w:p w14:paraId="567F3ECD" w14:textId="77777777" w:rsidR="001E146E" w:rsidRDefault="001E146E" w:rsidP="001E146E">
      <w:pPr>
        <w:spacing w:line="240" w:lineRule="auto"/>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These licence modifications include but are not limited to:</w:t>
      </w:r>
      <w:r w:rsidRPr="00923CBC">
        <w:rPr>
          <w:rFonts w:ascii="Arial" w:eastAsiaTheme="majorEastAsia" w:hAnsi="Arial" w:cs="Arial"/>
          <w:szCs w:val="24"/>
          <w:lang w:eastAsia="en-GB"/>
        </w:rPr>
        <w:t> </w:t>
      </w:r>
    </w:p>
    <w:p w14:paraId="6A99330F" w14:textId="77777777" w:rsidR="001E146E" w:rsidRPr="00564754" w:rsidRDefault="001E146E" w:rsidP="001E146E">
      <w:pPr>
        <w:pStyle w:val="ListParagraph"/>
        <w:numPr>
          <w:ilvl w:val="0"/>
          <w:numId w:val="26"/>
        </w:numPr>
        <w:spacing w:after="160" w:line="240" w:lineRule="auto"/>
        <w:jc w:val="both"/>
        <w:textAlignment w:val="baseline"/>
        <w:rPr>
          <w:rFonts w:cs="Arial"/>
        </w:rPr>
      </w:pPr>
      <w:r w:rsidRPr="00564754">
        <w:rPr>
          <w:rFonts w:cs="Arial"/>
        </w:rPr>
        <w:t>introducing the definition of “restoration services” in Standard Condition C1 and amending the definition of balancing services to include “restoration services”</w:t>
      </w:r>
    </w:p>
    <w:p w14:paraId="1248B891" w14:textId="77777777" w:rsidR="001E146E" w:rsidRPr="00564754" w:rsidRDefault="001E146E" w:rsidP="001E146E">
      <w:pPr>
        <w:pStyle w:val="ListParagraph"/>
        <w:numPr>
          <w:ilvl w:val="0"/>
          <w:numId w:val="26"/>
        </w:numPr>
        <w:spacing w:after="160" w:line="240" w:lineRule="auto"/>
        <w:jc w:val="both"/>
        <w:textAlignment w:val="baseline"/>
        <w:rPr>
          <w:rFonts w:cs="Arial"/>
        </w:rPr>
      </w:pPr>
      <w:r w:rsidRPr="00564754">
        <w:rPr>
          <w:rFonts w:cs="Arial"/>
        </w:rPr>
        <w:t xml:space="preserve">replacing all references to “black start” with “Electricity System Restoration” in the Electricity Transmission Licence, including in the ESO’s Special </w:t>
      </w:r>
      <w:r w:rsidRPr="00564754">
        <w:rPr>
          <w:rFonts w:cs="Arial"/>
        </w:rPr>
        <w:tab/>
        <w:t>Licence Conditions, to align the licence terminology with BEIS’s policy</w:t>
      </w:r>
      <w:r w:rsidRPr="00564754">
        <w:rPr>
          <w:rFonts w:eastAsiaTheme="majorEastAsia" w:cs="Arial"/>
        </w:rPr>
        <w:t> </w:t>
      </w:r>
    </w:p>
    <w:p w14:paraId="0ADD5EA8" w14:textId="77777777" w:rsidR="001E146E" w:rsidRPr="00653B93" w:rsidRDefault="001E146E" w:rsidP="001E146E">
      <w:pPr>
        <w:pStyle w:val="ListParagraph"/>
        <w:numPr>
          <w:ilvl w:val="0"/>
          <w:numId w:val="26"/>
        </w:numPr>
        <w:spacing w:after="160" w:line="240" w:lineRule="auto"/>
        <w:jc w:val="both"/>
        <w:textAlignment w:val="baseline"/>
        <w:rPr>
          <w:rFonts w:cs="Arial"/>
        </w:rPr>
      </w:pPr>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 xml:space="preserve">Special Condition 2.2 of National Grid’s Electricity System Operator’s Transmission Licence requiring the introduction of an Electricity System Restoration Standard (ESRS) which requires 60% of electricity demand to be restored within 24 hours in all regions and 100% of electricity demand to be restored within 5 days nationally.  </w:t>
      </w:r>
      <w:r w:rsidRPr="00564754">
        <w:rPr>
          <w:rFonts w:asciiTheme="majorHAnsi" w:eastAsiaTheme="majorEastAsia" w:hAnsiTheme="majorHAnsi" w:cstheme="majorHAnsi"/>
        </w:rPr>
        <w:t xml:space="preserve"> </w:t>
      </w:r>
    </w:p>
    <w:p w14:paraId="69850D8C" w14:textId="77777777" w:rsidR="001E146E" w:rsidRPr="00303620" w:rsidRDefault="001E146E" w:rsidP="001E146E">
      <w:pPr>
        <w:pStyle w:val="ListParagraph"/>
        <w:spacing w:after="160" w:line="240" w:lineRule="auto"/>
        <w:ind w:left="360"/>
        <w:jc w:val="both"/>
        <w:textAlignment w:val="baseline"/>
        <w:rPr>
          <w:rFonts w:cs="Arial"/>
        </w:rPr>
      </w:pPr>
    </w:p>
    <w:p w14:paraId="3065AEBE" w14:textId="77777777" w:rsidR="001E146E" w:rsidRDefault="001E146E" w:rsidP="001E146E">
      <w:pPr>
        <w:pStyle w:val="Heading2"/>
      </w:pPr>
      <w:bookmarkStart w:id="13" w:name="_Toc119938014"/>
      <w:bookmarkStart w:id="14" w:name="_Toc128480953"/>
      <w:r>
        <w:t>Why change?</w:t>
      </w:r>
      <w:bookmarkEnd w:id="13"/>
      <w:bookmarkEnd w:id="14"/>
    </w:p>
    <w:p w14:paraId="47ED84AB" w14:textId="0911835E" w:rsidR="001E146E" w:rsidRPr="00EB60EC" w:rsidRDefault="001E146E" w:rsidP="001E146E">
      <w:pPr>
        <w:spacing w:after="160"/>
        <w:jc w:val="both"/>
      </w:pPr>
      <w:bookmarkStart w:id="15" w:name="_Toc58837632"/>
      <w:r w:rsidRPr="00EB60EC">
        <w:t>This modification is required so that National Grid ESO can satisfy the new ES</w:t>
      </w:r>
      <w:r>
        <w:t>RS</w:t>
      </w:r>
      <w:r w:rsidRPr="00EB60EC">
        <w:t xml:space="preserve"> Licence obligation</w:t>
      </w:r>
      <w:r>
        <w:t>s.</w:t>
      </w:r>
      <w:r w:rsidRPr="00EB60EC">
        <w:t xml:space="preserve"> </w:t>
      </w:r>
      <w:r>
        <w:t xml:space="preserve">This will include altering, </w:t>
      </w:r>
      <w:proofErr w:type="gramStart"/>
      <w:r>
        <w:t>updating</w:t>
      </w:r>
      <w:proofErr w:type="gramEnd"/>
      <w:r>
        <w:t xml:space="preserve"> and </w:t>
      </w:r>
      <w:r w:rsidRPr="00EB60EC">
        <w:t>clarify</w:t>
      </w:r>
      <w:r>
        <w:t>ing</w:t>
      </w:r>
      <w:r w:rsidRPr="00EB60EC">
        <w:t xml:space="preserve"> the</w:t>
      </w:r>
      <w:r>
        <w:t xml:space="preserve"> responsibilities and</w:t>
      </w:r>
      <w:r w:rsidRPr="00EB60EC">
        <w:t xml:space="preserve"> requirements </w:t>
      </w:r>
      <w:r>
        <w:t xml:space="preserve">of the ESO, </w:t>
      </w:r>
      <w:r w:rsidRPr="00EB60EC">
        <w:t xml:space="preserve">CUSC parties, </w:t>
      </w:r>
      <w:r w:rsidR="00C74B27">
        <w:t xml:space="preserve">Restoration </w:t>
      </w:r>
      <w:r w:rsidR="00451FD8">
        <w:t>Service Providers</w:t>
      </w:r>
      <w:r>
        <w:t>, Transmission Licensees</w:t>
      </w:r>
      <w:r w:rsidRPr="00EB60EC">
        <w:t xml:space="preserve"> and Distribution Network Operators</w:t>
      </w:r>
      <w:r>
        <w:t xml:space="preserve">, </w:t>
      </w:r>
      <w:r w:rsidRPr="00EB60EC">
        <w:t>taking part in restoration activities</w:t>
      </w:r>
      <w:r>
        <w:t>.</w:t>
      </w:r>
      <w:r w:rsidRPr="00EB60EC">
        <w:t xml:space="preserve">  </w:t>
      </w:r>
    </w:p>
    <w:p w14:paraId="7E075F32" w14:textId="77777777" w:rsidR="001E146E" w:rsidRPr="005603D9" w:rsidRDefault="001E146E" w:rsidP="001E146E">
      <w:pPr>
        <w:pStyle w:val="CA3"/>
      </w:pPr>
      <w:bookmarkStart w:id="16" w:name="_Toc119938015"/>
      <w:bookmarkStart w:id="17" w:name="_Toc128480954"/>
      <w:r w:rsidRPr="005603D9">
        <w:t xml:space="preserve">What is the </w:t>
      </w:r>
      <w:r>
        <w:t>s</w:t>
      </w:r>
      <w:r w:rsidRPr="005603D9">
        <w:t>olution?</w:t>
      </w:r>
      <w:bookmarkEnd w:id="12"/>
      <w:bookmarkEnd w:id="15"/>
      <w:bookmarkEnd w:id="16"/>
      <w:bookmarkEnd w:id="17"/>
    </w:p>
    <w:p w14:paraId="7BDC0183" w14:textId="77777777" w:rsidR="001E146E" w:rsidRDefault="001E146E" w:rsidP="001E146E">
      <w:pPr>
        <w:pStyle w:val="Heading2"/>
      </w:pPr>
      <w:bookmarkStart w:id="18" w:name="_Toc119938016"/>
      <w:bookmarkStart w:id="19" w:name="_Toc128480955"/>
      <w:r>
        <w:t>Proposer’s solution</w:t>
      </w:r>
      <w:bookmarkEnd w:id="18"/>
      <w:bookmarkEnd w:id="19"/>
    </w:p>
    <w:p w14:paraId="423304A3" w14:textId="77777777" w:rsidR="001E146E" w:rsidRPr="00EC0E85" w:rsidRDefault="001E146E" w:rsidP="001E146E">
      <w:pPr>
        <w:spacing w:after="160"/>
        <w:jc w:val="both"/>
      </w:pPr>
      <w:r w:rsidRPr="00EC0E85">
        <w:t xml:space="preserve">The </w:t>
      </w:r>
      <w:r>
        <w:t>Proposer</w:t>
      </w:r>
      <w:r w:rsidRPr="00EC0E85">
        <w:t xml:space="preserve">’s aim for </w:t>
      </w:r>
      <w:r>
        <w:t>the</w:t>
      </w:r>
      <w:r w:rsidRPr="00EC0E85">
        <w:t xml:space="preserve"> implementation of the ESRS is to put in place measures, </w:t>
      </w:r>
      <w:proofErr w:type="gramStart"/>
      <w:r w:rsidRPr="00EC0E85">
        <w:t>tools</w:t>
      </w:r>
      <w:proofErr w:type="gramEnd"/>
      <w:r w:rsidRPr="00EC0E85">
        <w:t xml:space="preserve"> and procedures such that in the event of a </w:t>
      </w:r>
      <w:r>
        <w:t>T</w:t>
      </w:r>
      <w:r w:rsidRPr="00EC0E85">
        <w:t xml:space="preserve">otal or </w:t>
      </w:r>
      <w:r>
        <w:t>P</w:t>
      </w:r>
      <w:r w:rsidRPr="00EC0E85">
        <w:t xml:space="preserve">artial </w:t>
      </w:r>
      <w:r>
        <w:t>S</w:t>
      </w:r>
      <w:r w:rsidRPr="00EC0E85">
        <w:t>hutdown</w:t>
      </w:r>
      <w:r>
        <w:t xml:space="preserve"> of the NETS</w:t>
      </w:r>
      <w:r w:rsidRPr="00EC0E85">
        <w:t xml:space="preserve">, </w:t>
      </w:r>
      <w:r>
        <w:t>that</w:t>
      </w:r>
      <w:r w:rsidRPr="00EC0E85">
        <w:t xml:space="preserve"> 60% of demand can be restored within all regions </w:t>
      </w:r>
      <w:r>
        <w:t>of GB</w:t>
      </w:r>
      <w:r w:rsidRPr="00EC0E85">
        <w:t xml:space="preserve"> in 24 hours and 100% of demand can be restored in 5 days nationally.  This is against the background that the </w:t>
      </w:r>
      <w:r>
        <w:t>GB e</w:t>
      </w:r>
      <w:r w:rsidRPr="00EC0E85">
        <w:t xml:space="preserve">lectricity </w:t>
      </w:r>
      <w:r>
        <w:t>s</w:t>
      </w:r>
      <w:r w:rsidRPr="00EC0E85">
        <w:t xml:space="preserve">ystem is in an intact and operable state and that there is not significant damage to electrical </w:t>
      </w:r>
      <w:r>
        <w:t>p</w:t>
      </w:r>
      <w:r w:rsidRPr="00EC0E85">
        <w:t xml:space="preserve">lant and </w:t>
      </w:r>
      <w:r>
        <w:t>a</w:t>
      </w:r>
      <w:r w:rsidRPr="00EC0E85">
        <w:t>pparatus.</w:t>
      </w:r>
    </w:p>
    <w:p w14:paraId="3A45B968" w14:textId="77777777" w:rsidR="001E146E" w:rsidRDefault="001E146E" w:rsidP="001E146E">
      <w:pPr>
        <w:spacing w:after="160"/>
        <w:jc w:val="both"/>
      </w:pPr>
      <w:r w:rsidRPr="00EC0E85">
        <w:t>This modification will build on the work completed through the implementation of the EU Emergency and Restoration Code</w:t>
      </w:r>
      <w:r>
        <w:rPr>
          <w:rStyle w:val="FootnoteReference"/>
        </w:rPr>
        <w:footnoteReference w:id="5"/>
      </w:r>
      <w:r>
        <w:t xml:space="preserve"> </w:t>
      </w:r>
      <w:r w:rsidRPr="00EC0E85">
        <w:t xml:space="preserve">which was in part introduced to the Grid Code through Grid Code modifications </w:t>
      </w:r>
      <w:hyperlink r:id="rId29" w:history="1">
        <w:r w:rsidRPr="00EC0E85">
          <w:rPr>
            <w:color w:val="0000FF"/>
            <w:u w:val="single"/>
          </w:rPr>
          <w:t>GC0125</w:t>
        </w:r>
      </w:hyperlink>
      <w:r w:rsidRPr="00EC0E85">
        <w:t xml:space="preserve">, </w:t>
      </w:r>
      <w:hyperlink r:id="rId30" w:history="1">
        <w:r w:rsidRPr="00EC0E85">
          <w:rPr>
            <w:color w:val="0000FF"/>
            <w:u w:val="single"/>
          </w:rPr>
          <w:t>GC0127</w:t>
        </w:r>
      </w:hyperlink>
      <w:r w:rsidRPr="00EC0E85">
        <w:t xml:space="preserve"> and </w:t>
      </w:r>
      <w:hyperlink r:id="rId31" w:history="1">
        <w:r w:rsidRPr="00EC0E85">
          <w:rPr>
            <w:color w:val="0000FF"/>
            <w:u w:val="single"/>
          </w:rPr>
          <w:t>GC0128</w:t>
        </w:r>
      </w:hyperlink>
      <w:r w:rsidRPr="00EC0E85">
        <w:t xml:space="preserve"> and further being implemented through Grid Code modification </w:t>
      </w:r>
      <w:hyperlink r:id="rId32" w:history="1">
        <w:r w:rsidRPr="00EC0E85">
          <w:rPr>
            <w:color w:val="0000FF"/>
            <w:u w:val="single"/>
          </w:rPr>
          <w:t>GC0148</w:t>
        </w:r>
      </w:hyperlink>
      <w:r w:rsidRPr="00EC0E85">
        <w:t xml:space="preserve"> (Implementation of EU Emergency and Restoration Code Phase II).</w:t>
      </w:r>
    </w:p>
    <w:p w14:paraId="1FE69C9B" w14:textId="3482A7C7" w:rsidR="001E146E" w:rsidRPr="00EC0E85" w:rsidRDefault="001E146E" w:rsidP="001E146E">
      <w:pPr>
        <w:spacing w:after="160"/>
        <w:jc w:val="both"/>
      </w:pPr>
      <w:r w:rsidRPr="00864AD1">
        <w:t xml:space="preserve">In addition, the work will build on the Distributed </w:t>
      </w:r>
      <w:proofErr w:type="spellStart"/>
      <w:r w:rsidRPr="00864AD1">
        <w:t>ReStart</w:t>
      </w:r>
      <w:proofErr w:type="spellEnd"/>
      <w:r w:rsidRPr="00864AD1">
        <w:t xml:space="preserve"> Project for which code changes were originally developed in the GC0148 modification.</w:t>
      </w:r>
      <w:r w:rsidRPr="00EC0E85">
        <w:t xml:space="preserve">  </w:t>
      </w:r>
      <w:r>
        <w:t>M</w:t>
      </w:r>
      <w:r w:rsidRPr="00EC0E85">
        <w:t>any of the requirements being introduced through Grid Code modification GC0148 provide essential tools in achieving the objectives of the ESRS.</w:t>
      </w:r>
      <w:r>
        <w:t xml:space="preserve">  It should be noted that whilst the legal text for Distributed </w:t>
      </w:r>
      <w:proofErr w:type="spellStart"/>
      <w:r>
        <w:t>ReStart</w:t>
      </w:r>
      <w:proofErr w:type="spellEnd"/>
      <w:r>
        <w:t xml:space="preserve"> was initially included within the scope of Grid Code Modification GC0148 it was subsequently removed following the GC0148 </w:t>
      </w:r>
      <w:r w:rsidR="00C74B27">
        <w:t>Workgroup</w:t>
      </w:r>
      <w:r>
        <w:t xml:space="preserve"> Consultation on the basis that it better fitted within the framework of the Electricity System Restoration Standard and was not an obligation of the EU Emergency and Restoration Code. </w:t>
      </w:r>
    </w:p>
    <w:p w14:paraId="6D12A745" w14:textId="45FB7705" w:rsidR="001E146E" w:rsidRPr="006C252A" w:rsidRDefault="001E146E" w:rsidP="001E146E">
      <w:pPr>
        <w:spacing w:after="160"/>
        <w:jc w:val="both"/>
        <w:rPr>
          <w:rFonts w:ascii="Arial" w:hAnsi="Arial" w:cs="Arial"/>
          <w:color w:val="0000FF"/>
          <w:u w:val="single"/>
          <w:shd w:val="clear" w:color="auto" w:fill="FFFFFF"/>
        </w:rPr>
      </w:pPr>
      <w:r w:rsidRPr="00EC0E85">
        <w:rPr>
          <w:rFonts w:ascii="Arial" w:hAnsi="Arial" w:cs="Arial"/>
          <w:color w:val="000000"/>
          <w:shd w:val="clear" w:color="auto" w:fill="FFFFFF"/>
        </w:rPr>
        <w:t xml:space="preserve">The </w:t>
      </w:r>
      <w:r>
        <w:rPr>
          <w:rFonts w:ascii="Arial" w:hAnsi="Arial" w:cs="Arial"/>
          <w:color w:val="000000"/>
          <w:shd w:val="clear" w:color="auto" w:fill="FFFFFF"/>
        </w:rPr>
        <w:t>p</w:t>
      </w:r>
      <w:r w:rsidRPr="00EC0E85">
        <w:rPr>
          <w:rFonts w:ascii="Arial" w:hAnsi="Arial" w:cs="Arial"/>
          <w:color w:val="000000"/>
          <w:shd w:val="clear" w:color="auto" w:fill="FFFFFF"/>
        </w:rPr>
        <w:t>roposer’s solution is to replace all references to ‘</w:t>
      </w:r>
      <w:r>
        <w:rPr>
          <w:rFonts w:ascii="Arial" w:hAnsi="Arial" w:cs="Arial"/>
          <w:color w:val="000000"/>
          <w:shd w:val="clear" w:color="auto" w:fill="FFFFFF"/>
        </w:rPr>
        <w:t>b</w:t>
      </w:r>
      <w:r w:rsidRPr="00EC0E85">
        <w:rPr>
          <w:rFonts w:ascii="Arial" w:hAnsi="Arial" w:cs="Arial"/>
          <w:color w:val="000000"/>
          <w:shd w:val="clear" w:color="auto" w:fill="FFFFFF"/>
        </w:rPr>
        <w:t xml:space="preserve">lack </w:t>
      </w:r>
      <w:r>
        <w:rPr>
          <w:rFonts w:ascii="Arial" w:hAnsi="Arial" w:cs="Arial"/>
          <w:color w:val="000000"/>
          <w:shd w:val="clear" w:color="auto" w:fill="FFFFFF"/>
        </w:rPr>
        <w:t>s</w:t>
      </w:r>
      <w:r w:rsidRPr="00EC0E85">
        <w:rPr>
          <w:rFonts w:ascii="Arial" w:hAnsi="Arial" w:cs="Arial"/>
          <w:color w:val="000000"/>
          <w:shd w:val="clear" w:color="auto" w:fill="FFFFFF"/>
        </w:rPr>
        <w:t>tart’ with ‘</w:t>
      </w:r>
      <w:r>
        <w:rPr>
          <w:rFonts w:ascii="Arial" w:hAnsi="Arial" w:cs="Arial"/>
          <w:color w:val="000000"/>
          <w:shd w:val="clear" w:color="auto" w:fill="FFFFFF"/>
        </w:rPr>
        <w:t>Electricity S</w:t>
      </w:r>
      <w:r w:rsidRPr="00EC0E85">
        <w:rPr>
          <w:rFonts w:ascii="Arial" w:hAnsi="Arial" w:cs="Arial"/>
          <w:color w:val="000000"/>
          <w:shd w:val="clear" w:color="auto" w:fill="FFFFFF"/>
        </w:rPr>
        <w:t xml:space="preserve">ystem </w:t>
      </w:r>
      <w:r>
        <w:rPr>
          <w:rFonts w:ascii="Arial" w:hAnsi="Arial" w:cs="Arial"/>
          <w:color w:val="000000"/>
          <w:shd w:val="clear" w:color="auto" w:fill="FFFFFF"/>
        </w:rPr>
        <w:t>R</w:t>
      </w:r>
      <w:r w:rsidRPr="00EC0E85">
        <w:rPr>
          <w:rFonts w:ascii="Arial" w:hAnsi="Arial" w:cs="Arial"/>
          <w:color w:val="000000"/>
          <w:shd w:val="clear" w:color="auto" w:fill="FFFFFF"/>
        </w:rPr>
        <w:t>estoration’</w:t>
      </w:r>
      <w:r>
        <w:rPr>
          <w:rFonts w:ascii="Arial" w:hAnsi="Arial" w:cs="Arial"/>
          <w:color w:val="000000"/>
          <w:shd w:val="clear" w:color="auto" w:fill="FFFFFF"/>
        </w:rPr>
        <w:t xml:space="preserve"> based on </w:t>
      </w:r>
      <w:r w:rsidRPr="00D67FA3">
        <w:rPr>
          <w:rFonts w:ascii="Arial" w:hAnsi="Arial" w:cs="Arial"/>
          <w:shd w:val="clear" w:color="auto" w:fill="FFFFFF"/>
        </w:rPr>
        <w:t>Ofgem direction</w:t>
      </w:r>
      <w:r w:rsidRPr="00EC0E85">
        <w:rPr>
          <w:rFonts w:ascii="Arial" w:hAnsi="Arial" w:cs="Arial"/>
          <w:color w:val="000000"/>
          <w:shd w:val="clear" w:color="auto" w:fill="FFFFFF"/>
        </w:rPr>
        <w:t>.  This would also be consistent with the proposals being put forward to change the</w:t>
      </w:r>
      <w:r>
        <w:rPr>
          <w:rFonts w:ascii="Arial" w:hAnsi="Arial" w:cs="Arial"/>
          <w:color w:val="000000"/>
          <w:shd w:val="clear" w:color="auto" w:fill="FFFFFF"/>
        </w:rPr>
        <w:t xml:space="preserve"> other industry codes such as the</w:t>
      </w:r>
      <w:r w:rsidRPr="00EC0E85">
        <w:rPr>
          <w:rFonts w:ascii="Arial" w:hAnsi="Arial" w:cs="Arial"/>
          <w:color w:val="000000"/>
          <w:shd w:val="clear" w:color="auto" w:fill="FFFFFF"/>
        </w:rPr>
        <w:t xml:space="preserve"> CUSC</w:t>
      </w:r>
      <w:r>
        <w:rPr>
          <w:rFonts w:ascii="Arial" w:hAnsi="Arial" w:cs="Arial"/>
          <w:color w:val="000000"/>
          <w:shd w:val="clear" w:color="auto" w:fill="FFFFFF"/>
        </w:rPr>
        <w:t xml:space="preserve"> </w:t>
      </w:r>
      <w:r w:rsidR="00512B76">
        <w:rPr>
          <w:rFonts w:ascii="Arial" w:hAnsi="Arial" w:cs="Arial"/>
          <w:color w:val="000000"/>
          <w:shd w:val="clear" w:color="auto" w:fill="FFFFFF"/>
        </w:rPr>
        <w:t>–</w:t>
      </w:r>
      <w:r w:rsidR="006C252A">
        <w:rPr>
          <w:rFonts w:ascii="Arial" w:hAnsi="Arial" w:cs="Arial"/>
          <w:color w:val="000000"/>
          <w:shd w:val="clear" w:color="auto" w:fill="FFFFFF"/>
        </w:rPr>
        <w:t xml:space="preserve"> </w:t>
      </w:r>
      <w:hyperlink r:id="rId33" w:history="1">
        <w:r w:rsidRPr="00924C45">
          <w:rPr>
            <w:rStyle w:val="Hyperlink"/>
            <w:rFonts w:ascii="Arial" w:hAnsi="Arial" w:cs="Arial"/>
            <w:shd w:val="clear" w:color="auto" w:fill="FFFFFF"/>
          </w:rPr>
          <w:t>CMP398</w:t>
        </w:r>
      </w:hyperlink>
      <w:r>
        <w:rPr>
          <w:rFonts w:ascii="Arial" w:hAnsi="Arial" w:cs="Arial"/>
          <w:color w:val="000000"/>
          <w:shd w:val="clear" w:color="auto" w:fill="FFFFFF"/>
        </w:rPr>
        <w:t xml:space="preserve"> </w:t>
      </w:r>
      <w:r w:rsidR="00E556E5">
        <w:rPr>
          <w:rFonts w:ascii="Arial" w:hAnsi="Arial" w:cs="Arial"/>
          <w:color w:val="000000"/>
          <w:shd w:val="clear" w:color="auto" w:fill="FFFFFF"/>
        </w:rPr>
        <w:t xml:space="preserve">and </w:t>
      </w:r>
      <w:hyperlink r:id="rId34" w:history="1">
        <w:r w:rsidR="00E556E5" w:rsidRPr="00183972">
          <w:rPr>
            <w:rStyle w:val="Hyperlink"/>
            <w:rFonts w:ascii="Arial" w:hAnsi="Arial" w:cs="Arial"/>
            <w:shd w:val="clear" w:color="auto" w:fill="FFFFFF"/>
          </w:rPr>
          <w:t>CMP</w:t>
        </w:r>
        <w:r w:rsidR="006C252A" w:rsidRPr="00183972">
          <w:rPr>
            <w:rStyle w:val="Hyperlink"/>
            <w:rFonts w:ascii="Arial" w:hAnsi="Arial" w:cs="Arial"/>
            <w:shd w:val="clear" w:color="auto" w:fill="FFFFFF"/>
          </w:rPr>
          <w:t>412</w:t>
        </w:r>
      </w:hyperlink>
      <w:r w:rsidR="00A62385">
        <w:rPr>
          <w:rFonts w:ascii="Arial" w:hAnsi="Arial" w:cs="Arial"/>
          <w:color w:val="000000"/>
          <w:shd w:val="clear" w:color="auto" w:fill="FFFFFF"/>
        </w:rPr>
        <w:t xml:space="preserve">, </w:t>
      </w:r>
      <w:r w:rsidRPr="00DA1B67">
        <w:rPr>
          <w:rFonts w:ascii="Arial" w:hAnsi="Arial" w:cs="Arial"/>
          <w:color w:val="000000"/>
          <w:shd w:val="clear" w:color="auto" w:fill="FFFFFF"/>
        </w:rPr>
        <w:t>STC</w:t>
      </w:r>
      <w:r w:rsidR="006C252A" w:rsidRPr="00DA1B67">
        <w:rPr>
          <w:rFonts w:ascii="Arial" w:hAnsi="Arial" w:cs="Arial"/>
          <w:color w:val="000000"/>
          <w:shd w:val="clear" w:color="auto" w:fill="FFFFFF"/>
        </w:rPr>
        <w:t xml:space="preserve"> </w:t>
      </w:r>
      <w:r w:rsidR="00190118" w:rsidRPr="00DA1B67">
        <w:rPr>
          <w:rFonts w:ascii="Arial" w:hAnsi="Arial" w:cs="Arial"/>
          <w:color w:val="000000"/>
          <w:shd w:val="clear" w:color="auto" w:fill="FFFFFF"/>
        </w:rPr>
        <w:t>–</w:t>
      </w:r>
      <w:r w:rsidR="00E556E5" w:rsidRPr="00DA1B67">
        <w:rPr>
          <w:rFonts w:ascii="Arial" w:hAnsi="Arial" w:cs="Arial"/>
          <w:color w:val="000000"/>
          <w:shd w:val="clear" w:color="auto" w:fill="FFFFFF"/>
        </w:rPr>
        <w:t xml:space="preserve"> </w:t>
      </w:r>
      <w:hyperlink r:id="rId35" w:history="1">
        <w:r w:rsidR="00512B76" w:rsidRPr="00DA1B67">
          <w:rPr>
            <w:rStyle w:val="Hyperlink"/>
            <w:rFonts w:ascii="Arial" w:hAnsi="Arial" w:cs="Arial"/>
            <w:shd w:val="clear" w:color="auto" w:fill="FFFFFF"/>
          </w:rPr>
          <w:t>C</w:t>
        </w:r>
        <w:r w:rsidR="00E556E5" w:rsidRPr="00DA1B67">
          <w:rPr>
            <w:rStyle w:val="Hyperlink"/>
            <w:rFonts w:ascii="Arial" w:hAnsi="Arial" w:cs="Arial"/>
            <w:shd w:val="clear" w:color="auto" w:fill="FFFFFF"/>
          </w:rPr>
          <w:t>M089</w:t>
        </w:r>
      </w:hyperlink>
      <w:r w:rsidR="00A62385">
        <w:rPr>
          <w:rStyle w:val="Hyperlink"/>
          <w:rFonts w:ascii="Arial" w:hAnsi="Arial" w:cs="Arial"/>
          <w:shd w:val="clear" w:color="auto" w:fill="FFFFFF"/>
        </w:rPr>
        <w:t>,</w:t>
      </w:r>
      <w:r w:rsidR="006C252A">
        <w:rPr>
          <w:rFonts w:ascii="Arial" w:hAnsi="Arial" w:cs="Arial"/>
          <w:color w:val="000000"/>
          <w:shd w:val="clear" w:color="auto" w:fill="FFFFFF"/>
        </w:rPr>
        <w:t xml:space="preserve"> </w:t>
      </w:r>
      <w:r w:rsidRPr="00EC0E85">
        <w:rPr>
          <w:rFonts w:ascii="Arial" w:hAnsi="Arial" w:cs="Arial"/>
          <w:color w:val="000000"/>
          <w:shd w:val="clear" w:color="auto" w:fill="FFFFFF"/>
        </w:rPr>
        <w:t xml:space="preserve"> </w:t>
      </w:r>
      <w:r w:rsidR="00A62385">
        <w:rPr>
          <w:rFonts w:ascii="Arial" w:hAnsi="Arial" w:cs="Arial"/>
          <w:color w:val="000000"/>
          <w:shd w:val="clear" w:color="auto" w:fill="FFFFFF"/>
        </w:rPr>
        <w:t xml:space="preserve">SQSS (to be presented to Panel on </w:t>
      </w:r>
      <w:r w:rsidR="0033426B">
        <w:rPr>
          <w:rFonts w:ascii="Arial" w:hAnsi="Arial" w:cs="Arial"/>
          <w:color w:val="000000"/>
          <w:shd w:val="clear" w:color="auto" w:fill="FFFFFF"/>
        </w:rPr>
        <w:t xml:space="preserve">16 </w:t>
      </w:r>
      <w:r w:rsidR="00A62385">
        <w:rPr>
          <w:rFonts w:ascii="Arial" w:hAnsi="Arial" w:cs="Arial"/>
          <w:color w:val="000000"/>
          <w:shd w:val="clear" w:color="auto" w:fill="FFFFFF"/>
        </w:rPr>
        <w:t>March 2023) and</w:t>
      </w:r>
      <w:r w:rsidRPr="00EC0E85">
        <w:rPr>
          <w:rFonts w:ascii="Arial" w:hAnsi="Arial" w:cs="Arial"/>
          <w:color w:val="000000"/>
          <w:shd w:val="clear" w:color="auto" w:fill="FFFFFF"/>
        </w:rPr>
        <w:t xml:space="preserve"> </w:t>
      </w:r>
      <w:commentRangeStart w:id="20"/>
      <w:r w:rsidRPr="00E556E5">
        <w:rPr>
          <w:rFonts w:ascii="Arial" w:hAnsi="Arial" w:cs="Arial"/>
          <w:color w:val="000000"/>
          <w:highlight w:val="yellow"/>
          <w:shd w:val="clear" w:color="auto" w:fill="FFFFFF"/>
        </w:rPr>
        <w:t>BSC</w:t>
      </w:r>
      <w:r w:rsidR="00E556E5" w:rsidRPr="00E556E5">
        <w:rPr>
          <w:rFonts w:ascii="Arial" w:hAnsi="Arial" w:cs="Arial"/>
          <w:color w:val="000000"/>
          <w:highlight w:val="yellow"/>
          <w:shd w:val="clear" w:color="auto" w:fill="FFFFFF"/>
        </w:rPr>
        <w:t xml:space="preserve"> </w:t>
      </w:r>
      <w:r w:rsidR="00512B76">
        <w:rPr>
          <w:rFonts w:ascii="Arial" w:hAnsi="Arial" w:cs="Arial"/>
          <w:color w:val="000000"/>
          <w:highlight w:val="yellow"/>
          <w:shd w:val="clear" w:color="auto" w:fill="FFFFFF"/>
        </w:rPr>
        <w:t xml:space="preserve">– </w:t>
      </w:r>
      <w:hyperlink r:id="rId36" w:anchor=":~:text=Issue%20100%20was%20raised%20by,development%20at%20future%20Workgroup%20meetings." w:history="1">
        <w:r w:rsidR="00E556E5" w:rsidRPr="00EA6610">
          <w:rPr>
            <w:rStyle w:val="Hyperlink"/>
            <w:rFonts w:ascii="Arial" w:hAnsi="Arial" w:cs="Arial"/>
            <w:highlight w:val="yellow"/>
            <w:shd w:val="clear" w:color="auto" w:fill="FFFFFF"/>
          </w:rPr>
          <w:t>Issue100</w:t>
        </w:r>
      </w:hyperlink>
      <w:commentRangeEnd w:id="20"/>
      <w:r w:rsidR="00864AD1">
        <w:rPr>
          <w:rStyle w:val="CommentReference"/>
          <w:rFonts w:ascii="Arial" w:eastAsia="Times New Roman" w:hAnsi="Arial" w:cs="Times New Roman"/>
          <w:lang w:eastAsia="en-GB"/>
        </w:rPr>
        <w:commentReference w:id="20"/>
      </w:r>
      <w:r w:rsidRPr="00EC0E85">
        <w:rPr>
          <w:rFonts w:ascii="Arial" w:hAnsi="Arial" w:cs="Arial"/>
          <w:color w:val="000000"/>
          <w:shd w:val="clear" w:color="auto" w:fill="FFFFFF"/>
        </w:rPr>
        <w:t>.</w:t>
      </w:r>
    </w:p>
    <w:p w14:paraId="7FA7EE69" w14:textId="21E99B50" w:rsidR="001E146E" w:rsidRPr="00EC0E85" w:rsidRDefault="001E146E" w:rsidP="001E146E">
      <w:pPr>
        <w:spacing w:after="160"/>
        <w:jc w:val="both"/>
      </w:pPr>
      <w:r w:rsidRPr="00EC0E85">
        <w:t xml:space="preserve">The </w:t>
      </w:r>
      <w:r w:rsidRPr="00DA1B67">
        <w:t>solution w</w:t>
      </w:r>
      <w:r w:rsidR="00DA1B67" w:rsidRPr="00DA1B67">
        <w:t>ould</w:t>
      </w:r>
      <w:r w:rsidRPr="00DA1B67">
        <w:t xml:space="preserve"> include changes</w:t>
      </w:r>
      <w:r w:rsidRPr="00EC0E85">
        <w:t xml:space="preserve"> to the System Restoration Plan and potentially the Test Plan</w:t>
      </w:r>
      <w:r>
        <w:t>.</w:t>
      </w:r>
    </w:p>
    <w:p w14:paraId="68722528" w14:textId="13A23859" w:rsidR="001E146E" w:rsidRPr="00EC0E85" w:rsidRDefault="001E146E" w:rsidP="001E146E">
      <w:pPr>
        <w:spacing w:after="160"/>
        <w:jc w:val="both"/>
      </w:pPr>
      <w:r w:rsidRPr="00EC0E85">
        <w:t xml:space="preserve">As part of this modification, the proposer </w:t>
      </w:r>
      <w:r w:rsidRPr="00DA1B67">
        <w:t>w</w:t>
      </w:r>
      <w:r w:rsidR="00DA1B67" w:rsidRPr="00DA1B67">
        <w:t xml:space="preserve">ould take </w:t>
      </w:r>
      <w:r w:rsidRPr="00DA1B67">
        <w:t>the</w:t>
      </w:r>
      <w:r w:rsidRPr="00EC0E85">
        <w:t xml:space="preserve"> opportunity to undertake a house keeping change to OC5.7.1(b)(</w:t>
      </w:r>
      <w:proofErr w:type="spellStart"/>
      <w:r w:rsidRPr="00EC0E85">
        <w:t>i</w:t>
      </w:r>
      <w:proofErr w:type="spellEnd"/>
      <w:r w:rsidRPr="00EC0E85">
        <w:t xml:space="preserve">) which is a correction that needs to be addressed following an inadvertent error arising from the implementation of Grid Code modification </w:t>
      </w:r>
      <w:hyperlink r:id="rId37" w:history="1">
        <w:r w:rsidRPr="00EC0E85">
          <w:rPr>
            <w:color w:val="0000FF"/>
            <w:u w:val="single"/>
          </w:rPr>
          <w:t>GC0108</w:t>
        </w:r>
      </w:hyperlink>
      <w:r w:rsidRPr="00EC0E85">
        <w:t xml:space="preserve"> (</w:t>
      </w:r>
      <w:r w:rsidRPr="00EC0E85">
        <w:rPr>
          <w:rFonts w:ascii="Arial" w:hAnsi="Arial" w:cs="Arial"/>
          <w:shd w:val="clear" w:color="auto" w:fill="FFFFFF"/>
        </w:rPr>
        <w:t xml:space="preserve">EU Code: Emergency &amp; Restoration: </w:t>
      </w:r>
      <w:r>
        <w:rPr>
          <w:rFonts w:ascii="Arial" w:hAnsi="Arial" w:cs="Arial"/>
          <w:shd w:val="clear" w:color="auto" w:fill="FFFFFF"/>
        </w:rPr>
        <w:t>b</w:t>
      </w:r>
      <w:r w:rsidRPr="00EC0E85">
        <w:rPr>
          <w:rFonts w:ascii="Arial" w:hAnsi="Arial" w:cs="Arial"/>
          <w:shd w:val="clear" w:color="auto" w:fill="FFFFFF"/>
        </w:rPr>
        <w:t>lac</w:t>
      </w:r>
      <w:r>
        <w:rPr>
          <w:rFonts w:ascii="Arial" w:hAnsi="Arial" w:cs="Arial"/>
          <w:shd w:val="clear" w:color="auto" w:fill="FFFFFF"/>
        </w:rPr>
        <w:t>k</w:t>
      </w:r>
      <w:r w:rsidRPr="00EC0E85">
        <w:rPr>
          <w:rFonts w:ascii="Arial" w:hAnsi="Arial" w:cs="Arial"/>
          <w:shd w:val="clear" w:color="auto" w:fill="FFFFFF"/>
        </w:rPr>
        <w:t xml:space="preserve"> start testing requirements).</w:t>
      </w:r>
      <w:r w:rsidRPr="00EC0E85">
        <w:t xml:space="preserve"> </w:t>
      </w:r>
    </w:p>
    <w:p w14:paraId="7E0868D6" w14:textId="187BDF35" w:rsidR="001E146E" w:rsidRDefault="00C74B27" w:rsidP="001E146E">
      <w:pPr>
        <w:pStyle w:val="CA3"/>
      </w:pPr>
      <w:bookmarkStart w:id="21" w:name="_Toc119938017"/>
      <w:bookmarkStart w:id="22" w:name="_Toc128480956"/>
      <w:r>
        <w:t>Workgroup</w:t>
      </w:r>
      <w:r w:rsidR="001E146E">
        <w:t xml:space="preserve"> considerations</w:t>
      </w:r>
      <w:bookmarkEnd w:id="21"/>
      <w:bookmarkEnd w:id="22"/>
    </w:p>
    <w:p w14:paraId="23AADCDE" w14:textId="602951DF" w:rsidR="001E146E" w:rsidRDefault="001E146E" w:rsidP="001E146E">
      <w:pPr>
        <w:spacing w:line="240" w:lineRule="auto"/>
        <w:jc w:val="both"/>
        <w:textAlignment w:val="baseline"/>
        <w:rPr>
          <w:rFonts w:cs="Arial"/>
        </w:rPr>
      </w:pPr>
      <w:r>
        <w:rPr>
          <w:rFonts w:cs="Arial"/>
        </w:rPr>
        <w:t xml:space="preserve">The </w:t>
      </w:r>
      <w:r w:rsidR="00C74B27">
        <w:rPr>
          <w:rFonts w:cs="Arial"/>
        </w:rPr>
        <w:t>Workgroup</w:t>
      </w:r>
      <w:r>
        <w:rPr>
          <w:rFonts w:cs="Arial"/>
        </w:rPr>
        <w:t xml:space="preserve"> </w:t>
      </w:r>
      <w:r w:rsidRPr="00E054B0">
        <w:rPr>
          <w:rFonts w:cs="Arial"/>
        </w:rPr>
        <w:t xml:space="preserve">met </w:t>
      </w:r>
      <w:r w:rsidR="00FB686C" w:rsidRPr="00190118">
        <w:rPr>
          <w:rFonts w:cs="Arial"/>
          <w:highlight w:val="yellow"/>
        </w:rPr>
        <w:t>1</w:t>
      </w:r>
      <w:r w:rsidR="00190118" w:rsidRPr="00190118">
        <w:rPr>
          <w:rFonts w:cs="Arial"/>
          <w:highlight w:val="yellow"/>
        </w:rPr>
        <w:t>3</w:t>
      </w:r>
      <w:r w:rsidRPr="00E054B0">
        <w:t xml:space="preserve"> </w:t>
      </w:r>
      <w:r w:rsidRPr="00E054B0">
        <w:rPr>
          <w:rFonts w:cs="Arial"/>
        </w:rPr>
        <w:t>times</w:t>
      </w:r>
      <w:r>
        <w:rPr>
          <w:rFonts w:cs="Arial"/>
        </w:rPr>
        <w:t xml:space="preserve"> to discuss the issues, detail the scope of the proposed defect, devise potential </w:t>
      </w:r>
      <w:proofErr w:type="gramStart"/>
      <w:r>
        <w:rPr>
          <w:rFonts w:cs="Arial"/>
        </w:rPr>
        <w:t>solutions</w:t>
      </w:r>
      <w:proofErr w:type="gramEnd"/>
      <w:r>
        <w:rPr>
          <w:rFonts w:cs="Arial"/>
        </w:rPr>
        <w:t xml:space="preserve"> and assess the proposal in terms of the applicable grid code objectives. The </w:t>
      </w:r>
      <w:r w:rsidR="00C74B27">
        <w:rPr>
          <w:rFonts w:cs="Arial"/>
        </w:rPr>
        <w:t>Workgroup</w:t>
      </w:r>
      <w:r>
        <w:rPr>
          <w:rFonts w:cs="Arial"/>
        </w:rPr>
        <w:t xml:space="preserve"> was well-represented; potentially affected stakeholders were included and opinions of relevant industry experts who were not </w:t>
      </w:r>
      <w:r w:rsidR="00C74B27">
        <w:rPr>
          <w:rFonts w:cs="Arial"/>
        </w:rPr>
        <w:t>Workgroup</w:t>
      </w:r>
      <w:r>
        <w:rPr>
          <w:rFonts w:cs="Arial"/>
        </w:rPr>
        <w:t xml:space="preserve"> members were sought as and when required. In some circumstances, required experts were invited to join the </w:t>
      </w:r>
      <w:r w:rsidR="00C74B27">
        <w:rPr>
          <w:rFonts w:cs="Arial"/>
        </w:rPr>
        <w:t>Workgroup</w:t>
      </w:r>
      <w:r>
        <w:rPr>
          <w:rFonts w:cs="Arial"/>
        </w:rPr>
        <w:t xml:space="preserve">/subgroup meetings to </w:t>
      </w:r>
      <w:r w:rsidRPr="00CB6051">
        <w:rPr>
          <w:rFonts w:cs="Arial"/>
        </w:rPr>
        <w:t>provide their views</w:t>
      </w:r>
      <w:r w:rsidRPr="00B96483">
        <w:rPr>
          <w:rFonts w:cs="Arial"/>
        </w:rPr>
        <w:t>.</w:t>
      </w:r>
    </w:p>
    <w:p w14:paraId="6CE805B1" w14:textId="77777777" w:rsidR="001E146E" w:rsidRDefault="001E146E" w:rsidP="001E146E">
      <w:pPr>
        <w:spacing w:line="240" w:lineRule="auto"/>
        <w:jc w:val="both"/>
        <w:textAlignment w:val="baseline"/>
        <w:rPr>
          <w:rFonts w:cs="Arial"/>
        </w:rPr>
      </w:pPr>
    </w:p>
    <w:p w14:paraId="1C2F375D" w14:textId="77777777" w:rsidR="001E146E" w:rsidRDefault="001E146E" w:rsidP="001E146E">
      <w:pPr>
        <w:spacing w:line="240" w:lineRule="auto"/>
        <w:jc w:val="both"/>
        <w:textAlignment w:val="baseline"/>
        <w:rPr>
          <w:rFonts w:cs="Arial"/>
        </w:rPr>
      </w:pPr>
    </w:p>
    <w:p w14:paraId="5A6B992A" w14:textId="77777777" w:rsidR="001E146E" w:rsidRDefault="001E146E" w:rsidP="001E146E">
      <w:pPr>
        <w:spacing w:line="240" w:lineRule="auto"/>
        <w:jc w:val="both"/>
        <w:textAlignment w:val="baseline"/>
        <w:rPr>
          <w:rFonts w:cs="Arial"/>
          <w:u w:val="single"/>
        </w:rPr>
      </w:pPr>
      <w:r>
        <w:rPr>
          <w:rFonts w:cs="Arial"/>
          <w:u w:val="single"/>
        </w:rPr>
        <w:t xml:space="preserve">ESO Presentation on Modification Requirements </w:t>
      </w:r>
    </w:p>
    <w:p w14:paraId="6CDFCACE" w14:textId="77777777" w:rsidR="001E146E" w:rsidRDefault="001E146E" w:rsidP="001E146E">
      <w:pPr>
        <w:spacing w:line="240" w:lineRule="auto"/>
        <w:jc w:val="both"/>
        <w:textAlignment w:val="baseline"/>
        <w:rPr>
          <w:rFonts w:cs="Arial"/>
        </w:rPr>
      </w:pPr>
      <w:r w:rsidRPr="004A4E09">
        <w:rPr>
          <w:rFonts w:cs="Arial"/>
        </w:rPr>
        <w:t xml:space="preserve">The </w:t>
      </w:r>
      <w:r>
        <w:rPr>
          <w:rFonts w:cs="Arial"/>
        </w:rPr>
        <w:t>Proposer delivered a presentation which highlighted the following key points:</w:t>
      </w:r>
    </w:p>
    <w:p w14:paraId="607425EA" w14:textId="77777777" w:rsidR="001E146E" w:rsidRPr="00B46A29" w:rsidRDefault="001E146E" w:rsidP="001E146E">
      <w:pPr>
        <w:pStyle w:val="ListParagraph"/>
        <w:numPr>
          <w:ilvl w:val="0"/>
          <w:numId w:val="27"/>
        </w:numPr>
        <w:ind w:left="714" w:hanging="357"/>
        <w:jc w:val="both"/>
        <w:textAlignment w:val="baseline"/>
        <w:rPr>
          <w:rFonts w:eastAsiaTheme="minorEastAsia" w:cs="Arial"/>
        </w:rPr>
      </w:pPr>
      <w:r>
        <w:rPr>
          <w:rFonts w:eastAsiaTheme="minorEastAsia" w:cs="Arial"/>
        </w:rPr>
        <w:t xml:space="preserve">The aim GC0156 is to facilitate the implementation of the ESRS requirements including, </w:t>
      </w:r>
      <w:proofErr w:type="gramStart"/>
      <w:r>
        <w:rPr>
          <w:rFonts w:eastAsiaTheme="minorEastAsia" w:cs="Arial"/>
        </w:rPr>
        <w:t>in particular that</w:t>
      </w:r>
      <w:proofErr w:type="gramEnd"/>
      <w:r>
        <w:rPr>
          <w:rFonts w:eastAsiaTheme="minorEastAsia" w:cs="Arial"/>
        </w:rPr>
        <w:t xml:space="preserve"> </w:t>
      </w:r>
      <w:r w:rsidRPr="002C4D86">
        <w:rPr>
          <w:rFonts w:eastAsiaTheme="minorEastAsia" w:cs="Arial"/>
        </w:rPr>
        <w:t xml:space="preserve">60% of demand </w:t>
      </w:r>
      <w:r>
        <w:rPr>
          <w:rFonts w:eastAsiaTheme="minorEastAsia" w:cs="Arial"/>
        </w:rPr>
        <w:t xml:space="preserve">is </w:t>
      </w:r>
      <w:r w:rsidRPr="002C4D86">
        <w:rPr>
          <w:rFonts w:eastAsiaTheme="minorEastAsia" w:cs="Arial"/>
        </w:rPr>
        <w:t>restored within 24 hours (across all regions</w:t>
      </w:r>
      <w:r>
        <w:rPr>
          <w:rFonts w:eastAsiaTheme="minorEastAsia" w:cs="Arial"/>
        </w:rPr>
        <w:t xml:space="preserve"> of GB</w:t>
      </w:r>
      <w:r w:rsidRPr="002C4D86">
        <w:rPr>
          <w:rFonts w:eastAsiaTheme="minorEastAsia" w:cs="Arial"/>
        </w:rPr>
        <w:t xml:space="preserve">) and 100% </w:t>
      </w:r>
      <w:r>
        <w:rPr>
          <w:rFonts w:eastAsiaTheme="minorEastAsia" w:cs="Arial"/>
        </w:rPr>
        <w:t xml:space="preserve">is </w:t>
      </w:r>
      <w:r w:rsidRPr="002C4D86">
        <w:rPr>
          <w:rFonts w:eastAsiaTheme="minorEastAsia" w:cs="Arial"/>
        </w:rPr>
        <w:t>restored within 5 da</w:t>
      </w:r>
      <w:r>
        <w:rPr>
          <w:rFonts w:eastAsiaTheme="minorEastAsia" w:cs="Arial"/>
        </w:rPr>
        <w:t xml:space="preserve">ys.  This can only be achieved </w:t>
      </w:r>
      <w:r w:rsidRPr="00B46A29">
        <w:rPr>
          <w:rFonts w:eastAsiaTheme="minorEastAsia" w:cs="Arial"/>
        </w:rPr>
        <w:t xml:space="preserve">on the basis that network assets and </w:t>
      </w:r>
      <w:proofErr w:type="gramStart"/>
      <w:r>
        <w:rPr>
          <w:rFonts w:eastAsiaTheme="minorEastAsia" w:cs="Arial"/>
        </w:rPr>
        <w:t>users</w:t>
      </w:r>
      <w:proofErr w:type="gramEnd"/>
      <w:r w:rsidRPr="00B46A29">
        <w:rPr>
          <w:rFonts w:eastAsiaTheme="minorEastAsia" w:cs="Arial"/>
        </w:rPr>
        <w:t xml:space="preserve"> </w:t>
      </w:r>
      <w:r>
        <w:rPr>
          <w:rFonts w:eastAsiaTheme="minorEastAsia" w:cs="Arial"/>
        </w:rPr>
        <w:t>p</w:t>
      </w:r>
      <w:r w:rsidRPr="00B46A29">
        <w:rPr>
          <w:rFonts w:eastAsiaTheme="minorEastAsia" w:cs="Arial"/>
        </w:rPr>
        <w:t>lant (e.g. generation, storage, HVDC etc) are in an operational and functional state</w:t>
      </w:r>
      <w:r>
        <w:rPr>
          <w:rFonts w:eastAsiaTheme="minorEastAsia" w:cs="Arial"/>
        </w:rPr>
        <w:t xml:space="preserve"> and there is no</w:t>
      </w:r>
      <w:r w:rsidRPr="00FC542E">
        <w:rPr>
          <w:rFonts w:eastAsiaTheme="minorEastAsia" w:cs="Arial"/>
        </w:rPr>
        <w:t xml:space="preserve"> extensive </w:t>
      </w:r>
      <w:r>
        <w:rPr>
          <w:rFonts w:eastAsiaTheme="minorEastAsia" w:cs="Arial"/>
        </w:rPr>
        <w:t>or</w:t>
      </w:r>
      <w:r w:rsidRPr="00FC542E">
        <w:rPr>
          <w:rFonts w:eastAsiaTheme="minorEastAsia" w:cs="Arial"/>
        </w:rPr>
        <w:t xml:space="preserve"> prolonged </w:t>
      </w:r>
      <w:r>
        <w:rPr>
          <w:rFonts w:eastAsiaTheme="minorEastAsia" w:cs="Arial"/>
        </w:rPr>
        <w:t>n</w:t>
      </w:r>
      <w:r w:rsidRPr="00FC542E">
        <w:rPr>
          <w:rFonts w:eastAsiaTheme="minorEastAsia" w:cs="Arial"/>
        </w:rPr>
        <w:t xml:space="preserve">etwork or </w:t>
      </w:r>
      <w:r>
        <w:rPr>
          <w:rFonts w:eastAsiaTheme="minorEastAsia" w:cs="Arial"/>
        </w:rPr>
        <w:t>equipment</w:t>
      </w:r>
      <w:r w:rsidRPr="00FC542E">
        <w:rPr>
          <w:rFonts w:eastAsiaTheme="minorEastAsia" w:cs="Arial"/>
        </w:rPr>
        <w:t xml:space="preserve"> damage</w:t>
      </w:r>
      <w:r w:rsidRPr="00B46A29">
        <w:rPr>
          <w:rFonts w:eastAsiaTheme="minorEastAsia" w:cs="Arial"/>
        </w:rPr>
        <w:t>.</w:t>
      </w:r>
    </w:p>
    <w:p w14:paraId="62DF5D32" w14:textId="4D009F73" w:rsidR="001E146E" w:rsidRPr="004606F9" w:rsidRDefault="001E146E" w:rsidP="001E146E">
      <w:pPr>
        <w:pStyle w:val="ListParagraph"/>
        <w:numPr>
          <w:ilvl w:val="0"/>
          <w:numId w:val="27"/>
        </w:numPr>
        <w:ind w:left="714" w:hanging="357"/>
        <w:jc w:val="both"/>
        <w:textAlignment w:val="baseline"/>
        <w:rPr>
          <w:rFonts w:cs="Arial"/>
          <w:u w:val="single"/>
        </w:rPr>
      </w:pPr>
      <w:r w:rsidRPr="00F077A6">
        <w:rPr>
          <w:rFonts w:eastAsiaTheme="minorEastAsia" w:cs="Arial"/>
        </w:rPr>
        <w:t>In Nov</w:t>
      </w:r>
      <w:r>
        <w:rPr>
          <w:rFonts w:eastAsiaTheme="minorEastAsia" w:cs="Arial"/>
        </w:rPr>
        <w:t>ember</w:t>
      </w:r>
      <w:r w:rsidRPr="00F077A6">
        <w:rPr>
          <w:rFonts w:eastAsiaTheme="minorEastAsia" w:cs="Arial"/>
        </w:rPr>
        <w:t xml:space="preserve"> 2021, the ESO</w:t>
      </w:r>
      <w:r>
        <w:rPr>
          <w:rFonts w:eastAsiaTheme="minorEastAsia" w:cs="Arial"/>
        </w:rPr>
        <w:t xml:space="preserve"> </w:t>
      </w:r>
      <w:r w:rsidRPr="00F077A6">
        <w:rPr>
          <w:rFonts w:eastAsiaTheme="minorEastAsia" w:cs="Arial"/>
        </w:rPr>
        <w:t xml:space="preserve">set up 7 </w:t>
      </w:r>
      <w:r>
        <w:rPr>
          <w:rFonts w:eastAsiaTheme="minorEastAsia" w:cs="Arial"/>
        </w:rPr>
        <w:t xml:space="preserve">non-code </w:t>
      </w:r>
      <w:r w:rsidRPr="00F077A6">
        <w:rPr>
          <w:rFonts w:eastAsiaTheme="minorEastAsia" w:cs="Arial"/>
        </w:rPr>
        <w:t xml:space="preserve">working groups to engage with the wider industry for initial </w:t>
      </w:r>
      <w:r>
        <w:rPr>
          <w:rFonts w:eastAsiaTheme="minorEastAsia" w:cs="Arial"/>
        </w:rPr>
        <w:t xml:space="preserve">consideration of the possible requirements that may arise from the ESRS and to seek views on </w:t>
      </w:r>
      <w:r w:rsidRPr="00F077A6">
        <w:rPr>
          <w:rFonts w:eastAsiaTheme="minorEastAsia" w:cs="Arial"/>
        </w:rPr>
        <w:t xml:space="preserve">recommendations on how to implement the new ESRS </w:t>
      </w:r>
      <w:r>
        <w:rPr>
          <w:rFonts w:eastAsiaTheme="minorEastAsia" w:cs="Arial"/>
        </w:rPr>
        <w:t>l</w:t>
      </w:r>
      <w:r w:rsidRPr="00F077A6">
        <w:rPr>
          <w:rFonts w:eastAsiaTheme="minorEastAsia" w:cs="Arial"/>
        </w:rPr>
        <w:t xml:space="preserve">icence </w:t>
      </w:r>
      <w:r>
        <w:rPr>
          <w:rFonts w:eastAsiaTheme="minorEastAsia" w:cs="Arial"/>
        </w:rPr>
        <w:t>o</w:t>
      </w:r>
      <w:r w:rsidRPr="00F077A6">
        <w:rPr>
          <w:rFonts w:eastAsiaTheme="minorEastAsia" w:cs="Arial"/>
        </w:rPr>
        <w:t>bligations.</w:t>
      </w:r>
      <w:r>
        <w:rPr>
          <w:rFonts w:eastAsiaTheme="minorEastAsia" w:cs="Arial"/>
        </w:rPr>
        <w:t xml:space="preserve"> </w:t>
      </w:r>
      <w:r w:rsidRPr="00F077A6">
        <w:rPr>
          <w:rFonts w:eastAsiaTheme="minorEastAsia" w:cs="Arial"/>
        </w:rPr>
        <w:t xml:space="preserve">All the working groups </w:t>
      </w:r>
      <w:r>
        <w:rPr>
          <w:rFonts w:eastAsiaTheme="minorEastAsia" w:cs="Arial"/>
        </w:rPr>
        <w:t>were</w:t>
      </w:r>
      <w:r w:rsidRPr="00F077A6">
        <w:rPr>
          <w:rFonts w:eastAsiaTheme="minorEastAsia" w:cs="Arial"/>
        </w:rPr>
        <w:t xml:space="preserve"> disbanded </w:t>
      </w:r>
      <w:r>
        <w:rPr>
          <w:rFonts w:eastAsiaTheme="minorEastAsia" w:cs="Arial"/>
        </w:rPr>
        <w:t xml:space="preserve">at the </w:t>
      </w:r>
      <w:r w:rsidRPr="00F077A6">
        <w:rPr>
          <w:rFonts w:eastAsiaTheme="minorEastAsia" w:cs="Arial"/>
        </w:rPr>
        <w:t xml:space="preserve">end of April 2022 and </w:t>
      </w:r>
      <w:r>
        <w:rPr>
          <w:rFonts w:eastAsiaTheme="minorEastAsia" w:cs="Arial"/>
        </w:rPr>
        <w:t xml:space="preserve">the </w:t>
      </w:r>
      <w:r w:rsidRPr="00F077A6">
        <w:rPr>
          <w:rFonts w:eastAsiaTheme="minorEastAsia" w:cs="Arial"/>
        </w:rPr>
        <w:t>working group reports</w:t>
      </w:r>
      <w:r>
        <w:rPr>
          <w:rFonts w:eastAsiaTheme="minorEastAsia" w:cs="Arial"/>
        </w:rPr>
        <w:t xml:space="preserve"> were</w:t>
      </w:r>
      <w:r w:rsidRPr="00F077A6">
        <w:rPr>
          <w:rFonts w:eastAsiaTheme="minorEastAsia" w:cs="Arial"/>
        </w:rPr>
        <w:t xml:space="preserve"> </w:t>
      </w:r>
      <w:r>
        <w:rPr>
          <w:rFonts w:eastAsiaTheme="minorEastAsia" w:cs="Arial"/>
        </w:rPr>
        <w:t>shared with the</w:t>
      </w:r>
      <w:r w:rsidRPr="00F077A6">
        <w:rPr>
          <w:rFonts w:eastAsiaTheme="minorEastAsia" w:cs="Arial"/>
        </w:rPr>
        <w:t xml:space="preserve"> GC0156 </w:t>
      </w:r>
      <w:r w:rsidR="00C74B27">
        <w:rPr>
          <w:rFonts w:eastAsiaTheme="minorEastAsia" w:cs="Arial"/>
        </w:rPr>
        <w:t>Workgroup</w:t>
      </w:r>
      <w:r>
        <w:rPr>
          <w:rFonts w:eastAsiaTheme="minorEastAsia" w:cs="Arial"/>
        </w:rPr>
        <w:t xml:space="preserve"> </w:t>
      </w:r>
      <w:r w:rsidRPr="00F077A6">
        <w:rPr>
          <w:rFonts w:eastAsiaTheme="minorEastAsia" w:cs="Arial"/>
        </w:rPr>
        <w:t xml:space="preserve">for further development. </w:t>
      </w:r>
    </w:p>
    <w:p w14:paraId="2E07232D" w14:textId="76A5C75D" w:rsidR="001E146E" w:rsidRPr="00F46E53" w:rsidRDefault="001E146E" w:rsidP="001E146E">
      <w:pPr>
        <w:pStyle w:val="ListParagraph"/>
        <w:numPr>
          <w:ilvl w:val="0"/>
          <w:numId w:val="27"/>
        </w:numPr>
        <w:jc w:val="both"/>
        <w:textAlignment w:val="baseline"/>
        <w:rPr>
          <w:rFonts w:cs="Arial"/>
        </w:rPr>
      </w:pPr>
      <w:r w:rsidRPr="005D256F">
        <w:rPr>
          <w:rFonts w:cs="Arial"/>
          <w:lang w:val="en-US"/>
        </w:rPr>
        <w:t xml:space="preserve">The Distributed </w:t>
      </w:r>
      <w:proofErr w:type="spellStart"/>
      <w:r w:rsidRPr="005D256F">
        <w:rPr>
          <w:rFonts w:cs="Arial"/>
          <w:lang w:val="en-US"/>
        </w:rPr>
        <w:t>Re</w:t>
      </w:r>
      <w:r>
        <w:rPr>
          <w:rFonts w:cs="Arial"/>
          <w:lang w:val="en-US"/>
        </w:rPr>
        <w:t>S</w:t>
      </w:r>
      <w:r w:rsidRPr="005D256F">
        <w:rPr>
          <w:rFonts w:cs="Arial"/>
          <w:lang w:val="en-US"/>
        </w:rPr>
        <w:t>tart</w:t>
      </w:r>
      <w:proofErr w:type="spellEnd"/>
      <w:r w:rsidRPr="005D256F">
        <w:rPr>
          <w:rFonts w:cs="Arial"/>
          <w:lang w:val="en-US"/>
        </w:rPr>
        <w:t xml:space="preserve"> Project</w:t>
      </w:r>
      <w:r w:rsidRPr="00625B87">
        <w:rPr>
          <w:rFonts w:cs="Arial"/>
          <w:vertAlign w:val="superscript"/>
          <w:lang w:val="en-US"/>
        </w:rPr>
        <w:footnoteReference w:id="6"/>
      </w:r>
      <w:r w:rsidRPr="00625B87">
        <w:rPr>
          <w:rFonts w:cs="Arial"/>
          <w:lang w:val="en-US"/>
        </w:rPr>
        <w:t xml:space="preserve"> </w:t>
      </w:r>
      <w:r>
        <w:rPr>
          <w:rFonts w:cs="Arial"/>
          <w:lang w:val="en-US"/>
        </w:rPr>
        <w:t xml:space="preserve">had initially been included within GC0148 as a non- mandatory requirement, however following general industry agreement </w:t>
      </w:r>
      <w:proofErr w:type="gramStart"/>
      <w:r>
        <w:rPr>
          <w:rFonts w:cs="Arial"/>
          <w:lang w:val="en-US"/>
        </w:rPr>
        <w:t>as a result of</w:t>
      </w:r>
      <w:proofErr w:type="gramEnd"/>
      <w:r>
        <w:rPr>
          <w:rFonts w:cs="Arial"/>
          <w:lang w:val="en-US"/>
        </w:rPr>
        <w:t xml:space="preserve"> the GC0148 </w:t>
      </w:r>
      <w:r w:rsidR="00C74B27">
        <w:rPr>
          <w:rFonts w:cs="Arial"/>
          <w:lang w:val="en-US"/>
        </w:rPr>
        <w:t>Workgroup</w:t>
      </w:r>
      <w:r>
        <w:rPr>
          <w:rFonts w:cs="Arial"/>
          <w:lang w:val="en-US"/>
        </w:rPr>
        <w:t xml:space="preserve"> Consultation, it was agreed that the provisions related to Distributed </w:t>
      </w:r>
      <w:proofErr w:type="spellStart"/>
      <w:r>
        <w:rPr>
          <w:rFonts w:cs="Arial"/>
          <w:lang w:val="en-US"/>
        </w:rPr>
        <w:t>ReStart</w:t>
      </w:r>
      <w:proofErr w:type="spellEnd"/>
      <w:r>
        <w:rPr>
          <w:rFonts w:cs="Arial"/>
          <w:lang w:val="en-US"/>
        </w:rPr>
        <w:t xml:space="preserve"> were best placed within the scope of this GC0156 modification. </w:t>
      </w:r>
    </w:p>
    <w:p w14:paraId="62DD5148" w14:textId="77777777" w:rsidR="001E146E" w:rsidRPr="003667A1" w:rsidRDefault="001E146E" w:rsidP="001E146E">
      <w:pPr>
        <w:pStyle w:val="ListParagraph"/>
        <w:numPr>
          <w:ilvl w:val="0"/>
          <w:numId w:val="27"/>
        </w:numPr>
        <w:ind w:left="714" w:hanging="357"/>
        <w:jc w:val="both"/>
        <w:textAlignment w:val="baseline"/>
        <w:rPr>
          <w:rFonts w:cs="Arial"/>
        </w:rPr>
      </w:pPr>
      <w:r>
        <w:t>GC0148 has progressed and includes updates to low frequency demand disconnection, communications systems, critical tools and facilities, the System Defence Plan, System Restoration Plan, Test Plan, how smaller non-CUSC Parties would fall under the remit of the EU Emergency and Restoration Code and requirements for electricity storage modules during low system frequencies.</w:t>
      </w:r>
    </w:p>
    <w:p w14:paraId="5F84327D" w14:textId="77777777" w:rsidR="001E146E" w:rsidRPr="00CA1CEF" w:rsidRDefault="001E146E" w:rsidP="001E146E">
      <w:pPr>
        <w:pStyle w:val="ListParagraph"/>
        <w:numPr>
          <w:ilvl w:val="0"/>
          <w:numId w:val="27"/>
        </w:numPr>
        <w:jc w:val="both"/>
        <w:textAlignment w:val="baseline"/>
      </w:pPr>
      <w:r w:rsidRPr="00743AB0">
        <w:t xml:space="preserve">The </w:t>
      </w:r>
      <w:r>
        <w:rPr>
          <w:rFonts w:cs="Arial"/>
        </w:rPr>
        <w:t>D</w:t>
      </w:r>
      <w:r w:rsidRPr="00743AB0">
        <w:rPr>
          <w:rFonts w:cs="Arial"/>
        </w:rPr>
        <w:t xml:space="preserve">istributed </w:t>
      </w:r>
      <w:proofErr w:type="spellStart"/>
      <w:r>
        <w:rPr>
          <w:rFonts w:cs="Arial"/>
        </w:rPr>
        <w:t>R</w:t>
      </w:r>
      <w:r w:rsidRPr="00743AB0">
        <w:rPr>
          <w:rFonts w:cs="Arial"/>
        </w:rPr>
        <w:t>e</w:t>
      </w:r>
      <w:r>
        <w:rPr>
          <w:rFonts w:cs="Arial"/>
        </w:rPr>
        <w:t>S</w:t>
      </w:r>
      <w:r w:rsidRPr="00743AB0">
        <w:rPr>
          <w:rFonts w:cs="Arial"/>
        </w:rPr>
        <w:t>tart</w:t>
      </w:r>
      <w:proofErr w:type="spellEnd"/>
      <w:r w:rsidRPr="00743AB0">
        <w:t xml:space="preserve"> provisions are included within the GC0156 legal text available in </w:t>
      </w:r>
      <w:r w:rsidRPr="00743AB0">
        <w:rPr>
          <w:rFonts w:cs="Arial"/>
        </w:rPr>
        <w:t>Annex 6.</w:t>
      </w:r>
    </w:p>
    <w:p w14:paraId="6D91BE7F" w14:textId="77777777" w:rsidR="001E146E" w:rsidRDefault="001E146E" w:rsidP="001E146E">
      <w:pPr>
        <w:spacing w:line="240" w:lineRule="auto"/>
        <w:jc w:val="both"/>
        <w:textAlignment w:val="baseline"/>
        <w:rPr>
          <w:rFonts w:cs="Arial"/>
          <w:u w:val="single"/>
        </w:rPr>
      </w:pPr>
    </w:p>
    <w:p w14:paraId="0B460D38" w14:textId="77777777" w:rsidR="001E146E" w:rsidRPr="003B1546" w:rsidRDefault="001E146E" w:rsidP="001E146E">
      <w:pPr>
        <w:spacing w:before="100" w:after="100" w:line="300" w:lineRule="atLeast"/>
        <w:jc w:val="both"/>
        <w:textAlignment w:val="baseline"/>
        <w:rPr>
          <w:rFonts w:cs="Arial"/>
          <w:u w:val="single"/>
        </w:rPr>
      </w:pPr>
      <w:r>
        <w:rPr>
          <w:rFonts w:cs="Arial"/>
          <w:u w:val="single"/>
        </w:rPr>
        <w:t xml:space="preserve">Non-code working groups - ESO’s </w:t>
      </w:r>
      <w:r w:rsidRPr="003B1546">
        <w:rPr>
          <w:rFonts w:cs="Arial"/>
          <w:u w:val="single"/>
        </w:rPr>
        <w:t xml:space="preserve">ESRS </w:t>
      </w:r>
      <w:r>
        <w:rPr>
          <w:rFonts w:cs="Arial"/>
          <w:u w:val="single"/>
        </w:rPr>
        <w:t>Working Groups Report</w:t>
      </w:r>
    </w:p>
    <w:p w14:paraId="1975D338" w14:textId="25164335" w:rsidR="001E146E" w:rsidRDefault="001E146E" w:rsidP="001E146E">
      <w:pPr>
        <w:spacing w:before="100" w:after="100" w:line="300" w:lineRule="atLeast"/>
        <w:jc w:val="both"/>
        <w:textAlignment w:val="baseline"/>
        <w:rPr>
          <w:rFonts w:cs="Arial"/>
        </w:rPr>
      </w:pPr>
      <w:r w:rsidRPr="004A2670">
        <w:rPr>
          <w:rFonts w:cs="Arial"/>
        </w:rPr>
        <w:t xml:space="preserve">The </w:t>
      </w:r>
      <w:r>
        <w:rPr>
          <w:rFonts w:cs="Arial"/>
        </w:rPr>
        <w:t>ESO’s ESRS</w:t>
      </w:r>
      <w:r w:rsidRPr="004A2670">
        <w:rPr>
          <w:rFonts w:cs="Arial"/>
        </w:rPr>
        <w:t xml:space="preserve"> Implementation Team provided a high-level overview </w:t>
      </w:r>
      <w:r>
        <w:rPr>
          <w:rFonts w:cs="Arial"/>
        </w:rPr>
        <w:t xml:space="preserve">to the GC0156 </w:t>
      </w:r>
      <w:r w:rsidR="00C74B27">
        <w:rPr>
          <w:rFonts w:cs="Arial"/>
        </w:rPr>
        <w:t>Workgroup</w:t>
      </w:r>
      <w:r w:rsidRPr="004A2670">
        <w:rPr>
          <w:rFonts w:cs="Arial"/>
        </w:rPr>
        <w:t xml:space="preserve"> of the</w:t>
      </w:r>
      <w:r>
        <w:rPr>
          <w:rFonts w:cs="Arial"/>
        </w:rPr>
        <w:t xml:space="preserve"> ESRS non-code </w:t>
      </w:r>
      <w:r w:rsidR="00C74B27">
        <w:rPr>
          <w:rFonts w:cs="Arial"/>
        </w:rPr>
        <w:t>Workgroup</w:t>
      </w:r>
      <w:r>
        <w:rPr>
          <w:rFonts w:cs="Arial"/>
        </w:rPr>
        <w:t xml:space="preserve"> initial</w:t>
      </w:r>
      <w:r w:rsidRPr="004A2670">
        <w:rPr>
          <w:rFonts w:cs="Arial"/>
        </w:rPr>
        <w:t xml:space="preserve"> </w:t>
      </w:r>
      <w:r>
        <w:rPr>
          <w:rFonts w:cs="Arial"/>
        </w:rPr>
        <w:t xml:space="preserve">findings that had been compiled reflecting the </w:t>
      </w:r>
      <w:r w:rsidRPr="004A2670">
        <w:rPr>
          <w:rFonts w:cs="Arial"/>
        </w:rPr>
        <w:t>majority</w:t>
      </w:r>
      <w:r>
        <w:rPr>
          <w:rFonts w:cs="Arial"/>
        </w:rPr>
        <w:t xml:space="preserve"> views</w:t>
      </w:r>
      <w:r w:rsidRPr="00CB4AD0">
        <w:rPr>
          <w:rFonts w:cs="Arial"/>
        </w:rPr>
        <w:t>, including the suggestion to create 4 sub-groups</w:t>
      </w:r>
      <w:r>
        <w:rPr>
          <w:rFonts w:cs="Arial"/>
        </w:rPr>
        <w:t xml:space="preserve"> </w:t>
      </w:r>
      <w:r w:rsidRPr="00CB4AD0">
        <w:rPr>
          <w:rFonts w:cs="Arial"/>
        </w:rPr>
        <w:t xml:space="preserve">within </w:t>
      </w:r>
      <w:r>
        <w:rPr>
          <w:rFonts w:cs="Arial"/>
        </w:rPr>
        <w:t xml:space="preserve">the </w:t>
      </w:r>
      <w:r w:rsidRPr="00CB4AD0">
        <w:rPr>
          <w:rFonts w:cs="Arial"/>
        </w:rPr>
        <w:t xml:space="preserve">GC0156 </w:t>
      </w:r>
      <w:r w:rsidR="00C74B27">
        <w:rPr>
          <w:rFonts w:cs="Arial"/>
        </w:rPr>
        <w:t>Workgroup</w:t>
      </w:r>
      <w:r>
        <w:rPr>
          <w:rFonts w:cs="Arial"/>
        </w:rPr>
        <w:t xml:space="preserve">. These reports explore </w:t>
      </w:r>
      <w:r w:rsidRPr="00CB4AD0">
        <w:rPr>
          <w:rFonts w:cs="Arial"/>
        </w:rPr>
        <w:t xml:space="preserve">the options and </w:t>
      </w:r>
      <w:r>
        <w:rPr>
          <w:rFonts w:cs="Arial"/>
        </w:rPr>
        <w:t xml:space="preserve">issues </w:t>
      </w:r>
      <w:r w:rsidRPr="00CB4AD0">
        <w:rPr>
          <w:rFonts w:cs="Arial"/>
        </w:rPr>
        <w:t>in the following areas: (</w:t>
      </w:r>
      <w:proofErr w:type="spellStart"/>
      <w:r w:rsidRPr="00CB4AD0">
        <w:rPr>
          <w:rFonts w:cs="Arial"/>
        </w:rPr>
        <w:t>i</w:t>
      </w:r>
      <w:proofErr w:type="spellEnd"/>
      <w:r w:rsidRPr="00CB4AD0">
        <w:rPr>
          <w:rFonts w:cs="Arial"/>
        </w:rPr>
        <w:t>) Future Networks, (ii) Assurance Activities, (iii) Communications Infrastructure and (iv) Markets and Funding Mechanism.</w:t>
      </w:r>
      <w:r>
        <w:rPr>
          <w:rFonts w:cs="Arial"/>
        </w:rPr>
        <w:t xml:space="preserve"> </w:t>
      </w:r>
    </w:p>
    <w:p w14:paraId="5834D5D2" w14:textId="77777777" w:rsidR="001E146E" w:rsidRDefault="001E146E" w:rsidP="001E146E">
      <w:pPr>
        <w:spacing w:before="100" w:after="100" w:line="300" w:lineRule="atLeast"/>
        <w:jc w:val="both"/>
        <w:textAlignment w:val="baseline"/>
        <w:rPr>
          <w:rFonts w:cs="Arial"/>
        </w:rPr>
      </w:pPr>
      <w:r>
        <w:rPr>
          <w:rFonts w:cs="Arial"/>
        </w:rPr>
        <w:t xml:space="preserve">Full details of the ESO’s ESRS working group recommendations and reports are available in </w:t>
      </w:r>
      <w:r w:rsidRPr="004428B3">
        <w:rPr>
          <w:rFonts w:cs="Arial"/>
        </w:rPr>
        <w:t>Annex 3.</w:t>
      </w:r>
      <w:r>
        <w:rPr>
          <w:rFonts w:cs="Arial"/>
        </w:rPr>
        <w:t xml:space="preserve"> </w:t>
      </w:r>
      <w:r w:rsidRPr="00ED1A38">
        <w:rPr>
          <w:rFonts w:cs="Arial"/>
        </w:rPr>
        <w:t xml:space="preserve">The agreed </w:t>
      </w:r>
      <w:r>
        <w:rPr>
          <w:rFonts w:cs="Arial"/>
        </w:rPr>
        <w:t>t</w:t>
      </w:r>
      <w:r w:rsidRPr="00ED1A38">
        <w:rPr>
          <w:rFonts w:cs="Arial"/>
        </w:rPr>
        <w:t xml:space="preserve">erms of </w:t>
      </w:r>
      <w:r>
        <w:rPr>
          <w:rFonts w:cs="Arial"/>
        </w:rPr>
        <w:t>r</w:t>
      </w:r>
      <w:r w:rsidRPr="00ED1A38">
        <w:rPr>
          <w:rFonts w:cs="Arial"/>
        </w:rPr>
        <w:t>eference for each of these GC0156 subgroups are available in Annex 4</w:t>
      </w:r>
      <w:r>
        <w:rPr>
          <w:rFonts w:cs="Arial"/>
        </w:rPr>
        <w:t>.</w:t>
      </w:r>
    </w:p>
    <w:p w14:paraId="7DFBC841" w14:textId="77777777" w:rsidR="001E146E" w:rsidRDefault="001E146E" w:rsidP="001E146E">
      <w:pPr>
        <w:spacing w:before="100" w:after="100" w:line="300" w:lineRule="atLeast"/>
        <w:jc w:val="both"/>
        <w:textAlignment w:val="baseline"/>
        <w:rPr>
          <w:rFonts w:cs="Arial"/>
        </w:rPr>
      </w:pPr>
    </w:p>
    <w:p w14:paraId="3F3E6631" w14:textId="77777777" w:rsidR="001E146E" w:rsidRPr="00BE20F1" w:rsidRDefault="001E146E" w:rsidP="001E146E">
      <w:pPr>
        <w:spacing w:before="100" w:after="100" w:line="300" w:lineRule="atLeast"/>
        <w:jc w:val="both"/>
        <w:textAlignment w:val="baseline"/>
        <w:rPr>
          <w:rFonts w:cs="Arial"/>
          <w:u w:val="single"/>
        </w:rPr>
      </w:pPr>
      <w:r w:rsidRPr="00BE20F1">
        <w:rPr>
          <w:rFonts w:cs="Arial"/>
          <w:u w:val="single"/>
        </w:rPr>
        <w:t>Implementation Costs</w:t>
      </w:r>
    </w:p>
    <w:p w14:paraId="57E333F3" w14:textId="77777777" w:rsidR="001E146E" w:rsidRPr="00036DCD" w:rsidRDefault="001E146E" w:rsidP="001E146E">
      <w:pPr>
        <w:spacing w:before="100" w:after="100" w:line="300" w:lineRule="atLeast"/>
        <w:jc w:val="both"/>
        <w:textAlignment w:val="baseline"/>
        <w:rPr>
          <w:rFonts w:cs="Arial"/>
          <w:szCs w:val="24"/>
        </w:rPr>
      </w:pPr>
      <w:r w:rsidRPr="00C9323D">
        <w:rPr>
          <w:szCs w:val="24"/>
        </w:rPr>
        <w:t>The Market and Funding subgroup arrived at a conclusion that the requirement for likely cost will be revisited once Ofgem approves the set of requirements proposed by GC0156 for the regulatory frameworks and at that point it might be more appropriate for the generators to provide an indicative cost.</w:t>
      </w:r>
    </w:p>
    <w:p w14:paraId="424CDC6D" w14:textId="30A13A6C" w:rsidR="001E146E" w:rsidRDefault="001E146E" w:rsidP="001E146E">
      <w:pPr>
        <w:spacing w:before="100" w:after="100" w:line="300" w:lineRule="atLeast"/>
        <w:jc w:val="both"/>
        <w:textAlignment w:val="baseline"/>
        <w:rPr>
          <w:rFonts w:cs="Arial"/>
        </w:rPr>
      </w:pPr>
      <w:r>
        <w:rPr>
          <w:rFonts w:cs="Arial"/>
        </w:rPr>
        <w:t xml:space="preserve">Over discussions from several </w:t>
      </w:r>
      <w:r w:rsidR="00C74B27">
        <w:rPr>
          <w:rFonts w:cs="Arial"/>
        </w:rPr>
        <w:t>Workgroup meeting</w:t>
      </w:r>
      <w:r>
        <w:rPr>
          <w:rFonts w:cs="Arial"/>
        </w:rPr>
        <w:t xml:space="preserve">s, no consensus was reached as to the need for a cost benefit analysis (CBA). Some </w:t>
      </w:r>
      <w:r w:rsidR="00C74B27">
        <w:rPr>
          <w:rFonts w:cs="Arial"/>
        </w:rPr>
        <w:t>Workgroup</w:t>
      </w:r>
      <w:r>
        <w:rPr>
          <w:rFonts w:cs="Arial"/>
        </w:rPr>
        <w:t xml:space="preserve"> members expressed that a full cost benefit analysis should be undertaken to ensure that the measures considered will satisfy the ESRS criteria, and that this will be achieved at the least cost. Other </w:t>
      </w:r>
      <w:r w:rsidR="00C74B27">
        <w:rPr>
          <w:rFonts w:cs="Arial"/>
        </w:rPr>
        <w:t>Workgroup</w:t>
      </w:r>
      <w:r>
        <w:rPr>
          <w:rFonts w:cs="Arial"/>
        </w:rPr>
        <w:t xml:space="preserve"> members held the view that a full </w:t>
      </w:r>
      <w:r>
        <w:rPr>
          <w:rFonts w:cs="Arial"/>
        </w:rPr>
        <w:tab/>
        <w:t xml:space="preserve">CBA might not be necessary, and some form of cost estimation/ impact assessment would suffice to quantify the implementation costs. </w:t>
      </w:r>
    </w:p>
    <w:p w14:paraId="19B111B3" w14:textId="77777777" w:rsidR="001E146E" w:rsidRDefault="001E146E" w:rsidP="001E146E">
      <w:pPr>
        <w:spacing w:before="100" w:after="100" w:line="300" w:lineRule="atLeast"/>
        <w:jc w:val="both"/>
        <w:textAlignment w:val="baseline"/>
        <w:rPr>
          <w:rFonts w:cs="Arial"/>
        </w:rPr>
      </w:pPr>
    </w:p>
    <w:p w14:paraId="3900BA2C" w14:textId="77777777" w:rsidR="001E146E" w:rsidRPr="00BC2015" w:rsidRDefault="001E146E" w:rsidP="001E146E">
      <w:pPr>
        <w:spacing w:before="100" w:after="100" w:line="300" w:lineRule="atLeast"/>
        <w:jc w:val="both"/>
        <w:textAlignment w:val="baseline"/>
        <w:rPr>
          <w:rFonts w:cs="Arial"/>
          <w:u w:val="single"/>
        </w:rPr>
      </w:pPr>
      <w:r w:rsidRPr="00BC2015">
        <w:rPr>
          <w:rFonts w:cs="Arial"/>
          <w:u w:val="single"/>
        </w:rPr>
        <w:t>Funding Mechanisms</w:t>
      </w:r>
    </w:p>
    <w:p w14:paraId="6BF30206" w14:textId="77777777" w:rsidR="001E146E" w:rsidRDefault="001E146E" w:rsidP="001E146E">
      <w:pPr>
        <w:spacing w:before="100" w:after="100" w:line="300" w:lineRule="atLeast"/>
        <w:jc w:val="both"/>
        <w:textAlignment w:val="baseline"/>
        <w:rPr>
          <w:rFonts w:cs="Arial"/>
        </w:rPr>
      </w:pPr>
      <w:r>
        <w:rPr>
          <w:rFonts w:cs="Arial"/>
        </w:rPr>
        <w:t xml:space="preserve">It was noted that some funding mechanisms had been considered and discussed within the Markets and Funding subgroup discussions which are available in </w:t>
      </w:r>
      <w:r w:rsidRPr="004428B3">
        <w:rPr>
          <w:rFonts w:cs="Arial"/>
        </w:rPr>
        <w:t>Annex 4.</w:t>
      </w:r>
      <w:r>
        <w:rPr>
          <w:rFonts w:cs="Arial"/>
        </w:rPr>
        <w:t xml:space="preserve"> </w:t>
      </w:r>
    </w:p>
    <w:p w14:paraId="64A18A6D" w14:textId="77777777" w:rsidR="001E146E" w:rsidRDefault="001E146E" w:rsidP="001E146E">
      <w:pPr>
        <w:spacing w:before="100" w:after="100" w:line="300" w:lineRule="atLeast"/>
        <w:jc w:val="both"/>
        <w:textAlignment w:val="baseline"/>
        <w:rPr>
          <w:rFonts w:cs="Arial"/>
        </w:rPr>
      </w:pPr>
      <w:r>
        <w:rPr>
          <w:rFonts w:cs="Arial"/>
        </w:rPr>
        <w:t>The proposed approach with GC0156 would result in additional obligations on parties which could consequently cause a rise in implementation costs. For information, the table below shows the existing cost recovery mechanisms through which</w:t>
      </w:r>
      <w:r w:rsidRPr="003C1242">
        <w:rPr>
          <w:rFonts w:cs="Arial"/>
        </w:rPr>
        <w:t xml:space="preserve"> </w:t>
      </w:r>
      <w:r>
        <w:rPr>
          <w:rFonts w:cs="Arial"/>
        </w:rPr>
        <w:t>parties could (or could not) recover their implementation costs.</w:t>
      </w:r>
    </w:p>
    <w:p w14:paraId="24486751" w14:textId="77777777" w:rsidR="001E146E" w:rsidRDefault="001E146E" w:rsidP="001E146E">
      <w:pPr>
        <w:spacing w:before="100" w:after="100" w:line="300" w:lineRule="atLeast"/>
        <w:jc w:val="both"/>
        <w:textAlignment w:val="baseline"/>
        <w:rPr>
          <w:rFonts w:cs="Arial"/>
        </w:rPr>
      </w:pPr>
    </w:p>
    <w:p w14:paraId="655D8C99" w14:textId="77777777" w:rsidR="000C2C55" w:rsidRDefault="000C2C55" w:rsidP="001E146E">
      <w:pPr>
        <w:spacing w:before="100" w:after="100" w:line="300" w:lineRule="atLeast"/>
        <w:jc w:val="both"/>
        <w:textAlignment w:val="baseline"/>
        <w:rPr>
          <w:rFonts w:cs="Arial"/>
        </w:rPr>
      </w:pPr>
    </w:p>
    <w:p w14:paraId="658B88D4" w14:textId="77777777" w:rsidR="000C2C55" w:rsidRDefault="000C2C55" w:rsidP="001E146E">
      <w:pPr>
        <w:spacing w:before="100" w:after="100" w:line="300" w:lineRule="atLeast"/>
        <w:jc w:val="both"/>
        <w:textAlignment w:val="baseline"/>
        <w:rPr>
          <w:rFonts w:cs="Arial"/>
        </w:rPr>
      </w:pPr>
    </w:p>
    <w:tbl>
      <w:tblPr>
        <w:tblStyle w:val="TableGrid"/>
        <w:tblW w:w="0" w:type="auto"/>
        <w:tblLook w:val="04A0" w:firstRow="1" w:lastRow="0" w:firstColumn="1" w:lastColumn="0" w:noHBand="0" w:noVBand="1"/>
      </w:tblPr>
      <w:tblGrid>
        <w:gridCol w:w="4766"/>
        <w:gridCol w:w="4489"/>
      </w:tblGrid>
      <w:tr w:rsidR="001E146E" w14:paraId="2D91CDFF" w14:textId="77777777" w:rsidTr="003C2AF3">
        <w:trPr>
          <w:trHeight w:val="411"/>
        </w:trPr>
        <w:tc>
          <w:tcPr>
            <w:tcW w:w="4766" w:type="dxa"/>
          </w:tcPr>
          <w:p w14:paraId="08B0619A" w14:textId="77777777" w:rsidR="001E146E" w:rsidRPr="00205354" w:rsidRDefault="001E146E" w:rsidP="003C2AF3">
            <w:pPr>
              <w:spacing w:before="100" w:after="100" w:line="300" w:lineRule="atLeast"/>
              <w:jc w:val="both"/>
              <w:textAlignment w:val="baseline"/>
              <w:rPr>
                <w:rFonts w:cs="Arial"/>
                <w:b/>
                <w:bCs/>
              </w:rPr>
            </w:pPr>
            <w:r w:rsidRPr="00205354">
              <w:rPr>
                <w:rFonts w:cs="Arial"/>
                <w:b/>
                <w:bCs/>
              </w:rPr>
              <w:t xml:space="preserve">Obligated Party </w:t>
            </w:r>
          </w:p>
        </w:tc>
        <w:tc>
          <w:tcPr>
            <w:tcW w:w="4489" w:type="dxa"/>
          </w:tcPr>
          <w:p w14:paraId="719CF5E2" w14:textId="77777777" w:rsidR="001E146E" w:rsidRPr="00205354" w:rsidRDefault="001E146E" w:rsidP="003C2AF3">
            <w:pPr>
              <w:spacing w:before="100" w:after="100" w:line="300" w:lineRule="atLeast"/>
              <w:jc w:val="both"/>
              <w:textAlignment w:val="baseline"/>
              <w:rPr>
                <w:rFonts w:cs="Arial"/>
                <w:b/>
                <w:bCs/>
              </w:rPr>
            </w:pPr>
            <w:r>
              <w:rPr>
                <w:rFonts w:cs="Arial"/>
                <w:b/>
                <w:bCs/>
              </w:rPr>
              <w:t xml:space="preserve">Existing </w:t>
            </w:r>
            <w:r w:rsidRPr="00205354">
              <w:rPr>
                <w:rFonts w:cs="Arial"/>
                <w:b/>
                <w:bCs/>
              </w:rPr>
              <w:t>Cost Recovery Mechanism</w:t>
            </w:r>
          </w:p>
        </w:tc>
      </w:tr>
      <w:tr w:rsidR="001E146E" w14:paraId="6BE92948" w14:textId="77777777" w:rsidTr="003C2AF3">
        <w:trPr>
          <w:trHeight w:val="399"/>
        </w:trPr>
        <w:tc>
          <w:tcPr>
            <w:tcW w:w="4766" w:type="dxa"/>
          </w:tcPr>
          <w:p w14:paraId="4D9882E2" w14:textId="77777777" w:rsidR="001E146E" w:rsidRDefault="001E146E" w:rsidP="003C2AF3">
            <w:pPr>
              <w:spacing w:before="100" w:after="100" w:line="300" w:lineRule="atLeast"/>
              <w:textAlignment w:val="baseline"/>
              <w:rPr>
                <w:rFonts w:cs="Arial"/>
              </w:rPr>
            </w:pPr>
            <w:r>
              <w:rPr>
                <w:rFonts w:cs="Arial"/>
              </w:rPr>
              <w:t>ESO</w:t>
            </w:r>
          </w:p>
        </w:tc>
        <w:tc>
          <w:tcPr>
            <w:tcW w:w="4489" w:type="dxa"/>
          </w:tcPr>
          <w:p w14:paraId="6EE1EA5F"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2E971D05" w14:textId="77777777" w:rsidTr="003C2AF3">
        <w:trPr>
          <w:trHeight w:val="399"/>
        </w:trPr>
        <w:tc>
          <w:tcPr>
            <w:tcW w:w="4766" w:type="dxa"/>
          </w:tcPr>
          <w:p w14:paraId="6AE1A936" w14:textId="77777777" w:rsidR="001E146E" w:rsidRDefault="001E146E" w:rsidP="003C2AF3">
            <w:pPr>
              <w:spacing w:before="100" w:after="100" w:line="300" w:lineRule="atLeast"/>
              <w:textAlignment w:val="baseline"/>
              <w:rPr>
                <w:rFonts w:cs="Arial"/>
              </w:rPr>
            </w:pPr>
            <w:r>
              <w:rPr>
                <w:rFonts w:cs="Arial"/>
              </w:rPr>
              <w:t>TO</w:t>
            </w:r>
          </w:p>
        </w:tc>
        <w:tc>
          <w:tcPr>
            <w:tcW w:w="4489" w:type="dxa"/>
          </w:tcPr>
          <w:p w14:paraId="6E2578C5"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610D004F" w14:textId="77777777" w:rsidTr="003C2AF3">
        <w:trPr>
          <w:trHeight w:val="411"/>
        </w:trPr>
        <w:tc>
          <w:tcPr>
            <w:tcW w:w="4766" w:type="dxa"/>
          </w:tcPr>
          <w:p w14:paraId="7641219A" w14:textId="77777777" w:rsidR="001E146E" w:rsidRDefault="001E146E" w:rsidP="003C2AF3">
            <w:pPr>
              <w:spacing w:before="100" w:after="100" w:line="300" w:lineRule="atLeast"/>
              <w:textAlignment w:val="baseline"/>
              <w:rPr>
                <w:rFonts w:cs="Arial"/>
              </w:rPr>
            </w:pPr>
            <w:r>
              <w:rPr>
                <w:rFonts w:cs="Arial"/>
              </w:rPr>
              <w:t>DNO</w:t>
            </w:r>
          </w:p>
        </w:tc>
        <w:tc>
          <w:tcPr>
            <w:tcW w:w="4489" w:type="dxa"/>
          </w:tcPr>
          <w:p w14:paraId="3BB31A84" w14:textId="77777777" w:rsidR="001E146E" w:rsidRDefault="001E146E" w:rsidP="003C2AF3">
            <w:pPr>
              <w:spacing w:before="100" w:after="100" w:line="300" w:lineRule="atLeast"/>
              <w:textAlignment w:val="baseline"/>
              <w:rPr>
                <w:rFonts w:cs="Arial"/>
              </w:rPr>
            </w:pPr>
            <w:r>
              <w:rPr>
                <w:rFonts w:cs="Arial"/>
              </w:rPr>
              <w:t>Price Control / Re-opener</w:t>
            </w:r>
          </w:p>
        </w:tc>
      </w:tr>
      <w:tr w:rsidR="001E146E" w14:paraId="6DB4C1D8" w14:textId="77777777" w:rsidTr="003C2AF3">
        <w:trPr>
          <w:trHeight w:val="399"/>
        </w:trPr>
        <w:tc>
          <w:tcPr>
            <w:tcW w:w="4766" w:type="dxa"/>
          </w:tcPr>
          <w:p w14:paraId="4AD1C60B" w14:textId="77777777" w:rsidR="001E146E" w:rsidRDefault="001E146E" w:rsidP="003C2AF3">
            <w:pPr>
              <w:spacing w:before="100" w:after="100" w:line="300" w:lineRule="atLeast"/>
              <w:textAlignment w:val="baseline"/>
              <w:rPr>
                <w:rFonts w:cs="Arial"/>
              </w:rPr>
            </w:pPr>
            <w:r>
              <w:rPr>
                <w:rFonts w:cs="Arial"/>
              </w:rPr>
              <w:t xml:space="preserve">OFTO </w:t>
            </w:r>
          </w:p>
        </w:tc>
        <w:tc>
          <w:tcPr>
            <w:tcW w:w="4489" w:type="dxa"/>
          </w:tcPr>
          <w:p w14:paraId="6CA76AB0" w14:textId="77777777" w:rsidR="001E146E" w:rsidRDefault="001E146E" w:rsidP="003C2AF3">
            <w:pPr>
              <w:spacing w:before="100" w:after="100" w:line="300" w:lineRule="atLeast"/>
              <w:textAlignment w:val="baseline"/>
              <w:rPr>
                <w:rFonts w:cs="Arial"/>
              </w:rPr>
            </w:pPr>
            <w:r>
              <w:rPr>
                <w:rFonts w:cs="Arial"/>
              </w:rPr>
              <w:t>Unclear</w:t>
            </w:r>
          </w:p>
        </w:tc>
      </w:tr>
      <w:tr w:rsidR="001E146E" w14:paraId="51959EC8" w14:textId="77777777" w:rsidTr="003C2AF3">
        <w:trPr>
          <w:trHeight w:val="411"/>
        </w:trPr>
        <w:tc>
          <w:tcPr>
            <w:tcW w:w="4766" w:type="dxa"/>
          </w:tcPr>
          <w:p w14:paraId="4A7D687D" w14:textId="2E98254F" w:rsidR="001E146E" w:rsidRDefault="00C74B27" w:rsidP="003C2AF3">
            <w:pPr>
              <w:spacing w:before="100" w:after="100" w:line="300" w:lineRule="atLeast"/>
              <w:textAlignment w:val="baseline"/>
              <w:rPr>
                <w:rFonts w:cs="Arial"/>
              </w:rPr>
            </w:pPr>
            <w:r>
              <w:rPr>
                <w:rFonts w:cs="Arial"/>
              </w:rPr>
              <w:t xml:space="preserve">Restoration </w:t>
            </w:r>
            <w:r w:rsidR="00451FD8">
              <w:rPr>
                <w:rFonts w:cs="Arial"/>
              </w:rPr>
              <w:t>Service Providers</w:t>
            </w:r>
            <w:r w:rsidR="001E146E">
              <w:rPr>
                <w:rFonts w:cs="Arial"/>
              </w:rPr>
              <w:t>*</w:t>
            </w:r>
          </w:p>
        </w:tc>
        <w:tc>
          <w:tcPr>
            <w:tcW w:w="4489" w:type="dxa"/>
          </w:tcPr>
          <w:p w14:paraId="481E6857" w14:textId="77777777" w:rsidR="001E146E" w:rsidRDefault="001E146E" w:rsidP="003C2AF3">
            <w:pPr>
              <w:spacing w:before="100" w:after="100" w:line="300" w:lineRule="atLeast"/>
              <w:textAlignment w:val="baseline"/>
              <w:rPr>
                <w:rFonts w:cs="Arial"/>
              </w:rPr>
            </w:pPr>
            <w:r>
              <w:rPr>
                <w:rFonts w:cs="Arial"/>
              </w:rPr>
              <w:t>Contract with ESO</w:t>
            </w:r>
          </w:p>
        </w:tc>
      </w:tr>
      <w:tr w:rsidR="001E146E" w14:paraId="559FB28F" w14:textId="77777777" w:rsidTr="003C2AF3">
        <w:trPr>
          <w:trHeight w:val="644"/>
        </w:trPr>
        <w:tc>
          <w:tcPr>
            <w:tcW w:w="4766" w:type="dxa"/>
          </w:tcPr>
          <w:p w14:paraId="73F93BF0" w14:textId="77777777" w:rsidR="001E146E" w:rsidRDefault="001E146E" w:rsidP="003C2AF3">
            <w:pPr>
              <w:spacing w:before="100" w:after="100" w:line="300" w:lineRule="atLeast"/>
              <w:textAlignment w:val="baseline"/>
              <w:rPr>
                <w:rFonts w:cs="Arial"/>
              </w:rPr>
            </w:pPr>
            <w:r>
              <w:rPr>
                <w:rFonts w:cs="Arial"/>
              </w:rPr>
              <w:t xml:space="preserve">Non-Contracted CUSC parties (other CUSC parties) </w:t>
            </w:r>
          </w:p>
        </w:tc>
        <w:tc>
          <w:tcPr>
            <w:tcW w:w="4489" w:type="dxa"/>
          </w:tcPr>
          <w:p w14:paraId="3B7D6BDC" w14:textId="77777777" w:rsidR="001E146E" w:rsidRDefault="001E146E" w:rsidP="003C2AF3">
            <w:pPr>
              <w:spacing w:before="100" w:after="100" w:line="300" w:lineRule="atLeast"/>
              <w:textAlignment w:val="baseline"/>
              <w:rPr>
                <w:rFonts w:cs="Arial"/>
              </w:rPr>
            </w:pPr>
            <w:r>
              <w:rPr>
                <w:rFonts w:cs="Arial"/>
              </w:rPr>
              <w:t>None</w:t>
            </w:r>
          </w:p>
        </w:tc>
      </w:tr>
    </w:tbl>
    <w:p w14:paraId="6A91F768" w14:textId="77777777" w:rsidR="001E146E" w:rsidRDefault="001E146E" w:rsidP="001E146E">
      <w:pPr>
        <w:spacing w:before="100" w:after="100" w:line="300" w:lineRule="atLeast"/>
        <w:jc w:val="both"/>
        <w:textAlignment w:val="baseline"/>
        <w:rPr>
          <w:rFonts w:cs="Arial"/>
        </w:rPr>
      </w:pPr>
      <w:r>
        <w:rPr>
          <w:rFonts w:cs="Arial"/>
        </w:rPr>
        <w:t xml:space="preserve"> </w:t>
      </w:r>
    </w:p>
    <w:p w14:paraId="7CCD3A5A" w14:textId="0B12984B" w:rsidR="001E146E" w:rsidRDefault="001E146E" w:rsidP="001E146E">
      <w:pPr>
        <w:spacing w:line="240" w:lineRule="auto"/>
        <w:jc w:val="both"/>
        <w:textAlignment w:val="baseline"/>
        <w:rPr>
          <w:rFonts w:cs="Arial"/>
        </w:rPr>
      </w:pPr>
      <w:r>
        <w:rPr>
          <w:rFonts w:cs="Arial"/>
        </w:rPr>
        <w:t xml:space="preserve">In relation to the above table, there is currently no cost recovery mechanism in place for Non-Contracted CUSC parties (other CUSC parties). However, a CUSC proposal </w:t>
      </w:r>
      <w:hyperlink r:id="rId38" w:history="1">
        <w:r w:rsidRPr="004D2809">
          <w:rPr>
            <w:rStyle w:val="Hyperlink"/>
            <w:rFonts w:cs="Arial"/>
          </w:rPr>
          <w:t>CMP398</w:t>
        </w:r>
      </w:hyperlink>
      <w:r>
        <w:rPr>
          <w:rFonts w:cs="Arial"/>
        </w:rPr>
        <w:t xml:space="preserve"> has recently been raised to seek to address this and, unless that proposal is approved, a mechanism does not exist for those parties. Some </w:t>
      </w:r>
      <w:r w:rsidR="00C74B27">
        <w:rPr>
          <w:rFonts w:cs="Arial"/>
        </w:rPr>
        <w:t>Workgroup</w:t>
      </w:r>
      <w:r>
        <w:rPr>
          <w:rFonts w:cs="Arial"/>
        </w:rPr>
        <w:t xml:space="preserve"> members considered that this could have considerable financial consequences for relevant parties.</w:t>
      </w:r>
    </w:p>
    <w:p w14:paraId="68448C46" w14:textId="77777777" w:rsidR="001E146E" w:rsidRDefault="001E146E" w:rsidP="001E146E">
      <w:pPr>
        <w:spacing w:line="240" w:lineRule="auto"/>
        <w:jc w:val="both"/>
        <w:textAlignment w:val="baseline"/>
        <w:rPr>
          <w:rFonts w:cs="Arial"/>
        </w:rPr>
      </w:pPr>
    </w:p>
    <w:p w14:paraId="28C643C1" w14:textId="77777777" w:rsidR="001E146E" w:rsidRPr="00CC7DDA" w:rsidRDefault="001E146E" w:rsidP="001E146E">
      <w:pPr>
        <w:spacing w:line="240" w:lineRule="auto"/>
        <w:jc w:val="both"/>
        <w:textAlignment w:val="baseline"/>
        <w:rPr>
          <w:rFonts w:cs="Arial"/>
          <w:u w:val="single"/>
        </w:rPr>
      </w:pPr>
      <w:r w:rsidRPr="00CC7DDA">
        <w:rPr>
          <w:rFonts w:cs="Arial"/>
          <w:u w:val="single"/>
        </w:rPr>
        <w:t>Note:</w:t>
      </w:r>
    </w:p>
    <w:p w14:paraId="59221349" w14:textId="56209DCC" w:rsidR="001E146E" w:rsidRPr="00260303" w:rsidRDefault="001E146E" w:rsidP="001E146E">
      <w:pPr>
        <w:rPr>
          <w:sz w:val="22"/>
        </w:rPr>
      </w:pPr>
      <w:r>
        <w:t xml:space="preserve">*As part of the GC0156 </w:t>
      </w:r>
      <w:r w:rsidR="00C74B27">
        <w:t>Workgroup</w:t>
      </w:r>
      <w:r>
        <w:t xml:space="preserve"> discussions, it was noted that there was confusion between the definition of a Restoration Service Provider as used in the EU Emergency and Restoration Code (2017/2196) and the term Restoration Service Provider proposed to be used in the GB Grid Code for implementation of the Electricity System Restoration Standard.  </w:t>
      </w:r>
      <w:r w:rsidRPr="00260303">
        <w:t>The ESO have investigated this issue and agree that there is confusion between these definitions.  As a solution, it is therefore proposed to introduce the below definition into the Grid Code:</w:t>
      </w:r>
    </w:p>
    <w:p w14:paraId="792EB17D" w14:textId="692F58DC" w:rsidR="007D3041" w:rsidRPr="00260303" w:rsidRDefault="007D3041" w:rsidP="001E146E">
      <w:pPr>
        <w:pStyle w:val="ListParagraph"/>
        <w:numPr>
          <w:ilvl w:val="0"/>
          <w:numId w:val="28"/>
        </w:numPr>
        <w:rPr>
          <w:snapToGrid w:val="0"/>
        </w:rPr>
      </w:pPr>
      <w:r w:rsidRPr="00260303">
        <w:rPr>
          <w:snapToGrid w:val="0"/>
        </w:rPr>
        <w:t xml:space="preserve">Restoration Contractor which would be defined as “An Anchor Restoration Contractor or a </w:t>
      </w:r>
      <w:r w:rsidR="00C74B27">
        <w:rPr>
          <w:snapToGrid w:val="0"/>
        </w:rPr>
        <w:t>Top Up</w:t>
      </w:r>
      <w:r w:rsidRPr="00260303">
        <w:rPr>
          <w:snapToGrid w:val="0"/>
        </w:rPr>
        <w:t xml:space="preserve"> Restoration Contractor”.</w:t>
      </w:r>
    </w:p>
    <w:p w14:paraId="646567B0" w14:textId="77777777" w:rsidR="00166BEA" w:rsidRPr="00E870CE" w:rsidRDefault="00166BEA" w:rsidP="00166BEA">
      <w:pPr>
        <w:spacing w:before="100" w:after="100" w:line="300" w:lineRule="atLeast"/>
        <w:jc w:val="both"/>
        <w:textAlignment w:val="baseline"/>
        <w:rPr>
          <w:rFonts w:cs="Arial"/>
          <w:u w:val="single"/>
        </w:rPr>
      </w:pPr>
      <w:r w:rsidRPr="00E870CE">
        <w:rPr>
          <w:rFonts w:cs="Arial"/>
          <w:u w:val="single"/>
        </w:rPr>
        <w:t xml:space="preserve">Discussions on </w:t>
      </w:r>
      <w:r>
        <w:rPr>
          <w:rFonts w:cs="Arial"/>
          <w:u w:val="single"/>
        </w:rPr>
        <w:t>Restoration</w:t>
      </w:r>
    </w:p>
    <w:p w14:paraId="2147BCC1" w14:textId="77777777" w:rsidR="00166BEA" w:rsidRDefault="00166BEA" w:rsidP="00166BEA">
      <w:pPr>
        <w:spacing w:before="100" w:after="100" w:line="300" w:lineRule="atLeast"/>
        <w:jc w:val="both"/>
        <w:textAlignment w:val="baseline"/>
        <w:rPr>
          <w:rFonts w:cs="Arial"/>
        </w:rPr>
      </w:pPr>
      <w:r>
        <w:rPr>
          <w:rFonts w:cs="Arial"/>
        </w:rPr>
        <w:t>The ESO representative emphasised that it is in</w:t>
      </w:r>
      <w:r w:rsidRPr="00E870CE">
        <w:rPr>
          <w:rFonts w:cs="Arial"/>
        </w:rPr>
        <w:t xml:space="preserve"> everyone’s best interest to restore the system as quickly as possible in the most economic manner</w:t>
      </w:r>
      <w:r>
        <w:rPr>
          <w:rFonts w:cs="Arial"/>
        </w:rPr>
        <w:t>.</w:t>
      </w:r>
      <w:r w:rsidRPr="004A2670">
        <w:rPr>
          <w:rFonts w:cs="Arial"/>
        </w:rPr>
        <w:t xml:space="preserve"> </w:t>
      </w:r>
      <w:r>
        <w:rPr>
          <w:rFonts w:cs="Arial"/>
        </w:rPr>
        <w:t>T</w:t>
      </w:r>
      <w:r w:rsidRPr="00E870CE">
        <w:rPr>
          <w:rFonts w:cs="Arial"/>
        </w:rPr>
        <w:t xml:space="preserve">he </w:t>
      </w:r>
      <w:r>
        <w:rPr>
          <w:rFonts w:cs="Arial"/>
        </w:rPr>
        <w:t>current</w:t>
      </w:r>
      <w:r w:rsidRPr="00E870CE">
        <w:rPr>
          <w:rFonts w:cs="Arial"/>
        </w:rPr>
        <w:t xml:space="preserve"> approach to </w:t>
      </w:r>
      <w:r>
        <w:rPr>
          <w:rFonts w:cs="Arial"/>
        </w:rPr>
        <w:t xml:space="preserve">restore </w:t>
      </w:r>
      <w:r w:rsidRPr="00E870CE">
        <w:rPr>
          <w:rFonts w:cs="Arial"/>
        </w:rPr>
        <w:t xml:space="preserve">the </w:t>
      </w:r>
      <w:r>
        <w:rPr>
          <w:rFonts w:cs="Arial"/>
        </w:rPr>
        <w:t>NETS</w:t>
      </w:r>
      <w:r w:rsidRPr="00E870CE">
        <w:rPr>
          <w:rFonts w:cs="Arial"/>
        </w:rPr>
        <w:t xml:space="preserve"> </w:t>
      </w:r>
      <w:r>
        <w:rPr>
          <w:rFonts w:cs="Arial"/>
        </w:rPr>
        <w:t>s</w:t>
      </w:r>
      <w:r w:rsidRPr="00E870CE">
        <w:rPr>
          <w:rFonts w:cs="Arial"/>
        </w:rPr>
        <w:t xml:space="preserve">ystem is to </w:t>
      </w:r>
      <w:r>
        <w:rPr>
          <w:rFonts w:cs="Arial"/>
        </w:rPr>
        <w:t>have</w:t>
      </w:r>
      <w:r w:rsidRPr="00E870CE">
        <w:rPr>
          <w:rFonts w:cs="Arial"/>
        </w:rPr>
        <w:t xml:space="preserve"> contracts with strategically located </w:t>
      </w:r>
      <w:r>
        <w:rPr>
          <w:rFonts w:cs="Arial"/>
        </w:rPr>
        <w:t>b</w:t>
      </w:r>
      <w:r w:rsidRPr="00E870CE">
        <w:rPr>
          <w:rFonts w:cs="Arial"/>
        </w:rPr>
        <w:t xml:space="preserve">lack </w:t>
      </w:r>
      <w:r>
        <w:rPr>
          <w:rFonts w:cs="Arial"/>
        </w:rPr>
        <w:t>s</w:t>
      </w:r>
      <w:r w:rsidRPr="00E870CE">
        <w:rPr>
          <w:rFonts w:cs="Arial"/>
        </w:rPr>
        <w:t xml:space="preserve">tart </w:t>
      </w:r>
      <w:r>
        <w:rPr>
          <w:rFonts w:cs="Arial"/>
        </w:rPr>
        <w:t>power s</w:t>
      </w:r>
      <w:r w:rsidRPr="00E870CE">
        <w:rPr>
          <w:rFonts w:cs="Arial"/>
        </w:rPr>
        <w:t xml:space="preserve">tations </w:t>
      </w:r>
      <w:r>
        <w:rPr>
          <w:rFonts w:cs="Arial"/>
        </w:rPr>
        <w:t xml:space="preserve">or Interconnectors </w:t>
      </w:r>
      <w:r w:rsidRPr="00E870CE">
        <w:rPr>
          <w:rFonts w:cs="Arial"/>
        </w:rPr>
        <w:t xml:space="preserve">across </w:t>
      </w:r>
      <w:r>
        <w:rPr>
          <w:rFonts w:cs="Arial"/>
        </w:rPr>
        <w:t>GB. These are generally transmission connected assets such that i</w:t>
      </w:r>
      <w:r w:rsidRPr="00E870CE">
        <w:rPr>
          <w:rFonts w:cs="Arial"/>
        </w:rPr>
        <w:t xml:space="preserve">n the event of a </w:t>
      </w:r>
      <w:r>
        <w:rPr>
          <w:rFonts w:cs="Arial"/>
        </w:rPr>
        <w:t>Partial or Total Shutdown</w:t>
      </w:r>
      <w:r>
        <w:rPr>
          <w:rStyle w:val="FootnoteReference"/>
          <w:rFonts w:cs="Arial"/>
        </w:rPr>
        <w:footnoteReference w:id="7"/>
      </w:r>
      <w:r>
        <w:rPr>
          <w:rFonts w:cs="Arial"/>
        </w:rPr>
        <w:t xml:space="preserve">, </w:t>
      </w:r>
      <w:r w:rsidRPr="00E870CE">
        <w:rPr>
          <w:rFonts w:cs="Arial"/>
        </w:rPr>
        <w:t xml:space="preserve">these </w:t>
      </w:r>
      <w:r>
        <w:rPr>
          <w:rFonts w:cs="Arial"/>
        </w:rPr>
        <w:t>contracted assets or p</w:t>
      </w:r>
      <w:r w:rsidRPr="00E870CE">
        <w:rPr>
          <w:rFonts w:cs="Arial"/>
        </w:rPr>
        <w:t xml:space="preserve">ower </w:t>
      </w:r>
      <w:r>
        <w:rPr>
          <w:rFonts w:cs="Arial"/>
        </w:rPr>
        <w:t>s</w:t>
      </w:r>
      <w:r w:rsidRPr="00E870CE">
        <w:rPr>
          <w:rFonts w:cs="Arial"/>
        </w:rPr>
        <w:t xml:space="preserve">tations are instructed by the ESO to start within </w:t>
      </w:r>
      <w:r>
        <w:rPr>
          <w:rFonts w:cs="Arial"/>
        </w:rPr>
        <w:t>two</w:t>
      </w:r>
      <w:r w:rsidRPr="00E870CE">
        <w:rPr>
          <w:rFonts w:cs="Arial"/>
        </w:rPr>
        <w:t xml:space="preserve"> hours and energise parts of the </w:t>
      </w:r>
      <w:r>
        <w:rPr>
          <w:rFonts w:cs="Arial"/>
        </w:rPr>
        <w:t>NETS in accordance with a local joint restoration plan (LJRP). A LJRP is a process set out in a tri-party agreement (between the contracted asset owner, the ESO and the Network Operator) outlining the process of how a contracted asset owner energises part of the transmission or distribution system and then picks up demand from a DNO.</w:t>
      </w:r>
    </w:p>
    <w:p w14:paraId="58210E94" w14:textId="241F2F2C" w:rsidR="00166BEA" w:rsidRDefault="00166BEA" w:rsidP="00166BEA">
      <w:pPr>
        <w:spacing w:before="100" w:after="100" w:line="300" w:lineRule="atLeast"/>
        <w:jc w:val="both"/>
        <w:textAlignment w:val="baseline"/>
        <w:rPr>
          <w:rFonts w:cs="Arial"/>
        </w:rPr>
      </w:pPr>
      <w:r>
        <w:rPr>
          <w:rFonts w:cs="Arial"/>
        </w:rPr>
        <w:t xml:space="preserve">To develop a LJRP there is liaison between the power station and the </w:t>
      </w:r>
      <w:r w:rsidR="00197365">
        <w:rPr>
          <w:rFonts w:cs="Arial"/>
        </w:rPr>
        <w:t xml:space="preserve">TO </w:t>
      </w:r>
      <w:r>
        <w:rPr>
          <w:rFonts w:cs="Arial"/>
        </w:rPr>
        <w:t>in coordination with the ESO.  I</w:t>
      </w:r>
      <w:r w:rsidRPr="00E870CE">
        <w:rPr>
          <w:rFonts w:cs="Arial"/>
        </w:rPr>
        <w:t>n each case the LJRP is used to form a</w:t>
      </w:r>
      <w:r>
        <w:rPr>
          <w:rFonts w:cs="Arial"/>
        </w:rPr>
        <w:t xml:space="preserve"> p</w:t>
      </w:r>
      <w:r w:rsidRPr="00E870CE">
        <w:rPr>
          <w:rFonts w:cs="Arial"/>
        </w:rPr>
        <w:t xml:space="preserve">ower </w:t>
      </w:r>
      <w:r>
        <w:rPr>
          <w:rFonts w:cs="Arial"/>
        </w:rPr>
        <w:t>i</w:t>
      </w:r>
      <w:r w:rsidRPr="00E870CE">
        <w:rPr>
          <w:rFonts w:cs="Arial"/>
        </w:rPr>
        <w:t>sland</w:t>
      </w:r>
      <w:r>
        <w:rPr>
          <w:rFonts w:cs="Arial"/>
        </w:rPr>
        <w:t>. As the restoration progresses individual</w:t>
      </w:r>
      <w:r w:rsidRPr="00E870CE">
        <w:rPr>
          <w:rFonts w:cs="Arial"/>
        </w:rPr>
        <w:t xml:space="preserve"> </w:t>
      </w:r>
      <w:r>
        <w:rPr>
          <w:rFonts w:cs="Arial"/>
        </w:rPr>
        <w:t>p</w:t>
      </w:r>
      <w:r w:rsidRPr="00E870CE">
        <w:rPr>
          <w:rFonts w:cs="Arial"/>
        </w:rPr>
        <w:t xml:space="preserve">ower </w:t>
      </w:r>
      <w:r>
        <w:rPr>
          <w:rFonts w:cs="Arial"/>
        </w:rPr>
        <w:t>i</w:t>
      </w:r>
      <w:r w:rsidRPr="00E870CE">
        <w:rPr>
          <w:rFonts w:cs="Arial"/>
        </w:rPr>
        <w:t xml:space="preserve">slands are </w:t>
      </w:r>
      <w:r>
        <w:rPr>
          <w:rFonts w:cs="Arial"/>
        </w:rPr>
        <w:t xml:space="preserve">subsequently </w:t>
      </w:r>
      <w:proofErr w:type="gramStart"/>
      <w:r w:rsidRPr="00E870CE">
        <w:rPr>
          <w:rFonts w:cs="Arial"/>
        </w:rPr>
        <w:t xml:space="preserve">connected </w:t>
      </w:r>
      <w:r>
        <w:rPr>
          <w:rFonts w:cs="Arial"/>
        </w:rPr>
        <w:t>together</w:t>
      </w:r>
      <w:proofErr w:type="gramEnd"/>
      <w:r w:rsidRPr="00E870CE">
        <w:rPr>
          <w:rFonts w:cs="Arial"/>
        </w:rPr>
        <w:t xml:space="preserve"> to form </w:t>
      </w:r>
      <w:r w:rsidR="00197365">
        <w:rPr>
          <w:rFonts w:cs="Arial"/>
        </w:rPr>
        <w:t>wider power islands</w:t>
      </w:r>
      <w:r>
        <w:rPr>
          <w:rFonts w:cs="Arial"/>
        </w:rPr>
        <w:t>.</w:t>
      </w:r>
      <w:r w:rsidRPr="00E870CE">
        <w:rPr>
          <w:rFonts w:cs="Arial"/>
        </w:rPr>
        <w:t xml:space="preserve"> </w:t>
      </w:r>
      <w:r>
        <w:rPr>
          <w:rFonts w:cs="Arial"/>
        </w:rPr>
        <w:t xml:space="preserve">This facilitates the connection </w:t>
      </w:r>
      <w:r w:rsidRPr="00E870CE">
        <w:rPr>
          <w:rFonts w:cs="Arial"/>
        </w:rPr>
        <w:t xml:space="preserve">of </w:t>
      </w:r>
      <w:r>
        <w:rPr>
          <w:rFonts w:cs="Arial"/>
        </w:rPr>
        <w:t xml:space="preserve">other generators including those within distribution networks and those without a current ‘black start’ capability. </w:t>
      </w:r>
      <w:r w:rsidRPr="00E870CE">
        <w:rPr>
          <w:rFonts w:cs="Arial"/>
        </w:rPr>
        <w:t xml:space="preserve">  </w:t>
      </w:r>
      <w:r>
        <w:rPr>
          <w:rFonts w:cs="Arial"/>
        </w:rPr>
        <w:t>This also enables</w:t>
      </w:r>
      <w:r w:rsidRPr="00E870CE">
        <w:rPr>
          <w:rFonts w:cs="Arial"/>
        </w:rPr>
        <w:t xml:space="preserve"> restoration of demand</w:t>
      </w:r>
      <w:r>
        <w:rPr>
          <w:rFonts w:cs="Arial"/>
        </w:rPr>
        <w:t xml:space="preserve"> as </w:t>
      </w:r>
      <w:r w:rsidRPr="00E870CE">
        <w:rPr>
          <w:rFonts w:cs="Arial"/>
        </w:rPr>
        <w:t>detailed in OC9 of the Grid Code</w:t>
      </w:r>
      <w:r>
        <w:rPr>
          <w:rFonts w:cs="Arial"/>
        </w:rPr>
        <w:t>.</w:t>
      </w:r>
      <w:r w:rsidRPr="00E870CE">
        <w:rPr>
          <w:rFonts w:cs="Arial"/>
        </w:rPr>
        <w:t xml:space="preserve"> </w:t>
      </w:r>
    </w:p>
    <w:p w14:paraId="38B82C5F" w14:textId="77777777" w:rsidR="00166BEA" w:rsidRDefault="00166BEA" w:rsidP="00166BEA">
      <w:pPr>
        <w:spacing w:before="100" w:after="100" w:line="300" w:lineRule="atLeast"/>
        <w:jc w:val="both"/>
        <w:textAlignment w:val="baseline"/>
        <w:rPr>
          <w:rFonts w:cs="Arial"/>
        </w:rPr>
      </w:pPr>
    </w:p>
    <w:p w14:paraId="0C8B1C3F" w14:textId="77777777" w:rsidR="00166BEA" w:rsidRPr="003A409F" w:rsidRDefault="00166BEA" w:rsidP="00166BEA">
      <w:pPr>
        <w:spacing w:before="100" w:after="100" w:line="300" w:lineRule="atLeast"/>
        <w:jc w:val="both"/>
        <w:textAlignment w:val="baseline"/>
        <w:rPr>
          <w:iCs/>
          <w:u w:val="single"/>
        </w:rPr>
      </w:pPr>
      <w:r>
        <w:rPr>
          <w:iCs/>
          <w:u w:val="single"/>
        </w:rPr>
        <w:t xml:space="preserve">Clarification of </w:t>
      </w:r>
      <w:r w:rsidRPr="00EA3133">
        <w:rPr>
          <w:iCs/>
          <w:u w:val="single"/>
        </w:rPr>
        <w:t xml:space="preserve">Definition of </w:t>
      </w:r>
      <w:r>
        <w:rPr>
          <w:iCs/>
          <w:u w:val="single"/>
        </w:rPr>
        <w:t xml:space="preserve">Restoration </w:t>
      </w:r>
      <w:r w:rsidRPr="00EA3133">
        <w:rPr>
          <w:iCs/>
          <w:u w:val="single"/>
        </w:rPr>
        <w:t>Demand</w:t>
      </w:r>
    </w:p>
    <w:p w14:paraId="4FC7474C" w14:textId="3D9CB60C" w:rsidR="00166BEA" w:rsidRPr="006C4520" w:rsidRDefault="00166BEA" w:rsidP="00166BEA">
      <w:pPr>
        <w:spacing w:before="100" w:after="100" w:line="300" w:lineRule="atLeast"/>
        <w:jc w:val="both"/>
        <w:textAlignment w:val="baseline"/>
        <w:rPr>
          <w:rFonts w:cs="Arial"/>
          <w:b/>
          <w:iCs/>
        </w:rPr>
      </w:pPr>
      <w:r w:rsidRPr="006C4520">
        <w:rPr>
          <w:rFonts w:cs="Arial"/>
        </w:rPr>
        <w:t xml:space="preserve">The </w:t>
      </w:r>
      <w:r w:rsidR="00C74B27">
        <w:rPr>
          <w:rFonts w:cs="Arial"/>
        </w:rPr>
        <w:t>Workgroup</w:t>
      </w:r>
      <w:r w:rsidRPr="006C4520">
        <w:rPr>
          <w:rFonts w:cs="Arial"/>
        </w:rPr>
        <w:t xml:space="preserve"> </w:t>
      </w:r>
      <w:r>
        <w:rPr>
          <w:rFonts w:cs="Arial"/>
        </w:rPr>
        <w:t>reviewed the proposed definition of ‘Demand’ in the context of the restoration of 60% of demand in 24 hours and t</w:t>
      </w:r>
      <w:r w:rsidRPr="006C4520">
        <w:rPr>
          <w:rFonts w:cs="Arial"/>
        </w:rPr>
        <w:t>he</w:t>
      </w:r>
      <w:r>
        <w:rPr>
          <w:rFonts w:cs="Arial"/>
        </w:rPr>
        <w:t xml:space="preserve"> 100% in five days as set out in the ESRS. </w:t>
      </w:r>
      <w:r w:rsidR="00C74B27">
        <w:rPr>
          <w:rFonts w:cs="Arial"/>
        </w:rPr>
        <w:t>Workgroup</w:t>
      </w:r>
      <w:r>
        <w:rPr>
          <w:rFonts w:cs="Arial"/>
        </w:rPr>
        <w:t xml:space="preserve"> members</w:t>
      </w:r>
      <w:r w:rsidRPr="006C4520">
        <w:rPr>
          <w:rFonts w:cs="Arial"/>
        </w:rPr>
        <w:t xml:space="preserve"> </w:t>
      </w:r>
      <w:r>
        <w:rPr>
          <w:rFonts w:cs="Arial"/>
        </w:rPr>
        <w:t xml:space="preserve">sought clarification </w:t>
      </w:r>
      <w:r w:rsidRPr="006C4520">
        <w:rPr>
          <w:rFonts w:cs="Arial"/>
        </w:rPr>
        <w:t xml:space="preserve">of the definition of Demand </w:t>
      </w:r>
      <w:r>
        <w:rPr>
          <w:rFonts w:cs="Arial"/>
        </w:rPr>
        <w:t xml:space="preserve">as stated in the BEIS direction letter to ESO. The </w:t>
      </w:r>
      <w:r w:rsidR="00C74B27">
        <w:rPr>
          <w:rFonts w:cs="Arial"/>
        </w:rPr>
        <w:t>Workgroup</w:t>
      </w:r>
      <w:r>
        <w:rPr>
          <w:rFonts w:cs="Arial"/>
        </w:rPr>
        <w:t xml:space="preserve"> noted the definition is critical and highlighted </w:t>
      </w:r>
      <w:r w:rsidRPr="006C4520">
        <w:rPr>
          <w:rFonts w:cs="Arial"/>
        </w:rPr>
        <w:t xml:space="preserve">the following </w:t>
      </w:r>
      <w:r>
        <w:rPr>
          <w:rFonts w:cs="Arial"/>
        </w:rPr>
        <w:t xml:space="preserve">practical </w:t>
      </w:r>
      <w:r w:rsidRPr="006C4520">
        <w:rPr>
          <w:rFonts w:cs="Arial"/>
        </w:rPr>
        <w:t>concerns</w:t>
      </w:r>
      <w:r>
        <w:rPr>
          <w:rFonts w:cs="Arial"/>
        </w:rPr>
        <w:t>:</w:t>
      </w:r>
      <w:r w:rsidRPr="006C4520">
        <w:rPr>
          <w:rFonts w:cs="Arial"/>
        </w:rPr>
        <w:t xml:space="preserve"> </w:t>
      </w:r>
    </w:p>
    <w:p w14:paraId="2B07011B" w14:textId="77777777" w:rsidR="00166BEA" w:rsidRDefault="00166BEA" w:rsidP="00166BEA">
      <w:pPr>
        <w:pStyle w:val="ListParagraph"/>
        <w:numPr>
          <w:ilvl w:val="0"/>
          <w:numId w:val="29"/>
        </w:numPr>
        <w:spacing w:before="100" w:after="100"/>
        <w:jc w:val="both"/>
        <w:textAlignment w:val="baseline"/>
        <w:rPr>
          <w:rFonts w:cs="Arial"/>
        </w:rPr>
      </w:pPr>
      <w:r>
        <w:rPr>
          <w:rFonts w:cs="Arial"/>
        </w:rPr>
        <w:t>It is t</w:t>
      </w:r>
      <w:r w:rsidRPr="006C4520">
        <w:rPr>
          <w:rFonts w:cs="Arial"/>
        </w:rPr>
        <w:t>oo vague</w:t>
      </w:r>
      <w:r>
        <w:rPr>
          <w:rFonts w:cs="Arial"/>
        </w:rPr>
        <w:t>;</w:t>
      </w:r>
      <w:r w:rsidRPr="006C4520">
        <w:rPr>
          <w:rFonts w:cs="Arial"/>
        </w:rPr>
        <w:t xml:space="preserve"> </w:t>
      </w:r>
      <w:r>
        <w:rPr>
          <w:rFonts w:cs="Arial"/>
        </w:rPr>
        <w:t xml:space="preserve">it does </w:t>
      </w:r>
      <w:r w:rsidRPr="006C4520">
        <w:rPr>
          <w:rFonts w:cs="Arial"/>
        </w:rPr>
        <w:t xml:space="preserve">not specify the expectations of areas where the </w:t>
      </w:r>
      <w:r>
        <w:rPr>
          <w:rFonts w:cs="Arial"/>
        </w:rPr>
        <w:t>t</w:t>
      </w:r>
      <w:r w:rsidRPr="006C4520">
        <w:rPr>
          <w:rFonts w:cs="Arial"/>
        </w:rPr>
        <w:t xml:space="preserve">ransmission demand </w:t>
      </w:r>
      <w:r>
        <w:rPr>
          <w:rFonts w:cs="Arial"/>
        </w:rPr>
        <w:t>may</w:t>
      </w:r>
      <w:r w:rsidRPr="006C4520">
        <w:rPr>
          <w:rFonts w:cs="Arial"/>
        </w:rPr>
        <w:t xml:space="preserve"> be </w:t>
      </w:r>
      <w:r>
        <w:rPr>
          <w:rFonts w:cs="Arial"/>
        </w:rPr>
        <w:t xml:space="preserve">zero or negative </w:t>
      </w:r>
      <w:r w:rsidRPr="006C4520">
        <w:rPr>
          <w:rFonts w:cs="Arial"/>
        </w:rPr>
        <w:t>at the time of GB peak</w:t>
      </w:r>
      <w:r>
        <w:rPr>
          <w:rFonts w:cs="Arial"/>
        </w:rPr>
        <w:t xml:space="preserve">. </w:t>
      </w:r>
    </w:p>
    <w:p w14:paraId="46C2421F" w14:textId="794B407F" w:rsidR="00166BEA" w:rsidRPr="00112639" w:rsidRDefault="00166BEA" w:rsidP="00166BEA">
      <w:pPr>
        <w:pStyle w:val="ListParagraph"/>
        <w:numPr>
          <w:ilvl w:val="0"/>
          <w:numId w:val="29"/>
        </w:numPr>
        <w:spacing w:before="100" w:after="100"/>
        <w:jc w:val="both"/>
        <w:textAlignment w:val="baseline"/>
        <w:rPr>
          <w:rFonts w:cs="Arial"/>
        </w:rPr>
      </w:pPr>
      <w:r>
        <w:rPr>
          <w:rFonts w:cs="Arial"/>
        </w:rPr>
        <w:t>Some</w:t>
      </w:r>
      <w:r w:rsidRPr="00112639">
        <w:rPr>
          <w:rFonts w:cs="Arial"/>
        </w:rPr>
        <w:t xml:space="preserve"> network colleagues </w:t>
      </w:r>
      <w:r>
        <w:rPr>
          <w:rFonts w:cs="Arial"/>
        </w:rPr>
        <w:t xml:space="preserve">had advised the </w:t>
      </w:r>
      <w:r w:rsidR="00C74B27">
        <w:rPr>
          <w:rFonts w:cs="Arial"/>
        </w:rPr>
        <w:t>Workgroup</w:t>
      </w:r>
      <w:r>
        <w:rPr>
          <w:rFonts w:cs="Arial"/>
        </w:rPr>
        <w:t xml:space="preserve"> </w:t>
      </w:r>
      <w:r w:rsidRPr="00112639">
        <w:rPr>
          <w:rFonts w:cs="Arial"/>
        </w:rPr>
        <w:t>that at certain times of the year some DNO areas have very low transmission system demand or even export (to the transmission system) which could mean, in that scenario, that 60% or 100% could be based on a low / zero /</w:t>
      </w:r>
      <w:r>
        <w:rPr>
          <w:rFonts w:cs="Arial"/>
        </w:rPr>
        <w:t xml:space="preserve"> </w:t>
      </w:r>
      <w:r w:rsidRPr="00112639">
        <w:rPr>
          <w:rFonts w:cs="Arial"/>
        </w:rPr>
        <w:t>negative number.</w:t>
      </w:r>
    </w:p>
    <w:p w14:paraId="256F8CE2" w14:textId="77777777" w:rsidR="00166BEA" w:rsidRPr="00CE030E" w:rsidRDefault="00166BEA" w:rsidP="00166BEA">
      <w:pPr>
        <w:pStyle w:val="ListParagraph"/>
        <w:numPr>
          <w:ilvl w:val="0"/>
          <w:numId w:val="29"/>
        </w:numPr>
        <w:spacing w:before="100" w:after="100"/>
        <w:jc w:val="both"/>
        <w:textAlignment w:val="baseline"/>
      </w:pPr>
      <w:r>
        <w:rPr>
          <w:rFonts w:cs="Arial"/>
        </w:rPr>
        <w:t>There is no</w:t>
      </w:r>
      <w:r w:rsidRPr="006C4520">
        <w:rPr>
          <w:rFonts w:cs="Arial"/>
        </w:rPr>
        <w:t xml:space="preserve"> consideration</w:t>
      </w:r>
      <w:r>
        <w:rPr>
          <w:rFonts w:cs="Arial"/>
        </w:rPr>
        <w:t xml:space="preserve"> of</w:t>
      </w:r>
      <w:r w:rsidRPr="006C4520">
        <w:rPr>
          <w:rFonts w:cs="Arial"/>
        </w:rPr>
        <w:t xml:space="preserve"> </w:t>
      </w:r>
      <w:r>
        <w:rPr>
          <w:rFonts w:cs="Arial"/>
        </w:rPr>
        <w:t xml:space="preserve">the significant variation in demands between </w:t>
      </w:r>
      <w:r w:rsidRPr="006C4520">
        <w:rPr>
          <w:rFonts w:cs="Arial"/>
        </w:rPr>
        <w:t>weekend</w:t>
      </w:r>
      <w:r>
        <w:rPr>
          <w:rFonts w:cs="Arial"/>
        </w:rPr>
        <w:t>s</w:t>
      </w:r>
      <w:r w:rsidRPr="006C4520">
        <w:rPr>
          <w:rFonts w:cs="Arial"/>
        </w:rPr>
        <w:t xml:space="preserve"> versus weekday impact</w:t>
      </w:r>
      <w:r>
        <w:rPr>
          <w:rFonts w:cs="Arial"/>
        </w:rPr>
        <w:t xml:space="preserve">s. </w:t>
      </w:r>
      <w:r>
        <w:t>F</w:t>
      </w:r>
      <w:r w:rsidRPr="00CE030E">
        <w:t>or example,</w:t>
      </w:r>
      <w:r>
        <w:t xml:space="preserve"> if</w:t>
      </w:r>
      <w:r w:rsidRPr="00CE030E">
        <w:t xml:space="preserve"> the </w:t>
      </w:r>
      <w:r>
        <w:t>P</w:t>
      </w:r>
      <w:r w:rsidRPr="00CE030E">
        <w:t xml:space="preserve">artial or </w:t>
      </w:r>
      <w:r>
        <w:t>T</w:t>
      </w:r>
      <w:r w:rsidRPr="00CE030E">
        <w:t xml:space="preserve">otal </w:t>
      </w:r>
      <w:r>
        <w:t>S</w:t>
      </w:r>
      <w:r w:rsidRPr="00CE030E">
        <w:t>hutdown occurred on, a Friday then the quantum of the demand (upon which the 60% target in 24 hours is then based) would be lower for a weekend / Bank Holiday, than if it had occurred</w:t>
      </w:r>
      <w:r>
        <w:t xml:space="preserve"> </w:t>
      </w:r>
      <w:r w:rsidRPr="00CE030E">
        <w:t xml:space="preserve">on a Monday and vice versa.  </w:t>
      </w:r>
    </w:p>
    <w:p w14:paraId="437C89FA" w14:textId="77777777" w:rsidR="00166BEA" w:rsidRPr="003C1D93" w:rsidRDefault="00166BEA" w:rsidP="00166BEA">
      <w:pPr>
        <w:pStyle w:val="ListParagraph"/>
        <w:numPr>
          <w:ilvl w:val="0"/>
          <w:numId w:val="29"/>
        </w:numPr>
        <w:spacing w:before="100" w:after="100"/>
        <w:jc w:val="both"/>
        <w:textAlignment w:val="baseline"/>
        <w:rPr>
          <w:b/>
        </w:rPr>
      </w:pPr>
      <w:r>
        <w:rPr>
          <w:rFonts w:cs="Arial"/>
        </w:rPr>
        <w:t xml:space="preserve">Focussing on transmission demand as opposed to the </w:t>
      </w:r>
      <w:r w:rsidRPr="006C4520">
        <w:rPr>
          <w:rFonts w:cs="Arial"/>
        </w:rPr>
        <w:t xml:space="preserve">target </w:t>
      </w:r>
      <w:r>
        <w:rPr>
          <w:rFonts w:cs="Arial"/>
        </w:rPr>
        <w:t xml:space="preserve">percentages to be restored related to the </w:t>
      </w:r>
      <w:r w:rsidRPr="006C4520">
        <w:rPr>
          <w:rFonts w:cs="Arial"/>
        </w:rPr>
        <w:t>whole</w:t>
      </w:r>
      <w:r>
        <w:rPr>
          <w:rFonts w:cs="Arial"/>
        </w:rPr>
        <w:t xml:space="preserve"> total system </w:t>
      </w:r>
      <w:r w:rsidRPr="006C4520">
        <w:rPr>
          <w:rFonts w:cs="Arial"/>
        </w:rPr>
        <w:t xml:space="preserve">demand </w:t>
      </w:r>
      <w:r>
        <w:rPr>
          <w:rFonts w:cs="Arial"/>
        </w:rPr>
        <w:t>or</w:t>
      </w:r>
      <w:r w:rsidRPr="006C4520">
        <w:rPr>
          <w:rFonts w:cs="Arial"/>
        </w:rPr>
        <w:t xml:space="preserve"> </w:t>
      </w:r>
      <w:r>
        <w:rPr>
          <w:rFonts w:cs="Arial"/>
        </w:rPr>
        <w:t>t</w:t>
      </w:r>
      <w:r w:rsidRPr="006C4520">
        <w:rPr>
          <w:rFonts w:cs="Arial"/>
        </w:rPr>
        <w:t>ransmission demand</w:t>
      </w:r>
      <w:r>
        <w:rPr>
          <w:rFonts w:cs="Arial"/>
        </w:rPr>
        <w:t xml:space="preserve"> leaves the restoration of the total system demand uncertain and undefined. </w:t>
      </w:r>
    </w:p>
    <w:p w14:paraId="1BC6076D" w14:textId="400CDD11" w:rsidR="00166BEA" w:rsidRPr="00112639" w:rsidRDefault="00166BEA" w:rsidP="00166BEA">
      <w:pPr>
        <w:pStyle w:val="ListParagraph"/>
        <w:numPr>
          <w:ilvl w:val="0"/>
          <w:numId w:val="29"/>
        </w:numPr>
        <w:spacing w:line="240" w:lineRule="auto"/>
        <w:jc w:val="both"/>
        <w:textAlignment w:val="baseline"/>
        <w:rPr>
          <w:b/>
        </w:rPr>
      </w:pPr>
      <w:r>
        <w:rPr>
          <w:rFonts w:cs="Arial"/>
        </w:rPr>
        <w:t xml:space="preserve">The proportion of transmission to distribution demand is expected to decrease in coming years in the context of increased distribution generation and with time the target becomes less meaningful. Although, a BEIS representative who attended a </w:t>
      </w:r>
      <w:r w:rsidR="00C74B27">
        <w:rPr>
          <w:rFonts w:cs="Arial"/>
        </w:rPr>
        <w:t>Workgroup meeting</w:t>
      </w:r>
      <w:r>
        <w:rPr>
          <w:rFonts w:cs="Arial"/>
        </w:rPr>
        <w:t xml:space="preserve"> </w:t>
      </w:r>
      <w:r w:rsidRPr="0074563A">
        <w:t>advised that whilst there were no current plans to change the ESRS, it was likely to be revisited as part of the long-term future system resilience work.</w:t>
      </w:r>
    </w:p>
    <w:p w14:paraId="17179EA4" w14:textId="123A2736" w:rsidR="00166BEA" w:rsidRPr="00560A23" w:rsidRDefault="00166BEA" w:rsidP="00166BEA">
      <w:pPr>
        <w:spacing w:before="100" w:after="100" w:line="300" w:lineRule="atLeast"/>
        <w:jc w:val="both"/>
        <w:textAlignment w:val="baseline"/>
        <w:rPr>
          <w:rFonts w:cstheme="minorHAnsi"/>
          <w:szCs w:val="24"/>
        </w:rPr>
      </w:pPr>
      <w:r>
        <w:rPr>
          <w:rFonts w:cstheme="minorHAnsi"/>
          <w:bCs/>
          <w:iCs/>
          <w:szCs w:val="24"/>
        </w:rPr>
        <w:t>The representative from</w:t>
      </w:r>
      <w:r w:rsidRPr="00560A23">
        <w:rPr>
          <w:rFonts w:cstheme="minorHAnsi"/>
          <w:bCs/>
          <w:iCs/>
          <w:szCs w:val="24"/>
        </w:rPr>
        <w:t xml:space="preserve"> BEIS clarified the definition </w:t>
      </w:r>
      <w:r>
        <w:rPr>
          <w:rFonts w:cstheme="minorHAnsi"/>
          <w:bCs/>
          <w:iCs/>
          <w:szCs w:val="24"/>
        </w:rPr>
        <w:t>and confirmed</w:t>
      </w:r>
      <w:r w:rsidRPr="00560A23">
        <w:rPr>
          <w:rFonts w:cstheme="minorHAnsi"/>
          <w:bCs/>
          <w:iCs/>
          <w:szCs w:val="24"/>
        </w:rPr>
        <w:t xml:space="preserve"> that BEIS’s direction specifies that “electricity demand” should be calculated as “transmission demand”</w:t>
      </w:r>
      <w:r w:rsidR="00C84801">
        <w:rPr>
          <w:rFonts w:cstheme="minorHAnsi"/>
          <w:bCs/>
          <w:iCs/>
          <w:szCs w:val="24"/>
        </w:rPr>
        <w:t>,</w:t>
      </w:r>
      <w:r w:rsidRPr="00560A23">
        <w:rPr>
          <w:rFonts w:cstheme="minorHAnsi"/>
          <w:bCs/>
          <w:iCs/>
          <w:szCs w:val="24"/>
        </w:rPr>
        <w:t xml:space="preserve"> that being demand on the NETS. </w:t>
      </w:r>
      <w:r w:rsidRPr="00560A23">
        <w:rPr>
          <w:rFonts w:cstheme="minorHAnsi"/>
          <w:szCs w:val="24"/>
        </w:rPr>
        <w:t>The requirement to restore 60% of transmission demand within 24 hours and 100% in five days is an obligation placed on the ESO as is the requirement to ensure that the necessary services and tools required to meet the standard are in place by December 2026. It was confirmed that 60% was the minimum standard required within 24 hours, with the expectation that industry parties would be doing everything possible to return the system to normal as quickly as possible.</w:t>
      </w:r>
    </w:p>
    <w:p w14:paraId="002DBC58" w14:textId="31C6A634" w:rsidR="00166BEA" w:rsidRPr="00560A23" w:rsidRDefault="00166BEA" w:rsidP="00166BEA">
      <w:pPr>
        <w:spacing w:before="100" w:after="100" w:line="300" w:lineRule="atLeast"/>
        <w:jc w:val="both"/>
        <w:textAlignment w:val="baseline"/>
        <w:rPr>
          <w:rFonts w:cstheme="minorHAnsi"/>
          <w:szCs w:val="24"/>
        </w:rPr>
      </w:pPr>
      <w:r w:rsidRPr="00560A23">
        <w:rPr>
          <w:rFonts w:cstheme="minorHAnsi"/>
          <w:szCs w:val="24"/>
        </w:rPr>
        <w:t xml:space="preserve">Following this, several </w:t>
      </w:r>
      <w:r w:rsidR="00C74B27">
        <w:rPr>
          <w:rFonts w:cstheme="minorHAnsi"/>
          <w:szCs w:val="24"/>
        </w:rPr>
        <w:t>Workgroup</w:t>
      </w:r>
      <w:r w:rsidRPr="00560A23">
        <w:rPr>
          <w:rFonts w:cstheme="minorHAnsi"/>
          <w:szCs w:val="24"/>
        </w:rPr>
        <w:t xml:space="preserve"> members highlighted further concerns that the ESRS was based around ‘transmission demand’; that is demand on the NETS; versus ‘</w:t>
      </w:r>
      <w:r w:rsidR="00197365">
        <w:rPr>
          <w:rFonts w:cstheme="minorHAnsi"/>
          <w:szCs w:val="24"/>
        </w:rPr>
        <w:t>total</w:t>
      </w:r>
      <w:r w:rsidR="00197365" w:rsidRPr="00560A23">
        <w:rPr>
          <w:rFonts w:cstheme="minorHAnsi"/>
          <w:szCs w:val="24"/>
        </w:rPr>
        <w:t xml:space="preserve"> </w:t>
      </w:r>
      <w:r w:rsidRPr="00560A23">
        <w:rPr>
          <w:rFonts w:cstheme="minorHAnsi"/>
          <w:szCs w:val="24"/>
        </w:rPr>
        <w:t>demand’; that is demand, over and above that arising from the NETS, from the DNOs and IDNOs</w:t>
      </w:r>
      <w:r>
        <w:rPr>
          <w:rFonts w:cstheme="minorHAnsi"/>
          <w:szCs w:val="24"/>
        </w:rPr>
        <w:t xml:space="preserve">. </w:t>
      </w:r>
      <w:r w:rsidRPr="00560A23">
        <w:rPr>
          <w:rFonts w:cstheme="minorHAnsi"/>
          <w:szCs w:val="24"/>
        </w:rPr>
        <w:t>The BEIS representative confirmed that the ESRS had been agreed based on assurance from the ESO that the proposed level would be sufficient to maintain a stable electricity grid therefore, the ESO are obliged to restore enough demand to stabilise the system</w:t>
      </w:r>
      <w:r w:rsidR="00C84801">
        <w:rPr>
          <w:rFonts w:cstheme="minorHAnsi"/>
          <w:szCs w:val="24"/>
        </w:rPr>
        <w:t>.</w:t>
      </w:r>
      <w:r w:rsidRPr="00560A23">
        <w:rPr>
          <w:rFonts w:cstheme="minorHAnsi"/>
          <w:szCs w:val="24"/>
        </w:rPr>
        <w:t xml:space="preserve"> </w:t>
      </w:r>
    </w:p>
    <w:p w14:paraId="759F295F" w14:textId="18A3ABD3" w:rsidR="00166BEA" w:rsidRDefault="00166BEA" w:rsidP="00166BEA">
      <w:pPr>
        <w:spacing w:before="100" w:after="100" w:line="300" w:lineRule="atLeast"/>
        <w:jc w:val="both"/>
        <w:textAlignment w:val="baseline"/>
        <w:rPr>
          <w:rFonts w:cstheme="minorHAnsi"/>
          <w:szCs w:val="24"/>
        </w:rPr>
      </w:pPr>
      <w:r w:rsidRPr="00560A23">
        <w:rPr>
          <w:rFonts w:cstheme="minorHAnsi"/>
          <w:szCs w:val="24"/>
        </w:rPr>
        <w:t>The ESO representative clarified that the proposed 60% of transmission demand had been developed by simulations undertaken by the ESO and</w:t>
      </w:r>
      <w:r>
        <w:rPr>
          <w:rFonts w:cstheme="minorHAnsi"/>
          <w:szCs w:val="24"/>
        </w:rPr>
        <w:t xml:space="preserve"> provided to BEIS</w:t>
      </w:r>
      <w:r w:rsidRPr="00560A23">
        <w:rPr>
          <w:rFonts w:cstheme="minorHAnsi"/>
          <w:szCs w:val="24"/>
        </w:rPr>
        <w:t xml:space="preserve"> was </w:t>
      </w:r>
      <w:r w:rsidRPr="00F46E53">
        <w:rPr>
          <w:rFonts w:cstheme="minorHAnsi"/>
          <w:szCs w:val="24"/>
        </w:rPr>
        <w:t>simply a proxy for a level of restoration which broadly reflects the nations critical infrastructure and welfare requirements.</w:t>
      </w:r>
      <w:r w:rsidRPr="00560A23">
        <w:rPr>
          <w:rFonts w:cstheme="minorHAnsi"/>
          <w:szCs w:val="24"/>
        </w:rPr>
        <w:t xml:space="preserve"> </w:t>
      </w:r>
      <w:r>
        <w:rPr>
          <w:rFonts w:cstheme="minorHAnsi"/>
          <w:szCs w:val="24"/>
        </w:rPr>
        <w:t xml:space="preserve">Although there was request for the simulations studies to be shared with the </w:t>
      </w:r>
      <w:r w:rsidR="00C74B27">
        <w:rPr>
          <w:rFonts w:cstheme="minorHAnsi"/>
          <w:szCs w:val="24"/>
        </w:rPr>
        <w:t>Workgroup</w:t>
      </w:r>
      <w:r>
        <w:rPr>
          <w:rFonts w:cstheme="minorHAnsi"/>
          <w:szCs w:val="24"/>
        </w:rPr>
        <w:t xml:space="preserve">, the Proposer did not have the permission to share at that point in time. </w:t>
      </w:r>
    </w:p>
    <w:p w14:paraId="7603248F" w14:textId="77777777" w:rsidR="00166BEA" w:rsidRDefault="00166BEA" w:rsidP="00166BEA">
      <w:pPr>
        <w:spacing w:before="100" w:after="100" w:line="300" w:lineRule="atLeast"/>
        <w:jc w:val="both"/>
        <w:textAlignment w:val="baseline"/>
        <w:rPr>
          <w:rFonts w:cstheme="minorHAnsi"/>
          <w:szCs w:val="24"/>
        </w:rPr>
      </w:pPr>
      <w:r w:rsidRPr="00560A23">
        <w:rPr>
          <w:rFonts w:cstheme="minorHAnsi"/>
          <w:szCs w:val="24"/>
        </w:rPr>
        <w:t>The BEIS representative suggested that the ESO and industry need to work together to facilitate the ESRS and ensure any ‘nuances’ are understood.</w:t>
      </w:r>
    </w:p>
    <w:p w14:paraId="719E84B2" w14:textId="77777777" w:rsidR="00166BEA" w:rsidRPr="00C94089" w:rsidRDefault="00166BEA" w:rsidP="00166BEA">
      <w:pPr>
        <w:spacing w:before="100" w:after="100" w:line="300" w:lineRule="atLeast"/>
        <w:jc w:val="both"/>
        <w:textAlignment w:val="baseline"/>
        <w:rPr>
          <w:rFonts w:cstheme="minorHAnsi"/>
          <w:szCs w:val="24"/>
          <w:u w:val="single"/>
        </w:rPr>
      </w:pPr>
      <w:r w:rsidRPr="00C94089">
        <w:rPr>
          <w:rFonts w:cstheme="minorHAnsi"/>
          <w:szCs w:val="24"/>
          <w:u w:val="single"/>
        </w:rPr>
        <w:t>Note:</w:t>
      </w:r>
    </w:p>
    <w:p w14:paraId="69559F84" w14:textId="77777777" w:rsidR="00166BEA" w:rsidRDefault="00166BEA" w:rsidP="00166BEA">
      <w:pPr>
        <w:spacing w:before="100" w:after="100" w:line="300" w:lineRule="atLeast"/>
        <w:jc w:val="both"/>
        <w:textAlignment w:val="baseline"/>
        <w:rPr>
          <w:rFonts w:cstheme="minorHAnsi"/>
          <w:szCs w:val="24"/>
        </w:rPr>
      </w:pPr>
      <w:r>
        <w:rPr>
          <w:rFonts w:cstheme="minorHAnsi"/>
          <w:szCs w:val="24"/>
        </w:rPr>
        <w:t>Within the draft legal text: “</w:t>
      </w:r>
      <w:r w:rsidRPr="007D3BDD">
        <w:rPr>
          <w:rFonts w:cstheme="minorHAnsi"/>
          <w:szCs w:val="24"/>
        </w:rPr>
        <w:t xml:space="preserve">Electricity </w:t>
      </w:r>
      <w:r>
        <w:rPr>
          <w:rFonts w:cstheme="minorHAnsi"/>
          <w:szCs w:val="24"/>
        </w:rPr>
        <w:t>S</w:t>
      </w:r>
      <w:r w:rsidRPr="007D3BDD">
        <w:rPr>
          <w:rFonts w:cstheme="minorHAnsi"/>
          <w:szCs w:val="24"/>
        </w:rPr>
        <w:t xml:space="preserve">ystem Demand in the “Electricity System Restoration Standard” is treated by The Company to be the forecast peak National Demand which would have occurred within the </w:t>
      </w:r>
      <w:proofErr w:type="gramStart"/>
      <w:r w:rsidRPr="007D3BDD">
        <w:rPr>
          <w:rFonts w:cstheme="minorHAnsi"/>
          <w:szCs w:val="24"/>
        </w:rPr>
        <w:t>24 hour</w:t>
      </w:r>
      <w:proofErr w:type="gramEnd"/>
      <w:r w:rsidRPr="007D3BDD">
        <w:rPr>
          <w:rFonts w:cstheme="minorHAnsi"/>
          <w:szCs w:val="24"/>
        </w:rPr>
        <w:t xml:space="preserve"> period following the start of the Total Shutdown or Partial Shutdown had the Total Shutdown or Partial Shutdown not occurred.</w:t>
      </w:r>
      <w:r>
        <w:rPr>
          <w:rFonts w:cstheme="minorHAnsi"/>
          <w:szCs w:val="24"/>
        </w:rPr>
        <w:t>”</w:t>
      </w:r>
    </w:p>
    <w:p w14:paraId="52971553" w14:textId="77777777" w:rsidR="00087CF6" w:rsidRDefault="00087CF6" w:rsidP="00166BEA">
      <w:pPr>
        <w:spacing w:before="100" w:after="100" w:line="300" w:lineRule="atLeast"/>
        <w:jc w:val="both"/>
        <w:textAlignment w:val="baseline"/>
        <w:rPr>
          <w:rFonts w:cstheme="minorHAnsi"/>
          <w:szCs w:val="24"/>
        </w:rPr>
      </w:pPr>
    </w:p>
    <w:p w14:paraId="03DECCD6" w14:textId="77777777" w:rsidR="00855C1D" w:rsidRPr="00CE030E" w:rsidRDefault="00855C1D" w:rsidP="00855C1D">
      <w:pPr>
        <w:spacing w:before="100" w:after="100" w:line="300" w:lineRule="atLeast"/>
        <w:jc w:val="both"/>
        <w:rPr>
          <w:u w:val="single"/>
        </w:rPr>
      </w:pPr>
      <w:r w:rsidRPr="00CE030E">
        <w:rPr>
          <w:u w:val="single"/>
        </w:rPr>
        <w:t xml:space="preserve">The Distributed </w:t>
      </w:r>
      <w:proofErr w:type="spellStart"/>
      <w:r w:rsidRPr="00CE030E">
        <w:rPr>
          <w:u w:val="single"/>
        </w:rPr>
        <w:t>Re</w:t>
      </w:r>
      <w:r>
        <w:rPr>
          <w:u w:val="single"/>
        </w:rPr>
        <w:t>S</w:t>
      </w:r>
      <w:r w:rsidRPr="00CE030E">
        <w:rPr>
          <w:u w:val="single"/>
        </w:rPr>
        <w:t>tart</w:t>
      </w:r>
      <w:proofErr w:type="spellEnd"/>
      <w:r w:rsidRPr="00CE030E">
        <w:rPr>
          <w:u w:val="single"/>
        </w:rPr>
        <w:t xml:space="preserve"> Development </w:t>
      </w:r>
    </w:p>
    <w:p w14:paraId="1564E6FE" w14:textId="77777777" w:rsidR="00855C1D" w:rsidRDefault="00855C1D" w:rsidP="00855C1D">
      <w:pPr>
        <w:spacing w:before="100" w:after="100" w:line="300" w:lineRule="atLeast"/>
        <w:jc w:val="both"/>
        <w:textAlignment w:val="baseline"/>
      </w:pPr>
      <w:r w:rsidRPr="00F750E0">
        <w:t xml:space="preserve">The Distributed Restart Project was a Network Innovation Competition funded initiative that examined if embedded assets (such as generation and batteries connected to distribution networks) can provide restoration services to the ESO in the event of a </w:t>
      </w:r>
      <w:r>
        <w:t>P</w:t>
      </w:r>
      <w:r w:rsidRPr="00F750E0">
        <w:t xml:space="preserve">artial or </w:t>
      </w:r>
      <w:r>
        <w:t>T</w:t>
      </w:r>
      <w:r w:rsidRPr="00F750E0">
        <w:t xml:space="preserve">otal </w:t>
      </w:r>
      <w:r>
        <w:t>S</w:t>
      </w:r>
      <w:r w:rsidRPr="00F750E0">
        <w:t>hutdown.</w:t>
      </w:r>
      <w:r>
        <w:t xml:space="preserve"> </w:t>
      </w:r>
    </w:p>
    <w:p w14:paraId="5AFE490E" w14:textId="53D2513C" w:rsidR="00855C1D" w:rsidRDefault="00855C1D" w:rsidP="00855C1D">
      <w:pPr>
        <w:spacing w:before="100" w:after="100" w:line="300" w:lineRule="atLeast"/>
        <w:jc w:val="both"/>
        <w:textAlignment w:val="baseline"/>
      </w:pPr>
      <w:r>
        <w:t xml:space="preserve">Originally the Distributed </w:t>
      </w:r>
      <w:proofErr w:type="spellStart"/>
      <w:r>
        <w:t>ReStart</w:t>
      </w:r>
      <w:proofErr w:type="spellEnd"/>
      <w:r>
        <w:t xml:space="preserve"> Project was</w:t>
      </w:r>
      <w:r w:rsidRPr="00594680">
        <w:t xml:space="preserve"> </w:t>
      </w:r>
      <w:r>
        <w:t xml:space="preserve">intended to be incorporated into the GC0148 modification. However, as GC0156 addresses the wider issues of system restoration it was deemed to be more appropriate for GC0156 to pick up the restoration work via Distributed </w:t>
      </w:r>
      <w:proofErr w:type="spellStart"/>
      <w:r>
        <w:t>ReStart</w:t>
      </w:r>
      <w:proofErr w:type="spellEnd"/>
      <w:r>
        <w:t xml:space="preserve">. </w:t>
      </w:r>
      <w:r w:rsidR="00B632FC">
        <w:t xml:space="preserve">Following the GC0148 </w:t>
      </w:r>
      <w:r w:rsidR="00C74B27">
        <w:t>Workgroup</w:t>
      </w:r>
      <w:r w:rsidR="00B632FC">
        <w:t xml:space="preserve"> Consultation, the Distributed </w:t>
      </w:r>
      <w:proofErr w:type="spellStart"/>
      <w:r w:rsidR="00B632FC">
        <w:t>ReStart</w:t>
      </w:r>
      <w:proofErr w:type="spellEnd"/>
      <w:r w:rsidR="00B632FC">
        <w:t xml:space="preserve"> provisions were removed from GC0148 and transferred to GC0156.</w:t>
      </w:r>
    </w:p>
    <w:p w14:paraId="6845936C" w14:textId="77777777" w:rsidR="00855C1D" w:rsidRDefault="00855C1D" w:rsidP="00855C1D">
      <w:pPr>
        <w:spacing w:before="100" w:after="100" w:line="300" w:lineRule="atLeast"/>
        <w:jc w:val="both"/>
        <w:textAlignment w:val="baseline"/>
      </w:pPr>
      <w:r>
        <w:t xml:space="preserve">The GC0148 discussions on the incorporation of Distributed </w:t>
      </w:r>
      <w:proofErr w:type="spellStart"/>
      <w:r>
        <w:t>ReStart</w:t>
      </w:r>
      <w:proofErr w:type="spellEnd"/>
      <w:r>
        <w:t xml:space="preserve"> into system restoration were quite advanced and discussions from GC0148 which are now directly relevant to GC0156 is included in </w:t>
      </w:r>
      <w:r w:rsidRPr="004428B3">
        <w:t xml:space="preserve">Annex </w:t>
      </w:r>
      <w:r>
        <w:t>5.</w:t>
      </w:r>
    </w:p>
    <w:p w14:paraId="5035814E" w14:textId="77777777" w:rsidR="00855C1D" w:rsidRDefault="00855C1D" w:rsidP="00855C1D">
      <w:pPr>
        <w:spacing w:before="100" w:after="100" w:line="300" w:lineRule="atLeast"/>
        <w:jc w:val="both"/>
      </w:pPr>
      <w:bookmarkStart w:id="23" w:name="_Hlk117527962"/>
    </w:p>
    <w:p w14:paraId="2FAE7CD5" w14:textId="77777777" w:rsidR="00855C1D" w:rsidRPr="00CE030E" w:rsidRDefault="00855C1D" w:rsidP="00855C1D">
      <w:pPr>
        <w:spacing w:before="100" w:after="100" w:line="300" w:lineRule="atLeast"/>
        <w:jc w:val="both"/>
        <w:rPr>
          <w:b/>
          <w:bCs/>
          <w:u w:val="single"/>
        </w:rPr>
      </w:pPr>
      <w:r>
        <w:rPr>
          <w:u w:val="single"/>
        </w:rPr>
        <w:t>Analysis</w:t>
      </w:r>
      <w:r w:rsidRPr="00CE030E">
        <w:rPr>
          <w:u w:val="single"/>
        </w:rPr>
        <w:t xml:space="preserve"> of effects of </w:t>
      </w:r>
      <w:r>
        <w:rPr>
          <w:u w:val="single"/>
        </w:rPr>
        <w:t>GC0156</w:t>
      </w:r>
      <w:r w:rsidRPr="00CE030E">
        <w:rPr>
          <w:u w:val="single"/>
        </w:rPr>
        <w:t xml:space="preserve"> on Parties</w:t>
      </w:r>
      <w:r w:rsidRPr="00CE030E">
        <w:rPr>
          <w:b/>
          <w:bCs/>
          <w:u w:val="single"/>
        </w:rPr>
        <w:t xml:space="preserve"> </w:t>
      </w:r>
    </w:p>
    <w:p w14:paraId="53F7B5A5" w14:textId="34435A85" w:rsidR="00855C1D" w:rsidRPr="00CE030E" w:rsidRDefault="00855C1D" w:rsidP="00855C1D">
      <w:pPr>
        <w:spacing w:before="100" w:after="100" w:line="300" w:lineRule="atLeast"/>
        <w:jc w:val="both"/>
      </w:pPr>
      <w:r>
        <w:t>To provide clarity, s</w:t>
      </w:r>
      <w:r w:rsidRPr="00CE030E">
        <w:t xml:space="preserve">ome </w:t>
      </w:r>
      <w:r w:rsidR="00C74B27">
        <w:t>Workgroup</w:t>
      </w:r>
      <w:r w:rsidRPr="00CE030E">
        <w:t xml:space="preserve"> members requested documenting their analysis of the effects of </w:t>
      </w:r>
      <w:r>
        <w:t xml:space="preserve">some of the proposed </w:t>
      </w:r>
      <w:r w:rsidRPr="00CE030E">
        <w:t>GC0156</w:t>
      </w:r>
      <w:r>
        <w:t xml:space="preserve"> solution</w:t>
      </w:r>
      <w:r w:rsidRPr="00CE030E">
        <w:t xml:space="preserve"> on all parties</w:t>
      </w:r>
      <w:r>
        <w:t>, these are</w:t>
      </w:r>
      <w:r w:rsidRPr="00CE030E">
        <w:t xml:space="preserve"> detailed </w:t>
      </w:r>
      <w:r>
        <w:t>in the below sections:</w:t>
      </w:r>
    </w:p>
    <w:p w14:paraId="6100529B" w14:textId="77777777" w:rsidR="00855C1D" w:rsidRPr="004D5778" w:rsidRDefault="00855C1D" w:rsidP="00855C1D">
      <w:pPr>
        <w:pStyle w:val="ListParagraph"/>
        <w:numPr>
          <w:ilvl w:val="0"/>
          <w:numId w:val="32"/>
        </w:numPr>
        <w:spacing w:before="100" w:after="100"/>
        <w:jc w:val="both"/>
        <w:rPr>
          <w:b/>
        </w:rPr>
      </w:pPr>
      <w:r w:rsidRPr="004D5778">
        <w:rPr>
          <w:b/>
          <w:bCs/>
        </w:rPr>
        <w:t xml:space="preserve">All </w:t>
      </w:r>
      <w:r w:rsidRPr="004D5778">
        <w:rPr>
          <w:b/>
        </w:rPr>
        <w:t>Generators</w:t>
      </w:r>
      <w:r w:rsidRPr="004D5778">
        <w:rPr>
          <w:b/>
          <w:bCs/>
        </w:rPr>
        <w:t xml:space="preserve"> required to provide</w:t>
      </w:r>
      <w:r w:rsidRPr="004D5778">
        <w:rPr>
          <w:b/>
        </w:rPr>
        <w:t xml:space="preserve"> Mandatory Services</w:t>
      </w:r>
    </w:p>
    <w:p w14:paraId="646DF214" w14:textId="77777777" w:rsidR="00855C1D" w:rsidRDefault="00855C1D" w:rsidP="00855C1D">
      <w:pPr>
        <w:spacing w:before="100" w:after="100" w:line="300" w:lineRule="atLeast"/>
        <w:ind w:left="360"/>
        <w:jc w:val="both"/>
      </w:pPr>
      <w:r>
        <w:t xml:space="preserve">Regarding all new and existing generators, storage and interconnectors who are transmission connected or large embedded, it is proposed that connected assets </w:t>
      </w:r>
      <w:proofErr w:type="gramStart"/>
      <w:r>
        <w:t>shall:-</w:t>
      </w:r>
      <w:proofErr w:type="gramEnd"/>
    </w:p>
    <w:p w14:paraId="68ECC713" w14:textId="77777777" w:rsidR="00855C1D" w:rsidRDefault="00855C1D" w:rsidP="00855C1D">
      <w:pPr>
        <w:pStyle w:val="ListParagraph"/>
        <w:numPr>
          <w:ilvl w:val="0"/>
          <w:numId w:val="30"/>
        </w:numPr>
        <w:spacing w:before="100" w:after="100"/>
        <w:jc w:val="both"/>
      </w:pPr>
      <w:r>
        <w:t xml:space="preserve">Ensure that all communications equipment within their site connected to the ESO’s communications system (i.e., control telephony) shall continue to operate within the site for a minimum of 72 hours after the failure of all external electricity supplies to the site. </w:t>
      </w:r>
    </w:p>
    <w:p w14:paraId="6E462158" w14:textId="77777777" w:rsidR="00260303" w:rsidRDefault="00855C1D" w:rsidP="00855C1D">
      <w:pPr>
        <w:pStyle w:val="ListParagraph"/>
        <w:numPr>
          <w:ilvl w:val="0"/>
          <w:numId w:val="30"/>
        </w:numPr>
        <w:spacing w:before="100" w:after="100"/>
      </w:pPr>
      <w:r>
        <w:t xml:space="preserve">Ensure that on the failure of all external electricity supplies to the site all equipment on the site shall shutdown safely and be maintained in a condition such that when external electricity supplies are reconnected, if a start instruction is received from the ESO, the asset shall synchronise and load up typically as per its cold start dynamic parameters. </w:t>
      </w:r>
      <w:r>
        <w:br/>
        <w:t>To clarify, the generating site or storage site or interconnector site needs to either have or be capable of mobilising all required personnel and resources to site within the required timescales whilst all external electricity supplies are dead. This capability to start must be maintained for a period of at least 72 hours from the failure of the external electricity supplies.</w:t>
      </w:r>
      <w:r w:rsidRPr="005D4C8D">
        <w:t xml:space="preserve"> </w:t>
      </w:r>
      <w:r>
        <w:t>Also, the cold start dynamic parameters are those which have been submitted in the week 24 schedule 2 data for a shutdown period of greater than 48 hours (note these parameters shall apply even if the shutdown period is less than 48 hours if the site was de-energised from all external electricity supplies and the times shall apply from the time supplies of electricity were restored to the site).</w:t>
      </w:r>
    </w:p>
    <w:p w14:paraId="5E9E0DA0" w14:textId="160BE5D6" w:rsidR="00855C1D" w:rsidRDefault="00260303" w:rsidP="00C74B27">
      <w:pPr>
        <w:pStyle w:val="ListParagraph"/>
        <w:spacing w:before="100" w:after="100"/>
      </w:pPr>
      <w:r w:rsidRPr="00C74B27">
        <w:rPr>
          <w:b/>
          <w:bCs/>
        </w:rPr>
        <w:t>Note</w:t>
      </w:r>
      <w:r>
        <w:t xml:space="preserve">: </w:t>
      </w:r>
      <w:r w:rsidR="00C74B27">
        <w:t xml:space="preserve">An alternative proposal (WAGCM1) </w:t>
      </w:r>
      <w:r w:rsidR="00864AD1">
        <w:t xml:space="preserve">raised post consultation </w:t>
      </w:r>
      <w:r w:rsidR="00C74B27">
        <w:t>addresses this issue.</w:t>
      </w:r>
      <w:r w:rsidR="00855C1D">
        <w:t xml:space="preserve">    </w:t>
      </w:r>
    </w:p>
    <w:p w14:paraId="707D9847" w14:textId="77777777" w:rsidR="00855C1D" w:rsidRDefault="00855C1D" w:rsidP="00855C1D">
      <w:pPr>
        <w:pStyle w:val="ListParagraph"/>
        <w:numPr>
          <w:ilvl w:val="0"/>
          <w:numId w:val="30"/>
        </w:numPr>
        <w:spacing w:before="100" w:after="100"/>
        <w:jc w:val="both"/>
      </w:pPr>
      <w:r>
        <w:t xml:space="preserve">Ensure that their control systems have governors or equivalent which </w:t>
      </w:r>
      <w:proofErr w:type="gramStart"/>
      <w:r>
        <w:t>are capable of operating</w:t>
      </w:r>
      <w:proofErr w:type="gramEnd"/>
      <w:r>
        <w:t xml:space="preserve"> in an island mode.  The mode of governor control should be selectable so that either speed control or load control or an alternative can be used to ensure stable conditions during island mode operation. This does not only mean the equipment </w:t>
      </w:r>
      <w:proofErr w:type="gramStart"/>
      <w:r>
        <w:t>is capable of working</w:t>
      </w:r>
      <w:proofErr w:type="gramEnd"/>
      <w:r>
        <w:t xml:space="preserve"> in this mode also these operating modes are interfaced into the main control point controls and staff are familiar with these requirements.  </w:t>
      </w:r>
    </w:p>
    <w:p w14:paraId="1D47BDE0" w14:textId="0DC4AA3B" w:rsidR="00855C1D" w:rsidRDefault="00855C1D" w:rsidP="00855C1D">
      <w:pPr>
        <w:spacing w:before="100" w:after="100" w:line="300" w:lineRule="atLeast"/>
        <w:ind w:left="360"/>
        <w:jc w:val="both"/>
      </w:pPr>
      <w:r>
        <w:t xml:space="preserve">A </w:t>
      </w:r>
      <w:r w:rsidR="00C74B27">
        <w:t>Workgroup</w:t>
      </w:r>
      <w:r>
        <w:t xml:space="preserve"> member stated that the new proposed technical obligations relating to 72 hours resilience for existing assets (plus the communications on site) were materially different from a ‘cold-start’ where external electricity supplies are maintained to the site.</w:t>
      </w:r>
    </w:p>
    <w:p w14:paraId="644C0B5F" w14:textId="7E9AB396" w:rsidR="00855C1D" w:rsidRDefault="00855C1D" w:rsidP="00855C1D">
      <w:pPr>
        <w:spacing w:before="100" w:after="100" w:line="300" w:lineRule="atLeast"/>
        <w:ind w:left="360"/>
        <w:jc w:val="both"/>
      </w:pPr>
      <w:r>
        <w:t xml:space="preserve">The associated issues were explored in a paper, which was shared with the </w:t>
      </w:r>
      <w:r w:rsidR="00C74B27">
        <w:t>Workgroup</w:t>
      </w:r>
      <w:r>
        <w:t xml:space="preserve">, that examined the situation where external electricity supplies are maintained (‘scenario 1’) and where they are </w:t>
      </w:r>
      <w:r w:rsidRPr="004B54F3">
        <w:rPr>
          <w:u w:val="single"/>
        </w:rPr>
        <w:t>not</w:t>
      </w:r>
      <w:r w:rsidRPr="004D5778">
        <w:t xml:space="preserve"> </w:t>
      </w:r>
      <w:r>
        <w:t xml:space="preserve">maintained (‘scenario 2’).  The full details of these scenarios can be found on pages 29 – 34 of the Future Networks subgroup report in Annex 4.  </w:t>
      </w:r>
    </w:p>
    <w:p w14:paraId="545D22E9" w14:textId="77777777" w:rsidR="00855C1D" w:rsidRDefault="00855C1D" w:rsidP="00855C1D">
      <w:pPr>
        <w:spacing w:before="100" w:after="100" w:line="300" w:lineRule="atLeast"/>
        <w:ind w:left="360"/>
        <w:jc w:val="both"/>
      </w:pPr>
    </w:p>
    <w:p w14:paraId="141137F6" w14:textId="77777777" w:rsidR="00855C1D" w:rsidRPr="0035433F" w:rsidRDefault="00855C1D" w:rsidP="00855C1D">
      <w:pPr>
        <w:pStyle w:val="ListParagraph"/>
        <w:numPr>
          <w:ilvl w:val="0"/>
          <w:numId w:val="32"/>
        </w:numPr>
        <w:spacing w:before="100" w:after="100"/>
        <w:jc w:val="both"/>
        <w:rPr>
          <w:b/>
          <w:bCs/>
        </w:rPr>
      </w:pPr>
      <w:r w:rsidRPr="0035433F">
        <w:rPr>
          <w:b/>
          <w:bCs/>
        </w:rPr>
        <w:t xml:space="preserve">Anchor Plant </w:t>
      </w:r>
    </w:p>
    <w:p w14:paraId="739CA0BF" w14:textId="6748A3D4" w:rsidR="00855C1D" w:rsidRDefault="00855C1D" w:rsidP="00855C1D">
      <w:pPr>
        <w:spacing w:before="100" w:after="100" w:line="300" w:lineRule="atLeast"/>
        <w:ind w:left="357"/>
        <w:jc w:val="both"/>
      </w:pPr>
      <w:r>
        <w:t xml:space="preserve">Currently, Plant used to energise parts of the total system have generally been referred to as Black Start Plant; it is proposed to change the term Black Start Plant to Anchor Plant. The Anchor Plant together with </w:t>
      </w:r>
      <w:r w:rsidR="00C74B27">
        <w:t>Top Up</w:t>
      </w:r>
      <w:r>
        <w:t xml:space="preserve"> Restoration </w:t>
      </w:r>
      <w:r w:rsidR="00451FD8">
        <w:t>Service Providers</w:t>
      </w:r>
      <w:r>
        <w:t xml:space="preserve"> can be used to supply increasing volumes of demand by using the common term Anchor Plant ensures consistency for both LJRPs and DRZPs. This will ensure parity between providers </w:t>
      </w:r>
      <w:proofErr w:type="gramStart"/>
      <w:r>
        <w:t>and also</w:t>
      </w:r>
      <w:proofErr w:type="gramEnd"/>
      <w:r>
        <w:t xml:space="preserve"> acknowledge the difference in transmission arrangements between England and Wales, Scotland and Offshore. In addition, there is a requirement for Anchor Plant to have the capability to switch specific protection and control modes into service </w:t>
      </w:r>
      <w:proofErr w:type="gramStart"/>
      <w:r>
        <w:t>in order to</w:t>
      </w:r>
      <w:proofErr w:type="gramEnd"/>
      <w:r>
        <w:t xml:space="preserve"> participate in the wider restoration process. </w:t>
      </w:r>
    </w:p>
    <w:p w14:paraId="5ACFAB0F" w14:textId="77777777" w:rsidR="00855C1D" w:rsidRDefault="00855C1D" w:rsidP="00855C1D">
      <w:pPr>
        <w:spacing w:before="100" w:after="100" w:line="300" w:lineRule="atLeast"/>
        <w:ind w:left="360"/>
        <w:jc w:val="both"/>
      </w:pPr>
    </w:p>
    <w:p w14:paraId="6BE23909" w14:textId="2A1EDD03" w:rsidR="00855C1D" w:rsidRPr="0035433F" w:rsidRDefault="00855C1D" w:rsidP="00855C1D">
      <w:pPr>
        <w:pStyle w:val="ListParagraph"/>
        <w:numPr>
          <w:ilvl w:val="0"/>
          <w:numId w:val="32"/>
        </w:numPr>
        <w:spacing w:before="100" w:after="100"/>
        <w:jc w:val="both"/>
        <w:rPr>
          <w:b/>
          <w:bCs/>
        </w:rPr>
      </w:pPr>
      <w:r w:rsidRPr="0035433F">
        <w:rPr>
          <w:b/>
          <w:bCs/>
        </w:rPr>
        <w:t xml:space="preserve">Top-up </w:t>
      </w:r>
      <w:r w:rsidR="00C74B27">
        <w:rPr>
          <w:b/>
          <w:bCs/>
        </w:rPr>
        <w:t xml:space="preserve">Restoration </w:t>
      </w:r>
      <w:r w:rsidR="00451FD8">
        <w:rPr>
          <w:b/>
          <w:bCs/>
        </w:rPr>
        <w:t>Providers</w:t>
      </w:r>
    </w:p>
    <w:p w14:paraId="60B2FF42" w14:textId="77777777" w:rsidR="00855C1D" w:rsidRDefault="00855C1D" w:rsidP="00855C1D">
      <w:pPr>
        <w:spacing w:before="100" w:after="100" w:line="300" w:lineRule="atLeast"/>
        <w:ind w:left="357"/>
        <w:jc w:val="both"/>
      </w:pPr>
      <w:r>
        <w:t>This is a new category of asset which is proposed to be introduced by this modification and will only apply to assets who enter into a</w:t>
      </w:r>
      <w:r w:rsidRPr="008D79F7">
        <w:t xml:space="preserve"> </w:t>
      </w:r>
      <w:r>
        <w:t>commercial agreement with the ESO to provide this service. These assets shall provide this service to either the transmission system or the distribution system. These assets are not required to be capable of energising a dead section of network, however they are required to be capable of starting quickly</w:t>
      </w:r>
      <w:r w:rsidRPr="0099018E">
        <w:t>,</w:t>
      </w:r>
      <w:r w:rsidRPr="0099018E">
        <w:rPr>
          <w:rFonts w:ascii="Arial" w:eastAsia="Times New Roman" w:hAnsi="Arial" w:cs="Times New Roman"/>
          <w:szCs w:val="24"/>
          <w:lang w:eastAsia="en-GB"/>
        </w:rPr>
        <w:t xml:space="preserve"> or to connect demand,</w:t>
      </w:r>
      <w:r>
        <w:t xml:space="preserve"> when external electricity supplies are restored to the site and then provide their contracted capability to assist in restoring demand as part of the LJRP or DRZP. The exact requirements of these will be detailed in the service provider contract.</w:t>
      </w:r>
    </w:p>
    <w:p w14:paraId="4DF783E2" w14:textId="77777777" w:rsidR="00855C1D" w:rsidRDefault="00855C1D" w:rsidP="00855C1D">
      <w:pPr>
        <w:spacing w:before="100" w:after="100" w:line="300" w:lineRule="atLeast"/>
        <w:jc w:val="both"/>
      </w:pPr>
    </w:p>
    <w:p w14:paraId="2B8B4713" w14:textId="77777777" w:rsidR="00855C1D" w:rsidRPr="0035433F" w:rsidRDefault="00855C1D" w:rsidP="00855C1D">
      <w:pPr>
        <w:pStyle w:val="ListParagraph"/>
        <w:numPr>
          <w:ilvl w:val="0"/>
          <w:numId w:val="32"/>
        </w:numPr>
        <w:spacing w:before="100" w:after="100"/>
        <w:jc w:val="both"/>
        <w:rPr>
          <w:b/>
          <w:bCs/>
        </w:rPr>
      </w:pPr>
      <w:r w:rsidRPr="0035433F">
        <w:rPr>
          <w:b/>
          <w:bCs/>
        </w:rPr>
        <w:t>Distribution Network Operators</w:t>
      </w:r>
    </w:p>
    <w:p w14:paraId="193272CE" w14:textId="77777777" w:rsidR="00855C1D" w:rsidRPr="006443C9" w:rsidRDefault="00855C1D" w:rsidP="00855C1D">
      <w:pPr>
        <w:pStyle w:val="ListParagraph"/>
        <w:numPr>
          <w:ilvl w:val="0"/>
          <w:numId w:val="33"/>
        </w:numPr>
        <w:spacing w:before="100" w:after="100"/>
        <w:jc w:val="both"/>
      </w:pPr>
      <w:r w:rsidRPr="006443C9">
        <w:t>DNOs without Distribution Restoration Zone Plans</w:t>
      </w:r>
    </w:p>
    <w:p w14:paraId="3F6B0694" w14:textId="77777777" w:rsidR="00855C1D" w:rsidRDefault="00855C1D" w:rsidP="00855C1D">
      <w:pPr>
        <w:ind w:left="360"/>
      </w:pPr>
      <w:r>
        <w:t xml:space="preserve">This section applies to all new and existing </w:t>
      </w:r>
      <w:proofErr w:type="gramStart"/>
      <w:r>
        <w:t>DNOs</w:t>
      </w:r>
      <w:proofErr w:type="gramEnd"/>
      <w:r>
        <w:t xml:space="preserve"> and it is proposed that all DNOs shall e</w:t>
      </w:r>
      <w:r w:rsidRPr="006443C9">
        <w:t xml:space="preserve">nsure that on the failure of all external electricity supplies to </w:t>
      </w:r>
      <w:r>
        <w:t xml:space="preserve">relevant </w:t>
      </w:r>
      <w:r w:rsidRPr="006443C9">
        <w:t xml:space="preserve">substation sites, all equipment on the site shall </w:t>
      </w:r>
      <w:r>
        <w:t>be power resilient for 72 hours in accordance with the requirement of Engineering Recommendations G91.</w:t>
      </w:r>
      <w:r w:rsidRPr="006443C9">
        <w:t xml:space="preserve"> Whilst there are no external electricity supplies the ability to operate and reconfigure the substation shall be maintained so that the substation can be reconfigured to permit re-energisation. </w:t>
      </w:r>
      <w:r>
        <w:br/>
      </w:r>
    </w:p>
    <w:p w14:paraId="07E82905" w14:textId="77777777" w:rsidR="00855C1D" w:rsidRPr="006443C9" w:rsidRDefault="00855C1D" w:rsidP="00855C1D">
      <w:pPr>
        <w:pStyle w:val="ListParagraph"/>
        <w:numPr>
          <w:ilvl w:val="0"/>
          <w:numId w:val="33"/>
        </w:numPr>
        <w:spacing w:before="100" w:after="100"/>
        <w:jc w:val="both"/>
      </w:pPr>
      <w:r w:rsidRPr="006443C9">
        <w:t>DNOs with Distribution Restoration Zone Plans</w:t>
      </w:r>
    </w:p>
    <w:p w14:paraId="707A62B4" w14:textId="684B9978" w:rsidR="00855C1D" w:rsidRDefault="00855C1D" w:rsidP="00855C1D">
      <w:pPr>
        <w:spacing w:before="100" w:after="100" w:line="300" w:lineRule="atLeast"/>
        <w:ind w:left="360"/>
        <w:jc w:val="both"/>
      </w:pPr>
      <w:r>
        <w:t xml:space="preserve">If a DNO agrees to implement a DRZ then it will </w:t>
      </w:r>
      <w:proofErr w:type="gramStart"/>
      <w:r>
        <w:t>enter into</w:t>
      </w:r>
      <w:proofErr w:type="gramEnd"/>
      <w:r>
        <w:t xml:space="preserve"> a tripartite contract with the Restoration </w:t>
      </w:r>
      <w:r w:rsidR="00451FD8">
        <w:t>Service Providers</w:t>
      </w:r>
      <w:r>
        <w:t xml:space="preserve"> and the ESO. It may install a DRZ controller and other equipment to operate the DRZ should it wish to do so. The DNO shall also be required to be able to select different protection settings, and possibly modified earthing, to enable the DRZ to operate safely.</w:t>
      </w:r>
    </w:p>
    <w:p w14:paraId="222994F2" w14:textId="77777777" w:rsidR="00855C1D" w:rsidRPr="003C67AF" w:rsidRDefault="00855C1D" w:rsidP="00855C1D">
      <w:pPr>
        <w:spacing w:before="100" w:after="100" w:line="300" w:lineRule="atLeast"/>
        <w:ind w:left="360"/>
        <w:jc w:val="both"/>
      </w:pPr>
      <w:r>
        <w:t xml:space="preserve"> </w:t>
      </w:r>
    </w:p>
    <w:p w14:paraId="3043BDA4" w14:textId="77777777" w:rsidR="00855C1D" w:rsidRPr="003034BE" w:rsidRDefault="00855C1D" w:rsidP="00855C1D">
      <w:pPr>
        <w:pStyle w:val="ListParagraph"/>
        <w:numPr>
          <w:ilvl w:val="0"/>
          <w:numId w:val="32"/>
        </w:numPr>
        <w:spacing w:before="100" w:after="100"/>
        <w:jc w:val="both"/>
        <w:rPr>
          <w:b/>
          <w:bCs/>
        </w:rPr>
      </w:pPr>
      <w:r w:rsidRPr="003034BE">
        <w:rPr>
          <w:b/>
          <w:bCs/>
        </w:rPr>
        <w:t>BM Participants</w:t>
      </w:r>
    </w:p>
    <w:p w14:paraId="31CEF91F" w14:textId="77777777" w:rsidR="00855C1D" w:rsidRDefault="00855C1D" w:rsidP="00855C1D">
      <w:pPr>
        <w:spacing w:before="100" w:after="100" w:line="300" w:lineRule="atLeast"/>
        <w:ind w:left="284"/>
        <w:jc w:val="both"/>
      </w:pPr>
      <w:r>
        <w:t xml:space="preserve">Currently BM Participants who are not directly connected to the transmission system or large embedded power stations are only required to comply with Connection Condition (&amp; European Connection Condition) sections in either CC.6.5 or ECC.6.5 and submit data as per the Balancing Codes. This is so they can operate and be instructed in the wholesale market. With this modification, there are other significant changes, and no matter the size or connection point of a BM Participant they will be required to:  </w:t>
      </w:r>
    </w:p>
    <w:p w14:paraId="6C37EB1B" w14:textId="77777777" w:rsidR="00855C1D" w:rsidRDefault="00855C1D" w:rsidP="00855C1D">
      <w:pPr>
        <w:pStyle w:val="ListParagraph"/>
        <w:numPr>
          <w:ilvl w:val="0"/>
          <w:numId w:val="31"/>
        </w:numPr>
        <w:spacing w:before="100" w:after="100"/>
        <w:jc w:val="both"/>
      </w:pPr>
      <w:r>
        <w:t xml:space="preserve">Ensure that all communications equipment connected to the ESO communication’s system including internal communication shall continue to operate for a minimum of 72 hours after the failure of all external electricity supplies to the site. </w:t>
      </w:r>
    </w:p>
    <w:p w14:paraId="38436AA3" w14:textId="77777777" w:rsidR="00855C1D" w:rsidRDefault="00855C1D" w:rsidP="00855C1D">
      <w:pPr>
        <w:pStyle w:val="ListParagraph"/>
        <w:numPr>
          <w:ilvl w:val="0"/>
          <w:numId w:val="31"/>
        </w:numPr>
        <w:spacing w:before="100" w:after="100"/>
        <w:jc w:val="both"/>
      </w:pPr>
      <w:r>
        <w:t xml:space="preserve">Ensure that on the failure of all external electricity supplies to the site all equipment on the site shall shutdown safely and be maintained in a condition such that when external electricity supplies are reconnected, if a start instruction is received from the ESO, their Plant shall be able to synchronise and load up as would be expected from a cold start unit. This means that the site needs to either have or be capable of mobilising all required personnel and resources to site within the required timescales whilst all external Electricity Supply Industry (ESI) electricity supplies are dead. This capability to start must be maintained for a period of at least 72 hours from the failure of the external electricity supplies. The cold start dynamic parameters are those which have been submitted in the week 24 schedule 2 data for a shutdown period of greater than 48 hours (note these parameters shall apply even if the shutdown period is less than 48 hours if the site was de-energised from all external electricity supplies and the times shall apply from the time electricity supplies were restored to the site).  </w:t>
      </w:r>
      <w:bookmarkEnd w:id="23"/>
    </w:p>
    <w:p w14:paraId="6AF6B35F" w14:textId="77777777" w:rsidR="003C5334" w:rsidRDefault="003C5334" w:rsidP="003C5334">
      <w:pPr>
        <w:pStyle w:val="ListParagraph"/>
        <w:spacing w:before="100" w:after="100"/>
        <w:jc w:val="both"/>
      </w:pPr>
    </w:p>
    <w:p w14:paraId="172FBAB1" w14:textId="77777777" w:rsidR="00336A7C" w:rsidRPr="00EB04BD" w:rsidRDefault="00336A7C" w:rsidP="00336A7C">
      <w:pPr>
        <w:spacing w:before="100" w:after="100" w:line="300" w:lineRule="atLeast"/>
        <w:jc w:val="both"/>
        <w:textAlignment w:val="baseline"/>
        <w:rPr>
          <w:u w:val="single"/>
        </w:rPr>
      </w:pPr>
      <w:r>
        <w:rPr>
          <w:u w:val="single"/>
        </w:rPr>
        <w:t>Feedback on the Potential I</w:t>
      </w:r>
      <w:r w:rsidRPr="00EB04BD">
        <w:rPr>
          <w:u w:val="single"/>
        </w:rPr>
        <w:t>mplications of ESRS on Aggregators</w:t>
      </w:r>
    </w:p>
    <w:p w14:paraId="1D19DEBC" w14:textId="2633CC8A" w:rsidR="00336A7C" w:rsidRPr="00004E08" w:rsidRDefault="00336A7C" w:rsidP="00336A7C">
      <w:pPr>
        <w:spacing w:before="100" w:after="100" w:line="300" w:lineRule="atLeast"/>
        <w:jc w:val="both"/>
      </w:pPr>
      <w:r w:rsidRPr="00004E08">
        <w:t xml:space="preserve">An </w:t>
      </w:r>
      <w:r>
        <w:t>A</w:t>
      </w:r>
      <w:r w:rsidRPr="00004E08">
        <w:t xml:space="preserve">ggregator representative </w:t>
      </w:r>
      <w:r>
        <w:t xml:space="preserve">from </w:t>
      </w:r>
      <w:proofErr w:type="spellStart"/>
      <w:r>
        <w:t>Flexitricity</w:t>
      </w:r>
      <w:proofErr w:type="spellEnd"/>
      <w:r>
        <w:t xml:space="preserve"> </w:t>
      </w:r>
      <w:r w:rsidRPr="00004E08">
        <w:t xml:space="preserve">was invited to </w:t>
      </w:r>
      <w:r w:rsidR="00FD6FDA">
        <w:t>a</w:t>
      </w:r>
      <w:r w:rsidRPr="00004E08">
        <w:t xml:space="preserve"> </w:t>
      </w:r>
      <w:r w:rsidR="00C74B27">
        <w:t>Workgroup meeting</w:t>
      </w:r>
      <w:r w:rsidR="00E10EAD">
        <w:t xml:space="preserve"> (pre-consultation)</w:t>
      </w:r>
      <w:r w:rsidRPr="00004E08">
        <w:t xml:space="preserve"> to provide their views on the potential implications that GC0156 could have on Aggregators. Following their review of the ECC draft legal text </w:t>
      </w:r>
      <w:r>
        <w:t xml:space="preserve">of </w:t>
      </w:r>
      <w:r w:rsidRPr="00004E08">
        <w:t xml:space="preserve">Critical Tools and Facilities requirements, they provided the following feedback to the ESO representative </w:t>
      </w:r>
      <w:proofErr w:type="gramStart"/>
      <w:r w:rsidRPr="00004E08">
        <w:t>and also</w:t>
      </w:r>
      <w:proofErr w:type="gramEnd"/>
      <w:r w:rsidRPr="00004E08">
        <w:t xml:space="preserve"> discussed with GC0156 </w:t>
      </w:r>
      <w:r w:rsidR="00C74B27">
        <w:t>Workgroup</w:t>
      </w:r>
      <w:r w:rsidRPr="00004E08">
        <w:t xml:space="preserve"> members: </w:t>
      </w:r>
    </w:p>
    <w:p w14:paraId="0482A240" w14:textId="77777777" w:rsidR="00336A7C" w:rsidRPr="00004E08" w:rsidRDefault="00336A7C" w:rsidP="00336A7C">
      <w:pPr>
        <w:spacing w:before="100" w:after="100" w:line="300" w:lineRule="atLeast"/>
        <w:jc w:val="both"/>
      </w:pPr>
      <w:r w:rsidRPr="00004E08">
        <w:t>-The addition of “BM Participant” is a powerful disincentive to enter the BM.  This preserves the BM as the domain of large generators only, because the proportional costs of complying with this aspect of the code will be much higher for smaller units.</w:t>
      </w:r>
    </w:p>
    <w:p w14:paraId="22971D76" w14:textId="77777777" w:rsidR="00336A7C" w:rsidRPr="00004E08" w:rsidRDefault="00336A7C" w:rsidP="00336A7C">
      <w:pPr>
        <w:spacing w:before="100" w:after="100" w:line="300" w:lineRule="atLeast"/>
        <w:jc w:val="both"/>
      </w:pPr>
      <w:r w:rsidRPr="00004E08">
        <w:t xml:space="preserve">- BM Participants are not a static population of whom things can be required; a sizeable number of them can do </w:t>
      </w:r>
      <w:proofErr w:type="gramStart"/>
      <w:r w:rsidRPr="00004E08">
        <w:t>all of</w:t>
      </w:r>
      <w:proofErr w:type="gramEnd"/>
      <w:r w:rsidRPr="00004E08">
        <w:t xml:space="preserve"> their trading in wholesale markets.  Selecting smaller resource to comply with the Critical Tools and Facilities requirements according to their choice to participate in the BM is not the best way, it should be a condition of connection or licence or something of that nature.  </w:t>
      </w:r>
    </w:p>
    <w:p w14:paraId="1A51F1CA" w14:textId="77777777" w:rsidR="00336A7C" w:rsidRPr="00004E08" w:rsidRDefault="00336A7C" w:rsidP="00336A7C">
      <w:pPr>
        <w:spacing w:before="100" w:after="100" w:line="300" w:lineRule="atLeast"/>
        <w:jc w:val="both"/>
      </w:pPr>
      <w:r w:rsidRPr="00004E08">
        <w:t xml:space="preserve">- In relation to “adequate control equipment redundancy”, adding redundancy to each of the sites is not pragmatic. Where an aggregator controls many sites, redundancy is required, but this is surely better dealt with by reference to the control point thresholds set out </w:t>
      </w:r>
      <w:proofErr w:type="gramStart"/>
      <w:r w:rsidRPr="00004E08">
        <w:t>in regard to</w:t>
      </w:r>
      <w:proofErr w:type="gramEnd"/>
      <w:r w:rsidRPr="00004E08">
        <w:t xml:space="preserve"> EDL/EDT of the Electrical Standards.  </w:t>
      </w:r>
    </w:p>
    <w:p w14:paraId="54B59585" w14:textId="77777777" w:rsidR="00336A7C" w:rsidRDefault="00336A7C" w:rsidP="00336A7C">
      <w:pPr>
        <w:keepLines/>
        <w:widowControl w:val="0"/>
        <w:tabs>
          <w:tab w:val="left" w:pos="1418"/>
        </w:tabs>
        <w:spacing w:line="264" w:lineRule="auto"/>
      </w:pPr>
      <w:r w:rsidRPr="00004E08">
        <w:t>- Many Generators and all VLP-controlled asset are distribution-connected. This could place them under potentially contradictory requirements (G99 versus this definition) hence it may be better to either apply this requirement only to parties who are delivering an ESRS, and/or carve out something less general than “Plant or Apparatus necessary for System Restoration”.</w:t>
      </w:r>
    </w:p>
    <w:p w14:paraId="5535DF90" w14:textId="77777777" w:rsidR="00336A7C" w:rsidRDefault="00336A7C" w:rsidP="00336A7C">
      <w:pPr>
        <w:keepLines/>
        <w:widowControl w:val="0"/>
        <w:tabs>
          <w:tab w:val="left" w:pos="1418"/>
        </w:tabs>
        <w:spacing w:line="264" w:lineRule="auto"/>
      </w:pPr>
    </w:p>
    <w:p w14:paraId="0ECE85C3" w14:textId="77777777" w:rsidR="00336A7C" w:rsidRPr="009F5EE5" w:rsidRDefault="00336A7C" w:rsidP="00336A7C">
      <w:pPr>
        <w:spacing w:before="100" w:after="100" w:line="300" w:lineRule="atLeast"/>
        <w:jc w:val="both"/>
        <w:textAlignment w:val="baseline"/>
        <w:rPr>
          <w:rFonts w:cs="Arial"/>
          <w:b/>
          <w:bCs/>
        </w:rPr>
      </w:pPr>
      <w:r>
        <w:rPr>
          <w:rFonts w:cs="Arial"/>
          <w:b/>
          <w:bCs/>
        </w:rPr>
        <w:t xml:space="preserve">GC0156 </w:t>
      </w:r>
      <w:r w:rsidRPr="007E39AD">
        <w:rPr>
          <w:rFonts w:cs="Arial"/>
          <w:b/>
          <w:bCs/>
        </w:rPr>
        <w:t xml:space="preserve">Subgroups </w:t>
      </w:r>
      <w:r>
        <w:rPr>
          <w:rFonts w:cs="Arial"/>
          <w:b/>
          <w:bCs/>
        </w:rPr>
        <w:t>Objectives</w:t>
      </w:r>
    </w:p>
    <w:p w14:paraId="23EE3347" w14:textId="3E4DC3B0" w:rsidR="00336A7C" w:rsidRDefault="00336A7C" w:rsidP="00336A7C">
      <w:pPr>
        <w:spacing w:before="100" w:after="100" w:line="300" w:lineRule="atLeast"/>
        <w:jc w:val="both"/>
        <w:textAlignment w:val="baseline"/>
        <w:rPr>
          <w:rFonts w:cs="Arial"/>
        </w:rPr>
      </w:pPr>
      <w:r>
        <w:rPr>
          <w:rFonts w:cs="Arial"/>
        </w:rPr>
        <w:t>In line with the recommendations</w:t>
      </w:r>
      <w:r w:rsidRPr="0011266B">
        <w:rPr>
          <w:rFonts w:cs="Arial"/>
        </w:rPr>
        <w:t xml:space="preserve"> from the non-code working group,</w:t>
      </w:r>
      <w:r>
        <w:rPr>
          <w:rFonts w:cs="Arial"/>
        </w:rPr>
        <w:t xml:space="preserve"> the four GC0156 subgroups were established to examine certain aspects of GC0156</w:t>
      </w:r>
      <w:r>
        <w:rPr>
          <w:rStyle w:val="FootnoteReference"/>
          <w:rFonts w:cs="Arial"/>
        </w:rPr>
        <w:footnoteReference w:id="8"/>
      </w:r>
      <w:r>
        <w:rPr>
          <w:rFonts w:cs="Arial"/>
        </w:rPr>
        <w:t xml:space="preserve"> which met on a bi-weekly basis between July 2022 – October 2022.  The aim of these subgroups was to consider and develop aspects of the GC0156 modification requirements as outlined below.</w:t>
      </w:r>
      <w:r w:rsidRPr="004767C3">
        <w:t xml:space="preserve"> </w:t>
      </w:r>
      <w:r>
        <w:t xml:space="preserve"> Some </w:t>
      </w:r>
      <w:r w:rsidR="00C74B27">
        <w:t>Workgroup</w:t>
      </w:r>
      <w:r>
        <w:t xml:space="preserve"> members queried the relevance of the Markets and Funding Mechanism Subgroup to GC0156 (rather than CUSC), and after deliberations on this it was decided that the outputs of the Markets and Funding Subgroup will be for information only although the report will feed into other codes (modification proposals, CUSC &amp; BSC most especially)</w:t>
      </w:r>
      <w:r>
        <w:rPr>
          <w:rFonts w:cs="Arial"/>
        </w:rPr>
        <w:t>.</w:t>
      </w:r>
    </w:p>
    <w:p w14:paraId="0431EF6E" w14:textId="77777777" w:rsidR="00336A7C" w:rsidRDefault="00336A7C" w:rsidP="00336A7C">
      <w:pPr>
        <w:spacing w:before="100" w:after="100" w:line="300" w:lineRule="atLeast"/>
        <w:jc w:val="both"/>
        <w:textAlignment w:val="baseline"/>
        <w:rPr>
          <w:rFonts w:cs="Arial"/>
        </w:rPr>
      </w:pPr>
      <w:r w:rsidRPr="001F7667">
        <w:rPr>
          <w:rFonts w:cs="Arial"/>
        </w:rPr>
        <w:t xml:space="preserve">Full details of the subgroups Terms of Reference and </w:t>
      </w:r>
      <w:r>
        <w:rPr>
          <w:rFonts w:cs="Arial"/>
        </w:rPr>
        <w:t xml:space="preserve">the subgroup reports </w:t>
      </w:r>
      <w:r w:rsidRPr="001F7667">
        <w:rPr>
          <w:rFonts w:cs="Arial"/>
        </w:rPr>
        <w:t xml:space="preserve">are available in </w:t>
      </w:r>
      <w:r w:rsidRPr="006604DF">
        <w:rPr>
          <w:rFonts w:cs="Arial"/>
        </w:rPr>
        <w:t>Annex 4.</w:t>
      </w:r>
    </w:p>
    <w:p w14:paraId="0ABB1120" w14:textId="77777777" w:rsidR="00336A7C" w:rsidRPr="00D841E3" w:rsidRDefault="00336A7C" w:rsidP="00336A7C">
      <w:pPr>
        <w:spacing w:before="100" w:after="100" w:line="300" w:lineRule="atLeast"/>
        <w:jc w:val="both"/>
        <w:textAlignment w:val="baseline"/>
        <w:rPr>
          <w:rFonts w:cs="Arial"/>
        </w:rPr>
      </w:pPr>
    </w:p>
    <w:p w14:paraId="458CBB03" w14:textId="77777777" w:rsidR="00336A7C" w:rsidRPr="00A57072" w:rsidRDefault="00336A7C" w:rsidP="00336A7C">
      <w:pPr>
        <w:spacing w:before="100" w:after="100" w:line="300" w:lineRule="atLeast"/>
        <w:jc w:val="both"/>
        <w:textAlignment w:val="baseline"/>
        <w:rPr>
          <w:rFonts w:cs="Arial"/>
          <w:u w:val="single"/>
        </w:rPr>
      </w:pPr>
      <w:r w:rsidRPr="00127CF0">
        <w:rPr>
          <w:rFonts w:cs="Arial"/>
          <w:u w:val="single"/>
        </w:rPr>
        <w:t>Future Networks</w:t>
      </w:r>
    </w:p>
    <w:p w14:paraId="42EF3962" w14:textId="77777777" w:rsidR="00336A7C" w:rsidRDefault="00336A7C" w:rsidP="00336A7C">
      <w:pPr>
        <w:spacing w:before="100" w:after="100" w:line="300" w:lineRule="atLeast"/>
        <w:jc w:val="both"/>
      </w:pPr>
      <w:r>
        <w:t xml:space="preserve">Objective: </w:t>
      </w:r>
      <w:r w:rsidRPr="00CD500C">
        <w:t>To determine further future network requirements</w:t>
      </w:r>
      <w:r>
        <w:t xml:space="preserve"> that may have implications</w:t>
      </w:r>
      <w:r w:rsidRPr="00CD500C">
        <w:t xml:space="preserve"> for </w:t>
      </w:r>
      <w:r>
        <w:t>n</w:t>
      </w:r>
      <w:r w:rsidRPr="00CD500C">
        <w:t xml:space="preserve">etwork </w:t>
      </w:r>
      <w:r>
        <w:t>o</w:t>
      </w:r>
      <w:r w:rsidRPr="00CD500C">
        <w:t>perators</w:t>
      </w:r>
      <w:r>
        <w:t>, TOs, OFTOs and CATOs to facilitate how the industry can meet the requirements of the ESRS.</w:t>
      </w:r>
    </w:p>
    <w:p w14:paraId="6E792F87" w14:textId="77777777" w:rsidR="00336A7C" w:rsidRPr="003C67AF" w:rsidRDefault="00336A7C" w:rsidP="00336A7C"/>
    <w:p w14:paraId="3A214076" w14:textId="77777777" w:rsidR="00336A7C" w:rsidRPr="00127CF0" w:rsidRDefault="00336A7C" w:rsidP="00336A7C">
      <w:pPr>
        <w:spacing w:line="240" w:lineRule="auto"/>
        <w:jc w:val="both"/>
        <w:textAlignment w:val="baseline"/>
        <w:rPr>
          <w:rFonts w:cs="Arial"/>
          <w:u w:val="single"/>
        </w:rPr>
      </w:pPr>
      <w:r w:rsidRPr="00127CF0">
        <w:rPr>
          <w:rFonts w:cs="Arial"/>
          <w:u w:val="single"/>
        </w:rPr>
        <w:t>Assurance Activities</w:t>
      </w:r>
    </w:p>
    <w:p w14:paraId="28B2B06E" w14:textId="77777777" w:rsidR="00336A7C" w:rsidRDefault="00336A7C" w:rsidP="00336A7C">
      <w:pPr>
        <w:spacing w:line="240" w:lineRule="auto"/>
        <w:jc w:val="both"/>
        <w:textAlignment w:val="baseline"/>
      </w:pPr>
      <w:r>
        <w:t>Objective: To develop the assurance framework and performance monitoring framework and to enable Industry performance against the ESRS to be assessed.</w:t>
      </w:r>
    </w:p>
    <w:p w14:paraId="6A274353" w14:textId="77777777" w:rsidR="00336A7C" w:rsidRDefault="00336A7C" w:rsidP="00336A7C">
      <w:pPr>
        <w:spacing w:line="240" w:lineRule="auto"/>
        <w:jc w:val="both"/>
        <w:textAlignment w:val="baseline"/>
        <w:rPr>
          <w:rFonts w:cs="Arial"/>
        </w:rPr>
      </w:pPr>
    </w:p>
    <w:p w14:paraId="7F4EBF69" w14:textId="77777777" w:rsidR="00336A7C" w:rsidRPr="0011148F" w:rsidRDefault="00336A7C" w:rsidP="00336A7C">
      <w:pPr>
        <w:jc w:val="both"/>
        <w:rPr>
          <w:u w:val="single"/>
        </w:rPr>
      </w:pPr>
      <w:r w:rsidRPr="0011148F">
        <w:rPr>
          <w:u w:val="single"/>
        </w:rPr>
        <w:t>Communications Infrastructure</w:t>
      </w:r>
    </w:p>
    <w:p w14:paraId="0B120D71" w14:textId="1B843D71" w:rsidR="00336A7C" w:rsidRDefault="00336A7C" w:rsidP="00336A7C">
      <w:pPr>
        <w:jc w:val="both"/>
        <w:rPr>
          <w:rFonts w:cstheme="minorHAnsi"/>
          <w:szCs w:val="32"/>
        </w:rPr>
      </w:pPr>
      <w:r>
        <w:rPr>
          <w:rFonts w:cstheme="minorHAnsi"/>
          <w:szCs w:val="32"/>
        </w:rPr>
        <w:t xml:space="preserve">Objective: </w:t>
      </w:r>
      <w:r w:rsidRPr="001E4767">
        <w:rPr>
          <w:rFonts w:cstheme="minorHAnsi"/>
          <w:szCs w:val="32"/>
        </w:rPr>
        <w:t xml:space="preserve">To propose changes to the telecommunication requirements for </w:t>
      </w:r>
      <w:r>
        <w:rPr>
          <w:rFonts w:cstheme="minorHAnsi"/>
          <w:szCs w:val="32"/>
        </w:rPr>
        <w:t>N</w:t>
      </w:r>
      <w:r w:rsidRPr="001E4767">
        <w:rPr>
          <w:rFonts w:cstheme="minorHAnsi"/>
          <w:szCs w:val="32"/>
        </w:rPr>
        <w:t xml:space="preserve">etwork </w:t>
      </w:r>
      <w:r>
        <w:rPr>
          <w:rFonts w:cstheme="minorHAnsi"/>
          <w:szCs w:val="32"/>
        </w:rPr>
        <w:t>O</w:t>
      </w:r>
      <w:r w:rsidRPr="001E4767">
        <w:rPr>
          <w:rFonts w:cstheme="minorHAnsi"/>
          <w:szCs w:val="32"/>
        </w:rPr>
        <w:t>perators</w:t>
      </w:r>
      <w:r>
        <w:rPr>
          <w:rFonts w:cstheme="minorHAnsi"/>
          <w:szCs w:val="32"/>
        </w:rPr>
        <w:t xml:space="preserve"> (DNOs)</w:t>
      </w:r>
      <w:r w:rsidRPr="001E4767">
        <w:rPr>
          <w:rFonts w:cstheme="minorHAnsi"/>
          <w:szCs w:val="32"/>
        </w:rPr>
        <w:t xml:space="preserve">, TOs, OFTOs, </w:t>
      </w:r>
      <w:r>
        <w:rPr>
          <w:rFonts w:cstheme="minorHAnsi"/>
          <w:szCs w:val="32"/>
        </w:rPr>
        <w:t>R</w:t>
      </w:r>
      <w:r w:rsidRPr="001E4767">
        <w:rPr>
          <w:rFonts w:cstheme="minorHAnsi"/>
          <w:szCs w:val="32"/>
        </w:rPr>
        <w:t xml:space="preserve">estoration </w:t>
      </w:r>
      <w:r w:rsidR="00451FD8">
        <w:rPr>
          <w:rFonts w:cstheme="minorHAnsi"/>
          <w:szCs w:val="32"/>
        </w:rPr>
        <w:t>Service Providers</w:t>
      </w:r>
      <w:r w:rsidRPr="001E4767">
        <w:rPr>
          <w:rFonts w:cstheme="minorHAnsi"/>
          <w:szCs w:val="32"/>
        </w:rPr>
        <w:t xml:space="preserve"> and any other relevant parties required to facilitate the implementation of the ESRS. </w:t>
      </w:r>
      <w:r>
        <w:rPr>
          <w:rFonts w:cstheme="minorHAnsi"/>
          <w:szCs w:val="32"/>
        </w:rPr>
        <w:br/>
      </w:r>
      <w:r>
        <w:rPr>
          <w:rFonts w:cstheme="minorHAnsi"/>
          <w:szCs w:val="32"/>
        </w:rPr>
        <w:br/>
      </w:r>
      <w:r w:rsidRPr="00E57D66">
        <w:rPr>
          <w:szCs w:val="24"/>
        </w:rPr>
        <w:t>With the DNO being responsible for ensuring the data is secure and meeting legal and Network and Information Security (NIS) Directive requirements.</w:t>
      </w:r>
    </w:p>
    <w:p w14:paraId="4E9A69EA" w14:textId="77777777" w:rsidR="00336A7C" w:rsidRPr="002066CC" w:rsidRDefault="00336A7C" w:rsidP="00336A7C">
      <w:pPr>
        <w:jc w:val="both"/>
        <w:rPr>
          <w:rFonts w:cstheme="minorHAnsi"/>
          <w:szCs w:val="32"/>
        </w:rPr>
      </w:pPr>
    </w:p>
    <w:p w14:paraId="14DE02E3" w14:textId="1100215F" w:rsidR="00336A7C" w:rsidRDefault="00336A7C" w:rsidP="00336A7C">
      <w:pPr>
        <w:spacing w:line="240" w:lineRule="auto"/>
        <w:jc w:val="both"/>
        <w:textAlignment w:val="baseline"/>
        <w:rPr>
          <w:rFonts w:cs="Arial"/>
        </w:rPr>
      </w:pPr>
      <w:r>
        <w:rPr>
          <w:rFonts w:cs="Arial"/>
        </w:rPr>
        <w:t xml:space="preserve">The ESO representative and a </w:t>
      </w:r>
      <w:r w:rsidR="00C74B27">
        <w:rPr>
          <w:rFonts w:cs="Arial"/>
        </w:rPr>
        <w:t>Workgroup</w:t>
      </w:r>
      <w:r>
        <w:rPr>
          <w:rFonts w:cs="Arial"/>
        </w:rPr>
        <w:t xml:space="preserve"> member representative advised the </w:t>
      </w:r>
      <w:r w:rsidR="00C74B27">
        <w:rPr>
          <w:rFonts w:cs="Arial"/>
        </w:rPr>
        <w:t>Workgroup</w:t>
      </w:r>
      <w:r>
        <w:rPr>
          <w:rFonts w:cs="Arial"/>
        </w:rPr>
        <w:t xml:space="preserve"> that the </w:t>
      </w:r>
      <w:r w:rsidRPr="00D14055">
        <w:rPr>
          <w:rFonts w:cs="Arial"/>
        </w:rPr>
        <w:t>December 2026 deadline is challenging to get the</w:t>
      </w:r>
      <w:r>
        <w:rPr>
          <w:rFonts w:cs="Arial"/>
        </w:rPr>
        <w:t xml:space="preserve"> required</w:t>
      </w:r>
      <w:r w:rsidRPr="00D14055">
        <w:rPr>
          <w:rFonts w:cs="Arial"/>
        </w:rPr>
        <w:t xml:space="preserve"> technologies in place, and the </w:t>
      </w:r>
      <w:r>
        <w:rPr>
          <w:rFonts w:cs="Arial"/>
        </w:rPr>
        <w:t xml:space="preserve">implementation </w:t>
      </w:r>
      <w:r w:rsidRPr="00D14055">
        <w:rPr>
          <w:rFonts w:cs="Arial"/>
        </w:rPr>
        <w:t xml:space="preserve">costs </w:t>
      </w:r>
      <w:r>
        <w:rPr>
          <w:rFonts w:cs="Arial"/>
        </w:rPr>
        <w:t>that may need to be incurred by stakeholders to implement the required changes</w:t>
      </w:r>
      <w:r w:rsidRPr="00D14055">
        <w:rPr>
          <w:rFonts w:cs="Arial"/>
        </w:rPr>
        <w:t xml:space="preserve"> are unlikely to be </w:t>
      </w:r>
      <w:r>
        <w:rPr>
          <w:rFonts w:cs="Arial"/>
        </w:rPr>
        <w:t>determined</w:t>
      </w:r>
      <w:r w:rsidRPr="00D14055">
        <w:rPr>
          <w:rFonts w:cs="Arial"/>
        </w:rPr>
        <w:t xml:space="preserve"> within the</w:t>
      </w:r>
      <w:r>
        <w:rPr>
          <w:rFonts w:cs="Arial"/>
        </w:rPr>
        <w:t xml:space="preserve"> set</w:t>
      </w:r>
      <w:r w:rsidRPr="00D14055">
        <w:rPr>
          <w:rFonts w:cs="Arial"/>
        </w:rPr>
        <w:t xml:space="preserve"> timeframe </w:t>
      </w:r>
      <w:r>
        <w:rPr>
          <w:rFonts w:cs="Arial"/>
        </w:rPr>
        <w:t>to complete subgroup meetings</w:t>
      </w:r>
      <w:r w:rsidRPr="00D14055">
        <w:rPr>
          <w:rFonts w:cs="Arial"/>
        </w:rPr>
        <w:t>.</w:t>
      </w:r>
    </w:p>
    <w:p w14:paraId="24217FE1" w14:textId="77777777" w:rsidR="00336A7C" w:rsidRDefault="00336A7C" w:rsidP="00336A7C">
      <w:pPr>
        <w:spacing w:line="240" w:lineRule="auto"/>
        <w:jc w:val="both"/>
        <w:textAlignment w:val="baseline"/>
        <w:rPr>
          <w:rFonts w:cs="Arial"/>
        </w:rPr>
      </w:pPr>
      <w:bookmarkStart w:id="24" w:name="_Hlk116385050"/>
    </w:p>
    <w:p w14:paraId="3433A42B" w14:textId="77777777" w:rsidR="00336A7C" w:rsidRPr="00127CF0" w:rsidRDefault="00336A7C" w:rsidP="00336A7C">
      <w:pPr>
        <w:spacing w:line="240" w:lineRule="auto"/>
        <w:jc w:val="both"/>
        <w:textAlignment w:val="baseline"/>
        <w:rPr>
          <w:rFonts w:cs="Arial"/>
          <w:u w:val="single"/>
        </w:rPr>
      </w:pPr>
      <w:r w:rsidRPr="00127CF0">
        <w:rPr>
          <w:rFonts w:cs="Arial"/>
          <w:u w:val="single"/>
        </w:rPr>
        <w:t>Markets and Funding Mechanism</w:t>
      </w:r>
    </w:p>
    <w:p w14:paraId="3C2DDFC3" w14:textId="034B7ED4" w:rsidR="00336A7C" w:rsidRPr="000F1A99" w:rsidRDefault="00336A7C" w:rsidP="00336A7C">
      <w:pPr>
        <w:spacing w:line="240" w:lineRule="auto"/>
        <w:jc w:val="both"/>
        <w:textAlignment w:val="baseline"/>
      </w:pPr>
      <w:r>
        <w:rPr>
          <w:rStyle w:val="normaltextrun"/>
          <w:rFonts w:asciiTheme="majorHAnsi" w:hAnsiTheme="majorHAnsi" w:cstheme="majorHAnsi"/>
          <w:shd w:val="clear" w:color="auto" w:fill="FFFFFF"/>
        </w:rPr>
        <w:t>Objective: T</w:t>
      </w:r>
      <w:r w:rsidRPr="00ED5364">
        <w:rPr>
          <w:rStyle w:val="normaltextrun"/>
          <w:rFonts w:asciiTheme="majorHAnsi" w:hAnsiTheme="majorHAnsi" w:cstheme="majorHAnsi"/>
          <w:shd w:val="clear" w:color="auto" w:fill="FFFFFF"/>
        </w:rPr>
        <w:t xml:space="preserve">o </w:t>
      </w:r>
      <w:r w:rsidRPr="000F1A99">
        <w:t>estimate costs (if possible) associated with the activities to implement the ESRS requirements</w:t>
      </w:r>
      <w:r>
        <w:t>;</w:t>
      </w:r>
      <w:r w:rsidRPr="000F1A99">
        <w:t xml:space="preserve"> advise the CUSC/</w:t>
      </w:r>
      <w:r>
        <w:t xml:space="preserve"> </w:t>
      </w:r>
      <w:r w:rsidRPr="000F1A99">
        <w:t>BSC Panels of the funding implications for relevant stakeholders/parties</w:t>
      </w:r>
      <w:r>
        <w:t xml:space="preserve">, </w:t>
      </w:r>
      <w:r w:rsidRPr="000F1A99">
        <w:t xml:space="preserve">advise the GC0156 </w:t>
      </w:r>
      <w:r w:rsidR="00C74B27">
        <w:t>Workgroup</w:t>
      </w:r>
      <w:r w:rsidRPr="000F1A99">
        <w:t xml:space="preserve"> on costs </w:t>
      </w:r>
      <w:r>
        <w:t>on other</w:t>
      </w:r>
      <w:r w:rsidRPr="000F1A99">
        <w:t xml:space="preserve"> parties involved in facilitating the implementation of ESRS and suggest how these should be accommodated. </w:t>
      </w:r>
    </w:p>
    <w:p w14:paraId="46EE0306" w14:textId="77777777" w:rsidR="00336A7C" w:rsidRDefault="00336A7C" w:rsidP="00336A7C">
      <w:pPr>
        <w:spacing w:line="240" w:lineRule="auto"/>
        <w:jc w:val="both"/>
        <w:textAlignment w:val="baseline"/>
      </w:pPr>
    </w:p>
    <w:bookmarkEnd w:id="24"/>
    <w:p w14:paraId="33F6C616" w14:textId="77777777" w:rsidR="00336A7C" w:rsidRDefault="00336A7C" w:rsidP="00336A7C">
      <w:pPr>
        <w:spacing w:line="240" w:lineRule="auto"/>
        <w:jc w:val="both"/>
        <w:textAlignment w:val="baseline"/>
        <w:rPr>
          <w:rFonts w:cs="Arial"/>
        </w:rPr>
      </w:pPr>
      <w:r>
        <w:t xml:space="preserve">The subgroup had insufficient time to </w:t>
      </w:r>
      <w:proofErr w:type="gramStart"/>
      <w:r>
        <w:t>make an assessment of</w:t>
      </w:r>
      <w:proofErr w:type="gramEnd"/>
      <w:r>
        <w:t xml:space="preserve"> the costs that might be incurred by stakeholders. </w:t>
      </w:r>
    </w:p>
    <w:p w14:paraId="0DE645A7" w14:textId="77777777" w:rsidR="00001D03" w:rsidRDefault="00001D03" w:rsidP="00001D03">
      <w:pPr>
        <w:pStyle w:val="ListParagraph"/>
        <w:keepLines/>
        <w:widowControl w:val="0"/>
        <w:tabs>
          <w:tab w:val="left" w:pos="1418"/>
        </w:tabs>
        <w:spacing w:before="0" w:line="264" w:lineRule="auto"/>
        <w:ind w:left="0"/>
        <w:rPr>
          <w:color w:val="000000"/>
          <w:lang w:eastAsia="en-US"/>
        </w:rPr>
      </w:pPr>
      <w:bookmarkStart w:id="25" w:name="_Hlk50542408"/>
    </w:p>
    <w:p w14:paraId="7EEA09A5" w14:textId="3AFB9149" w:rsidR="00694B18" w:rsidRPr="003D51DC" w:rsidRDefault="00C74B27" w:rsidP="003D51DC">
      <w:pPr>
        <w:pStyle w:val="CA3"/>
        <w:spacing w:before="0"/>
      </w:pPr>
      <w:bookmarkStart w:id="26" w:name="_Toc108469692"/>
      <w:bookmarkStart w:id="27" w:name="WG_Consultation_Summary"/>
      <w:bookmarkStart w:id="28" w:name="_Toc128131030"/>
      <w:bookmarkStart w:id="29" w:name="_Toc128480957"/>
      <w:r>
        <w:t>Workgroup</w:t>
      </w:r>
      <w:r w:rsidR="00001D03" w:rsidRPr="00A00C16">
        <w:t xml:space="preserve"> Consultation Summary</w:t>
      </w:r>
      <w:bookmarkStart w:id="30" w:name="_Hlk50542435"/>
      <w:bookmarkEnd w:id="25"/>
      <w:bookmarkEnd w:id="26"/>
      <w:bookmarkEnd w:id="27"/>
      <w:bookmarkEnd w:id="28"/>
      <w:bookmarkEnd w:id="29"/>
    </w:p>
    <w:p w14:paraId="50A75B5E" w14:textId="65801E88" w:rsidR="00694B18" w:rsidRDefault="00694B18" w:rsidP="00694B18">
      <w:pPr>
        <w:jc w:val="both"/>
        <w:rPr>
          <w:rFonts w:ascii="Arial" w:hAnsi="Arial" w:cs="Arial"/>
          <w:szCs w:val="24"/>
        </w:rPr>
      </w:pPr>
      <w:r>
        <w:rPr>
          <w:rFonts w:ascii="Arial" w:hAnsi="Arial" w:cs="Arial"/>
          <w:szCs w:val="24"/>
        </w:rPr>
        <w:t xml:space="preserve">The </w:t>
      </w:r>
      <w:r w:rsidR="00C74B27">
        <w:rPr>
          <w:rFonts w:ascii="Arial" w:hAnsi="Arial" w:cs="Arial"/>
          <w:szCs w:val="24"/>
        </w:rPr>
        <w:t>Workgroup</w:t>
      </w:r>
      <w:r>
        <w:rPr>
          <w:rFonts w:ascii="Arial" w:hAnsi="Arial" w:cs="Arial"/>
          <w:szCs w:val="24"/>
        </w:rPr>
        <w:t xml:space="preserve"> consultation </w:t>
      </w:r>
      <w:r w:rsidR="00027EFB">
        <w:rPr>
          <w:rFonts w:ascii="Arial" w:hAnsi="Arial" w:cs="Arial"/>
          <w:szCs w:val="24"/>
        </w:rPr>
        <w:t xml:space="preserve">was launched </w:t>
      </w:r>
      <w:r w:rsidR="00AF0CAB">
        <w:rPr>
          <w:rFonts w:ascii="Arial" w:hAnsi="Arial" w:cs="Arial"/>
          <w:szCs w:val="24"/>
        </w:rPr>
        <w:t>on</w:t>
      </w:r>
      <w:r>
        <w:rPr>
          <w:rFonts w:ascii="Arial" w:hAnsi="Arial" w:cs="Arial"/>
          <w:szCs w:val="24"/>
        </w:rPr>
        <w:t xml:space="preserve"> </w:t>
      </w:r>
      <w:r w:rsidRPr="007A4B02">
        <w:rPr>
          <w:rFonts w:ascii="Arial" w:hAnsi="Arial" w:cs="Arial"/>
          <w:szCs w:val="24"/>
        </w:rPr>
        <w:t xml:space="preserve">21 November 2022 </w:t>
      </w:r>
      <w:r w:rsidR="00AF0CAB">
        <w:rPr>
          <w:rFonts w:ascii="Arial" w:hAnsi="Arial" w:cs="Arial"/>
          <w:szCs w:val="24"/>
        </w:rPr>
        <w:t>and closed</w:t>
      </w:r>
      <w:r w:rsidRPr="007A4B02">
        <w:rPr>
          <w:rFonts w:ascii="Arial" w:hAnsi="Arial" w:cs="Arial"/>
          <w:szCs w:val="24"/>
        </w:rPr>
        <w:t xml:space="preserve"> 30 December 2022</w:t>
      </w:r>
      <w:r w:rsidR="00AF0CAB">
        <w:rPr>
          <w:rFonts w:ascii="Arial" w:hAnsi="Arial" w:cs="Arial"/>
          <w:szCs w:val="24"/>
        </w:rPr>
        <w:t xml:space="preserve">. </w:t>
      </w:r>
      <w:r w:rsidR="00AF4C3D">
        <w:rPr>
          <w:rFonts w:ascii="Arial" w:hAnsi="Arial" w:cs="Arial"/>
          <w:szCs w:val="24"/>
        </w:rPr>
        <w:t>The</w:t>
      </w:r>
      <w:r w:rsidR="00AF4C3D" w:rsidRPr="009C7CF4">
        <w:rPr>
          <w:rFonts w:cs="Arial"/>
          <w:iCs/>
        </w:rPr>
        <w:t xml:space="preserve"> </w:t>
      </w:r>
      <w:r w:rsidR="00C74B27">
        <w:rPr>
          <w:rFonts w:cs="Arial"/>
          <w:iCs/>
        </w:rPr>
        <w:t>Workgroup</w:t>
      </w:r>
      <w:r w:rsidR="00AF4C3D" w:rsidRPr="009C7CF4">
        <w:rPr>
          <w:rFonts w:cs="Arial"/>
          <w:iCs/>
        </w:rPr>
        <w:t xml:space="preserve"> Consultation Responses summary </w:t>
      </w:r>
      <w:r w:rsidR="00AF4C3D">
        <w:rPr>
          <w:rFonts w:cs="Arial"/>
          <w:iCs/>
        </w:rPr>
        <w:t>document</w:t>
      </w:r>
      <w:r w:rsidR="00AF4C3D" w:rsidRPr="009C7CF4">
        <w:rPr>
          <w:rFonts w:cs="Arial"/>
          <w:iCs/>
        </w:rPr>
        <w:t xml:space="preserve"> is available </w:t>
      </w:r>
      <w:r w:rsidR="00AF4C3D">
        <w:rPr>
          <w:rFonts w:cs="Arial"/>
          <w:iCs/>
        </w:rPr>
        <w:t>i</w:t>
      </w:r>
      <w:r w:rsidR="00AF4C3D" w:rsidRPr="009C7CF4">
        <w:rPr>
          <w:rFonts w:cs="Arial"/>
          <w:iCs/>
        </w:rPr>
        <w:t xml:space="preserve">n Annex </w:t>
      </w:r>
      <w:r w:rsidR="00AF4C3D" w:rsidRPr="008A1EF5">
        <w:rPr>
          <w:rFonts w:cs="Arial"/>
          <w:iCs/>
        </w:rPr>
        <w:t>14</w:t>
      </w:r>
      <w:r w:rsidR="00AF4C3D" w:rsidRPr="008A1EF5">
        <w:rPr>
          <w:rFonts w:ascii="Arial" w:hAnsi="Arial" w:cs="Arial"/>
          <w:szCs w:val="24"/>
        </w:rPr>
        <w:t>.</w:t>
      </w:r>
      <w:r w:rsidR="00AF4C3D" w:rsidRPr="007A4B02">
        <w:rPr>
          <w:rFonts w:ascii="Arial" w:hAnsi="Arial" w:cs="Arial"/>
          <w:szCs w:val="24"/>
        </w:rPr>
        <w:t xml:space="preserve"> </w:t>
      </w:r>
      <w:r w:rsidRPr="007A4B02">
        <w:rPr>
          <w:rFonts w:ascii="Arial" w:hAnsi="Arial" w:cs="Arial"/>
          <w:szCs w:val="24"/>
        </w:rPr>
        <w:t xml:space="preserve">17 non confidential responses </w:t>
      </w:r>
      <w:r w:rsidR="00AF0CAB">
        <w:rPr>
          <w:rFonts w:ascii="Arial" w:hAnsi="Arial" w:cs="Arial"/>
          <w:szCs w:val="24"/>
        </w:rPr>
        <w:t xml:space="preserve">were </w:t>
      </w:r>
      <w:r w:rsidRPr="007A4B02">
        <w:rPr>
          <w:rFonts w:ascii="Arial" w:hAnsi="Arial" w:cs="Arial"/>
          <w:szCs w:val="24"/>
        </w:rPr>
        <w:t>received</w:t>
      </w:r>
      <w:r w:rsidR="00AF0CAB">
        <w:rPr>
          <w:rFonts w:ascii="Arial" w:hAnsi="Arial" w:cs="Arial"/>
          <w:szCs w:val="24"/>
        </w:rPr>
        <w:t xml:space="preserve"> </w:t>
      </w:r>
      <w:r w:rsidR="0005359F">
        <w:rPr>
          <w:rFonts w:ascii="Arial" w:hAnsi="Arial" w:cs="Arial"/>
          <w:szCs w:val="24"/>
        </w:rPr>
        <w:t>some key</w:t>
      </w:r>
      <w:r w:rsidR="00AF0CAB">
        <w:rPr>
          <w:rFonts w:ascii="Arial" w:hAnsi="Arial" w:cs="Arial"/>
          <w:szCs w:val="24"/>
        </w:rPr>
        <w:t xml:space="preserve"> findings are summarised below</w:t>
      </w:r>
      <w:r w:rsidR="00AF4C3D">
        <w:rPr>
          <w:rFonts w:ascii="Arial" w:hAnsi="Arial" w:cs="Arial"/>
          <w:szCs w:val="24"/>
        </w:rPr>
        <w:t>:</w:t>
      </w:r>
      <w:r w:rsidR="009C7CF4">
        <w:rPr>
          <w:rFonts w:ascii="Arial" w:hAnsi="Arial" w:cs="Arial"/>
          <w:szCs w:val="24"/>
        </w:rPr>
        <w:t xml:space="preserve"> </w:t>
      </w:r>
    </w:p>
    <w:p w14:paraId="5DEA29AE" w14:textId="77777777" w:rsidR="00936889" w:rsidRDefault="00936889" w:rsidP="00694B18">
      <w:pPr>
        <w:jc w:val="both"/>
        <w:rPr>
          <w:rFonts w:ascii="Arial" w:hAnsi="Arial" w:cs="Arial"/>
          <w:szCs w:val="24"/>
        </w:rPr>
      </w:pPr>
    </w:p>
    <w:bookmarkEnd w:id="30"/>
    <w:p w14:paraId="5A4D660B" w14:textId="35612B59"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Out of 17 respondents, 9 support</w:t>
      </w:r>
      <w:r w:rsidR="0087116F">
        <w:rPr>
          <w:rFonts w:cs="Arial"/>
        </w:rPr>
        <w:t>ed</w:t>
      </w:r>
      <w:r w:rsidRPr="007A4B02">
        <w:rPr>
          <w:rFonts w:cs="Arial"/>
        </w:rPr>
        <w:t xml:space="preserve"> that the original proposal better facilitate 1 or more of the applicable Grid Code objectives</w:t>
      </w:r>
      <w:r>
        <w:rPr>
          <w:rFonts w:cs="Arial"/>
        </w:rPr>
        <w:t xml:space="preserve"> </w:t>
      </w:r>
      <w:r w:rsidRPr="007A4B02">
        <w:rPr>
          <w:rFonts w:cs="Arial"/>
        </w:rPr>
        <w:t xml:space="preserve">(mostly a, b, c); 5 respondents did not agree and 2 had no comment. There was a split between respondents who support the implementation approach (6) and respondents who did not (5) </w:t>
      </w:r>
    </w:p>
    <w:p w14:paraId="66508F68" w14:textId="61BD81CE"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All respondents that answered the question on cost recovery agreed that there is need for cost recovery mechanism for parties obligated by GC0156; 10 agreed that this should be undertaken by the </w:t>
      </w:r>
      <w:r w:rsidR="00C74B27">
        <w:rPr>
          <w:rFonts w:cs="Arial"/>
        </w:rPr>
        <w:t>Workgroup</w:t>
      </w:r>
    </w:p>
    <w:p w14:paraId="3B9A79B3" w14:textId="7546B96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All respondents, asides from the ESO either felt that the GC0156 proposals are NOT sufficient and cost effective to ensure that</w:t>
      </w:r>
      <w:r w:rsidR="00471359">
        <w:rPr>
          <w:rFonts w:cs="Arial"/>
        </w:rPr>
        <w:t xml:space="preserve"> </w:t>
      </w:r>
      <w:r w:rsidRPr="007A4B02">
        <w:rPr>
          <w:rFonts w:cs="Arial"/>
        </w:rPr>
        <w:t>ESO can meet its ESRS licence obligations (7) or had no comments (8)</w:t>
      </w:r>
    </w:p>
    <w:p w14:paraId="303B979A" w14:textId="42553CD3"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3 of the 6 respondent</w:t>
      </w:r>
      <w:r>
        <w:rPr>
          <w:rFonts w:cs="Arial"/>
        </w:rPr>
        <w:t>s</w:t>
      </w:r>
      <w:r w:rsidRPr="007A4B02">
        <w:rPr>
          <w:rFonts w:cs="Arial"/>
        </w:rPr>
        <w:t xml:space="preserve"> who agree</w:t>
      </w:r>
      <w:r w:rsidR="00024EED">
        <w:rPr>
          <w:rFonts w:cs="Arial"/>
        </w:rPr>
        <w:t>d</w:t>
      </w:r>
      <w:r w:rsidRPr="007A4B02">
        <w:rPr>
          <w:rFonts w:cs="Arial"/>
        </w:rPr>
        <w:t xml:space="preserve"> with the ESRS restoration target</w:t>
      </w:r>
      <w:r>
        <w:rPr>
          <w:rFonts w:cs="Arial"/>
        </w:rPr>
        <w:t xml:space="preserve"> being</w:t>
      </w:r>
      <w:r w:rsidRPr="007A4B02">
        <w:rPr>
          <w:rFonts w:cs="Arial"/>
        </w:rPr>
        <w:t xml:space="preserve"> expressed as transmission demand </w:t>
      </w:r>
      <w:r>
        <w:rPr>
          <w:rFonts w:cs="Arial"/>
        </w:rPr>
        <w:t xml:space="preserve">and </w:t>
      </w:r>
      <w:r w:rsidRPr="007A4B02">
        <w:rPr>
          <w:rFonts w:cs="Arial"/>
        </w:rPr>
        <w:t>not total demand</w:t>
      </w:r>
      <w:r>
        <w:rPr>
          <w:rFonts w:cs="Arial"/>
        </w:rPr>
        <w:t>,</w:t>
      </w:r>
      <w:r w:rsidRPr="007A4B02">
        <w:rPr>
          <w:rFonts w:cs="Arial"/>
        </w:rPr>
        <w:t xml:space="preserve"> did not agree with the implications. 5 respondents did not agree </w:t>
      </w:r>
      <w:r w:rsidR="00191320">
        <w:rPr>
          <w:rFonts w:cs="Arial"/>
        </w:rPr>
        <w:t>that it was the appropriate</w:t>
      </w:r>
      <w:r>
        <w:rPr>
          <w:rFonts w:cs="Arial"/>
        </w:rPr>
        <w:t xml:space="preserve"> term </w:t>
      </w:r>
      <w:r w:rsidRPr="007A4B02">
        <w:rPr>
          <w:rFonts w:cs="Arial"/>
        </w:rPr>
        <w:t>and 5 did not comment</w:t>
      </w:r>
    </w:p>
    <w:p w14:paraId="7933C509" w14:textId="79039846"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Only 2 respondents support</w:t>
      </w:r>
      <w:r w:rsidR="00226CD1">
        <w:rPr>
          <w:rFonts w:cs="Arial"/>
        </w:rPr>
        <w:t>ed</w:t>
      </w:r>
      <w:r w:rsidRPr="007A4B02">
        <w:rPr>
          <w:rFonts w:cs="Arial"/>
        </w:rPr>
        <w:t xml:space="preserve"> that there is a common understanding between stakeholders </w:t>
      </w:r>
      <w:r>
        <w:rPr>
          <w:rFonts w:cs="Arial"/>
        </w:rPr>
        <w:t>around</w:t>
      </w:r>
      <w:r w:rsidRPr="007A4B02">
        <w:rPr>
          <w:rFonts w:cs="Arial"/>
        </w:rPr>
        <w:t xml:space="preserve"> demand to be restored in GB required by ESRS. Majority of respondents (11) agreed that there will be barriers for Network Operators and Users to deliver the changes proposed to implement the ESRS by December 2026</w:t>
      </w:r>
    </w:p>
    <w:p w14:paraId="6BEFE928" w14:textId="0ADD25A7" w:rsidR="00936889" w:rsidRPr="006120D0" w:rsidRDefault="00936889" w:rsidP="006120D0">
      <w:pPr>
        <w:pStyle w:val="ListParagraph"/>
        <w:numPr>
          <w:ilvl w:val="0"/>
          <w:numId w:val="34"/>
        </w:numPr>
        <w:spacing w:before="0" w:after="160" w:line="259" w:lineRule="auto"/>
        <w:jc w:val="both"/>
        <w:rPr>
          <w:rFonts w:cs="Arial"/>
        </w:rPr>
      </w:pPr>
      <w:r w:rsidRPr="007A4B02">
        <w:rPr>
          <w:rFonts w:cs="Arial"/>
        </w:rPr>
        <w:t xml:space="preserve">Some respondents (8) expressed that, to implement ESRS obligations, further changes are required to the network </w:t>
      </w:r>
      <w:proofErr w:type="gramStart"/>
      <w:r w:rsidRPr="007A4B02">
        <w:rPr>
          <w:rFonts w:cs="Arial"/>
        </w:rPr>
        <w:t>i.e.</w:t>
      </w:r>
      <w:proofErr w:type="gramEnd"/>
      <w:r w:rsidRPr="007A4B02">
        <w:rPr>
          <w:rFonts w:cs="Arial"/>
        </w:rPr>
        <w:t xml:space="preserve"> NETS and/or Distribution Network</w:t>
      </w:r>
      <w:r w:rsidR="006120D0">
        <w:rPr>
          <w:rFonts w:cs="Arial"/>
        </w:rPr>
        <w:t>. There were s</w:t>
      </w:r>
      <w:r w:rsidRPr="006120D0">
        <w:rPr>
          <w:rFonts w:cs="Arial"/>
        </w:rPr>
        <w:t>plit responses as to whether the proposed solution of 72 hrs resilience should be applied retrospectively to existing CUSC parties</w:t>
      </w:r>
    </w:p>
    <w:p w14:paraId="6DD08563" w14:textId="777777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Some respondents (8) believed that cyber security requirements in accordance with the NIS standard are sufficient and as referenced in the proposed Grid Code drafting</w:t>
      </w:r>
    </w:p>
    <w:p w14:paraId="739A097E" w14:textId="46588A33"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7 out of 11 respondents that provided feedback regarding legal text did not agree that the draft legal text is appropriate and sufficient to implement GC0156. </w:t>
      </w:r>
    </w:p>
    <w:p w14:paraId="776B2194" w14:textId="77777777" w:rsidR="00936889" w:rsidRPr="007A4B02" w:rsidRDefault="00936889" w:rsidP="00936889">
      <w:pPr>
        <w:pStyle w:val="ListParagraph"/>
        <w:numPr>
          <w:ilvl w:val="0"/>
          <w:numId w:val="34"/>
        </w:numPr>
        <w:spacing w:before="240" w:after="160" w:line="259" w:lineRule="auto"/>
        <w:jc w:val="both"/>
        <w:rPr>
          <w:rFonts w:cs="Arial"/>
        </w:rPr>
      </w:pPr>
      <w:r w:rsidRPr="007A4B02">
        <w:rPr>
          <w:rFonts w:cs="Arial"/>
        </w:rPr>
        <w:t>6 of 11 respondents did not feel that there should be further assurance activities in addition to those described in the proposed legal text within OC5. Others provided no answer</w:t>
      </w:r>
    </w:p>
    <w:p w14:paraId="63F41FE0" w14:textId="36A7B7F1" w:rsidR="00936889" w:rsidRPr="007A4B02" w:rsidRDefault="00936889" w:rsidP="00936889">
      <w:pPr>
        <w:pStyle w:val="ListParagraph"/>
        <w:numPr>
          <w:ilvl w:val="0"/>
          <w:numId w:val="34"/>
        </w:numPr>
        <w:spacing w:before="240" w:after="160" w:line="259" w:lineRule="auto"/>
        <w:jc w:val="both"/>
        <w:rPr>
          <w:rFonts w:cs="Arial"/>
        </w:rPr>
      </w:pPr>
      <w:r w:rsidRPr="007A4B02">
        <w:rPr>
          <w:rFonts w:cs="Arial"/>
        </w:rPr>
        <w:t>9 respondents support</w:t>
      </w:r>
      <w:r w:rsidR="002F687E">
        <w:rPr>
          <w:rFonts w:cs="Arial"/>
        </w:rPr>
        <w:t>ed</w:t>
      </w:r>
      <w:r w:rsidRPr="007A4B02">
        <w:rPr>
          <w:rFonts w:cs="Arial"/>
        </w:rPr>
        <w:t xml:space="preserve"> the ESO proposed approach that </w:t>
      </w:r>
      <w:r w:rsidRPr="007A4B02">
        <w:rPr>
          <w:rFonts w:cs="Arial"/>
          <w:bCs/>
        </w:rPr>
        <w:t xml:space="preserve">a separate subgroup should be established under the umbrella of GC0156 to develop a set of technical requirements associated with restoration services for inclusion in the Relevant Electrical Standards. 3 </w:t>
      </w:r>
      <w:r w:rsidR="008A648D">
        <w:rPr>
          <w:rFonts w:cs="Arial"/>
          <w:bCs/>
        </w:rPr>
        <w:t xml:space="preserve">respondents </w:t>
      </w:r>
      <w:r>
        <w:rPr>
          <w:rFonts w:cs="Arial"/>
          <w:bCs/>
        </w:rPr>
        <w:t xml:space="preserve">were </w:t>
      </w:r>
      <w:r w:rsidRPr="007A4B02">
        <w:rPr>
          <w:rFonts w:cs="Arial"/>
          <w:bCs/>
        </w:rPr>
        <w:t xml:space="preserve">unsupportive. 4 </w:t>
      </w:r>
      <w:r>
        <w:rPr>
          <w:rFonts w:cs="Arial"/>
          <w:bCs/>
        </w:rPr>
        <w:t>had no comment</w:t>
      </w:r>
    </w:p>
    <w:p w14:paraId="2777D0FC" w14:textId="77777777" w:rsidR="00936889" w:rsidRPr="00E5628E" w:rsidRDefault="00936889" w:rsidP="00936889">
      <w:pPr>
        <w:pStyle w:val="ListParagraph"/>
        <w:numPr>
          <w:ilvl w:val="0"/>
          <w:numId w:val="34"/>
        </w:numPr>
        <w:spacing w:before="240" w:after="160" w:line="259" w:lineRule="auto"/>
        <w:jc w:val="both"/>
        <w:rPr>
          <w:rFonts w:cs="Arial"/>
        </w:rPr>
      </w:pPr>
      <w:r w:rsidRPr="00E5628E">
        <w:rPr>
          <w:rFonts w:cs="Arial"/>
          <w:bCs/>
        </w:rPr>
        <w:t>Majority of respondents (11) expressed that the implications of the proposed future requirements are not clear</w:t>
      </w:r>
    </w:p>
    <w:p w14:paraId="3AF8BB74" w14:textId="77777777" w:rsidR="00C948DC" w:rsidRDefault="00C948DC" w:rsidP="00C948DC">
      <w:pPr>
        <w:jc w:val="both"/>
        <w:rPr>
          <w:rFonts w:cs="Arial"/>
          <w:u w:val="single"/>
        </w:rPr>
      </w:pPr>
    </w:p>
    <w:p w14:paraId="49D847A7" w14:textId="5C1522E1" w:rsidR="00C948DC" w:rsidRPr="002F5CF0" w:rsidRDefault="00C948DC" w:rsidP="00C948DC">
      <w:pPr>
        <w:jc w:val="both"/>
        <w:rPr>
          <w:rFonts w:cs="Arial"/>
          <w:b/>
          <w:bCs/>
        </w:rPr>
      </w:pPr>
      <w:r w:rsidRPr="002F5CF0">
        <w:rPr>
          <w:rFonts w:cs="Arial"/>
          <w:b/>
          <w:bCs/>
        </w:rPr>
        <w:t xml:space="preserve">Post </w:t>
      </w:r>
      <w:r w:rsidR="00C74B27">
        <w:rPr>
          <w:rFonts w:cs="Arial"/>
          <w:b/>
          <w:bCs/>
        </w:rPr>
        <w:t>Workgroup</w:t>
      </w:r>
      <w:r w:rsidRPr="002F5CF0">
        <w:rPr>
          <w:rFonts w:cs="Arial"/>
          <w:b/>
          <w:bCs/>
        </w:rPr>
        <w:t xml:space="preserve"> Consultation Discussions</w:t>
      </w:r>
    </w:p>
    <w:p w14:paraId="1A06855A" w14:textId="0BECEEB0" w:rsidR="001F4BBD" w:rsidRPr="00131530" w:rsidRDefault="0067274F" w:rsidP="00936889">
      <w:pPr>
        <w:jc w:val="both"/>
        <w:rPr>
          <w:rFonts w:cs="Arial"/>
        </w:rPr>
      </w:pPr>
      <w:r w:rsidRPr="0067274F">
        <w:rPr>
          <w:rFonts w:cs="Arial"/>
        </w:rPr>
        <w:t xml:space="preserve">At </w:t>
      </w:r>
      <w:r w:rsidR="00C74B27">
        <w:rPr>
          <w:rFonts w:cs="Arial"/>
        </w:rPr>
        <w:t>Workgroup meeting</w:t>
      </w:r>
      <w:r w:rsidRPr="0067274F">
        <w:rPr>
          <w:rFonts w:cs="Arial"/>
        </w:rPr>
        <w:t xml:space="preserve"> 10</w:t>
      </w:r>
      <w:r>
        <w:rPr>
          <w:rFonts w:cs="Arial"/>
        </w:rPr>
        <w:t xml:space="preserve">, the </w:t>
      </w:r>
      <w:r w:rsidR="00C74B27">
        <w:rPr>
          <w:rFonts w:cs="Arial"/>
        </w:rPr>
        <w:t>Workgroup</w:t>
      </w:r>
      <w:r w:rsidR="00131530">
        <w:rPr>
          <w:rFonts w:cs="Arial"/>
        </w:rPr>
        <w:t xml:space="preserve"> reviewed and</w:t>
      </w:r>
      <w:r>
        <w:rPr>
          <w:rFonts w:cs="Arial"/>
        </w:rPr>
        <w:t xml:space="preserve"> </w:t>
      </w:r>
      <w:r w:rsidR="009F5804">
        <w:rPr>
          <w:rFonts w:cs="Arial"/>
        </w:rPr>
        <w:t xml:space="preserve">discussed </w:t>
      </w:r>
      <w:r w:rsidR="00131530">
        <w:rPr>
          <w:rFonts w:cs="Arial"/>
        </w:rPr>
        <w:t xml:space="preserve">the </w:t>
      </w:r>
      <w:r w:rsidR="00BE6190">
        <w:rPr>
          <w:rFonts w:cs="Arial"/>
        </w:rPr>
        <w:t>consultation responses</w:t>
      </w:r>
      <w:r w:rsidR="00131530">
        <w:rPr>
          <w:rFonts w:cs="Arial"/>
        </w:rPr>
        <w:t xml:space="preserve"> to address</w:t>
      </w:r>
      <w:r w:rsidR="00B56917">
        <w:rPr>
          <w:rFonts w:cs="Arial"/>
        </w:rPr>
        <w:t xml:space="preserve"> </w:t>
      </w:r>
      <w:r w:rsidR="00131530">
        <w:rPr>
          <w:rFonts w:cs="Arial"/>
        </w:rPr>
        <w:t xml:space="preserve">issues that had been raised. </w:t>
      </w:r>
      <w:r w:rsidR="001F4BBD">
        <w:t xml:space="preserve">Some key points and aspects </w:t>
      </w:r>
      <w:r w:rsidR="002F5CF0">
        <w:t xml:space="preserve">of the modification proposal highlighted </w:t>
      </w:r>
      <w:r w:rsidR="00286771">
        <w:t>from</w:t>
      </w:r>
      <w:r w:rsidR="001F4BBD">
        <w:t xml:space="preserve"> </w:t>
      </w:r>
      <w:r w:rsidR="002F5CF0">
        <w:t xml:space="preserve">the consultation responses </w:t>
      </w:r>
      <w:r w:rsidR="001F4BBD">
        <w:t xml:space="preserve">are summarised </w:t>
      </w:r>
      <w:r w:rsidR="00016A6C">
        <w:t xml:space="preserve">in </w:t>
      </w:r>
      <w:r w:rsidR="002F5CF0">
        <w:t xml:space="preserve">related </w:t>
      </w:r>
      <w:r w:rsidR="00016A6C">
        <w:t xml:space="preserve">headings </w:t>
      </w:r>
      <w:r w:rsidR="001F4BBD">
        <w:t>below</w:t>
      </w:r>
      <w:r w:rsidR="00030081">
        <w:t xml:space="preserve"> and </w:t>
      </w:r>
      <w:r w:rsidR="003439FD">
        <w:t>a</w:t>
      </w:r>
      <w:r w:rsidR="00D72CF9">
        <w:t xml:space="preserve"> comprehensive ESO response to </w:t>
      </w:r>
      <w:r w:rsidR="00027EFB">
        <w:t xml:space="preserve">the </w:t>
      </w:r>
      <w:r w:rsidR="00D72CF9">
        <w:t xml:space="preserve">consultation addressing queries and concerns are available in </w:t>
      </w:r>
      <w:r w:rsidR="00D72CF9" w:rsidRPr="00D66232">
        <w:rPr>
          <w:highlight w:val="yellow"/>
        </w:rPr>
        <w:t xml:space="preserve">Annex </w:t>
      </w:r>
      <w:r w:rsidR="00D66232" w:rsidRPr="00D66232">
        <w:rPr>
          <w:highlight w:val="yellow"/>
        </w:rPr>
        <w:t>15</w:t>
      </w:r>
      <w:r w:rsidR="001F4BBD">
        <w:t>:</w:t>
      </w:r>
    </w:p>
    <w:p w14:paraId="196062E7" w14:textId="77777777" w:rsidR="001F4BBD" w:rsidRPr="007A4B02" w:rsidRDefault="001F4BBD" w:rsidP="00936889">
      <w:pPr>
        <w:jc w:val="both"/>
        <w:rPr>
          <w:rFonts w:ascii="Arial" w:hAnsi="Arial" w:cs="Arial"/>
          <w:b/>
          <w:bCs/>
          <w:szCs w:val="24"/>
        </w:rPr>
      </w:pPr>
    </w:p>
    <w:p w14:paraId="389C7917" w14:textId="59860A6F" w:rsidR="008B25A7" w:rsidRPr="001F4BBD" w:rsidRDefault="00936889" w:rsidP="001F4BBD">
      <w:pPr>
        <w:jc w:val="both"/>
        <w:rPr>
          <w:rFonts w:ascii="Arial" w:hAnsi="Arial" w:cs="Arial"/>
          <w:szCs w:val="24"/>
          <w:u w:val="single"/>
        </w:rPr>
      </w:pPr>
      <w:r w:rsidRPr="00754A6A">
        <w:rPr>
          <w:rFonts w:ascii="Arial" w:hAnsi="Arial" w:cs="Arial"/>
          <w:szCs w:val="24"/>
          <w:u w:val="single"/>
        </w:rPr>
        <w:t>Implementation Approach</w:t>
      </w:r>
    </w:p>
    <w:p w14:paraId="1DCD3F36" w14:textId="036BF908" w:rsidR="00936889" w:rsidRPr="00EC34D1" w:rsidRDefault="00936889" w:rsidP="00936889">
      <w:pPr>
        <w:pStyle w:val="ListParagraph"/>
        <w:numPr>
          <w:ilvl w:val="0"/>
          <w:numId w:val="34"/>
        </w:numPr>
        <w:spacing w:before="0" w:after="160" w:line="259" w:lineRule="auto"/>
        <w:jc w:val="both"/>
        <w:rPr>
          <w:rFonts w:cs="Arial"/>
        </w:rPr>
      </w:pPr>
      <w:r w:rsidRPr="00161924">
        <w:rPr>
          <w:rFonts w:cs="Arial"/>
        </w:rPr>
        <w:t xml:space="preserve">There is a lack of detail in the implementation framework approach that will make it difficult for affected parties to fully understand what will be required until specific </w:t>
      </w:r>
      <w:r w:rsidR="00A23F4A">
        <w:rPr>
          <w:rFonts w:cs="Arial"/>
        </w:rPr>
        <w:t>LJRP</w:t>
      </w:r>
      <w:r w:rsidR="00B8179D">
        <w:rPr>
          <w:rFonts w:cs="Arial"/>
        </w:rPr>
        <w:t>s</w:t>
      </w:r>
      <w:r w:rsidRPr="00161924">
        <w:rPr>
          <w:rFonts w:cs="Arial"/>
        </w:rPr>
        <w:t xml:space="preserve"> and </w:t>
      </w:r>
      <w:r w:rsidR="00B8179D">
        <w:rPr>
          <w:rFonts w:cs="Arial"/>
        </w:rPr>
        <w:t>DZRP</w:t>
      </w:r>
      <w:r w:rsidRPr="00161924">
        <w:rPr>
          <w:rFonts w:cs="Arial"/>
        </w:rPr>
        <w:t>s are drawn up</w:t>
      </w:r>
      <w:r>
        <w:rPr>
          <w:rFonts w:cs="Arial"/>
          <w:color w:val="FF0000"/>
        </w:rPr>
        <w:t xml:space="preserve"> </w:t>
      </w:r>
    </w:p>
    <w:p w14:paraId="65FEAA32" w14:textId="52F3BA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The development and implementation of </w:t>
      </w:r>
      <w:r w:rsidR="00B8179D">
        <w:rPr>
          <w:rFonts w:cs="Arial"/>
        </w:rPr>
        <w:t>DZRPs</w:t>
      </w:r>
      <w:r w:rsidRPr="007A4B02">
        <w:rPr>
          <w:rFonts w:cs="Arial"/>
        </w:rPr>
        <w:t xml:space="preserve"> is a new concept and could inevitably bring issues that will need to be addressed in the future</w:t>
      </w:r>
    </w:p>
    <w:p w14:paraId="75D4271D" w14:textId="77777777" w:rsidR="00936889" w:rsidRDefault="00936889" w:rsidP="00936889">
      <w:pPr>
        <w:pStyle w:val="ListParagraph"/>
        <w:numPr>
          <w:ilvl w:val="0"/>
          <w:numId w:val="34"/>
        </w:numPr>
        <w:spacing w:before="0" w:after="160" w:line="259" w:lineRule="auto"/>
        <w:jc w:val="both"/>
        <w:rPr>
          <w:rFonts w:cs="Arial"/>
        </w:rPr>
      </w:pPr>
      <w:r w:rsidRPr="007A4B02">
        <w:rPr>
          <w:rFonts w:cs="Arial"/>
        </w:rPr>
        <w:t>The implementation approach does not provide sufficient time to comply with the consequential industry and code changes required from GC0156</w:t>
      </w:r>
    </w:p>
    <w:p w14:paraId="66ED7367"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 xml:space="preserve">Implementation Date </w:t>
      </w:r>
    </w:p>
    <w:p w14:paraId="19541444" w14:textId="77777777" w:rsidR="00736DBD" w:rsidRDefault="00A605B8" w:rsidP="00736DBD">
      <w:pPr>
        <w:pStyle w:val="ListParagraph"/>
        <w:numPr>
          <w:ilvl w:val="0"/>
          <w:numId w:val="40"/>
        </w:numPr>
        <w:spacing w:before="0" w:after="160" w:line="259" w:lineRule="auto"/>
        <w:jc w:val="both"/>
        <w:rPr>
          <w:rFonts w:cs="Arial"/>
        </w:rPr>
      </w:pPr>
      <w:r w:rsidRPr="007A4B02">
        <w:rPr>
          <w:rFonts w:cs="Arial"/>
        </w:rPr>
        <w:t>There is no clarification of when each of the new obligations on parties would take effect, specifically whether they</w:t>
      </w:r>
      <w:r>
        <w:rPr>
          <w:rFonts w:cs="Arial"/>
        </w:rPr>
        <w:t xml:space="preserve"> will</w:t>
      </w:r>
      <w:r w:rsidRPr="007A4B02">
        <w:rPr>
          <w:rFonts w:cs="Arial"/>
        </w:rPr>
        <w:t xml:space="preserve"> come into effect before 31 December 2026</w:t>
      </w:r>
    </w:p>
    <w:p w14:paraId="5A5C8576" w14:textId="73F60D73" w:rsidR="00736DBD" w:rsidRPr="00736DBD" w:rsidRDefault="00736DBD" w:rsidP="00736DBD">
      <w:pPr>
        <w:pStyle w:val="ListParagraph"/>
        <w:numPr>
          <w:ilvl w:val="0"/>
          <w:numId w:val="40"/>
        </w:numPr>
        <w:spacing w:before="0" w:after="160" w:line="259" w:lineRule="auto"/>
        <w:jc w:val="both"/>
        <w:rPr>
          <w:rFonts w:cs="Arial"/>
        </w:rPr>
      </w:pPr>
      <w:r w:rsidRPr="00736DBD">
        <w:rPr>
          <w:rFonts w:cs="Arial"/>
        </w:rPr>
        <w:t xml:space="preserve">There were 2 suggested approaches </w:t>
      </w:r>
      <w:r w:rsidR="00FE6AAB">
        <w:rPr>
          <w:rFonts w:cs="Arial"/>
        </w:rPr>
        <w:t xml:space="preserve">to be considered in relation to the proposed 31 December </w:t>
      </w:r>
      <w:r w:rsidRPr="00736DBD">
        <w:rPr>
          <w:rFonts w:cs="Arial"/>
        </w:rPr>
        <w:t>2026 date:</w:t>
      </w:r>
    </w:p>
    <w:p w14:paraId="2A78DFB4" w14:textId="77777777" w:rsidR="00736DBD" w:rsidRDefault="00736DBD" w:rsidP="00736DBD">
      <w:pPr>
        <w:pStyle w:val="ListParagraph"/>
        <w:numPr>
          <w:ilvl w:val="1"/>
          <w:numId w:val="40"/>
        </w:numPr>
        <w:spacing w:after="160"/>
        <w:jc w:val="both"/>
        <w:rPr>
          <w:rFonts w:cs="Arial"/>
        </w:rPr>
      </w:pPr>
      <w:r w:rsidRPr="00173FAE">
        <w:rPr>
          <w:rFonts w:cs="Arial"/>
        </w:rPr>
        <w:t xml:space="preserve">Have a mirrored version of the code which is available as soon as the code is approved by the Authority for stakeholders to be aware of their obligations until the requirements become live on 31 December 2026 </w:t>
      </w:r>
    </w:p>
    <w:p w14:paraId="7A2ABC14" w14:textId="77777777" w:rsidR="00736DBD" w:rsidRDefault="00736DBD" w:rsidP="00736DBD">
      <w:pPr>
        <w:pStyle w:val="ListParagraph"/>
        <w:numPr>
          <w:ilvl w:val="1"/>
          <w:numId w:val="40"/>
        </w:numPr>
        <w:spacing w:after="160"/>
        <w:jc w:val="both"/>
        <w:rPr>
          <w:rFonts w:cs="Arial"/>
        </w:rPr>
      </w:pPr>
      <w:r w:rsidRPr="00173FAE">
        <w:rPr>
          <w:rFonts w:cs="Arial"/>
        </w:rPr>
        <w:t>Place obligations on parties with applicable dates of 31 December 2026 whilst the remaining elements continue to apply</w:t>
      </w:r>
    </w:p>
    <w:p w14:paraId="16FA1004" w14:textId="2BCDB65F" w:rsidR="00736DBD" w:rsidRPr="00736DBD" w:rsidRDefault="00736DBD" w:rsidP="00736DBD">
      <w:pPr>
        <w:spacing w:after="160"/>
        <w:jc w:val="both"/>
        <w:rPr>
          <w:rFonts w:cs="Arial"/>
        </w:rPr>
      </w:pPr>
      <w:r w:rsidRPr="00121E3A">
        <w:rPr>
          <w:rFonts w:cs="Arial"/>
          <w:highlight w:val="yellow"/>
        </w:rPr>
        <w:t xml:space="preserve">[Add ESO response to these </w:t>
      </w:r>
      <w:r w:rsidR="00E43403" w:rsidRPr="00121E3A">
        <w:rPr>
          <w:rFonts w:cs="Arial"/>
          <w:highlight w:val="yellow"/>
        </w:rPr>
        <w:t>suggestions]</w:t>
      </w:r>
    </w:p>
    <w:p w14:paraId="24B2D0C3"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Retrospectivity</w:t>
      </w:r>
    </w:p>
    <w:p w14:paraId="26DBA1C3" w14:textId="268D77AF" w:rsidR="00936889" w:rsidRPr="007A4B02" w:rsidRDefault="0016783B" w:rsidP="00936889">
      <w:pPr>
        <w:pStyle w:val="ListParagraph"/>
        <w:numPr>
          <w:ilvl w:val="0"/>
          <w:numId w:val="36"/>
        </w:numPr>
        <w:spacing w:before="0" w:after="160" w:line="259" w:lineRule="auto"/>
        <w:jc w:val="both"/>
        <w:rPr>
          <w:rFonts w:cs="Arial"/>
        </w:rPr>
      </w:pPr>
      <w:r>
        <w:rPr>
          <w:rFonts w:cs="Arial"/>
        </w:rPr>
        <w:t xml:space="preserve">Whilst the </w:t>
      </w:r>
      <w:r w:rsidR="00936889" w:rsidRPr="007A4B02">
        <w:rPr>
          <w:rFonts w:cs="Arial"/>
        </w:rPr>
        <w:t>retrospective application of the mains independence period is necessary to facilitate the requirement for critical tools and facilities,</w:t>
      </w:r>
      <w:r>
        <w:rPr>
          <w:rFonts w:cs="Arial"/>
        </w:rPr>
        <w:t xml:space="preserve"> retrospective application of this requirement</w:t>
      </w:r>
      <w:r w:rsidR="00936889" w:rsidRPr="007A4B02">
        <w:rPr>
          <w:rFonts w:cs="Arial"/>
        </w:rPr>
        <w:t xml:space="preserve"> would</w:t>
      </w:r>
      <w:r>
        <w:rPr>
          <w:rFonts w:cs="Arial"/>
        </w:rPr>
        <w:t xml:space="preserve"> not</w:t>
      </w:r>
      <w:r w:rsidR="00936889" w:rsidRPr="007A4B02">
        <w:rPr>
          <w:rFonts w:cs="Arial"/>
        </w:rPr>
        <w:t xml:space="preserve"> be appropriate for Aggregators and Offshore Generators </w:t>
      </w:r>
    </w:p>
    <w:p w14:paraId="52D9736E" w14:textId="0CF2CF9F" w:rsidR="00936889" w:rsidRDefault="00936889" w:rsidP="00936889">
      <w:pPr>
        <w:pStyle w:val="ListParagraph"/>
        <w:numPr>
          <w:ilvl w:val="0"/>
          <w:numId w:val="36"/>
        </w:numPr>
        <w:spacing w:before="0" w:after="160" w:line="259" w:lineRule="auto"/>
        <w:jc w:val="both"/>
        <w:rPr>
          <w:rFonts w:cs="Arial"/>
        </w:rPr>
      </w:pPr>
      <w:r w:rsidRPr="007A4B02">
        <w:rPr>
          <w:rFonts w:cs="Arial"/>
        </w:rPr>
        <w:t xml:space="preserve">Sufficient consideration and background work has not been performed to evaluate the impact that retrospective changes to the Grid Code will have </w:t>
      </w:r>
      <w:r w:rsidR="0016783B">
        <w:rPr>
          <w:rFonts w:cs="Arial"/>
        </w:rPr>
        <w:t xml:space="preserve">on </w:t>
      </w:r>
      <w:r w:rsidRPr="007A4B02">
        <w:rPr>
          <w:rFonts w:cs="Arial"/>
        </w:rPr>
        <w:t>existing Users</w:t>
      </w:r>
    </w:p>
    <w:p w14:paraId="447769D4" w14:textId="6C28FEB5" w:rsidR="0016783B" w:rsidRPr="0016783B" w:rsidRDefault="0016783B" w:rsidP="0016783B">
      <w:pPr>
        <w:spacing w:after="160"/>
        <w:jc w:val="both"/>
        <w:rPr>
          <w:rFonts w:cs="Arial"/>
        </w:rPr>
      </w:pPr>
      <w:r>
        <w:rPr>
          <w:rFonts w:cs="Arial"/>
        </w:rPr>
        <w:t xml:space="preserve">Note: </w:t>
      </w:r>
      <w:r w:rsidR="000D0452">
        <w:rPr>
          <w:rFonts w:cs="Arial"/>
        </w:rPr>
        <w:t xml:space="preserve">WAGCM1 seeks to remove retrospective application of </w:t>
      </w:r>
      <w:r w:rsidR="0063477B">
        <w:rPr>
          <w:rFonts w:cs="Arial"/>
        </w:rPr>
        <w:t>existing Generators to modify their plant to achieve existing cold start time following loss of site supplies</w:t>
      </w:r>
      <w:r w:rsidR="000B2AEB">
        <w:rPr>
          <w:rFonts w:cs="Arial"/>
        </w:rPr>
        <w:t>.</w:t>
      </w:r>
      <w:r w:rsidR="003B2F19">
        <w:rPr>
          <w:rFonts w:cs="Arial"/>
        </w:rPr>
        <w:t xml:space="preserve"> </w:t>
      </w:r>
      <w:r w:rsidR="003B2F19" w:rsidRPr="003B2F19">
        <w:rPr>
          <w:rFonts w:cs="Arial"/>
        </w:rPr>
        <w:t xml:space="preserve">The </w:t>
      </w:r>
      <w:r w:rsidR="003B2F19">
        <w:rPr>
          <w:rFonts w:cs="Arial"/>
        </w:rPr>
        <w:t>Pro</w:t>
      </w:r>
      <w:r w:rsidR="003B2F19" w:rsidRPr="003B2F19">
        <w:rPr>
          <w:rFonts w:cs="Arial"/>
        </w:rPr>
        <w:t>poser and ESO Rep were not convinced that the requirements of the modification would be fully met without the retrospectivity or including future plant.</w:t>
      </w:r>
    </w:p>
    <w:p w14:paraId="25B4DD8F"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Impact on Parties / Coordination between parties</w:t>
      </w:r>
    </w:p>
    <w:p w14:paraId="26A473A5" w14:textId="50DA44F0" w:rsidR="00936889" w:rsidRDefault="00936889" w:rsidP="00936889">
      <w:pPr>
        <w:pStyle w:val="ListParagraph"/>
        <w:numPr>
          <w:ilvl w:val="0"/>
          <w:numId w:val="34"/>
        </w:numPr>
        <w:spacing w:before="0" w:after="160" w:line="259" w:lineRule="auto"/>
        <w:jc w:val="both"/>
        <w:rPr>
          <w:rFonts w:cs="Arial"/>
        </w:rPr>
      </w:pPr>
      <w:r w:rsidRPr="007A4B02">
        <w:rPr>
          <w:rFonts w:cs="Arial"/>
        </w:rPr>
        <w:t>It is not appropriate or cost-effective for all existing Users to be required to comply when not all Users are intended to be contracted to offer System Restoration Services</w:t>
      </w:r>
      <w:r>
        <w:rPr>
          <w:rFonts w:cs="Arial"/>
        </w:rPr>
        <w:t xml:space="preserve"> </w:t>
      </w:r>
    </w:p>
    <w:p w14:paraId="13A67603" w14:textId="2A1F2EAD" w:rsidR="00936889" w:rsidRDefault="003A0C3C" w:rsidP="00C83150">
      <w:pPr>
        <w:pStyle w:val="ListParagraph"/>
        <w:numPr>
          <w:ilvl w:val="0"/>
          <w:numId w:val="34"/>
        </w:numPr>
        <w:spacing w:before="0" w:after="160" w:line="259" w:lineRule="auto"/>
        <w:jc w:val="both"/>
        <w:rPr>
          <w:rFonts w:cs="Arial"/>
        </w:rPr>
      </w:pPr>
      <w:r>
        <w:rPr>
          <w:rFonts w:cs="Arial"/>
        </w:rPr>
        <w:t xml:space="preserve">The impact </w:t>
      </w:r>
      <w:r w:rsidR="00C83150">
        <w:rPr>
          <w:rFonts w:cs="Arial"/>
        </w:rPr>
        <w:t xml:space="preserve">of the ESRS </w:t>
      </w:r>
      <w:r>
        <w:rPr>
          <w:rFonts w:cs="Arial"/>
        </w:rPr>
        <w:t>on TO</w:t>
      </w:r>
      <w:r w:rsidR="00C83150">
        <w:rPr>
          <w:rFonts w:cs="Arial"/>
        </w:rPr>
        <w:t xml:space="preserve"> obligations</w:t>
      </w:r>
      <w:r>
        <w:rPr>
          <w:rFonts w:cs="Arial"/>
        </w:rPr>
        <w:t xml:space="preserve"> have not been </w:t>
      </w:r>
      <w:r w:rsidR="00C83150">
        <w:rPr>
          <w:rFonts w:cs="Arial"/>
        </w:rPr>
        <w:t>clearly defined</w:t>
      </w:r>
      <w:r w:rsidR="00A30841">
        <w:rPr>
          <w:rFonts w:cs="Arial"/>
        </w:rPr>
        <w:t>; d</w:t>
      </w:r>
      <w:r w:rsidR="00936889" w:rsidRPr="00C83150">
        <w:rPr>
          <w:rFonts w:cs="Arial"/>
        </w:rPr>
        <w:t xml:space="preserve">etailed regional studies and plans need to be developed to minimise risks and ensure that TOs, DNOs and OFTOs understand the differences in response between various connected assets during restoration and prepare for adequate contingencies and resilience </w:t>
      </w:r>
    </w:p>
    <w:p w14:paraId="33D3D860" w14:textId="5765321E" w:rsidR="00A30841" w:rsidRPr="00A30841" w:rsidRDefault="00A30841" w:rsidP="00A30841">
      <w:pPr>
        <w:pStyle w:val="ListParagraph"/>
        <w:numPr>
          <w:ilvl w:val="0"/>
          <w:numId w:val="34"/>
        </w:numPr>
        <w:spacing w:before="0" w:after="160" w:line="259" w:lineRule="auto"/>
        <w:jc w:val="both"/>
        <w:rPr>
          <w:rFonts w:cs="Arial"/>
        </w:rPr>
      </w:pPr>
      <w:r w:rsidRPr="007A4B02">
        <w:rPr>
          <w:rFonts w:cs="Arial"/>
        </w:rPr>
        <w:t>Financial and practical impact on various classes of generation has not been establishe</w:t>
      </w:r>
      <w:r>
        <w:rPr>
          <w:rFonts w:cs="Arial"/>
        </w:rPr>
        <w:t>d</w:t>
      </w:r>
    </w:p>
    <w:p w14:paraId="051C33D8" w14:textId="77777777" w:rsidR="0079776C" w:rsidRDefault="00C77876" w:rsidP="004D7597">
      <w:pPr>
        <w:pStyle w:val="ListParagraph"/>
        <w:numPr>
          <w:ilvl w:val="0"/>
          <w:numId w:val="34"/>
        </w:numPr>
        <w:spacing w:before="0" w:after="160" w:line="259" w:lineRule="auto"/>
        <w:jc w:val="both"/>
        <w:rPr>
          <w:rFonts w:cs="Arial"/>
        </w:rPr>
      </w:pPr>
      <w:r>
        <w:rPr>
          <w:rFonts w:cs="Arial"/>
        </w:rPr>
        <w:t>No clarity of</w:t>
      </w:r>
      <w:r w:rsidR="00936889" w:rsidRPr="007A4B02">
        <w:rPr>
          <w:rFonts w:cs="Arial"/>
        </w:rPr>
        <w:t xml:space="preserve"> the ESRS role of aggregators and other CUSC parties without physical assets and no clear means </w:t>
      </w:r>
      <w:r w:rsidR="00936889">
        <w:rPr>
          <w:rFonts w:cs="Arial"/>
        </w:rPr>
        <w:t>of</w:t>
      </w:r>
      <w:r w:rsidR="00936889" w:rsidRPr="007A4B02">
        <w:rPr>
          <w:rFonts w:cs="Arial"/>
        </w:rPr>
        <w:t xml:space="preserve"> apply</w:t>
      </w:r>
      <w:r w:rsidR="00936889">
        <w:rPr>
          <w:rFonts w:cs="Arial"/>
        </w:rPr>
        <w:t>ing</w:t>
      </w:r>
      <w:r w:rsidR="00936889" w:rsidRPr="007A4B02">
        <w:rPr>
          <w:rFonts w:cs="Arial"/>
        </w:rPr>
        <w:t xml:space="preserve"> the GC0156 resilience requirements to these parties</w:t>
      </w:r>
      <w:r w:rsidR="004D7597">
        <w:rPr>
          <w:rFonts w:cs="Arial"/>
        </w:rPr>
        <w:t xml:space="preserve">. </w:t>
      </w:r>
    </w:p>
    <w:p w14:paraId="6912611F" w14:textId="2CBDB6D7" w:rsidR="000F5D4C" w:rsidRPr="004D7597" w:rsidRDefault="004D7597" w:rsidP="004D7597">
      <w:pPr>
        <w:pStyle w:val="ListParagraph"/>
        <w:numPr>
          <w:ilvl w:val="0"/>
          <w:numId w:val="34"/>
        </w:numPr>
        <w:spacing w:before="0" w:after="160" w:line="259" w:lineRule="auto"/>
        <w:jc w:val="both"/>
        <w:rPr>
          <w:rFonts w:cs="Arial"/>
        </w:rPr>
      </w:pPr>
      <w:r>
        <w:rPr>
          <w:rFonts w:cs="Arial"/>
        </w:rPr>
        <w:t>F</w:t>
      </w:r>
      <w:r w:rsidR="00936889" w:rsidRPr="004D7597">
        <w:rPr>
          <w:rFonts w:cs="Arial"/>
        </w:rPr>
        <w:t>urther consideration of VLPs / Aggregators</w:t>
      </w:r>
      <w:r w:rsidR="00C77876" w:rsidRPr="004D7597">
        <w:rPr>
          <w:rFonts w:cs="Arial"/>
        </w:rPr>
        <w:t xml:space="preserve"> is needed</w:t>
      </w:r>
      <w:r w:rsidR="00936889" w:rsidRPr="004D7597">
        <w:rPr>
          <w:rFonts w:cs="Arial"/>
        </w:rPr>
        <w:t xml:space="preserve"> to enhance understanding of risks (particularly common mode risks) that may prevent them from delivering restoration services </w:t>
      </w:r>
    </w:p>
    <w:p w14:paraId="6AC78DEA" w14:textId="54F57EE8" w:rsidR="000F5D4C" w:rsidRPr="00DD2BC6" w:rsidRDefault="007E3863" w:rsidP="00DD2BC6">
      <w:pPr>
        <w:spacing w:after="160"/>
        <w:jc w:val="both"/>
        <w:rPr>
          <w:rFonts w:cs="Arial"/>
        </w:rPr>
      </w:pPr>
      <w:r w:rsidRPr="00DD2BC6">
        <w:rPr>
          <w:rFonts w:cs="Arial"/>
        </w:rPr>
        <w:t xml:space="preserve">In </w:t>
      </w:r>
      <w:r w:rsidR="000F5D4C" w:rsidRPr="00DD2BC6">
        <w:rPr>
          <w:rFonts w:cs="Arial"/>
        </w:rPr>
        <w:t>response</w:t>
      </w:r>
      <w:r w:rsidRPr="00DD2BC6">
        <w:rPr>
          <w:rFonts w:cs="Arial"/>
        </w:rPr>
        <w:t xml:space="preserve"> to the above concerns the ESO representative</w:t>
      </w:r>
      <w:r w:rsidR="000F5D4C" w:rsidRPr="00DD2BC6">
        <w:rPr>
          <w:rFonts w:cs="Arial"/>
        </w:rPr>
        <w:t xml:space="preserve"> clarified that:</w:t>
      </w:r>
    </w:p>
    <w:p w14:paraId="04216350" w14:textId="77777777" w:rsidR="000F5D4C" w:rsidRDefault="00452DD1" w:rsidP="000F5D4C">
      <w:pPr>
        <w:pStyle w:val="ListParagraph"/>
        <w:numPr>
          <w:ilvl w:val="0"/>
          <w:numId w:val="42"/>
        </w:numPr>
        <w:spacing w:after="160"/>
        <w:jc w:val="both"/>
        <w:rPr>
          <w:rFonts w:cs="Arial"/>
        </w:rPr>
      </w:pPr>
      <w:r w:rsidRPr="000F5D4C">
        <w:rPr>
          <w:rFonts w:cs="Arial"/>
        </w:rPr>
        <w:t>Not every generator will be contracted to offer the service</w:t>
      </w:r>
    </w:p>
    <w:p w14:paraId="1B4782ED" w14:textId="77777777" w:rsidR="000F5D4C" w:rsidRDefault="00452DD1" w:rsidP="000F5D4C">
      <w:pPr>
        <w:pStyle w:val="ListParagraph"/>
        <w:numPr>
          <w:ilvl w:val="0"/>
          <w:numId w:val="42"/>
        </w:numPr>
        <w:spacing w:after="160"/>
        <w:jc w:val="both"/>
        <w:rPr>
          <w:rFonts w:cs="Arial"/>
        </w:rPr>
      </w:pPr>
      <w:r w:rsidRPr="000F5D4C">
        <w:rPr>
          <w:rFonts w:cs="Arial"/>
        </w:rPr>
        <w:t>TO obligations will be addressed with an STC modification</w:t>
      </w:r>
    </w:p>
    <w:p w14:paraId="1EB31423" w14:textId="0E873768" w:rsidR="00452DD1" w:rsidRPr="000F5D4C" w:rsidRDefault="000F5D4C" w:rsidP="00452DD1">
      <w:pPr>
        <w:pStyle w:val="ListParagraph"/>
        <w:numPr>
          <w:ilvl w:val="0"/>
          <w:numId w:val="42"/>
        </w:numPr>
        <w:spacing w:after="160"/>
        <w:jc w:val="both"/>
        <w:rPr>
          <w:rFonts w:cs="Arial"/>
        </w:rPr>
      </w:pPr>
      <w:r w:rsidRPr="000F5D4C">
        <w:rPr>
          <w:rFonts w:cs="Arial"/>
        </w:rPr>
        <w:t xml:space="preserve">The </w:t>
      </w:r>
      <w:r w:rsidR="00452DD1" w:rsidRPr="000F5D4C">
        <w:rPr>
          <w:rFonts w:cs="Arial"/>
        </w:rPr>
        <w:t>ESO will run overall restoration and have plans in place details will be used to drive the LJRPs and DZRPs</w:t>
      </w:r>
    </w:p>
    <w:p w14:paraId="51F90FA1"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Cost impacts / cost recovery mechanism</w:t>
      </w:r>
    </w:p>
    <w:p w14:paraId="18BCED6B" w14:textId="34724799" w:rsidR="00713B73" w:rsidRDefault="00936889" w:rsidP="003C2AF3">
      <w:pPr>
        <w:pStyle w:val="ListParagraph"/>
        <w:numPr>
          <w:ilvl w:val="0"/>
          <w:numId w:val="36"/>
        </w:numPr>
        <w:spacing w:before="0" w:after="160" w:line="259" w:lineRule="auto"/>
        <w:jc w:val="both"/>
        <w:rPr>
          <w:rFonts w:cs="Arial"/>
        </w:rPr>
      </w:pPr>
      <w:r w:rsidRPr="00713B73">
        <w:rPr>
          <w:rFonts w:cs="Arial"/>
        </w:rPr>
        <w:t xml:space="preserve">How the level of cost imposed on the generation will be recovered from consumers, and costs to be incurred by </w:t>
      </w:r>
      <w:r w:rsidR="0088572A" w:rsidRPr="00713B73">
        <w:rPr>
          <w:rFonts w:cs="Arial"/>
        </w:rPr>
        <w:t>G</w:t>
      </w:r>
      <w:r w:rsidRPr="00713B73">
        <w:rPr>
          <w:rFonts w:cs="Arial"/>
        </w:rPr>
        <w:t xml:space="preserve">enerators or wider social benefits have not been discussed in the </w:t>
      </w:r>
      <w:r w:rsidR="00C74B27">
        <w:rPr>
          <w:rFonts w:cs="Arial"/>
        </w:rPr>
        <w:t>Workgroup</w:t>
      </w:r>
      <w:r w:rsidRPr="00713B73">
        <w:rPr>
          <w:rFonts w:cs="Arial"/>
        </w:rPr>
        <w:t xml:space="preserve">. </w:t>
      </w:r>
    </w:p>
    <w:p w14:paraId="6DF4C295" w14:textId="042BA09A" w:rsidR="00FB4B7F" w:rsidRPr="00331A84" w:rsidRDefault="001619BA" w:rsidP="00331A84">
      <w:pPr>
        <w:spacing w:after="160"/>
        <w:jc w:val="both"/>
        <w:rPr>
          <w:rFonts w:cs="Arial"/>
        </w:rPr>
      </w:pPr>
      <w:r w:rsidRPr="00331A84">
        <w:rPr>
          <w:rFonts w:cs="Arial"/>
        </w:rPr>
        <w:t>The</w:t>
      </w:r>
      <w:r w:rsidR="00C350A1" w:rsidRPr="00331A84">
        <w:rPr>
          <w:rFonts w:cs="Arial"/>
        </w:rPr>
        <w:t xml:space="preserve"> ESO</w:t>
      </w:r>
      <w:r w:rsidR="003336CC" w:rsidRPr="00331A84">
        <w:rPr>
          <w:rFonts w:cs="Arial"/>
        </w:rPr>
        <w:t xml:space="preserve"> representative</w:t>
      </w:r>
      <w:r w:rsidR="00C350A1" w:rsidRPr="00331A84">
        <w:rPr>
          <w:rFonts w:cs="Arial"/>
        </w:rPr>
        <w:t xml:space="preserve"> noted that </w:t>
      </w:r>
      <w:hyperlink r:id="rId39" w:history="1">
        <w:r w:rsidR="00C350A1" w:rsidRPr="00331A84">
          <w:rPr>
            <w:rStyle w:val="Hyperlink"/>
            <w:rFonts w:cs="Arial"/>
          </w:rPr>
          <w:t>CMP398</w:t>
        </w:r>
      </w:hyperlink>
      <w:r w:rsidR="00C350A1" w:rsidRPr="00331A84">
        <w:rPr>
          <w:rFonts w:cs="Arial"/>
        </w:rPr>
        <w:t xml:space="preserve"> </w:t>
      </w:r>
      <w:r w:rsidR="003336CC" w:rsidRPr="00331A84">
        <w:rPr>
          <w:rFonts w:cs="Arial"/>
        </w:rPr>
        <w:t xml:space="preserve">was </w:t>
      </w:r>
      <w:r w:rsidR="00C350A1" w:rsidRPr="00331A84">
        <w:rPr>
          <w:rFonts w:cs="Arial"/>
        </w:rPr>
        <w:t>a</w:t>
      </w:r>
      <w:r w:rsidR="00037213" w:rsidRPr="00331A84">
        <w:rPr>
          <w:rFonts w:cs="Arial"/>
        </w:rPr>
        <w:t>ddress</w:t>
      </w:r>
      <w:r w:rsidR="003336CC" w:rsidRPr="00331A84">
        <w:rPr>
          <w:rFonts w:cs="Arial"/>
        </w:rPr>
        <w:t>ing</w:t>
      </w:r>
      <w:r w:rsidR="00037213" w:rsidRPr="00331A84">
        <w:rPr>
          <w:rFonts w:cs="Arial"/>
        </w:rPr>
        <w:t xml:space="preserve"> cost recovery mechanism for this modification</w:t>
      </w:r>
      <w:r w:rsidR="003336CC" w:rsidRPr="00331A84">
        <w:rPr>
          <w:rFonts w:cs="Arial"/>
        </w:rPr>
        <w:t>.</w:t>
      </w:r>
    </w:p>
    <w:p w14:paraId="1CE2F11D"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Cost Benefit Analysis</w:t>
      </w:r>
    </w:p>
    <w:p w14:paraId="7416D44B" w14:textId="77777777" w:rsidR="00A210AA" w:rsidRDefault="00A210AA" w:rsidP="00A210AA">
      <w:pPr>
        <w:rPr>
          <w:rFonts w:ascii="Arial" w:hAnsi="Arial" w:cs="Arial"/>
          <w:szCs w:val="24"/>
        </w:rPr>
      </w:pPr>
      <w:r>
        <w:rPr>
          <w:rFonts w:ascii="Arial" w:hAnsi="Arial" w:cs="Arial"/>
          <w:szCs w:val="24"/>
        </w:rPr>
        <w:t>There were split views on this as outlined below:</w:t>
      </w:r>
    </w:p>
    <w:p w14:paraId="4948B21D" w14:textId="20122B60" w:rsidR="00936889" w:rsidRPr="00754A6A" w:rsidRDefault="00A210AA" w:rsidP="00A210AA">
      <w:pPr>
        <w:rPr>
          <w:rFonts w:ascii="Arial" w:hAnsi="Arial" w:cs="Arial"/>
          <w:szCs w:val="24"/>
        </w:rPr>
      </w:pPr>
      <w:r>
        <w:rPr>
          <w:rFonts w:ascii="Arial" w:hAnsi="Arial" w:cs="Arial"/>
          <w:szCs w:val="24"/>
        </w:rPr>
        <w:br/>
      </w:r>
      <w:r w:rsidR="00936889" w:rsidRPr="00754A6A">
        <w:rPr>
          <w:rFonts w:ascii="Arial" w:hAnsi="Arial" w:cs="Arial"/>
          <w:szCs w:val="24"/>
        </w:rPr>
        <w:t>Views for Cost Benefit Analysis</w:t>
      </w:r>
    </w:p>
    <w:p w14:paraId="04E5CE71" w14:textId="777777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A CBA will be necessary to assess the impact of standardised requirements across regions </w:t>
      </w:r>
      <w:r>
        <w:rPr>
          <w:rFonts w:cs="Arial"/>
        </w:rPr>
        <w:t>against</w:t>
      </w:r>
      <w:r w:rsidRPr="007A4B02">
        <w:rPr>
          <w:rFonts w:cs="Arial"/>
        </w:rPr>
        <w:t xml:space="preserve"> ESRS tender and market requirements being derived through regional studies and study of capabilities of types of generators based in different LJRPs and DRZPs</w:t>
      </w:r>
    </w:p>
    <w:p w14:paraId="7F2D7899" w14:textId="77777777"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A CBA should be performed on a case-by-case basis; some plants may not be able to accommodate any of the proposed changes and should not be penalised for this.</w:t>
      </w:r>
    </w:p>
    <w:p w14:paraId="0E788497" w14:textId="77777777" w:rsidR="00936889" w:rsidRPr="00754A6A" w:rsidRDefault="00936889" w:rsidP="00936889">
      <w:pPr>
        <w:jc w:val="both"/>
        <w:rPr>
          <w:rFonts w:ascii="Arial" w:hAnsi="Arial" w:cs="Arial"/>
          <w:szCs w:val="24"/>
        </w:rPr>
      </w:pPr>
      <w:r w:rsidRPr="00754A6A">
        <w:rPr>
          <w:rFonts w:ascii="Arial" w:hAnsi="Arial" w:cs="Arial"/>
          <w:szCs w:val="24"/>
        </w:rPr>
        <w:t>Views against Cost Benefit Analysis</w:t>
      </w:r>
    </w:p>
    <w:p w14:paraId="2A7D6C10" w14:textId="7063339A" w:rsidR="001E4F94" w:rsidRDefault="00936889" w:rsidP="001E4F94">
      <w:pPr>
        <w:pStyle w:val="ListParagraph"/>
        <w:numPr>
          <w:ilvl w:val="0"/>
          <w:numId w:val="34"/>
        </w:numPr>
        <w:spacing w:before="0" w:after="160" w:line="259" w:lineRule="auto"/>
        <w:jc w:val="both"/>
        <w:rPr>
          <w:rFonts w:cs="Arial"/>
        </w:rPr>
      </w:pPr>
      <w:r w:rsidRPr="007A4B02">
        <w:rPr>
          <w:rFonts w:cs="Arial"/>
        </w:rPr>
        <w:t>A lighter review and cost comparison should be carried out and not a CBA. This should examine the costs to the end consumers and work upon services the ESO buys rather than the network costs. It should look at comparable value against conventional and revised mechanisms</w:t>
      </w:r>
    </w:p>
    <w:p w14:paraId="3139472C" w14:textId="62DB0470" w:rsidR="00936889" w:rsidRDefault="001E687C" w:rsidP="006A6BAF">
      <w:pPr>
        <w:spacing w:after="160"/>
        <w:jc w:val="both"/>
        <w:rPr>
          <w:rFonts w:cs="Arial"/>
        </w:rPr>
      </w:pPr>
      <w:r w:rsidRPr="006A6BAF">
        <w:rPr>
          <w:rFonts w:cs="Arial"/>
        </w:rPr>
        <w:t xml:space="preserve">In response to the </w:t>
      </w:r>
      <w:r w:rsidR="00B16756" w:rsidRPr="006A6BAF">
        <w:rPr>
          <w:rFonts w:cs="Arial"/>
        </w:rPr>
        <w:t xml:space="preserve">view </w:t>
      </w:r>
      <w:r w:rsidR="00A210AA" w:rsidRPr="006A6BAF">
        <w:rPr>
          <w:rFonts w:cs="Arial"/>
        </w:rPr>
        <w:t>for</w:t>
      </w:r>
      <w:r w:rsidR="00B16756" w:rsidRPr="006A6BAF">
        <w:rPr>
          <w:rFonts w:cs="Arial"/>
        </w:rPr>
        <w:t xml:space="preserve"> a CBA, the</w:t>
      </w:r>
      <w:r w:rsidR="001C5630">
        <w:rPr>
          <w:rFonts w:cs="Arial"/>
        </w:rPr>
        <w:t xml:space="preserve"> Proposer</w:t>
      </w:r>
      <w:r w:rsidR="00936889" w:rsidRPr="006A6BAF">
        <w:rPr>
          <w:rFonts w:cs="Arial"/>
        </w:rPr>
        <w:t xml:space="preserve"> acknowledge</w:t>
      </w:r>
      <w:r w:rsidR="00B16756" w:rsidRPr="006A6BAF">
        <w:rPr>
          <w:rFonts w:cs="Arial"/>
        </w:rPr>
        <w:t>d</w:t>
      </w:r>
      <w:r w:rsidR="00936889" w:rsidRPr="006A6BAF">
        <w:rPr>
          <w:rFonts w:cs="Arial"/>
        </w:rPr>
        <w:t xml:space="preserve"> </w:t>
      </w:r>
      <w:r w:rsidR="00EB57E9" w:rsidRPr="006A6BAF">
        <w:rPr>
          <w:rFonts w:cs="Arial"/>
        </w:rPr>
        <w:t>the usefulness of a</w:t>
      </w:r>
      <w:r w:rsidR="00936889" w:rsidRPr="006A6BAF">
        <w:rPr>
          <w:rFonts w:cs="Arial"/>
        </w:rPr>
        <w:t xml:space="preserve"> CBA however, Ofgem </w:t>
      </w:r>
      <w:r w:rsidR="00A210AA" w:rsidRPr="006A6BAF">
        <w:rPr>
          <w:rFonts w:cs="Arial"/>
        </w:rPr>
        <w:t xml:space="preserve">had </w:t>
      </w:r>
      <w:r w:rsidR="00936889" w:rsidRPr="006A6BAF">
        <w:rPr>
          <w:rFonts w:cs="Arial"/>
        </w:rPr>
        <w:t>carried out a CBA to justify the benefit(s) of ESRS</w:t>
      </w:r>
      <w:r w:rsidR="00FC655D" w:rsidRPr="006A6BAF">
        <w:rPr>
          <w:rFonts w:cs="Arial"/>
        </w:rPr>
        <w:t xml:space="preserve"> prior to</w:t>
      </w:r>
      <w:r w:rsidR="00936889" w:rsidRPr="006A6BAF">
        <w:rPr>
          <w:rFonts w:cs="Arial"/>
        </w:rPr>
        <w:t xml:space="preserve"> includ</w:t>
      </w:r>
      <w:r w:rsidR="00FC655D" w:rsidRPr="006A6BAF">
        <w:rPr>
          <w:rFonts w:cs="Arial"/>
        </w:rPr>
        <w:t>ing</w:t>
      </w:r>
      <w:r w:rsidR="00936889" w:rsidRPr="006A6BAF">
        <w:rPr>
          <w:rFonts w:cs="Arial"/>
        </w:rPr>
        <w:t xml:space="preserve"> the ESRS in</w:t>
      </w:r>
      <w:r w:rsidR="00FC655D" w:rsidRPr="006A6BAF">
        <w:rPr>
          <w:rFonts w:cs="Arial"/>
        </w:rPr>
        <w:t xml:space="preserve"> the</w:t>
      </w:r>
      <w:r w:rsidR="00936889" w:rsidRPr="006A6BAF">
        <w:rPr>
          <w:rFonts w:cs="Arial"/>
        </w:rPr>
        <w:t xml:space="preserve"> ESO’s License as an obligation.</w:t>
      </w:r>
      <w:r w:rsidR="00A210AA" w:rsidRPr="006A6BAF">
        <w:rPr>
          <w:rFonts w:cs="Arial"/>
        </w:rPr>
        <w:t xml:space="preserve"> </w:t>
      </w:r>
      <w:r w:rsidR="00FC655D" w:rsidRPr="006A6BAF">
        <w:rPr>
          <w:rFonts w:cs="Arial"/>
        </w:rPr>
        <w:t>T</w:t>
      </w:r>
      <w:r w:rsidR="00A210AA" w:rsidRPr="006A6BAF">
        <w:rPr>
          <w:rFonts w:cs="Arial"/>
        </w:rPr>
        <w:t>herefore</w:t>
      </w:r>
      <w:r w:rsidR="00FC655D" w:rsidRPr="006A6BAF">
        <w:rPr>
          <w:rFonts w:cs="Arial"/>
        </w:rPr>
        <w:t>,</w:t>
      </w:r>
      <w:r w:rsidR="00A210AA" w:rsidRPr="006A6BAF">
        <w:rPr>
          <w:rFonts w:cs="Arial"/>
        </w:rPr>
        <w:t xml:space="preserve"> </w:t>
      </w:r>
      <w:r w:rsidR="00EA0E63" w:rsidRPr="006A6BAF">
        <w:rPr>
          <w:rFonts w:cs="Arial"/>
        </w:rPr>
        <w:t xml:space="preserve">a </w:t>
      </w:r>
      <w:r w:rsidR="00A210AA" w:rsidRPr="006A6BAF">
        <w:rPr>
          <w:rFonts w:cs="Arial"/>
        </w:rPr>
        <w:t>r</w:t>
      </w:r>
      <w:r w:rsidR="00936889" w:rsidRPr="006A6BAF">
        <w:rPr>
          <w:rFonts w:cs="Arial"/>
        </w:rPr>
        <w:t>epea</w:t>
      </w:r>
      <w:r w:rsidR="00EA0E63" w:rsidRPr="006A6BAF">
        <w:rPr>
          <w:rFonts w:cs="Arial"/>
        </w:rPr>
        <w:t>t</w:t>
      </w:r>
      <w:r w:rsidR="00936889" w:rsidRPr="006A6BAF">
        <w:rPr>
          <w:rFonts w:cs="Arial"/>
        </w:rPr>
        <w:t xml:space="preserve"> CBA would add no value because </w:t>
      </w:r>
      <w:r w:rsidR="00EA0E63" w:rsidRPr="006A6BAF">
        <w:rPr>
          <w:rFonts w:cs="Arial"/>
        </w:rPr>
        <w:t xml:space="preserve">regardless of the findings, </w:t>
      </w:r>
      <w:r w:rsidR="00936889" w:rsidRPr="006A6BAF">
        <w:rPr>
          <w:rFonts w:cs="Arial"/>
        </w:rPr>
        <w:t xml:space="preserve">ESRS </w:t>
      </w:r>
      <w:r w:rsidR="00EA0E63" w:rsidRPr="006A6BAF">
        <w:rPr>
          <w:rFonts w:cs="Arial"/>
        </w:rPr>
        <w:t>will remain</w:t>
      </w:r>
      <w:r w:rsidR="00936889" w:rsidRPr="006A6BAF">
        <w:rPr>
          <w:rFonts w:cs="Arial"/>
        </w:rPr>
        <w:t xml:space="preserve"> a</w:t>
      </w:r>
      <w:r w:rsidR="00EA0E63" w:rsidRPr="006A6BAF">
        <w:rPr>
          <w:rFonts w:cs="Arial"/>
        </w:rPr>
        <w:t>s a</w:t>
      </w:r>
      <w:r w:rsidR="00936889" w:rsidRPr="006A6BAF">
        <w:rPr>
          <w:rFonts w:cs="Arial"/>
        </w:rPr>
        <w:t xml:space="preserve"> license obligation and </w:t>
      </w:r>
      <w:r w:rsidR="00A210AA" w:rsidRPr="006A6BAF">
        <w:rPr>
          <w:rFonts w:cs="Arial"/>
        </w:rPr>
        <w:t>would</w:t>
      </w:r>
      <w:r w:rsidR="00FE5A2D" w:rsidRPr="006A6BAF">
        <w:rPr>
          <w:rFonts w:cs="Arial"/>
        </w:rPr>
        <w:t xml:space="preserve"> need to</w:t>
      </w:r>
      <w:r w:rsidR="00A210AA" w:rsidRPr="006A6BAF">
        <w:rPr>
          <w:rFonts w:cs="Arial"/>
        </w:rPr>
        <w:t xml:space="preserve"> be</w:t>
      </w:r>
      <w:r w:rsidR="00936889" w:rsidRPr="006A6BAF">
        <w:rPr>
          <w:rFonts w:cs="Arial"/>
        </w:rPr>
        <w:t xml:space="preserve"> implemented</w:t>
      </w:r>
      <w:r w:rsidR="0075780A">
        <w:rPr>
          <w:rFonts w:cs="Arial"/>
        </w:rPr>
        <w:t>.</w:t>
      </w:r>
    </w:p>
    <w:p w14:paraId="37296C7C" w14:textId="6A3D4940" w:rsidR="00673FA7" w:rsidRDefault="00673FA7" w:rsidP="006A6BAF">
      <w:pPr>
        <w:spacing w:after="160"/>
        <w:jc w:val="both"/>
        <w:rPr>
          <w:rFonts w:cs="Arial"/>
        </w:rPr>
      </w:pPr>
      <w:r>
        <w:rPr>
          <w:rFonts w:cs="Arial"/>
        </w:rPr>
        <w:t xml:space="preserve">At </w:t>
      </w:r>
      <w:r w:rsidR="00C74B27">
        <w:rPr>
          <w:rFonts w:cs="Arial"/>
        </w:rPr>
        <w:t>Workgroup meeting</w:t>
      </w:r>
      <w:r>
        <w:rPr>
          <w:rFonts w:cs="Arial"/>
        </w:rPr>
        <w:t xml:space="preserve"> </w:t>
      </w:r>
      <w:r w:rsidR="003765A8">
        <w:rPr>
          <w:rFonts w:cs="Arial"/>
        </w:rPr>
        <w:t>11, the Proposer raised</w:t>
      </w:r>
      <w:r w:rsidR="000A1B91">
        <w:rPr>
          <w:rFonts w:cs="Arial"/>
        </w:rPr>
        <w:t xml:space="preserve"> a suggestion that, as the CBA is not available to the </w:t>
      </w:r>
      <w:r w:rsidR="00C74B27">
        <w:rPr>
          <w:rFonts w:cs="Arial"/>
        </w:rPr>
        <w:t>Workgroup</w:t>
      </w:r>
      <w:r w:rsidR="000A1B91">
        <w:rPr>
          <w:rFonts w:cs="Arial"/>
        </w:rPr>
        <w:t>,</w:t>
      </w:r>
      <w:r w:rsidR="003765A8">
        <w:rPr>
          <w:rFonts w:cs="Arial"/>
        </w:rPr>
        <w:t xml:space="preserve"> </w:t>
      </w:r>
      <w:r w:rsidR="000A1B91">
        <w:rPr>
          <w:rFonts w:cs="Arial"/>
        </w:rPr>
        <w:t>parties could submit their individual cost assessments</w:t>
      </w:r>
      <w:r w:rsidR="00FC7FF0">
        <w:rPr>
          <w:rFonts w:cs="Arial"/>
        </w:rPr>
        <w:t xml:space="preserve"> for </w:t>
      </w:r>
      <w:r w:rsidR="00027EFB">
        <w:rPr>
          <w:rFonts w:cs="Arial"/>
        </w:rPr>
        <w:t>Ofgem</w:t>
      </w:r>
      <w:r w:rsidR="00FC7FF0">
        <w:rPr>
          <w:rFonts w:cs="Arial"/>
        </w:rPr>
        <w:t xml:space="preserve"> to consider</w:t>
      </w:r>
      <w:r w:rsidR="00E20D25">
        <w:rPr>
          <w:rFonts w:cs="Arial"/>
        </w:rPr>
        <w:t xml:space="preserve">. Most </w:t>
      </w:r>
      <w:r w:rsidR="00C74B27">
        <w:rPr>
          <w:rFonts w:cs="Arial"/>
        </w:rPr>
        <w:t>Workgroup</w:t>
      </w:r>
      <w:r w:rsidR="00E20D25">
        <w:rPr>
          <w:rFonts w:cs="Arial"/>
        </w:rPr>
        <w:t xml:space="preserve"> members felt that </w:t>
      </w:r>
      <w:r w:rsidR="00181EFC">
        <w:rPr>
          <w:rFonts w:cs="Arial"/>
        </w:rPr>
        <w:t xml:space="preserve">this will not be valuable </w:t>
      </w:r>
      <w:r w:rsidR="006F7D10">
        <w:rPr>
          <w:rFonts w:cs="Arial"/>
        </w:rPr>
        <w:t>and will not change the basis for which requirements of this modification were determined</w:t>
      </w:r>
      <w:r w:rsidR="00583FFC">
        <w:rPr>
          <w:rFonts w:cs="Arial"/>
        </w:rPr>
        <w:t>,</w:t>
      </w:r>
      <w:r w:rsidR="006F7D10">
        <w:rPr>
          <w:rFonts w:cs="Arial"/>
        </w:rPr>
        <w:t xml:space="preserve"> which is what the </w:t>
      </w:r>
      <w:r w:rsidR="00C74B27">
        <w:rPr>
          <w:rFonts w:cs="Arial"/>
        </w:rPr>
        <w:t>Workgroup</w:t>
      </w:r>
      <w:r w:rsidR="006F7D10">
        <w:rPr>
          <w:rFonts w:cs="Arial"/>
        </w:rPr>
        <w:t xml:space="preserve"> want</w:t>
      </w:r>
      <w:r w:rsidR="00583FFC">
        <w:rPr>
          <w:rFonts w:cs="Arial"/>
        </w:rPr>
        <w:t>ed</w:t>
      </w:r>
      <w:r w:rsidR="006F7D10">
        <w:rPr>
          <w:rFonts w:cs="Arial"/>
        </w:rPr>
        <w:t xml:space="preserve"> to </w:t>
      </w:r>
      <w:r w:rsidR="00D52A97">
        <w:rPr>
          <w:rFonts w:cs="Arial"/>
        </w:rPr>
        <w:t>confirm</w:t>
      </w:r>
      <w:r w:rsidR="006F7D10">
        <w:rPr>
          <w:rFonts w:cs="Arial"/>
        </w:rPr>
        <w:t>.</w:t>
      </w:r>
    </w:p>
    <w:p w14:paraId="3942D66D" w14:textId="0C9215BF" w:rsidR="00DD562F" w:rsidRDefault="005C0CE3" w:rsidP="00DD562F">
      <w:pPr>
        <w:spacing w:after="160"/>
        <w:jc w:val="both"/>
        <w:rPr>
          <w:rFonts w:cs="Arial"/>
        </w:rPr>
      </w:pPr>
      <w:r>
        <w:rPr>
          <w:rFonts w:cs="Arial"/>
        </w:rPr>
        <w:t xml:space="preserve">The following assumptions were </w:t>
      </w:r>
      <w:r w:rsidR="00DD562F">
        <w:rPr>
          <w:rFonts w:cs="Arial"/>
        </w:rPr>
        <w:t xml:space="preserve">specifically </w:t>
      </w:r>
      <w:r w:rsidR="00E53C43">
        <w:rPr>
          <w:rFonts w:cs="Arial"/>
        </w:rPr>
        <w:t xml:space="preserve">requested </w:t>
      </w:r>
      <w:r w:rsidR="00DD562F">
        <w:rPr>
          <w:rFonts w:cs="Arial"/>
        </w:rPr>
        <w:t xml:space="preserve">by the </w:t>
      </w:r>
      <w:r w:rsidR="00C74B27">
        <w:rPr>
          <w:rFonts w:cs="Arial"/>
        </w:rPr>
        <w:t>Workgroup</w:t>
      </w:r>
      <w:r w:rsidR="00E53C43">
        <w:rPr>
          <w:rFonts w:cs="Arial"/>
        </w:rPr>
        <w:t>:</w:t>
      </w:r>
      <w:r w:rsidR="00DD562F">
        <w:rPr>
          <w:rFonts w:cs="Arial"/>
        </w:rPr>
        <w:t xml:space="preserve"> </w:t>
      </w:r>
    </w:p>
    <w:p w14:paraId="3C77D398" w14:textId="77777777" w:rsidR="00DD562F" w:rsidRDefault="00DD562F" w:rsidP="00DD562F">
      <w:pPr>
        <w:pStyle w:val="ListParagraph"/>
        <w:numPr>
          <w:ilvl w:val="0"/>
          <w:numId w:val="34"/>
        </w:numPr>
        <w:spacing w:after="160"/>
        <w:jc w:val="both"/>
        <w:rPr>
          <w:rFonts w:cs="Arial"/>
        </w:rPr>
      </w:pPr>
      <w:r w:rsidRPr="00DD562F">
        <w:rPr>
          <w:rFonts w:cs="Arial"/>
        </w:rPr>
        <w:t>Total cost assumed for generators to comply with specified annual cost including 1st year and subsequent years</w:t>
      </w:r>
    </w:p>
    <w:p w14:paraId="6D79D818" w14:textId="77777777" w:rsidR="00DD562F" w:rsidRDefault="00DD562F" w:rsidP="00DD562F">
      <w:pPr>
        <w:pStyle w:val="ListParagraph"/>
        <w:numPr>
          <w:ilvl w:val="0"/>
          <w:numId w:val="34"/>
        </w:numPr>
        <w:spacing w:after="160"/>
        <w:jc w:val="both"/>
        <w:rPr>
          <w:rFonts w:cs="Arial"/>
        </w:rPr>
      </w:pPr>
      <w:r w:rsidRPr="00DD562F">
        <w:rPr>
          <w:rFonts w:cs="Arial"/>
        </w:rPr>
        <w:t>Proportion of existing CUSC party fleet that have the capability being captured by GC0156</w:t>
      </w:r>
    </w:p>
    <w:p w14:paraId="55993C27" w14:textId="117C6D4D" w:rsidR="005C0CE3" w:rsidRPr="00DD562F" w:rsidRDefault="00DD562F" w:rsidP="00DD562F">
      <w:pPr>
        <w:pStyle w:val="ListParagraph"/>
        <w:numPr>
          <w:ilvl w:val="0"/>
          <w:numId w:val="34"/>
        </w:numPr>
        <w:spacing w:after="160"/>
        <w:jc w:val="both"/>
        <w:rPr>
          <w:rFonts w:cs="Arial"/>
        </w:rPr>
      </w:pPr>
      <w:r w:rsidRPr="00DD562F">
        <w:rPr>
          <w:rFonts w:cs="Arial"/>
        </w:rPr>
        <w:t>Any consideration of Aggregators, size of plant under 50mw</w:t>
      </w:r>
    </w:p>
    <w:p w14:paraId="58C0B14D" w14:textId="77777777" w:rsidR="00754A6A" w:rsidRPr="00062F48" w:rsidRDefault="00754A6A" w:rsidP="00936889">
      <w:pPr>
        <w:ind w:left="360"/>
        <w:jc w:val="both"/>
        <w:rPr>
          <w:rFonts w:ascii="Arial" w:hAnsi="Arial" w:cs="Arial"/>
          <w:szCs w:val="24"/>
        </w:rPr>
      </w:pPr>
    </w:p>
    <w:p w14:paraId="7D6C4117" w14:textId="77777777" w:rsidR="00936889" w:rsidRPr="00754A6A" w:rsidRDefault="00936889" w:rsidP="00936889">
      <w:pPr>
        <w:jc w:val="both"/>
        <w:rPr>
          <w:rFonts w:ascii="Arial" w:hAnsi="Arial" w:cs="Arial"/>
          <w:szCs w:val="24"/>
          <w:u w:val="single"/>
        </w:rPr>
      </w:pPr>
      <w:r w:rsidRPr="00EA18D4">
        <w:rPr>
          <w:rFonts w:ascii="Arial" w:hAnsi="Arial" w:cs="Arial"/>
          <w:szCs w:val="24"/>
          <w:u w:val="single"/>
        </w:rPr>
        <w:t>Transmission</w:t>
      </w:r>
      <w:r w:rsidRPr="00754A6A">
        <w:rPr>
          <w:rFonts w:ascii="Arial" w:hAnsi="Arial" w:cs="Arial"/>
          <w:szCs w:val="24"/>
          <w:u w:val="single"/>
        </w:rPr>
        <w:t xml:space="preserve"> Demand vs Total Demand</w:t>
      </w:r>
    </w:p>
    <w:p w14:paraId="3D0A14F4" w14:textId="39E3D375" w:rsidR="00936889" w:rsidRPr="007A4B02" w:rsidRDefault="009C12D4" w:rsidP="00936889">
      <w:pPr>
        <w:pStyle w:val="ListParagraph"/>
        <w:numPr>
          <w:ilvl w:val="0"/>
          <w:numId w:val="34"/>
        </w:numPr>
        <w:spacing w:before="0" w:after="160" w:line="259" w:lineRule="auto"/>
        <w:jc w:val="both"/>
        <w:rPr>
          <w:rFonts w:cs="Arial"/>
        </w:rPr>
      </w:pPr>
      <w:r>
        <w:rPr>
          <w:rFonts w:cs="Arial"/>
        </w:rPr>
        <w:t>B</w:t>
      </w:r>
      <w:r w:rsidR="00936889" w:rsidRPr="007A4B02">
        <w:rPr>
          <w:rFonts w:cs="Arial"/>
        </w:rPr>
        <w:t xml:space="preserve">asing the restoration percentage upon the demand on the transmission system alone and not the </w:t>
      </w:r>
      <w:r w:rsidR="00EA18D4">
        <w:rPr>
          <w:rFonts w:cs="Arial"/>
        </w:rPr>
        <w:t>total demand</w:t>
      </w:r>
      <w:r w:rsidR="00936889" w:rsidRPr="007A4B02">
        <w:rPr>
          <w:rFonts w:cs="Arial"/>
        </w:rPr>
        <w:t xml:space="preserve"> would mean that at certain times of the year a significant volume of overall demand on the GB whole system will not be taken into account when looking at the </w:t>
      </w:r>
      <w:proofErr w:type="gramStart"/>
      <w:r w:rsidR="00936889" w:rsidRPr="007A4B02">
        <w:rPr>
          <w:rFonts w:cs="Arial"/>
        </w:rPr>
        <w:t>24 hour</w:t>
      </w:r>
      <w:proofErr w:type="gramEnd"/>
      <w:r w:rsidR="00936889" w:rsidRPr="007A4B02">
        <w:rPr>
          <w:rFonts w:cs="Arial"/>
        </w:rPr>
        <w:t xml:space="preserve"> target restoration quantum at the time of a total or partial shutdown</w:t>
      </w:r>
    </w:p>
    <w:p w14:paraId="46D2A962" w14:textId="7433FABB" w:rsidR="00936889" w:rsidRPr="001143F0" w:rsidRDefault="009019FF" w:rsidP="00936889">
      <w:pPr>
        <w:pStyle w:val="ListParagraph"/>
        <w:numPr>
          <w:ilvl w:val="0"/>
          <w:numId w:val="34"/>
        </w:numPr>
        <w:spacing w:before="0" w:after="160" w:line="259" w:lineRule="auto"/>
        <w:jc w:val="both"/>
        <w:rPr>
          <w:rFonts w:cs="Arial"/>
        </w:rPr>
      </w:pPr>
      <w:r>
        <w:rPr>
          <w:rFonts w:cs="Arial"/>
        </w:rPr>
        <w:t>The</w:t>
      </w:r>
      <w:r w:rsidR="00936889" w:rsidRPr="007A4B02">
        <w:rPr>
          <w:rFonts w:cs="Arial"/>
        </w:rPr>
        <w:t xml:space="preserve"> term transmission demand poses the risk of raising customer expectations about supply restoration that are greater than those required or that will be delivered by the ESRS. Gross demand that should be restored at each Grid </w:t>
      </w:r>
      <w:r w:rsidR="00936889" w:rsidRPr="001143F0">
        <w:rPr>
          <w:rFonts w:cs="Arial"/>
        </w:rPr>
        <w:t>Supply Point would be more appropriate</w:t>
      </w:r>
    </w:p>
    <w:p w14:paraId="2D6683BA" w14:textId="68C9AD76" w:rsidR="00936889" w:rsidRPr="001143F0" w:rsidRDefault="00244C7D" w:rsidP="00244C7D">
      <w:pPr>
        <w:jc w:val="both"/>
        <w:rPr>
          <w:rFonts w:ascii="Arial" w:hAnsi="Arial" w:cs="Arial"/>
          <w:szCs w:val="24"/>
        </w:rPr>
      </w:pPr>
      <w:r w:rsidRPr="001143F0">
        <w:rPr>
          <w:rFonts w:ascii="Arial" w:hAnsi="Arial" w:cs="Arial"/>
          <w:szCs w:val="24"/>
        </w:rPr>
        <w:t xml:space="preserve">The Proposer </w:t>
      </w:r>
      <w:r w:rsidR="00BD1BD1" w:rsidRPr="001143F0">
        <w:rPr>
          <w:rFonts w:ascii="Arial" w:hAnsi="Arial" w:cs="Arial"/>
          <w:szCs w:val="24"/>
        </w:rPr>
        <w:t xml:space="preserve">reiterated that </w:t>
      </w:r>
      <w:r w:rsidR="00DF03BE" w:rsidRPr="001143F0">
        <w:rPr>
          <w:rFonts w:ascii="Arial" w:hAnsi="Arial" w:cs="Arial"/>
          <w:szCs w:val="24"/>
        </w:rPr>
        <w:t>t</w:t>
      </w:r>
      <w:r w:rsidR="00936889" w:rsidRPr="001143F0">
        <w:rPr>
          <w:rFonts w:ascii="Arial" w:hAnsi="Arial" w:cs="Arial"/>
          <w:szCs w:val="24"/>
        </w:rPr>
        <w:t>ransmission demand is the directive from BEIS</w:t>
      </w:r>
      <w:r w:rsidR="00611043" w:rsidRPr="001143F0">
        <w:rPr>
          <w:rFonts w:ascii="Arial" w:hAnsi="Arial" w:cs="Arial"/>
          <w:szCs w:val="24"/>
        </w:rPr>
        <w:t xml:space="preserve"> and had been </w:t>
      </w:r>
      <w:r w:rsidR="008C1C17">
        <w:rPr>
          <w:rFonts w:ascii="Arial" w:hAnsi="Arial" w:cs="Arial"/>
          <w:szCs w:val="24"/>
        </w:rPr>
        <w:t>confirmed</w:t>
      </w:r>
      <w:r w:rsidR="00611043" w:rsidRPr="001143F0">
        <w:rPr>
          <w:rFonts w:ascii="Arial" w:hAnsi="Arial" w:cs="Arial"/>
          <w:szCs w:val="24"/>
        </w:rPr>
        <w:t xml:space="preserve"> by a BEIS official </w:t>
      </w:r>
      <w:r w:rsidR="00936889" w:rsidRPr="001143F0">
        <w:rPr>
          <w:rFonts w:ascii="Arial" w:hAnsi="Arial" w:cs="Arial"/>
          <w:szCs w:val="24"/>
        </w:rPr>
        <w:t xml:space="preserve">in </w:t>
      </w:r>
      <w:r w:rsidR="00C74B27">
        <w:rPr>
          <w:rFonts w:ascii="Arial" w:hAnsi="Arial" w:cs="Arial"/>
          <w:szCs w:val="24"/>
        </w:rPr>
        <w:t>Workgroup meeting</w:t>
      </w:r>
      <w:r w:rsidR="00936889" w:rsidRPr="001143F0">
        <w:rPr>
          <w:rFonts w:ascii="Arial" w:hAnsi="Arial" w:cs="Arial"/>
          <w:szCs w:val="24"/>
        </w:rPr>
        <w:t xml:space="preserve"> </w:t>
      </w:r>
      <w:r w:rsidR="001143F0" w:rsidRPr="001143F0">
        <w:rPr>
          <w:rFonts w:ascii="Arial" w:hAnsi="Arial" w:cs="Arial"/>
          <w:szCs w:val="24"/>
        </w:rPr>
        <w:t>5</w:t>
      </w:r>
      <w:r w:rsidR="00611043" w:rsidRPr="001143F0">
        <w:rPr>
          <w:rFonts w:ascii="Arial" w:hAnsi="Arial" w:cs="Arial"/>
          <w:szCs w:val="24"/>
        </w:rPr>
        <w:t xml:space="preserve"> </w:t>
      </w:r>
      <w:r w:rsidR="00936889" w:rsidRPr="001143F0">
        <w:rPr>
          <w:rFonts w:ascii="Arial" w:hAnsi="Arial" w:cs="Arial"/>
          <w:szCs w:val="24"/>
        </w:rPr>
        <w:t xml:space="preserve">on 18 August 2022. </w:t>
      </w:r>
    </w:p>
    <w:p w14:paraId="65825F99" w14:textId="77777777" w:rsidR="00936889" w:rsidRPr="00FB4B7F" w:rsidRDefault="00936889" w:rsidP="00936889">
      <w:pPr>
        <w:jc w:val="both"/>
        <w:rPr>
          <w:rFonts w:ascii="Arial" w:hAnsi="Arial" w:cs="Arial"/>
          <w:color w:val="FF0000"/>
          <w:szCs w:val="24"/>
        </w:rPr>
      </w:pPr>
    </w:p>
    <w:p w14:paraId="559A501D" w14:textId="77777777" w:rsidR="00936889" w:rsidRPr="00754A6A" w:rsidRDefault="00936889" w:rsidP="00936889">
      <w:pPr>
        <w:jc w:val="both"/>
        <w:rPr>
          <w:rFonts w:ascii="Arial" w:hAnsi="Arial" w:cs="Arial"/>
          <w:szCs w:val="24"/>
          <w:u w:val="single"/>
        </w:rPr>
      </w:pPr>
      <w:r w:rsidRPr="00754A6A">
        <w:rPr>
          <w:rFonts w:ascii="Arial" w:hAnsi="Arial" w:cs="Arial"/>
          <w:szCs w:val="24"/>
          <w:u w:val="single"/>
        </w:rPr>
        <w:t xml:space="preserve">New Entrants </w:t>
      </w:r>
    </w:p>
    <w:p w14:paraId="1C005914" w14:textId="047A1103" w:rsidR="00936889" w:rsidRDefault="00936889" w:rsidP="00936889">
      <w:pPr>
        <w:pStyle w:val="ListParagraph"/>
        <w:numPr>
          <w:ilvl w:val="0"/>
          <w:numId w:val="34"/>
        </w:numPr>
        <w:spacing w:before="0" w:after="160" w:line="259" w:lineRule="auto"/>
        <w:jc w:val="both"/>
        <w:rPr>
          <w:rFonts w:cs="Arial"/>
        </w:rPr>
      </w:pPr>
      <w:r w:rsidRPr="007A4B02">
        <w:rPr>
          <w:rFonts w:cs="Arial"/>
        </w:rPr>
        <w:t>Concern that in the medium to long term, exemption of ‘new entrants’ (in 2022) from the GC0156 obligations will impede the meeting of the ESRS obligations from 2026 and this detriment could increase overtime</w:t>
      </w:r>
    </w:p>
    <w:p w14:paraId="6E00DF1E" w14:textId="4955B5DB" w:rsidR="00936889" w:rsidRDefault="0078528B" w:rsidP="00936889">
      <w:pPr>
        <w:jc w:val="both"/>
        <w:rPr>
          <w:rFonts w:ascii="Arial" w:hAnsi="Arial" w:cs="Arial"/>
          <w:szCs w:val="24"/>
        </w:rPr>
      </w:pPr>
      <w:r w:rsidRPr="00DD2BC6">
        <w:rPr>
          <w:rFonts w:ascii="Arial" w:hAnsi="Arial" w:cs="Arial"/>
          <w:szCs w:val="24"/>
        </w:rPr>
        <w:t>The ESO representative clarified that t</w:t>
      </w:r>
      <w:r w:rsidR="00936889" w:rsidRPr="00DD2BC6">
        <w:rPr>
          <w:rFonts w:ascii="Arial" w:hAnsi="Arial" w:cs="Arial"/>
          <w:szCs w:val="24"/>
        </w:rPr>
        <w:t>here is no intention to exempt new entrants from GC0156 obligations.</w:t>
      </w:r>
      <w:r w:rsidR="00936889" w:rsidRPr="0078528B">
        <w:rPr>
          <w:rFonts w:ascii="Arial" w:hAnsi="Arial" w:cs="Arial"/>
          <w:szCs w:val="24"/>
        </w:rPr>
        <w:t xml:space="preserve"> </w:t>
      </w:r>
    </w:p>
    <w:p w14:paraId="460E00C7" w14:textId="77777777" w:rsidR="00E46B11" w:rsidRPr="00F84746" w:rsidRDefault="00E46B11" w:rsidP="00936889">
      <w:pPr>
        <w:jc w:val="both"/>
        <w:rPr>
          <w:rFonts w:ascii="Arial" w:hAnsi="Arial" w:cs="Arial"/>
          <w:szCs w:val="24"/>
        </w:rPr>
      </w:pPr>
    </w:p>
    <w:p w14:paraId="327C74EA" w14:textId="4AAE822F" w:rsidR="00936889" w:rsidRPr="00754A6A" w:rsidRDefault="00936889" w:rsidP="00936889">
      <w:pPr>
        <w:jc w:val="both"/>
        <w:rPr>
          <w:rFonts w:ascii="Arial" w:hAnsi="Arial" w:cs="Arial"/>
          <w:szCs w:val="24"/>
          <w:u w:val="single"/>
        </w:rPr>
      </w:pPr>
      <w:r w:rsidRPr="00754A6A">
        <w:rPr>
          <w:rFonts w:ascii="Arial" w:hAnsi="Arial" w:cs="Arial"/>
          <w:szCs w:val="24"/>
          <w:u w:val="single"/>
        </w:rPr>
        <w:t xml:space="preserve">Restoration </w:t>
      </w:r>
      <w:r w:rsidR="00451FD8">
        <w:rPr>
          <w:rFonts w:ascii="Arial" w:hAnsi="Arial" w:cs="Arial"/>
          <w:szCs w:val="24"/>
          <w:u w:val="single"/>
        </w:rPr>
        <w:t>Service Providers</w:t>
      </w:r>
    </w:p>
    <w:p w14:paraId="6B9E07F3" w14:textId="6468257F" w:rsidR="00936889" w:rsidRPr="007A4B02" w:rsidRDefault="00936889" w:rsidP="00936889">
      <w:pPr>
        <w:pStyle w:val="ListParagraph"/>
        <w:numPr>
          <w:ilvl w:val="0"/>
          <w:numId w:val="34"/>
        </w:numPr>
        <w:spacing w:before="0" w:after="160" w:line="259" w:lineRule="auto"/>
        <w:jc w:val="both"/>
        <w:rPr>
          <w:rFonts w:cs="Arial"/>
        </w:rPr>
      </w:pPr>
      <w:r w:rsidRPr="007A4B02">
        <w:rPr>
          <w:rFonts w:cs="Arial"/>
        </w:rPr>
        <w:t xml:space="preserve">It is not entirely clear what parts of the Grid Code apply to embedded </w:t>
      </w:r>
      <w:r w:rsidR="00C74B27">
        <w:rPr>
          <w:rFonts w:cs="Arial"/>
        </w:rPr>
        <w:t>Restoration Contractors</w:t>
      </w:r>
      <w:r w:rsidRPr="007A4B02">
        <w:rPr>
          <w:rFonts w:cs="Arial"/>
        </w:rPr>
        <w:t xml:space="preserve">. It would be </w:t>
      </w:r>
      <w:r w:rsidR="00EA18D4">
        <w:rPr>
          <w:rFonts w:cs="Arial"/>
        </w:rPr>
        <w:t>clearer</w:t>
      </w:r>
      <w:r w:rsidR="00EA18D4" w:rsidRPr="007A4B02">
        <w:rPr>
          <w:rFonts w:cs="Arial"/>
        </w:rPr>
        <w:t xml:space="preserve"> </w:t>
      </w:r>
      <w:r w:rsidRPr="007A4B02">
        <w:rPr>
          <w:rFonts w:cs="Arial"/>
        </w:rPr>
        <w:t>if the technical requirements for an embedded generator providing Restoration Services were in the Distribution code and only the OC9 and BCs applied.</w:t>
      </w:r>
    </w:p>
    <w:p w14:paraId="28A3F867" w14:textId="77777777" w:rsidR="00936889" w:rsidRDefault="00936889" w:rsidP="00936889">
      <w:pPr>
        <w:pStyle w:val="ListParagraph"/>
        <w:numPr>
          <w:ilvl w:val="0"/>
          <w:numId w:val="34"/>
        </w:numPr>
        <w:spacing w:before="0" w:after="160" w:line="259" w:lineRule="auto"/>
        <w:jc w:val="both"/>
        <w:rPr>
          <w:rFonts w:cs="Arial"/>
        </w:rPr>
      </w:pPr>
      <w:r w:rsidRPr="007A4B02">
        <w:rPr>
          <w:rFonts w:cs="Arial"/>
        </w:rPr>
        <w:t>Suggestion to align the same legal definition of a ‘Restoration Service Provider’ (as per statute) within the Grid Code.</w:t>
      </w:r>
    </w:p>
    <w:p w14:paraId="2550FAED" w14:textId="167DD572" w:rsidR="00936889" w:rsidRPr="00276DCC" w:rsidRDefault="00DD2BC6" w:rsidP="00DD2BC6">
      <w:pPr>
        <w:jc w:val="both"/>
        <w:rPr>
          <w:rFonts w:ascii="Arial" w:hAnsi="Arial" w:cs="Arial"/>
          <w:szCs w:val="24"/>
        </w:rPr>
      </w:pPr>
      <w:r w:rsidRPr="00DD2BC6">
        <w:rPr>
          <w:rFonts w:cs="Arial"/>
        </w:rPr>
        <w:t xml:space="preserve">The ESO representative clarified that </w:t>
      </w:r>
      <w:r>
        <w:rPr>
          <w:rFonts w:cs="Arial"/>
        </w:rPr>
        <w:t>the</w:t>
      </w:r>
      <w:r w:rsidR="00936889" w:rsidRPr="00DD2BC6">
        <w:rPr>
          <w:rFonts w:ascii="Arial" w:hAnsi="Arial" w:cs="Arial"/>
          <w:szCs w:val="24"/>
        </w:rPr>
        <w:t xml:space="preserve"> D</w:t>
      </w:r>
      <w:r w:rsidR="009C12D4" w:rsidRPr="00DD2BC6">
        <w:rPr>
          <w:rFonts w:ascii="Arial" w:hAnsi="Arial" w:cs="Arial"/>
          <w:szCs w:val="24"/>
        </w:rPr>
        <w:t xml:space="preserve">istribution </w:t>
      </w:r>
      <w:r w:rsidR="00936889" w:rsidRPr="00DD2BC6">
        <w:rPr>
          <w:rFonts w:ascii="Arial" w:hAnsi="Arial" w:cs="Arial"/>
          <w:szCs w:val="24"/>
        </w:rPr>
        <w:t>Code is being updated in parallel with the Grid Code.</w:t>
      </w:r>
      <w:r w:rsidR="00936889" w:rsidRPr="00276DCC">
        <w:rPr>
          <w:rFonts w:ascii="Arial" w:hAnsi="Arial" w:cs="Arial"/>
          <w:szCs w:val="24"/>
        </w:rPr>
        <w:t xml:space="preserve"> </w:t>
      </w:r>
      <w:r w:rsidR="00C74B27">
        <w:rPr>
          <w:rFonts w:ascii="Arial" w:hAnsi="Arial" w:cs="Arial"/>
          <w:szCs w:val="24"/>
        </w:rPr>
        <w:t xml:space="preserve">Also, </w:t>
      </w:r>
      <w:r w:rsidR="00451FD8">
        <w:rPr>
          <w:rFonts w:ascii="Arial" w:hAnsi="Arial" w:cs="Arial"/>
          <w:szCs w:val="24"/>
        </w:rPr>
        <w:t xml:space="preserve">post consultation, it was decided that the </w:t>
      </w:r>
      <w:r w:rsidR="00C74B27">
        <w:rPr>
          <w:rFonts w:ascii="Arial" w:hAnsi="Arial" w:cs="Arial"/>
          <w:szCs w:val="24"/>
        </w:rPr>
        <w:t xml:space="preserve">terminology </w:t>
      </w:r>
      <w:r w:rsidR="004411D4">
        <w:rPr>
          <w:rFonts w:ascii="Arial" w:hAnsi="Arial" w:cs="Arial"/>
          <w:szCs w:val="24"/>
        </w:rPr>
        <w:t>“</w:t>
      </w:r>
      <w:r w:rsidR="00C74B27">
        <w:rPr>
          <w:rFonts w:ascii="Arial" w:hAnsi="Arial" w:cs="Arial"/>
          <w:szCs w:val="24"/>
        </w:rPr>
        <w:t>Restoration Service Provider</w:t>
      </w:r>
      <w:r w:rsidR="004411D4">
        <w:rPr>
          <w:rFonts w:ascii="Arial" w:hAnsi="Arial" w:cs="Arial"/>
          <w:szCs w:val="24"/>
        </w:rPr>
        <w:t>”</w:t>
      </w:r>
      <w:r w:rsidR="00C74B27">
        <w:rPr>
          <w:rFonts w:ascii="Arial" w:hAnsi="Arial" w:cs="Arial"/>
          <w:szCs w:val="24"/>
        </w:rPr>
        <w:t xml:space="preserve"> </w:t>
      </w:r>
      <w:r w:rsidR="00451FD8">
        <w:rPr>
          <w:rFonts w:ascii="Arial" w:hAnsi="Arial" w:cs="Arial"/>
          <w:szCs w:val="24"/>
        </w:rPr>
        <w:t>should be replaced</w:t>
      </w:r>
      <w:r w:rsidR="004411D4">
        <w:rPr>
          <w:rFonts w:ascii="Arial" w:hAnsi="Arial" w:cs="Arial"/>
          <w:szCs w:val="24"/>
        </w:rPr>
        <w:t xml:space="preserve"> with</w:t>
      </w:r>
      <w:r w:rsidR="00C74B27">
        <w:rPr>
          <w:rFonts w:ascii="Arial" w:hAnsi="Arial" w:cs="Arial"/>
          <w:szCs w:val="24"/>
        </w:rPr>
        <w:t xml:space="preserve"> </w:t>
      </w:r>
      <w:r w:rsidR="004411D4">
        <w:rPr>
          <w:rFonts w:ascii="Arial" w:hAnsi="Arial" w:cs="Arial"/>
          <w:szCs w:val="24"/>
        </w:rPr>
        <w:t>“</w:t>
      </w:r>
      <w:r w:rsidR="00C74B27">
        <w:rPr>
          <w:rFonts w:ascii="Arial" w:hAnsi="Arial" w:cs="Arial"/>
          <w:szCs w:val="24"/>
        </w:rPr>
        <w:t>Restoration Contractors</w:t>
      </w:r>
      <w:r w:rsidR="004411D4">
        <w:rPr>
          <w:rFonts w:ascii="Arial" w:hAnsi="Arial" w:cs="Arial"/>
          <w:szCs w:val="24"/>
        </w:rPr>
        <w:t>”</w:t>
      </w:r>
      <w:r w:rsidR="00C74B27">
        <w:rPr>
          <w:rFonts w:ascii="Arial" w:hAnsi="Arial" w:cs="Arial"/>
          <w:szCs w:val="24"/>
        </w:rPr>
        <w:t>.</w:t>
      </w:r>
    </w:p>
    <w:p w14:paraId="5B0DFAB2" w14:textId="77777777" w:rsidR="00960901" w:rsidRPr="00960901" w:rsidRDefault="00960901" w:rsidP="008E305E">
      <w:pPr>
        <w:jc w:val="both"/>
        <w:rPr>
          <w:rFonts w:ascii="Arial" w:hAnsi="Arial" w:cs="Arial"/>
          <w:szCs w:val="24"/>
        </w:rPr>
      </w:pPr>
    </w:p>
    <w:p w14:paraId="1D51E0D6" w14:textId="379C94EC" w:rsidR="00684FE4" w:rsidRPr="00754A6A" w:rsidRDefault="00684FE4" w:rsidP="00684FE4">
      <w:pPr>
        <w:jc w:val="both"/>
        <w:rPr>
          <w:rFonts w:ascii="Arial" w:hAnsi="Arial" w:cs="Arial"/>
          <w:szCs w:val="24"/>
          <w:u w:val="single"/>
        </w:rPr>
      </w:pPr>
      <w:r w:rsidRPr="00754A6A">
        <w:rPr>
          <w:rFonts w:ascii="Arial" w:hAnsi="Arial" w:cs="Arial"/>
          <w:szCs w:val="24"/>
          <w:u w:val="single"/>
        </w:rPr>
        <w:t>Technical Requirements</w:t>
      </w:r>
      <w:r w:rsidR="008916D6">
        <w:rPr>
          <w:rFonts w:ascii="Arial" w:hAnsi="Arial" w:cs="Arial"/>
          <w:szCs w:val="24"/>
          <w:u w:val="single"/>
        </w:rPr>
        <w:t xml:space="preserve"> for </w:t>
      </w:r>
      <w:r w:rsidR="00A60D1C">
        <w:rPr>
          <w:rFonts w:ascii="Arial" w:hAnsi="Arial" w:cs="Arial"/>
          <w:szCs w:val="24"/>
          <w:u w:val="single"/>
        </w:rPr>
        <w:t xml:space="preserve">Restoration </w:t>
      </w:r>
      <w:r w:rsidR="00260303">
        <w:rPr>
          <w:rFonts w:ascii="Arial" w:hAnsi="Arial" w:cs="Arial"/>
          <w:szCs w:val="24"/>
          <w:u w:val="single"/>
        </w:rPr>
        <w:t>Contractors</w:t>
      </w:r>
      <w:r w:rsidRPr="00754A6A">
        <w:rPr>
          <w:rFonts w:ascii="Arial" w:hAnsi="Arial" w:cs="Arial"/>
          <w:szCs w:val="24"/>
          <w:u w:val="single"/>
        </w:rPr>
        <w:t xml:space="preserve"> </w:t>
      </w:r>
    </w:p>
    <w:p w14:paraId="692B389F" w14:textId="614F9969" w:rsidR="00684FE4" w:rsidRDefault="00684FE4" w:rsidP="00684FE4">
      <w:pPr>
        <w:pStyle w:val="ListParagraph"/>
        <w:numPr>
          <w:ilvl w:val="0"/>
          <w:numId w:val="34"/>
        </w:numPr>
        <w:spacing w:before="0" w:after="160" w:line="259" w:lineRule="auto"/>
        <w:jc w:val="both"/>
        <w:rPr>
          <w:rFonts w:cs="Arial"/>
        </w:rPr>
      </w:pPr>
      <w:r w:rsidRPr="007A4B02">
        <w:rPr>
          <w:rFonts w:cs="Arial"/>
        </w:rPr>
        <w:t>Suggestion that a separate group, involving appropriate experts from across the industry, should be established to develop a set of technical requirements associated with restoration services but included in the Grid Code</w:t>
      </w:r>
    </w:p>
    <w:p w14:paraId="3A282585" w14:textId="77777777" w:rsidR="00684FE4" w:rsidRDefault="00684FE4" w:rsidP="00684FE4">
      <w:pPr>
        <w:pStyle w:val="ListParagraph"/>
        <w:numPr>
          <w:ilvl w:val="0"/>
          <w:numId w:val="34"/>
        </w:numPr>
        <w:spacing w:before="0" w:after="160" w:line="259" w:lineRule="auto"/>
        <w:jc w:val="both"/>
        <w:rPr>
          <w:rFonts w:cs="Arial"/>
        </w:rPr>
      </w:pPr>
      <w:r>
        <w:rPr>
          <w:rFonts w:cs="Arial"/>
        </w:rPr>
        <w:t>D</w:t>
      </w:r>
      <w:r w:rsidRPr="00481428">
        <w:rPr>
          <w:rFonts w:cs="Arial"/>
        </w:rPr>
        <w:t>eveloping the technical requirements associated with restoration services as an Electrical Standard is reasonable as an interim solution but eventually should be included in the Grid Code</w:t>
      </w:r>
    </w:p>
    <w:p w14:paraId="31343F87" w14:textId="6A72C2D6" w:rsidR="00684FE4" w:rsidRDefault="00684FE4" w:rsidP="00684FE4">
      <w:pPr>
        <w:ind w:left="360"/>
        <w:jc w:val="both"/>
        <w:rPr>
          <w:rFonts w:ascii="Arial" w:hAnsi="Arial" w:cs="Arial"/>
          <w:szCs w:val="24"/>
        </w:rPr>
      </w:pPr>
      <w:r w:rsidRPr="003E0A97">
        <w:rPr>
          <w:rFonts w:ascii="Arial" w:hAnsi="Arial" w:cs="Arial"/>
          <w:szCs w:val="24"/>
        </w:rPr>
        <w:t>The ESO Representative acknowledged the need to have a robust set of requirements but that it was more prudent to develop this outside of GC0156 noting that as the network evolves, technical requirements would also change overtime.</w:t>
      </w:r>
      <w:r w:rsidR="00144B96">
        <w:rPr>
          <w:rFonts w:ascii="Arial" w:hAnsi="Arial" w:cs="Arial"/>
          <w:szCs w:val="24"/>
        </w:rPr>
        <w:t xml:space="preserve"> This subject </w:t>
      </w:r>
      <w:r w:rsidR="001032B5">
        <w:rPr>
          <w:rFonts w:ascii="Arial" w:hAnsi="Arial" w:cs="Arial"/>
          <w:szCs w:val="24"/>
        </w:rPr>
        <w:t>was</w:t>
      </w:r>
      <w:r w:rsidR="00144B96">
        <w:rPr>
          <w:rFonts w:ascii="Arial" w:hAnsi="Arial" w:cs="Arial"/>
          <w:szCs w:val="24"/>
        </w:rPr>
        <w:t xml:space="preserve"> discussed</w:t>
      </w:r>
      <w:r w:rsidR="001032B5">
        <w:rPr>
          <w:rFonts w:ascii="Arial" w:hAnsi="Arial" w:cs="Arial"/>
          <w:szCs w:val="24"/>
        </w:rPr>
        <w:t xml:space="preserve"> at length</w:t>
      </w:r>
      <w:r w:rsidR="00144B96">
        <w:rPr>
          <w:rFonts w:ascii="Arial" w:hAnsi="Arial" w:cs="Arial"/>
          <w:szCs w:val="24"/>
        </w:rPr>
        <w:t xml:space="preserve"> p</w:t>
      </w:r>
      <w:r w:rsidR="00822FE5">
        <w:rPr>
          <w:rFonts w:ascii="Arial" w:hAnsi="Arial" w:cs="Arial"/>
          <w:szCs w:val="24"/>
        </w:rPr>
        <w:t xml:space="preserve">rior to </w:t>
      </w:r>
      <w:r w:rsidR="00C74B27">
        <w:rPr>
          <w:rFonts w:ascii="Arial" w:hAnsi="Arial" w:cs="Arial"/>
          <w:szCs w:val="24"/>
        </w:rPr>
        <w:t>Workgroup</w:t>
      </w:r>
      <w:r w:rsidR="00144B96">
        <w:rPr>
          <w:rFonts w:ascii="Arial" w:hAnsi="Arial" w:cs="Arial"/>
          <w:szCs w:val="24"/>
        </w:rPr>
        <w:t xml:space="preserve"> </w:t>
      </w:r>
      <w:r w:rsidR="00822FE5">
        <w:rPr>
          <w:rFonts w:ascii="Arial" w:hAnsi="Arial" w:cs="Arial"/>
          <w:szCs w:val="24"/>
        </w:rPr>
        <w:t>C</w:t>
      </w:r>
      <w:r w:rsidR="00144B96">
        <w:rPr>
          <w:rFonts w:ascii="Arial" w:hAnsi="Arial" w:cs="Arial"/>
          <w:szCs w:val="24"/>
        </w:rPr>
        <w:t>onsultatio</w:t>
      </w:r>
      <w:r w:rsidR="00822FE5">
        <w:rPr>
          <w:rFonts w:ascii="Arial" w:hAnsi="Arial" w:cs="Arial"/>
          <w:szCs w:val="24"/>
        </w:rPr>
        <w:t xml:space="preserve">n and </w:t>
      </w:r>
      <w:r w:rsidR="001032B5">
        <w:rPr>
          <w:rFonts w:ascii="Arial" w:hAnsi="Arial" w:cs="Arial"/>
          <w:szCs w:val="24"/>
        </w:rPr>
        <w:t xml:space="preserve">as a result </w:t>
      </w:r>
      <w:r w:rsidR="00451FD8">
        <w:rPr>
          <w:rFonts w:ascii="Arial" w:hAnsi="Arial" w:cs="Arial"/>
          <w:szCs w:val="24"/>
        </w:rPr>
        <w:t>Q</w:t>
      </w:r>
      <w:r w:rsidR="001032B5">
        <w:rPr>
          <w:rFonts w:ascii="Arial" w:hAnsi="Arial" w:cs="Arial"/>
          <w:szCs w:val="24"/>
        </w:rPr>
        <w:t xml:space="preserve">uestion </w:t>
      </w:r>
      <w:r w:rsidR="00617373">
        <w:rPr>
          <w:rFonts w:ascii="Arial" w:hAnsi="Arial" w:cs="Arial"/>
          <w:szCs w:val="24"/>
        </w:rPr>
        <w:t xml:space="preserve">21 was </w:t>
      </w:r>
      <w:r w:rsidR="00EA18D4">
        <w:rPr>
          <w:rFonts w:ascii="Arial" w:hAnsi="Arial" w:cs="Arial"/>
          <w:szCs w:val="24"/>
        </w:rPr>
        <w:t xml:space="preserve">included </w:t>
      </w:r>
      <w:r w:rsidR="00617373">
        <w:rPr>
          <w:rFonts w:ascii="Arial" w:hAnsi="Arial" w:cs="Arial"/>
          <w:szCs w:val="24"/>
        </w:rPr>
        <w:t xml:space="preserve">in </w:t>
      </w:r>
      <w:r w:rsidR="00EA18D4">
        <w:rPr>
          <w:rFonts w:ascii="Arial" w:hAnsi="Arial" w:cs="Arial"/>
          <w:szCs w:val="24"/>
        </w:rPr>
        <w:t xml:space="preserve">the </w:t>
      </w:r>
      <w:r w:rsidR="00451FD8">
        <w:rPr>
          <w:rFonts w:ascii="Arial" w:hAnsi="Arial" w:cs="Arial"/>
          <w:szCs w:val="24"/>
        </w:rPr>
        <w:t>c</w:t>
      </w:r>
      <w:r w:rsidR="00617373">
        <w:rPr>
          <w:rFonts w:ascii="Arial" w:hAnsi="Arial" w:cs="Arial"/>
          <w:szCs w:val="24"/>
        </w:rPr>
        <w:t>onsultation</w:t>
      </w:r>
      <w:r w:rsidR="00451FD8">
        <w:rPr>
          <w:rFonts w:ascii="Arial" w:hAnsi="Arial" w:cs="Arial"/>
          <w:szCs w:val="24"/>
        </w:rPr>
        <w:t xml:space="preserve"> questions</w:t>
      </w:r>
      <w:r w:rsidR="00617373" w:rsidRPr="00451FD8">
        <w:rPr>
          <w:rFonts w:ascii="Arial" w:hAnsi="Arial" w:cs="Arial"/>
          <w:szCs w:val="24"/>
        </w:rPr>
        <w:t>.</w:t>
      </w:r>
      <w:r w:rsidRPr="00451FD8">
        <w:rPr>
          <w:rFonts w:ascii="Arial" w:hAnsi="Arial" w:cs="Arial"/>
          <w:szCs w:val="24"/>
        </w:rPr>
        <w:t xml:space="preserve"> </w:t>
      </w:r>
      <w:r w:rsidR="00451FD8">
        <w:rPr>
          <w:rFonts w:ascii="Arial" w:hAnsi="Arial" w:cs="Arial"/>
          <w:szCs w:val="24"/>
        </w:rPr>
        <w:t>Following deliberations at one of the post Workgroup Consultation meetings, i</w:t>
      </w:r>
      <w:r w:rsidRPr="00451FD8">
        <w:rPr>
          <w:rFonts w:ascii="Arial" w:hAnsi="Arial" w:cs="Arial"/>
          <w:szCs w:val="24"/>
        </w:rPr>
        <w:t xml:space="preserve">t was decided that </w:t>
      </w:r>
      <w:r w:rsidR="0085574C" w:rsidRPr="00451FD8">
        <w:rPr>
          <w:rFonts w:ascii="Arial" w:hAnsi="Arial" w:cs="Arial"/>
          <w:szCs w:val="24"/>
        </w:rPr>
        <w:t xml:space="preserve">this </w:t>
      </w:r>
      <w:r w:rsidR="00EA18D4" w:rsidRPr="00451FD8">
        <w:rPr>
          <w:rFonts w:ascii="Arial" w:hAnsi="Arial" w:cs="Arial"/>
          <w:szCs w:val="24"/>
        </w:rPr>
        <w:t xml:space="preserve">technical requirements for Restoration Contractors </w:t>
      </w:r>
      <w:r w:rsidR="0085574C" w:rsidRPr="00451FD8">
        <w:rPr>
          <w:rFonts w:ascii="Arial" w:hAnsi="Arial" w:cs="Arial"/>
          <w:szCs w:val="24"/>
        </w:rPr>
        <w:t xml:space="preserve">would be included in </w:t>
      </w:r>
      <w:r w:rsidR="00EA18D4" w:rsidRPr="00451FD8">
        <w:rPr>
          <w:rFonts w:ascii="Arial" w:hAnsi="Arial" w:cs="Arial"/>
          <w:szCs w:val="24"/>
        </w:rPr>
        <w:t>the</w:t>
      </w:r>
      <w:r w:rsidR="0085574C" w:rsidRPr="00451FD8">
        <w:rPr>
          <w:rFonts w:ascii="Arial" w:hAnsi="Arial" w:cs="Arial"/>
          <w:szCs w:val="24"/>
        </w:rPr>
        <w:t xml:space="preserve"> Relevant Electrical Standard.</w:t>
      </w:r>
    </w:p>
    <w:p w14:paraId="79ED460C" w14:textId="77777777" w:rsidR="00DA278C" w:rsidRDefault="00DA278C" w:rsidP="00DA278C">
      <w:pPr>
        <w:jc w:val="both"/>
        <w:rPr>
          <w:rFonts w:ascii="Arial" w:hAnsi="Arial" w:cs="Arial"/>
          <w:szCs w:val="24"/>
        </w:rPr>
      </w:pPr>
    </w:p>
    <w:p w14:paraId="73AFBD66" w14:textId="5FB33B0D" w:rsidR="00D059FF" w:rsidRPr="00D059FF" w:rsidRDefault="00D059FF" w:rsidP="00DA278C">
      <w:pPr>
        <w:jc w:val="both"/>
        <w:rPr>
          <w:rFonts w:ascii="Arial" w:hAnsi="Arial" w:cs="Arial"/>
          <w:szCs w:val="24"/>
          <w:u w:val="single"/>
        </w:rPr>
      </w:pPr>
      <w:r w:rsidRPr="00D059FF">
        <w:rPr>
          <w:rFonts w:ascii="Arial" w:hAnsi="Arial" w:cs="Arial"/>
          <w:szCs w:val="24"/>
          <w:u w:val="single"/>
        </w:rPr>
        <w:t>Local Joint Restoration Service</w:t>
      </w:r>
    </w:p>
    <w:p w14:paraId="2DF82099" w14:textId="4C13EA67" w:rsidR="001846B7" w:rsidRDefault="003207FF" w:rsidP="00127E9B">
      <w:pPr>
        <w:jc w:val="both"/>
      </w:pPr>
      <w:r>
        <w:rPr>
          <w:rFonts w:ascii="Arial" w:hAnsi="Arial" w:cs="Arial"/>
          <w:szCs w:val="24"/>
        </w:rPr>
        <w:t xml:space="preserve">The </w:t>
      </w:r>
      <w:r w:rsidR="00C74B27">
        <w:rPr>
          <w:rFonts w:ascii="Arial" w:hAnsi="Arial" w:cs="Arial"/>
          <w:szCs w:val="24"/>
        </w:rPr>
        <w:t>Workgroup</w:t>
      </w:r>
      <w:r>
        <w:rPr>
          <w:rFonts w:ascii="Arial" w:hAnsi="Arial" w:cs="Arial"/>
          <w:szCs w:val="24"/>
        </w:rPr>
        <w:t xml:space="preserve"> queried whether LJRPs </w:t>
      </w:r>
      <w:proofErr w:type="gramStart"/>
      <w:r w:rsidR="00050EE2" w:rsidRPr="00050EE2">
        <w:t>are</w:t>
      </w:r>
      <w:r w:rsidR="00050EE2">
        <w:t xml:space="preserve"> considered to </w:t>
      </w:r>
      <w:r w:rsidR="00202486">
        <w:t>be</w:t>
      </w:r>
      <w:proofErr w:type="gramEnd"/>
      <w:r w:rsidR="00050EE2" w:rsidRPr="00050EE2">
        <w:t xml:space="preserve"> a legal document as part of the Grid</w:t>
      </w:r>
      <w:r w:rsidR="00202486">
        <w:t xml:space="preserve"> Code.</w:t>
      </w:r>
      <w:r w:rsidR="00127E9B">
        <w:t xml:space="preserve"> The ESO representative clarified that legal </w:t>
      </w:r>
      <w:r w:rsidR="001846B7">
        <w:t>advice</w:t>
      </w:r>
      <w:r w:rsidR="00127E9B">
        <w:t xml:space="preserve"> was sought on this and it was confirmed that LJRPs </w:t>
      </w:r>
      <w:r w:rsidR="00271492">
        <w:t xml:space="preserve">forms part of the Grid Code </w:t>
      </w:r>
      <w:r w:rsidR="00DA278C">
        <w:t xml:space="preserve">with reference to </w:t>
      </w:r>
      <w:r w:rsidR="00DA278C">
        <w:rPr>
          <w:rFonts w:eastAsia="Times New Roman"/>
        </w:rPr>
        <w:t>OC9.4.7.12(b) and (c)</w:t>
      </w:r>
      <w:r w:rsidR="00155970">
        <w:t>.</w:t>
      </w:r>
      <w:r w:rsidR="00D61329">
        <w:t xml:space="preserve"> </w:t>
      </w:r>
      <w:r w:rsidR="001846B7">
        <w:t xml:space="preserve">Some </w:t>
      </w:r>
      <w:r w:rsidR="00C74B27">
        <w:t>Workgroup</w:t>
      </w:r>
      <w:r w:rsidR="001846B7">
        <w:t xml:space="preserve"> members suggested that </w:t>
      </w:r>
      <w:r w:rsidR="00D61329">
        <w:t>this needed to be made more explicit</w:t>
      </w:r>
      <w:r w:rsidR="00704AF5">
        <w:t>.</w:t>
      </w:r>
    </w:p>
    <w:p w14:paraId="00327FC6" w14:textId="77777777" w:rsidR="009B7CA2" w:rsidRDefault="009B7CA2" w:rsidP="00127E9B">
      <w:pPr>
        <w:jc w:val="both"/>
      </w:pPr>
    </w:p>
    <w:p w14:paraId="75D8FE6C" w14:textId="77777777" w:rsidR="00607F39" w:rsidRPr="007005BD" w:rsidRDefault="00607F39" w:rsidP="00607F39">
      <w:pPr>
        <w:jc w:val="both"/>
        <w:rPr>
          <w:rFonts w:ascii="Arial" w:hAnsi="Arial" w:cs="Arial"/>
          <w:szCs w:val="24"/>
          <w:u w:val="single"/>
        </w:rPr>
      </w:pPr>
      <w:r w:rsidRPr="007005BD">
        <w:rPr>
          <w:rFonts w:ascii="Arial" w:hAnsi="Arial" w:cs="Arial"/>
          <w:szCs w:val="24"/>
          <w:u w:val="single"/>
        </w:rPr>
        <w:t>Other suggestions</w:t>
      </w:r>
    </w:p>
    <w:p w14:paraId="20A57716" w14:textId="77777777" w:rsidR="00607F39" w:rsidRPr="00C948DC" w:rsidRDefault="00607F39" w:rsidP="00607F39">
      <w:pPr>
        <w:pStyle w:val="ListParagraph"/>
        <w:numPr>
          <w:ilvl w:val="0"/>
          <w:numId w:val="35"/>
        </w:numPr>
        <w:spacing w:before="0" w:after="160" w:line="259" w:lineRule="auto"/>
        <w:jc w:val="both"/>
        <w:rPr>
          <w:rFonts w:cs="Arial"/>
        </w:rPr>
      </w:pPr>
      <w:r w:rsidRPr="007A4B02">
        <w:rPr>
          <w:rFonts w:cs="Arial"/>
        </w:rPr>
        <w:t>Due to the proposed radical changes to the design and operation of distribution systems with embedded generation, it will be important to keep an appropriate project management approach in place for ESRS implementation by December 2026</w:t>
      </w:r>
    </w:p>
    <w:p w14:paraId="06D65898" w14:textId="77777777" w:rsidR="00607F39" w:rsidRDefault="00607F39" w:rsidP="00607F39">
      <w:pPr>
        <w:pStyle w:val="ListParagraph"/>
        <w:numPr>
          <w:ilvl w:val="0"/>
          <w:numId w:val="35"/>
        </w:numPr>
        <w:spacing w:before="0" w:after="160" w:line="259" w:lineRule="auto"/>
        <w:jc w:val="both"/>
        <w:rPr>
          <w:rFonts w:cs="Arial"/>
        </w:rPr>
      </w:pPr>
      <w:r w:rsidRPr="007A4B02">
        <w:rPr>
          <w:rFonts w:cs="Arial"/>
        </w:rPr>
        <w:t>Consider consolidating various changes into a separate subcode of the Grid Code in a similar way to the Connections Conditions</w:t>
      </w:r>
      <w:r>
        <w:rPr>
          <w:rFonts w:cs="Arial"/>
        </w:rPr>
        <w:t xml:space="preserve">. </w:t>
      </w:r>
    </w:p>
    <w:p w14:paraId="68116B46" w14:textId="77777777" w:rsidR="00607F39" w:rsidRDefault="00607F39" w:rsidP="00607F39">
      <w:pPr>
        <w:pStyle w:val="ListParagraph"/>
        <w:numPr>
          <w:ilvl w:val="0"/>
          <w:numId w:val="35"/>
        </w:numPr>
        <w:spacing w:before="0" w:after="160" w:line="259" w:lineRule="auto"/>
        <w:jc w:val="both"/>
        <w:rPr>
          <w:rFonts w:cs="Arial"/>
        </w:rPr>
      </w:pPr>
      <w:r w:rsidRPr="00DC1FC1">
        <w:rPr>
          <w:rFonts w:cs="Arial"/>
        </w:rPr>
        <w:t>The recommendations of the Communications Infrastructure Working Group Report are not an agreed output of the Communications Infrastructure Working Group. Specifically, the need for ICCP links was not established as a requirement for ESRS in the context of the GC0156 Communications Working Group deliberations</w:t>
      </w:r>
    </w:p>
    <w:p w14:paraId="7F4D5523" w14:textId="77777777" w:rsidR="00607F39" w:rsidRDefault="00607F39" w:rsidP="00607F39">
      <w:pPr>
        <w:spacing w:after="160"/>
        <w:jc w:val="both"/>
        <w:rPr>
          <w:rFonts w:cs="Arial"/>
        </w:rPr>
      </w:pPr>
      <w:r>
        <w:rPr>
          <w:rFonts w:cs="Arial"/>
        </w:rPr>
        <w:t>In response to the above suggestions, the Proposer and ESO representative noted the following:</w:t>
      </w:r>
    </w:p>
    <w:p w14:paraId="54C81174" w14:textId="77777777" w:rsidR="00607F39" w:rsidRPr="00C948DC" w:rsidRDefault="00607F39" w:rsidP="00607F39">
      <w:pPr>
        <w:pStyle w:val="ListParagraph"/>
        <w:numPr>
          <w:ilvl w:val="0"/>
          <w:numId w:val="43"/>
        </w:numPr>
        <w:jc w:val="both"/>
        <w:rPr>
          <w:rFonts w:cs="Arial"/>
        </w:rPr>
      </w:pPr>
      <w:r>
        <w:rPr>
          <w:rFonts w:cs="Arial"/>
        </w:rPr>
        <w:t>C</w:t>
      </w:r>
      <w:r w:rsidRPr="00C948DC">
        <w:rPr>
          <w:rFonts w:cs="Arial"/>
        </w:rPr>
        <w:t>hanges relating to DRZPs will be managed during the contracting stage whilst generic changes will be managed via the assurance process</w:t>
      </w:r>
    </w:p>
    <w:p w14:paraId="1A528528" w14:textId="77777777" w:rsidR="00607F39" w:rsidRPr="00C948DC" w:rsidRDefault="00607F39" w:rsidP="00607F39">
      <w:pPr>
        <w:pStyle w:val="ListParagraph"/>
        <w:numPr>
          <w:ilvl w:val="0"/>
          <w:numId w:val="43"/>
        </w:numPr>
        <w:spacing w:after="160"/>
        <w:jc w:val="both"/>
        <w:rPr>
          <w:rFonts w:asciiTheme="minorHAnsi" w:hAnsiTheme="minorHAnsi" w:cs="Arial"/>
          <w:szCs w:val="22"/>
        </w:rPr>
      </w:pPr>
      <w:r w:rsidRPr="00C948DC">
        <w:rPr>
          <w:rFonts w:cs="Arial"/>
        </w:rPr>
        <w:t>Consolidating various changes into a separate subcode of the Grid Code introduces additional complexity as some restoration obligations are also relevant during BAU operations.</w:t>
      </w:r>
    </w:p>
    <w:p w14:paraId="6940CBD8" w14:textId="5E51C567" w:rsidR="00607F39" w:rsidRPr="00607F39" w:rsidRDefault="00607F39" w:rsidP="00127E9B">
      <w:pPr>
        <w:pStyle w:val="ListParagraph"/>
        <w:numPr>
          <w:ilvl w:val="0"/>
          <w:numId w:val="43"/>
        </w:numPr>
        <w:spacing w:after="160"/>
        <w:jc w:val="both"/>
        <w:rPr>
          <w:rFonts w:asciiTheme="minorHAnsi" w:hAnsiTheme="minorHAnsi" w:cs="Arial"/>
          <w:szCs w:val="22"/>
        </w:rPr>
      </w:pPr>
      <w:r w:rsidRPr="00C948DC">
        <w:rPr>
          <w:rFonts w:cs="Arial"/>
        </w:rPr>
        <w:t xml:space="preserve">ICCP Links were discussed during Communications Infrastructure subgroup meetings and captured in the Communications Infrastructure report (page 20). Reference to ICCP Links was removed from the legal text </w:t>
      </w:r>
      <w:r>
        <w:rPr>
          <w:rFonts w:cs="Arial"/>
        </w:rPr>
        <w:t>and replaced with “</w:t>
      </w:r>
      <w:proofErr w:type="gramStart"/>
      <w:r>
        <w:rPr>
          <w:rFonts w:cs="Arial"/>
        </w:rPr>
        <w:t>…..</w:t>
      </w:r>
      <w:proofErr w:type="gramEnd"/>
      <w:r>
        <w:rPr>
          <w:rFonts w:cs="Arial"/>
        </w:rPr>
        <w:t>appropriate data links….”</w:t>
      </w:r>
      <w:r w:rsidRPr="00C948DC">
        <w:rPr>
          <w:rFonts w:cs="Arial"/>
        </w:rPr>
        <w:t>although it is referred to in the Distribution Restoration Zone Control System Electrical Standard</w:t>
      </w:r>
    </w:p>
    <w:p w14:paraId="2CBF511B" w14:textId="77777777" w:rsidR="00716B3A" w:rsidRDefault="00716B3A" w:rsidP="00027D6B">
      <w:pPr>
        <w:jc w:val="both"/>
      </w:pPr>
      <w:bookmarkStart w:id="31" w:name="_Hlk50542541"/>
    </w:p>
    <w:p w14:paraId="3B19BB98" w14:textId="5838CAF5" w:rsidR="00762A02" w:rsidRDefault="006F4731" w:rsidP="00027D6B">
      <w:pPr>
        <w:jc w:val="both"/>
        <w:rPr>
          <w:u w:val="single"/>
        </w:rPr>
      </w:pPr>
      <w:r>
        <w:rPr>
          <w:u w:val="single"/>
        </w:rPr>
        <w:t>Fault Ride Through</w:t>
      </w:r>
    </w:p>
    <w:p w14:paraId="2CB07B0B" w14:textId="2E4DAA45" w:rsidR="00762A02" w:rsidRPr="00607F39" w:rsidRDefault="00607F39" w:rsidP="00607F39">
      <w:pPr>
        <w:pStyle w:val="TableParagraph"/>
        <w:tabs>
          <w:tab w:val="left" w:pos="469"/>
        </w:tabs>
        <w:spacing w:before="24"/>
        <w:ind w:left="0"/>
        <w:jc w:val="both"/>
        <w:rPr>
          <w:sz w:val="24"/>
        </w:rPr>
      </w:pPr>
      <w:r>
        <w:rPr>
          <w:sz w:val="24"/>
        </w:rPr>
        <w:t>Considering the objective</w:t>
      </w:r>
      <w:r w:rsidR="00A16F20">
        <w:rPr>
          <w:sz w:val="24"/>
        </w:rPr>
        <w:t xml:space="preserve"> of the Workgroup</w:t>
      </w:r>
      <w:r>
        <w:rPr>
          <w:sz w:val="24"/>
        </w:rPr>
        <w:t xml:space="preserve"> to </w:t>
      </w:r>
      <w:r w:rsidR="00A16F20">
        <w:rPr>
          <w:sz w:val="24"/>
        </w:rPr>
        <w:t xml:space="preserve">address what </w:t>
      </w:r>
      <w:r w:rsidR="00A16F20" w:rsidRPr="00A16F20">
        <w:rPr>
          <w:sz w:val="24"/>
        </w:rPr>
        <w:t xml:space="preserve">the impact of a Fault Ride Through </w:t>
      </w:r>
      <w:r w:rsidR="00A16F20">
        <w:rPr>
          <w:sz w:val="24"/>
        </w:rPr>
        <w:t xml:space="preserve">(FRT) </w:t>
      </w:r>
      <w:r w:rsidR="00A16F20" w:rsidRPr="00A16F20">
        <w:rPr>
          <w:sz w:val="24"/>
        </w:rPr>
        <w:t xml:space="preserve">event as the cause (or suspected cause) of the national power outage will be in terms of compliance with </w:t>
      </w:r>
      <w:hyperlink r:id="rId40" w:history="1">
        <w:r w:rsidR="00A16F20" w:rsidRPr="00E433A1">
          <w:rPr>
            <w:rStyle w:val="Hyperlink"/>
            <w:sz w:val="24"/>
          </w:rPr>
          <w:t>GC0151</w:t>
        </w:r>
      </w:hyperlink>
      <w:r w:rsidR="00A16F20" w:rsidRPr="00A16F20">
        <w:rPr>
          <w:sz w:val="24"/>
        </w:rPr>
        <w:t xml:space="preserve"> and </w:t>
      </w:r>
      <w:hyperlink r:id="rId41" w:history="1">
        <w:r w:rsidR="00A16F20" w:rsidRPr="00635F07">
          <w:rPr>
            <w:rStyle w:val="Hyperlink"/>
            <w:sz w:val="24"/>
          </w:rPr>
          <w:t>GC0155</w:t>
        </w:r>
      </w:hyperlink>
      <w:r w:rsidR="00A16F20">
        <w:rPr>
          <w:sz w:val="24"/>
        </w:rPr>
        <w:t>, b</w:t>
      </w:r>
      <w:r w:rsidR="00345DD9">
        <w:rPr>
          <w:sz w:val="24"/>
        </w:rPr>
        <w:t xml:space="preserve">oth solutions proposed for GC0156 are aligned in that in the case of a total or partial shutdown, </w:t>
      </w:r>
      <w:r w:rsidR="00345DD9" w:rsidRPr="00A16F20">
        <w:rPr>
          <w:sz w:val="24"/>
        </w:rPr>
        <w:t>GC0151</w:t>
      </w:r>
      <w:r w:rsidR="00345DD9">
        <w:rPr>
          <w:sz w:val="24"/>
        </w:rPr>
        <w:t xml:space="preserve"> solution w</w:t>
      </w:r>
      <w:r w:rsidR="00A16F20">
        <w:rPr>
          <w:sz w:val="24"/>
        </w:rPr>
        <w:t>ould</w:t>
      </w:r>
      <w:r w:rsidR="00345DD9">
        <w:rPr>
          <w:sz w:val="24"/>
        </w:rPr>
        <w:t xml:space="preserve"> be suspended.</w:t>
      </w:r>
    </w:p>
    <w:p w14:paraId="0E0A9F7F" w14:textId="77777777" w:rsidR="00762A02" w:rsidRDefault="00762A02" w:rsidP="00027D6B">
      <w:pPr>
        <w:jc w:val="both"/>
      </w:pPr>
    </w:p>
    <w:p w14:paraId="7FCE6790" w14:textId="7D823C2C" w:rsidR="00904979" w:rsidRPr="00C92882" w:rsidRDefault="00716B3A" w:rsidP="00716B3A">
      <w:pPr>
        <w:pStyle w:val="TableColumnHeading"/>
        <w:keepNext/>
        <w:rPr>
          <w:b w:val="0"/>
          <w:bCs w:val="0"/>
          <w:color w:val="auto"/>
          <w:sz w:val="24"/>
          <w:szCs w:val="22"/>
          <w:u w:val="single"/>
        </w:rPr>
      </w:pPr>
      <w:r w:rsidRPr="006A25B8">
        <w:rPr>
          <w:b w:val="0"/>
          <w:bCs w:val="0"/>
          <w:color w:val="auto"/>
          <w:sz w:val="24"/>
          <w:szCs w:val="22"/>
          <w:u w:val="single"/>
        </w:rPr>
        <w:t>GC0148 Implementation of EU Emergency and Restoration Code Phase II Send Back</w:t>
      </w:r>
    </w:p>
    <w:p w14:paraId="0A0086FF" w14:textId="61E0C2A9" w:rsidR="00502D45" w:rsidRDefault="00431343" w:rsidP="00502D45">
      <w:pPr>
        <w:pStyle w:val="TableColumnHeading"/>
        <w:keepNext/>
        <w:rPr>
          <w:b w:val="0"/>
          <w:bCs w:val="0"/>
          <w:color w:val="auto"/>
          <w:sz w:val="24"/>
          <w:szCs w:val="22"/>
        </w:rPr>
      </w:pPr>
      <w:r>
        <w:rPr>
          <w:b w:val="0"/>
          <w:bCs w:val="0"/>
          <w:color w:val="auto"/>
          <w:sz w:val="24"/>
          <w:szCs w:val="22"/>
        </w:rPr>
        <w:t xml:space="preserve">The Code </w:t>
      </w:r>
      <w:r w:rsidR="00AB3178">
        <w:rPr>
          <w:b w:val="0"/>
          <w:bCs w:val="0"/>
          <w:color w:val="auto"/>
          <w:sz w:val="24"/>
          <w:szCs w:val="22"/>
        </w:rPr>
        <w:t>Administrator</w:t>
      </w:r>
      <w:r>
        <w:rPr>
          <w:b w:val="0"/>
          <w:bCs w:val="0"/>
          <w:color w:val="auto"/>
          <w:sz w:val="24"/>
          <w:szCs w:val="22"/>
        </w:rPr>
        <w:t xml:space="preserve"> received the Ofgem Send Back</w:t>
      </w:r>
      <w:r w:rsidR="00AB3178">
        <w:rPr>
          <w:b w:val="0"/>
          <w:bCs w:val="0"/>
          <w:color w:val="auto"/>
          <w:sz w:val="24"/>
          <w:szCs w:val="22"/>
        </w:rPr>
        <w:t xml:space="preserve"> </w:t>
      </w:r>
      <w:r w:rsidR="00AB3178" w:rsidRPr="00330039">
        <w:rPr>
          <w:b w:val="0"/>
          <w:bCs w:val="0"/>
          <w:color w:val="auto"/>
          <w:sz w:val="24"/>
          <w:szCs w:val="22"/>
        </w:rPr>
        <w:t xml:space="preserve">letter </w:t>
      </w:r>
      <w:r w:rsidR="00E27D78" w:rsidRPr="00330039">
        <w:rPr>
          <w:b w:val="0"/>
          <w:color w:val="auto"/>
          <w:sz w:val="24"/>
          <w:szCs w:val="22"/>
        </w:rPr>
        <w:t xml:space="preserve">for </w:t>
      </w:r>
      <w:r w:rsidR="00E27D78" w:rsidRPr="00330039">
        <w:rPr>
          <w:b w:val="0"/>
          <w:bCs w:val="0"/>
          <w:color w:val="auto"/>
          <w:sz w:val="24"/>
          <w:szCs w:val="22"/>
        </w:rPr>
        <w:t>GC01</w:t>
      </w:r>
      <w:r w:rsidR="0094720F" w:rsidRPr="00330039">
        <w:rPr>
          <w:b w:val="0"/>
          <w:bCs w:val="0"/>
          <w:color w:val="auto"/>
          <w:sz w:val="24"/>
          <w:szCs w:val="22"/>
        </w:rPr>
        <w:t>48</w:t>
      </w:r>
      <w:r w:rsidR="00E27D78">
        <w:rPr>
          <w:b w:val="0"/>
          <w:bCs w:val="0"/>
          <w:color w:val="auto"/>
          <w:sz w:val="24"/>
          <w:szCs w:val="22"/>
        </w:rPr>
        <w:t xml:space="preserve"> </w:t>
      </w:r>
      <w:r w:rsidR="00AB3178" w:rsidRPr="00AB3178">
        <w:rPr>
          <w:b w:val="0"/>
          <w:bCs w:val="0"/>
          <w:color w:val="auto"/>
          <w:sz w:val="24"/>
          <w:szCs w:val="22"/>
          <w:highlight w:val="yellow"/>
        </w:rPr>
        <w:t xml:space="preserve">(Annex </w:t>
      </w:r>
      <w:r w:rsidR="003C30AD">
        <w:rPr>
          <w:b w:val="0"/>
          <w:bCs w:val="0"/>
          <w:color w:val="auto"/>
          <w:sz w:val="24"/>
          <w:szCs w:val="22"/>
          <w:highlight w:val="yellow"/>
        </w:rPr>
        <w:t>16</w:t>
      </w:r>
      <w:r w:rsidR="00AB3178" w:rsidRPr="00AB3178">
        <w:rPr>
          <w:b w:val="0"/>
          <w:bCs w:val="0"/>
          <w:color w:val="auto"/>
          <w:sz w:val="24"/>
          <w:szCs w:val="22"/>
          <w:highlight w:val="yellow"/>
        </w:rPr>
        <w:t>)</w:t>
      </w:r>
      <w:r w:rsidR="00DF1DDE">
        <w:rPr>
          <w:b w:val="0"/>
          <w:bCs w:val="0"/>
          <w:color w:val="auto"/>
          <w:sz w:val="24"/>
          <w:szCs w:val="22"/>
        </w:rPr>
        <w:t xml:space="preserve"> </w:t>
      </w:r>
      <w:r w:rsidR="00493D49">
        <w:rPr>
          <w:b w:val="0"/>
          <w:bCs w:val="0"/>
          <w:color w:val="auto"/>
          <w:sz w:val="24"/>
          <w:szCs w:val="22"/>
        </w:rPr>
        <w:t>stating</w:t>
      </w:r>
      <w:r w:rsidR="00293081" w:rsidRPr="00293081">
        <w:rPr>
          <w:b w:val="0"/>
          <w:bCs w:val="0"/>
          <w:color w:val="auto"/>
          <w:sz w:val="24"/>
          <w:szCs w:val="22"/>
        </w:rPr>
        <w:t>:</w:t>
      </w:r>
      <w:r w:rsidR="00502D45" w:rsidRPr="00293081">
        <w:rPr>
          <w:b w:val="0"/>
          <w:bCs w:val="0"/>
        </w:rPr>
        <w:t xml:space="preserve"> </w:t>
      </w:r>
      <w:r w:rsidR="00502D45" w:rsidRPr="00293081">
        <w:rPr>
          <w:b w:val="0"/>
          <w:bCs w:val="0"/>
          <w:color w:val="auto"/>
          <w:sz w:val="24"/>
          <w:szCs w:val="22"/>
        </w:rPr>
        <w:t>“Aggregators are considered Significant Grid Users and if the Proposal was approved in its current form</w:t>
      </w:r>
      <w:r w:rsidR="00345DD9">
        <w:rPr>
          <w:b w:val="0"/>
          <w:bCs w:val="0"/>
          <w:color w:val="auto"/>
          <w:sz w:val="24"/>
          <w:szCs w:val="22"/>
        </w:rPr>
        <w:t>,</w:t>
      </w:r>
      <w:r w:rsidR="00502D45" w:rsidRPr="00293081">
        <w:rPr>
          <w:b w:val="0"/>
          <w:bCs w:val="0"/>
          <w:color w:val="auto"/>
          <w:sz w:val="24"/>
          <w:szCs w:val="22"/>
        </w:rPr>
        <w:t xml:space="preserve"> it is likely that aggregators would be in breach of their obligations under the Grid Code”</w:t>
      </w:r>
      <w:r w:rsidR="008A5E56">
        <w:rPr>
          <w:b w:val="0"/>
          <w:bCs w:val="0"/>
          <w:color w:val="auto"/>
          <w:sz w:val="24"/>
          <w:szCs w:val="22"/>
        </w:rPr>
        <w:t>.</w:t>
      </w:r>
    </w:p>
    <w:p w14:paraId="35E8E3F4" w14:textId="77777777" w:rsidR="00D70149" w:rsidRDefault="00D70149" w:rsidP="00E644AE">
      <w:pPr>
        <w:pStyle w:val="TableColumnHeading"/>
        <w:keepNext/>
        <w:rPr>
          <w:b w:val="0"/>
          <w:bCs w:val="0"/>
          <w:color w:val="auto"/>
          <w:sz w:val="24"/>
          <w:szCs w:val="22"/>
        </w:rPr>
      </w:pPr>
    </w:p>
    <w:p w14:paraId="0F84E81B" w14:textId="2C25B655" w:rsidR="003A5BF4" w:rsidRDefault="00E66522" w:rsidP="000C0F5A">
      <w:pPr>
        <w:pStyle w:val="TableColumnHeading"/>
        <w:keepNext/>
        <w:rPr>
          <w:b w:val="0"/>
          <w:bCs w:val="0"/>
          <w:color w:val="auto"/>
          <w:sz w:val="24"/>
          <w:szCs w:val="22"/>
        </w:rPr>
      </w:pPr>
      <w:r>
        <w:rPr>
          <w:b w:val="0"/>
          <w:bCs w:val="0"/>
          <w:color w:val="auto"/>
          <w:sz w:val="24"/>
          <w:szCs w:val="22"/>
        </w:rPr>
        <w:t>T</w:t>
      </w:r>
      <w:r w:rsidR="002E766E">
        <w:rPr>
          <w:b w:val="0"/>
          <w:bCs w:val="0"/>
          <w:color w:val="auto"/>
          <w:sz w:val="24"/>
          <w:szCs w:val="22"/>
        </w:rPr>
        <w:t xml:space="preserve">he Grid Code Review Panel </w:t>
      </w:r>
      <w:r w:rsidR="00E644AE">
        <w:rPr>
          <w:b w:val="0"/>
          <w:bCs w:val="0"/>
          <w:color w:val="auto"/>
          <w:sz w:val="24"/>
          <w:szCs w:val="22"/>
        </w:rPr>
        <w:t xml:space="preserve">on 26 January </w:t>
      </w:r>
      <w:r w:rsidR="00A51D20">
        <w:rPr>
          <w:b w:val="0"/>
          <w:bCs w:val="0"/>
          <w:color w:val="auto"/>
          <w:sz w:val="24"/>
          <w:szCs w:val="22"/>
        </w:rPr>
        <w:t xml:space="preserve">2023 </w:t>
      </w:r>
      <w:r w:rsidR="00E063D2" w:rsidRPr="00E063D2">
        <w:rPr>
          <w:b w:val="0"/>
          <w:bCs w:val="0"/>
          <w:color w:val="auto"/>
          <w:sz w:val="24"/>
          <w:szCs w:val="22"/>
        </w:rPr>
        <w:t xml:space="preserve">were asked to take into consideration an industry member’s concerns around the legality of the terms of the </w:t>
      </w:r>
      <w:r w:rsidR="003A5BF4">
        <w:rPr>
          <w:b w:val="0"/>
          <w:bCs w:val="0"/>
          <w:color w:val="auto"/>
          <w:sz w:val="24"/>
          <w:szCs w:val="22"/>
        </w:rPr>
        <w:t>S</w:t>
      </w:r>
      <w:r w:rsidR="00E063D2" w:rsidRPr="00E063D2">
        <w:rPr>
          <w:b w:val="0"/>
          <w:bCs w:val="0"/>
          <w:color w:val="auto"/>
          <w:sz w:val="24"/>
          <w:szCs w:val="22"/>
        </w:rPr>
        <w:t xml:space="preserve">end </w:t>
      </w:r>
      <w:r w:rsidR="003A5BF4">
        <w:rPr>
          <w:b w:val="0"/>
          <w:bCs w:val="0"/>
          <w:color w:val="auto"/>
          <w:sz w:val="24"/>
          <w:szCs w:val="22"/>
        </w:rPr>
        <w:t>B</w:t>
      </w:r>
      <w:r w:rsidR="00E063D2" w:rsidRPr="00E063D2">
        <w:rPr>
          <w:b w:val="0"/>
          <w:bCs w:val="0"/>
          <w:color w:val="auto"/>
          <w:sz w:val="24"/>
          <w:szCs w:val="22"/>
        </w:rPr>
        <w:t>ack</w:t>
      </w:r>
      <w:r w:rsidR="002E776E">
        <w:rPr>
          <w:b w:val="0"/>
          <w:bCs w:val="0"/>
          <w:color w:val="auto"/>
          <w:sz w:val="24"/>
          <w:szCs w:val="22"/>
        </w:rPr>
        <w:t xml:space="preserve">, which </w:t>
      </w:r>
      <w:r w:rsidR="002B364D">
        <w:rPr>
          <w:b w:val="0"/>
          <w:bCs w:val="0"/>
          <w:color w:val="auto"/>
          <w:sz w:val="24"/>
          <w:szCs w:val="22"/>
        </w:rPr>
        <w:t xml:space="preserve">Panel Members agreed needed to be </w:t>
      </w:r>
      <w:r w:rsidR="00E90C2F">
        <w:rPr>
          <w:b w:val="0"/>
          <w:bCs w:val="0"/>
          <w:color w:val="auto"/>
          <w:sz w:val="24"/>
          <w:szCs w:val="22"/>
        </w:rPr>
        <w:t>clarified</w:t>
      </w:r>
      <w:r w:rsidR="00867194">
        <w:rPr>
          <w:b w:val="0"/>
          <w:bCs w:val="0"/>
          <w:color w:val="auto"/>
          <w:sz w:val="24"/>
          <w:szCs w:val="22"/>
        </w:rPr>
        <w:t>.</w:t>
      </w:r>
      <w:r w:rsidR="00A85A3F">
        <w:rPr>
          <w:b w:val="0"/>
          <w:bCs w:val="0"/>
          <w:color w:val="auto"/>
          <w:sz w:val="24"/>
          <w:szCs w:val="22"/>
        </w:rPr>
        <w:t xml:space="preserve"> </w:t>
      </w:r>
    </w:p>
    <w:p w14:paraId="2FDEBFB6" w14:textId="77777777" w:rsidR="00FF5398" w:rsidRDefault="00FF5398" w:rsidP="00FF5398">
      <w:pPr>
        <w:pStyle w:val="TableColumnHeading"/>
        <w:keepNext/>
        <w:rPr>
          <w:b w:val="0"/>
          <w:bCs w:val="0"/>
          <w:color w:val="auto"/>
          <w:sz w:val="24"/>
          <w:szCs w:val="22"/>
        </w:rPr>
      </w:pPr>
    </w:p>
    <w:p w14:paraId="7270E057" w14:textId="046BAB9D" w:rsidR="00BC054B" w:rsidRDefault="00FF5398" w:rsidP="00716B3A">
      <w:pPr>
        <w:pStyle w:val="TableColumnHeading"/>
        <w:keepNext/>
        <w:rPr>
          <w:b w:val="0"/>
          <w:bCs w:val="0"/>
          <w:color w:val="auto"/>
          <w:sz w:val="24"/>
          <w:szCs w:val="22"/>
        </w:rPr>
      </w:pPr>
      <w:r>
        <w:rPr>
          <w:b w:val="0"/>
          <w:bCs w:val="0"/>
          <w:color w:val="auto"/>
          <w:sz w:val="24"/>
          <w:szCs w:val="22"/>
        </w:rPr>
        <w:t>At the Grid Code Review Panel on 23 February 2023, Panel Members</w:t>
      </w:r>
      <w:r w:rsidRPr="000C0F5A">
        <w:rPr>
          <w:b w:val="0"/>
          <w:bCs w:val="0"/>
          <w:color w:val="auto"/>
          <w:sz w:val="24"/>
          <w:szCs w:val="22"/>
        </w:rPr>
        <w:t xml:space="preserve"> were given a verbal confirmation from Ofgem that further work c</w:t>
      </w:r>
      <w:r>
        <w:rPr>
          <w:b w:val="0"/>
          <w:bCs w:val="0"/>
          <w:color w:val="auto"/>
          <w:sz w:val="24"/>
          <w:szCs w:val="22"/>
        </w:rPr>
        <w:t>ould</w:t>
      </w:r>
      <w:r w:rsidRPr="000C0F5A">
        <w:rPr>
          <w:b w:val="0"/>
          <w:bCs w:val="0"/>
          <w:color w:val="auto"/>
          <w:sz w:val="24"/>
          <w:szCs w:val="22"/>
        </w:rPr>
        <w:t xml:space="preserve"> be undertaken on the F</w:t>
      </w:r>
      <w:r>
        <w:rPr>
          <w:b w:val="0"/>
          <w:bCs w:val="0"/>
          <w:color w:val="auto"/>
          <w:sz w:val="24"/>
          <w:szCs w:val="22"/>
        </w:rPr>
        <w:t xml:space="preserve">inal </w:t>
      </w:r>
      <w:r w:rsidRPr="000C0F5A">
        <w:rPr>
          <w:b w:val="0"/>
          <w:bCs w:val="0"/>
          <w:color w:val="auto"/>
          <w:sz w:val="24"/>
          <w:szCs w:val="22"/>
        </w:rPr>
        <w:t>M</w:t>
      </w:r>
      <w:r>
        <w:rPr>
          <w:b w:val="0"/>
          <w:bCs w:val="0"/>
          <w:color w:val="auto"/>
          <w:sz w:val="24"/>
          <w:szCs w:val="22"/>
        </w:rPr>
        <w:t xml:space="preserve">odification </w:t>
      </w:r>
      <w:r w:rsidRPr="000C0F5A">
        <w:rPr>
          <w:b w:val="0"/>
          <w:bCs w:val="0"/>
          <w:color w:val="auto"/>
          <w:sz w:val="24"/>
          <w:szCs w:val="22"/>
        </w:rPr>
        <w:t>R</w:t>
      </w:r>
      <w:r>
        <w:rPr>
          <w:b w:val="0"/>
          <w:bCs w:val="0"/>
          <w:color w:val="auto"/>
          <w:sz w:val="24"/>
          <w:szCs w:val="22"/>
        </w:rPr>
        <w:t>eport</w:t>
      </w:r>
      <w:r w:rsidRPr="000C0F5A">
        <w:rPr>
          <w:b w:val="0"/>
          <w:bCs w:val="0"/>
          <w:color w:val="auto"/>
          <w:sz w:val="24"/>
          <w:szCs w:val="22"/>
        </w:rPr>
        <w:t xml:space="preserve"> to address the deficiency in the original submission and allow the </w:t>
      </w:r>
      <w:r w:rsidR="00C74B27">
        <w:rPr>
          <w:b w:val="0"/>
          <w:bCs w:val="0"/>
          <w:color w:val="auto"/>
          <w:sz w:val="24"/>
          <w:szCs w:val="22"/>
        </w:rPr>
        <w:t>Workgroup</w:t>
      </w:r>
      <w:r w:rsidRPr="000C0F5A">
        <w:rPr>
          <w:b w:val="0"/>
          <w:bCs w:val="0"/>
          <w:color w:val="auto"/>
          <w:sz w:val="24"/>
          <w:szCs w:val="22"/>
        </w:rPr>
        <w:t xml:space="preserve"> to take the new information into account and ensure the intent of the modification is met.</w:t>
      </w:r>
      <w:r w:rsidR="003B65C3">
        <w:rPr>
          <w:b w:val="0"/>
          <w:bCs w:val="0"/>
          <w:color w:val="auto"/>
          <w:sz w:val="24"/>
          <w:szCs w:val="22"/>
        </w:rPr>
        <w:t xml:space="preserve"> </w:t>
      </w:r>
    </w:p>
    <w:p w14:paraId="4B442FF3" w14:textId="77777777" w:rsidR="00FF5398" w:rsidRDefault="00FF5398" w:rsidP="00716B3A">
      <w:pPr>
        <w:pStyle w:val="TableColumnHeading"/>
        <w:keepNext/>
        <w:rPr>
          <w:b w:val="0"/>
          <w:bCs w:val="0"/>
          <w:color w:val="auto"/>
          <w:sz w:val="24"/>
          <w:szCs w:val="22"/>
        </w:rPr>
      </w:pPr>
    </w:p>
    <w:p w14:paraId="40EE51B9" w14:textId="62716AFA" w:rsidR="00716B3A" w:rsidRDefault="00716B3A" w:rsidP="00716B3A">
      <w:pPr>
        <w:pStyle w:val="TableColumnHeading"/>
        <w:keepNext/>
        <w:rPr>
          <w:b w:val="0"/>
          <w:bCs w:val="0"/>
          <w:color w:val="auto"/>
          <w:sz w:val="24"/>
          <w:szCs w:val="22"/>
        </w:rPr>
      </w:pPr>
      <w:r w:rsidRPr="006A25B8">
        <w:rPr>
          <w:b w:val="0"/>
          <w:bCs w:val="0"/>
          <w:color w:val="auto"/>
          <w:sz w:val="24"/>
          <w:szCs w:val="22"/>
        </w:rPr>
        <w:t>The</w:t>
      </w:r>
      <w:r w:rsidR="00DD7A3F">
        <w:rPr>
          <w:b w:val="0"/>
          <w:bCs w:val="0"/>
          <w:color w:val="auto"/>
          <w:sz w:val="24"/>
          <w:szCs w:val="22"/>
        </w:rPr>
        <w:t xml:space="preserve"> GC0156</w:t>
      </w:r>
      <w:r w:rsidRPr="006A25B8">
        <w:rPr>
          <w:b w:val="0"/>
          <w:bCs w:val="0"/>
          <w:color w:val="auto"/>
          <w:sz w:val="24"/>
          <w:szCs w:val="22"/>
        </w:rPr>
        <w:t xml:space="preserve"> </w:t>
      </w:r>
      <w:r w:rsidR="00C74B27">
        <w:rPr>
          <w:b w:val="0"/>
          <w:bCs w:val="0"/>
          <w:color w:val="auto"/>
          <w:sz w:val="24"/>
          <w:szCs w:val="22"/>
        </w:rPr>
        <w:t>Workgroup</w:t>
      </w:r>
      <w:r w:rsidRPr="006A25B8">
        <w:rPr>
          <w:b w:val="0"/>
          <w:bCs w:val="0"/>
          <w:color w:val="auto"/>
          <w:sz w:val="24"/>
          <w:szCs w:val="22"/>
        </w:rPr>
        <w:t xml:space="preserve"> agreed that the resolution of GC0148 was critical</w:t>
      </w:r>
      <w:r w:rsidR="007D0483">
        <w:rPr>
          <w:b w:val="0"/>
          <w:bCs w:val="0"/>
          <w:color w:val="auto"/>
          <w:sz w:val="24"/>
          <w:szCs w:val="22"/>
        </w:rPr>
        <w:t xml:space="preserve"> (the issue was highlighted through GC0156 discussions)</w:t>
      </w:r>
      <w:r w:rsidRPr="006A25B8">
        <w:rPr>
          <w:b w:val="0"/>
          <w:bCs w:val="0"/>
          <w:color w:val="auto"/>
          <w:sz w:val="24"/>
          <w:szCs w:val="22"/>
        </w:rPr>
        <w:t xml:space="preserve"> to ensure GC0156 wasn’t sent back for the same reason, but that work should progress as the issue highlighted within the </w:t>
      </w:r>
      <w:r w:rsidR="00F13800">
        <w:rPr>
          <w:b w:val="0"/>
          <w:bCs w:val="0"/>
          <w:color w:val="auto"/>
          <w:sz w:val="24"/>
          <w:szCs w:val="22"/>
        </w:rPr>
        <w:t>S</w:t>
      </w:r>
      <w:r w:rsidRPr="006A25B8">
        <w:rPr>
          <w:b w:val="0"/>
          <w:bCs w:val="0"/>
          <w:color w:val="auto"/>
          <w:sz w:val="24"/>
          <w:szCs w:val="22"/>
        </w:rPr>
        <w:t xml:space="preserve">end </w:t>
      </w:r>
      <w:r w:rsidR="00F13800">
        <w:rPr>
          <w:b w:val="0"/>
          <w:bCs w:val="0"/>
          <w:color w:val="auto"/>
          <w:sz w:val="24"/>
          <w:szCs w:val="22"/>
        </w:rPr>
        <w:t>B</w:t>
      </w:r>
      <w:r w:rsidRPr="006A25B8">
        <w:rPr>
          <w:b w:val="0"/>
          <w:bCs w:val="0"/>
          <w:color w:val="auto"/>
          <w:sz w:val="24"/>
          <w:szCs w:val="22"/>
        </w:rPr>
        <w:t>ack was within Critical Tools and Facilities</w:t>
      </w:r>
      <w:r w:rsidR="00C93E02">
        <w:rPr>
          <w:b w:val="0"/>
          <w:bCs w:val="0"/>
          <w:color w:val="auto"/>
          <w:sz w:val="24"/>
          <w:szCs w:val="22"/>
        </w:rPr>
        <w:t xml:space="preserve"> only</w:t>
      </w:r>
      <w:r w:rsidRPr="006A25B8">
        <w:rPr>
          <w:b w:val="0"/>
          <w:bCs w:val="0"/>
          <w:color w:val="auto"/>
          <w:sz w:val="24"/>
          <w:szCs w:val="22"/>
        </w:rPr>
        <w:t>.</w:t>
      </w:r>
    </w:p>
    <w:p w14:paraId="1F700D89" w14:textId="77777777" w:rsidR="00BC054B" w:rsidRDefault="00BC054B" w:rsidP="00716B3A">
      <w:pPr>
        <w:pStyle w:val="TableColumnHeading"/>
        <w:keepNext/>
        <w:rPr>
          <w:b w:val="0"/>
          <w:bCs w:val="0"/>
          <w:color w:val="auto"/>
          <w:sz w:val="24"/>
          <w:szCs w:val="22"/>
        </w:rPr>
      </w:pPr>
    </w:p>
    <w:p w14:paraId="04FBB2D5" w14:textId="40B9D24A" w:rsidR="00BC054B" w:rsidRPr="006A25B8" w:rsidRDefault="00BC054B" w:rsidP="00716B3A">
      <w:pPr>
        <w:pStyle w:val="TableColumnHeading"/>
        <w:keepNext/>
        <w:rPr>
          <w:b w:val="0"/>
          <w:bCs w:val="0"/>
          <w:color w:val="auto"/>
          <w:sz w:val="24"/>
          <w:szCs w:val="22"/>
        </w:rPr>
      </w:pPr>
      <w:r>
        <w:rPr>
          <w:b w:val="0"/>
          <w:bCs w:val="0"/>
          <w:color w:val="auto"/>
          <w:sz w:val="24"/>
          <w:szCs w:val="22"/>
        </w:rPr>
        <w:t>Post</w:t>
      </w:r>
      <w:r w:rsidR="0088415A">
        <w:rPr>
          <w:b w:val="0"/>
          <w:bCs w:val="0"/>
          <w:color w:val="auto"/>
          <w:sz w:val="24"/>
          <w:szCs w:val="22"/>
        </w:rPr>
        <w:t xml:space="preserve"> GC0148 </w:t>
      </w:r>
      <w:r w:rsidR="00C74B27">
        <w:rPr>
          <w:b w:val="0"/>
          <w:bCs w:val="0"/>
          <w:color w:val="auto"/>
          <w:sz w:val="24"/>
          <w:szCs w:val="22"/>
        </w:rPr>
        <w:t>Workgroup meeting</w:t>
      </w:r>
      <w:r w:rsidR="0088415A">
        <w:rPr>
          <w:b w:val="0"/>
          <w:bCs w:val="0"/>
          <w:color w:val="auto"/>
          <w:sz w:val="24"/>
          <w:szCs w:val="22"/>
        </w:rPr>
        <w:t>s</w:t>
      </w:r>
      <w:r>
        <w:rPr>
          <w:b w:val="0"/>
          <w:bCs w:val="0"/>
          <w:color w:val="auto"/>
          <w:sz w:val="24"/>
          <w:szCs w:val="22"/>
        </w:rPr>
        <w:t xml:space="preserve"> reconvening</w:t>
      </w:r>
      <w:commentRangeStart w:id="32"/>
      <w:r w:rsidRPr="00F13800">
        <w:rPr>
          <w:b w:val="0"/>
          <w:bCs w:val="0"/>
          <w:color w:val="auto"/>
          <w:sz w:val="24"/>
          <w:szCs w:val="22"/>
          <w:highlight w:val="yellow"/>
        </w:rPr>
        <w:t>………</w:t>
      </w:r>
      <w:commentRangeEnd w:id="32"/>
      <w:r w:rsidR="00F13800">
        <w:rPr>
          <w:rStyle w:val="CommentReference"/>
          <w:rFonts w:ascii="Arial" w:eastAsia="Times New Roman" w:hAnsi="Arial" w:cs="Times New Roman"/>
          <w:b w:val="0"/>
          <w:bCs w:val="0"/>
          <w:color w:val="auto"/>
          <w:lang w:eastAsia="en-GB"/>
        </w:rPr>
        <w:commentReference w:id="32"/>
      </w:r>
    </w:p>
    <w:p w14:paraId="07F355C4" w14:textId="77777777" w:rsidR="00716B3A" w:rsidRDefault="00716B3A" w:rsidP="00027D6B">
      <w:pPr>
        <w:jc w:val="both"/>
      </w:pPr>
    </w:p>
    <w:p w14:paraId="2B458F19" w14:textId="70F88A3E" w:rsidR="003D51DC" w:rsidRDefault="00C74B27" w:rsidP="003D51DC">
      <w:pPr>
        <w:pStyle w:val="CA3"/>
      </w:pPr>
      <w:bookmarkStart w:id="33" w:name="_Toc108469693"/>
      <w:bookmarkStart w:id="34" w:name="_Toc128131031"/>
      <w:bookmarkStart w:id="35" w:name="_Toc128480958"/>
      <w:bookmarkStart w:id="36" w:name="WG_Alternatives"/>
      <w:r>
        <w:t>Workgroup</w:t>
      </w:r>
      <w:r w:rsidR="003D51DC">
        <w:t xml:space="preserve"> Alternatives</w:t>
      </w:r>
      <w:bookmarkEnd w:id="33"/>
      <w:bookmarkEnd w:id="34"/>
      <w:bookmarkEnd w:id="35"/>
    </w:p>
    <w:bookmarkEnd w:id="36"/>
    <w:p w14:paraId="5DFD5F4F" w14:textId="1D60828D" w:rsidR="00055D82" w:rsidRDefault="00D8680F" w:rsidP="00704AF5">
      <w:pPr>
        <w:jc w:val="both"/>
      </w:pPr>
      <w:r>
        <w:rPr>
          <w:rFonts w:asciiTheme="majorHAnsi" w:hAnsiTheme="majorHAnsi" w:cstheme="majorHAnsi"/>
        </w:rPr>
        <w:t>One</w:t>
      </w:r>
      <w:r w:rsidRPr="003F0351">
        <w:rPr>
          <w:rFonts w:asciiTheme="majorHAnsi" w:hAnsiTheme="majorHAnsi" w:cstheme="majorHAnsi"/>
        </w:rPr>
        <w:t xml:space="preserve"> </w:t>
      </w:r>
      <w:r w:rsidR="00C74B27">
        <w:rPr>
          <w:rFonts w:asciiTheme="majorHAnsi" w:hAnsiTheme="majorHAnsi" w:cstheme="majorHAnsi"/>
        </w:rPr>
        <w:t>Workgroup</w:t>
      </w:r>
      <w:r w:rsidRPr="003F0351">
        <w:rPr>
          <w:rFonts w:asciiTheme="majorHAnsi" w:hAnsiTheme="majorHAnsi" w:cstheme="majorHAnsi"/>
        </w:rPr>
        <w:t xml:space="preserve"> alternative</w:t>
      </w:r>
      <w:r>
        <w:rPr>
          <w:rFonts w:asciiTheme="majorHAnsi" w:hAnsiTheme="majorHAnsi" w:cstheme="majorHAnsi"/>
        </w:rPr>
        <w:t xml:space="preserve"> solution was raised post </w:t>
      </w:r>
      <w:r w:rsidR="00C74B27">
        <w:rPr>
          <w:rFonts w:asciiTheme="majorHAnsi" w:hAnsiTheme="majorHAnsi" w:cstheme="majorHAnsi"/>
        </w:rPr>
        <w:t>Workgroup</w:t>
      </w:r>
      <w:r>
        <w:rPr>
          <w:rFonts w:asciiTheme="majorHAnsi" w:hAnsiTheme="majorHAnsi" w:cstheme="majorHAnsi"/>
        </w:rPr>
        <w:t xml:space="preserve"> Consultation. </w:t>
      </w:r>
      <w:r>
        <w:rPr>
          <w:rFonts w:ascii="Arial" w:hAnsi="Arial"/>
        </w:rPr>
        <w:t xml:space="preserve">The </w:t>
      </w:r>
      <w:r w:rsidR="00C74B27">
        <w:rPr>
          <w:rFonts w:ascii="Arial" w:hAnsi="Arial"/>
        </w:rPr>
        <w:t>Workgroup</w:t>
      </w:r>
      <w:r>
        <w:rPr>
          <w:rFonts w:ascii="Arial" w:hAnsi="Arial"/>
        </w:rPr>
        <w:t xml:space="preserve"> debated it and </w:t>
      </w:r>
      <w:r w:rsidRPr="003C3C9E">
        <w:rPr>
          <w:rFonts w:ascii="Arial" w:hAnsi="Arial"/>
        </w:rPr>
        <w:t xml:space="preserve">agreed that </w:t>
      </w:r>
      <w:r w:rsidR="00704AF5">
        <w:rPr>
          <w:rFonts w:ascii="Arial" w:hAnsi="Arial"/>
        </w:rPr>
        <w:t>it was</w:t>
      </w:r>
      <w:r w:rsidRPr="003C3C9E">
        <w:rPr>
          <w:rFonts w:ascii="Arial" w:hAnsi="Arial"/>
        </w:rPr>
        <w:t xml:space="preserve"> within the scope of the defect. </w:t>
      </w:r>
    </w:p>
    <w:p w14:paraId="6D5B1404" w14:textId="18D485A4" w:rsidR="00523F69" w:rsidRDefault="00C74B27" w:rsidP="00523F69">
      <w:pPr>
        <w:autoSpaceDE w:val="0"/>
        <w:autoSpaceDN w:val="0"/>
        <w:adjustRightInd w:val="0"/>
        <w:spacing w:line="240" w:lineRule="auto"/>
        <w:jc w:val="both"/>
        <w:rPr>
          <w:rFonts w:ascii="Arial" w:hAnsi="Arial" w:cs="Arial"/>
          <w:b/>
          <w:bCs/>
          <w:szCs w:val="24"/>
        </w:rPr>
      </w:pPr>
      <w:r>
        <w:rPr>
          <w:rFonts w:ascii="Arial" w:hAnsi="Arial" w:cs="Arial"/>
          <w:b/>
          <w:bCs/>
          <w:szCs w:val="24"/>
        </w:rPr>
        <w:t>Workgroup</w:t>
      </w:r>
      <w:r w:rsidR="00523F69" w:rsidRPr="0059624C">
        <w:rPr>
          <w:rFonts w:ascii="Arial" w:hAnsi="Arial" w:cs="Arial"/>
          <w:b/>
          <w:bCs/>
          <w:szCs w:val="24"/>
        </w:rPr>
        <w:t xml:space="preserve"> Alternative Vote</w:t>
      </w:r>
    </w:p>
    <w:p w14:paraId="5A1BDFFA" w14:textId="21BDD0EA" w:rsidR="00523F69" w:rsidRDefault="00523F69" w:rsidP="00523F69">
      <w:pPr>
        <w:autoSpaceDE w:val="0"/>
        <w:autoSpaceDN w:val="0"/>
        <w:adjustRightInd w:val="0"/>
        <w:spacing w:line="240" w:lineRule="auto"/>
        <w:jc w:val="both"/>
        <w:rPr>
          <w:rFonts w:ascii="Arial" w:hAnsi="Arial" w:cs="Arial"/>
          <w:szCs w:val="24"/>
        </w:rPr>
      </w:pPr>
      <w:r>
        <w:rPr>
          <w:rFonts w:ascii="Arial" w:hAnsi="Arial" w:cs="Arial"/>
          <w:szCs w:val="24"/>
        </w:rPr>
        <w:t xml:space="preserve">On 21 February 2023, the </w:t>
      </w:r>
      <w:r w:rsidR="00C74B27">
        <w:rPr>
          <w:rFonts w:ascii="Arial" w:hAnsi="Arial" w:cs="Arial"/>
          <w:szCs w:val="24"/>
        </w:rPr>
        <w:t>Workgroup</w:t>
      </w:r>
      <w:r>
        <w:rPr>
          <w:rFonts w:ascii="Arial" w:hAnsi="Arial" w:cs="Arial"/>
          <w:szCs w:val="24"/>
        </w:rPr>
        <w:t xml:space="preserve"> voted as to </w:t>
      </w:r>
      <w:proofErr w:type="gramStart"/>
      <w:r>
        <w:rPr>
          <w:rFonts w:ascii="Arial" w:hAnsi="Arial" w:cs="Arial"/>
          <w:szCs w:val="24"/>
        </w:rPr>
        <w:t>whether or not</w:t>
      </w:r>
      <w:proofErr w:type="gramEnd"/>
      <w:r>
        <w:rPr>
          <w:rFonts w:ascii="Arial" w:hAnsi="Arial" w:cs="Arial"/>
          <w:szCs w:val="24"/>
        </w:rPr>
        <w:t xml:space="preserve"> the proposed Request</w:t>
      </w:r>
    </w:p>
    <w:p w14:paraId="7A6C63D7" w14:textId="641B5FDA" w:rsidR="00523F69" w:rsidRPr="002071B9" w:rsidRDefault="00523F69" w:rsidP="00523F69">
      <w:pPr>
        <w:autoSpaceDE w:val="0"/>
        <w:autoSpaceDN w:val="0"/>
        <w:adjustRightInd w:val="0"/>
        <w:spacing w:line="240" w:lineRule="auto"/>
        <w:jc w:val="both"/>
        <w:rPr>
          <w:rFonts w:ascii="Arial" w:hAnsi="Arial" w:cs="Arial"/>
          <w:szCs w:val="24"/>
        </w:rPr>
      </w:pPr>
      <w:r>
        <w:rPr>
          <w:rFonts w:ascii="Arial" w:hAnsi="Arial" w:cs="Arial"/>
          <w:szCs w:val="24"/>
        </w:rPr>
        <w:t xml:space="preserve">for Alternative should become a </w:t>
      </w:r>
      <w:r w:rsidR="00C74B27">
        <w:rPr>
          <w:rFonts w:ascii="Arial" w:hAnsi="Arial" w:cs="Arial"/>
          <w:szCs w:val="24"/>
        </w:rPr>
        <w:t>Workgroup</w:t>
      </w:r>
      <w:r>
        <w:rPr>
          <w:rFonts w:ascii="Arial" w:hAnsi="Arial" w:cs="Arial"/>
          <w:szCs w:val="24"/>
        </w:rPr>
        <w:t xml:space="preserve"> Alternative Grid Code Modification (WAGCM). </w:t>
      </w:r>
    </w:p>
    <w:p w14:paraId="2B3F3022" w14:textId="77777777" w:rsidR="00523F69" w:rsidRDefault="00523F69" w:rsidP="00523F69">
      <w:pPr>
        <w:jc w:val="both"/>
        <w:rPr>
          <w:rFonts w:ascii="Arial" w:hAnsi="Arial"/>
          <w:highlight w:val="yellow"/>
        </w:rPr>
      </w:pPr>
    </w:p>
    <w:p w14:paraId="32265A19" w14:textId="111D49A7" w:rsidR="00523F69" w:rsidRPr="00AC6D5C" w:rsidRDefault="00523F69" w:rsidP="00523F69">
      <w:pPr>
        <w:jc w:val="both"/>
        <w:rPr>
          <w:rFonts w:ascii="Arial" w:hAnsi="Arial"/>
        </w:rPr>
      </w:pPr>
      <w:r w:rsidRPr="00AC6D5C">
        <w:rPr>
          <w:rFonts w:ascii="Arial" w:hAnsi="Arial"/>
        </w:rPr>
        <w:t xml:space="preserve">The </w:t>
      </w:r>
      <w:r w:rsidR="00C74B27">
        <w:rPr>
          <w:rFonts w:ascii="Arial" w:hAnsi="Arial"/>
        </w:rPr>
        <w:t>Workgroup</w:t>
      </w:r>
      <w:r w:rsidRPr="00AC6D5C">
        <w:rPr>
          <w:rFonts w:ascii="Arial" w:hAnsi="Arial"/>
        </w:rPr>
        <w:t xml:space="preserve"> voted by majority that the Alternative better facilitate</w:t>
      </w:r>
      <w:r w:rsidR="00345DD9">
        <w:rPr>
          <w:rFonts w:ascii="Arial" w:hAnsi="Arial"/>
        </w:rPr>
        <w:t>s</w:t>
      </w:r>
      <w:r w:rsidRPr="00AC6D5C">
        <w:rPr>
          <w:rFonts w:ascii="Arial" w:hAnsi="Arial"/>
        </w:rPr>
        <w:t xml:space="preserve"> the Grid Code Objectives th</w:t>
      </w:r>
      <w:r w:rsidR="007B778E">
        <w:rPr>
          <w:rFonts w:ascii="Arial" w:hAnsi="Arial"/>
        </w:rPr>
        <w:t>a</w:t>
      </w:r>
      <w:r w:rsidRPr="00AC6D5C">
        <w:rPr>
          <w:rFonts w:ascii="Arial" w:hAnsi="Arial"/>
        </w:rPr>
        <w:t xml:space="preserve">n the Original, and that </w:t>
      </w:r>
      <w:r w:rsidR="007B778E">
        <w:rPr>
          <w:rFonts w:ascii="Arial" w:hAnsi="Arial"/>
        </w:rPr>
        <w:t>it</w:t>
      </w:r>
      <w:r w:rsidRPr="00AC6D5C">
        <w:rPr>
          <w:rFonts w:ascii="Arial" w:hAnsi="Arial"/>
        </w:rPr>
        <w:t xml:space="preserve"> should be taken forward as a </w:t>
      </w:r>
      <w:r w:rsidR="00C74B27">
        <w:rPr>
          <w:rFonts w:ascii="Arial" w:hAnsi="Arial"/>
        </w:rPr>
        <w:t>Workgroup</w:t>
      </w:r>
      <w:r w:rsidRPr="00AC6D5C">
        <w:rPr>
          <w:rFonts w:ascii="Arial" w:hAnsi="Arial"/>
        </w:rPr>
        <w:t xml:space="preserve"> Alternative Grid Code Modifications (WAGCM</w:t>
      </w:r>
      <w:r w:rsidR="00634130">
        <w:rPr>
          <w:rFonts w:ascii="Arial" w:hAnsi="Arial"/>
        </w:rPr>
        <w:t>1</w:t>
      </w:r>
      <w:r w:rsidRPr="00AC6D5C">
        <w:rPr>
          <w:rFonts w:ascii="Arial" w:hAnsi="Arial"/>
        </w:rPr>
        <w:t xml:space="preserve">). The full results from this vote </w:t>
      </w:r>
      <w:r w:rsidRPr="00AC6D5C">
        <w:t xml:space="preserve">are set out in </w:t>
      </w:r>
      <w:r w:rsidRPr="007B778E">
        <w:rPr>
          <w:highlight w:val="yellow"/>
        </w:rPr>
        <w:t xml:space="preserve">Annex </w:t>
      </w:r>
      <w:r w:rsidR="003C30AD" w:rsidRPr="003C30AD">
        <w:rPr>
          <w:highlight w:val="yellow"/>
        </w:rPr>
        <w:t>1</w:t>
      </w:r>
      <w:r w:rsidR="00181816" w:rsidRPr="00181816">
        <w:rPr>
          <w:highlight w:val="yellow"/>
        </w:rPr>
        <w:t>7</w:t>
      </w:r>
    </w:p>
    <w:p w14:paraId="045B5172" w14:textId="77777777" w:rsidR="00523F69" w:rsidRDefault="00523F69" w:rsidP="00523F69">
      <w:pPr>
        <w:autoSpaceDE w:val="0"/>
        <w:autoSpaceDN w:val="0"/>
        <w:adjustRightInd w:val="0"/>
        <w:spacing w:line="240" w:lineRule="auto"/>
        <w:jc w:val="both"/>
      </w:pPr>
    </w:p>
    <w:p w14:paraId="3E502628" w14:textId="50732DF4" w:rsidR="00523F69" w:rsidRPr="00364B70" w:rsidRDefault="00523F69" w:rsidP="00364B70">
      <w:pPr>
        <w:rPr>
          <w:rFonts w:asciiTheme="majorHAnsi" w:hAnsiTheme="majorHAnsi" w:cstheme="majorHAnsi"/>
          <w:b/>
          <w:bCs/>
        </w:rPr>
      </w:pPr>
      <w:r w:rsidRPr="00364B70">
        <w:rPr>
          <w:b/>
          <w:bCs/>
        </w:rPr>
        <w:t xml:space="preserve">WAGCM1 (Drax): </w:t>
      </w:r>
    </w:p>
    <w:p w14:paraId="29629B3A" w14:textId="2FAC06CD" w:rsidR="00364B70" w:rsidRPr="00863CE6" w:rsidRDefault="00364B70" w:rsidP="00863CE6">
      <w:pPr>
        <w:rPr>
          <w:rFonts w:cs="Arial"/>
        </w:rPr>
      </w:pPr>
      <w:r>
        <w:rPr>
          <w:rFonts w:cs="Arial"/>
        </w:rPr>
        <w:t>This Alternative Modification Proposal submitted by Drax</w:t>
      </w:r>
      <w:r w:rsidR="00863CE6">
        <w:rPr>
          <w:rFonts w:cs="Arial"/>
        </w:rPr>
        <w:t xml:space="preserve"> </w:t>
      </w:r>
      <w:r>
        <w:rPr>
          <w:rFonts w:cs="Arial"/>
        </w:rPr>
        <w:t xml:space="preserve">will have the same effect as the Original Modification Proposal by re-enforcing system restoration </w:t>
      </w:r>
      <w:r w:rsidR="00863CE6">
        <w:rPr>
          <w:rFonts w:cs="Arial"/>
        </w:rPr>
        <w:t>arrangements, but it will</w:t>
      </w:r>
      <w:r>
        <w:rPr>
          <w:rFonts w:cs="Arial"/>
        </w:rPr>
        <w:t xml:space="preserve"> not retrospectively require existing Generators to modify their plant to achieve existing cold start time following loss of site supplies</w:t>
      </w:r>
      <w:r w:rsidR="00863CE6">
        <w:rPr>
          <w:rFonts w:cs="Arial"/>
        </w:rPr>
        <w:t>; i</w:t>
      </w:r>
      <w:r>
        <w:rPr>
          <w:rFonts w:cs="Arial"/>
        </w:rPr>
        <w:t>t will require the ESO to procure all ESRS fast start services commercially using Anchor &amp; Top-</w:t>
      </w:r>
      <w:r w:rsidR="00345DD9">
        <w:rPr>
          <w:rFonts w:cs="Arial"/>
        </w:rPr>
        <w:t xml:space="preserve">Up </w:t>
      </w:r>
      <w:r>
        <w:rPr>
          <w:rFonts w:cs="Arial"/>
        </w:rPr>
        <w:t xml:space="preserve">services contracts. </w:t>
      </w:r>
    </w:p>
    <w:p w14:paraId="1E1332A3" w14:textId="77777777" w:rsidR="00523F69" w:rsidRDefault="00523F69" w:rsidP="00CA7D4A">
      <w:pPr>
        <w:pStyle w:val="ListParagraph"/>
        <w:keepLines/>
        <w:widowControl w:val="0"/>
        <w:tabs>
          <w:tab w:val="left" w:pos="1418"/>
        </w:tabs>
        <w:spacing w:before="0" w:line="264" w:lineRule="auto"/>
        <w:ind w:left="0"/>
        <w:rPr>
          <w:color w:val="000000"/>
          <w:highlight w:val="yellow"/>
          <w:lang w:eastAsia="en-US"/>
        </w:rPr>
      </w:pPr>
    </w:p>
    <w:p w14:paraId="5AE24DEA" w14:textId="77777777" w:rsidR="00027D6B" w:rsidRDefault="00027D6B" w:rsidP="00027D6B">
      <w:pPr>
        <w:pStyle w:val="Heading2"/>
      </w:pPr>
      <w:bookmarkStart w:id="37" w:name="_Toc128480959"/>
      <w:r>
        <w:t>Legal text</w:t>
      </w:r>
      <w:bookmarkEnd w:id="37"/>
    </w:p>
    <w:p w14:paraId="36D3ED4A" w14:textId="77777777" w:rsidR="00027D6B" w:rsidRDefault="00027D6B" w:rsidP="00027D6B">
      <w:pPr>
        <w:spacing w:after="160"/>
        <w:jc w:val="both"/>
      </w:pPr>
      <w:r>
        <w:t xml:space="preserve">The legal drafting for this modification was achieved by a collaborative approach between the ESO and Distribution Code Administrator. </w:t>
      </w:r>
      <w:r w:rsidRPr="00D433C1">
        <w:t xml:space="preserve">CATOs have been excluded from the drafting </w:t>
      </w:r>
      <w:r>
        <w:t xml:space="preserve">of the legal text </w:t>
      </w:r>
      <w:r w:rsidRPr="00D433C1">
        <w:t xml:space="preserve">as this is expected to be picked up as part of the </w:t>
      </w:r>
      <w:hyperlink r:id="rId42" w:history="1">
        <w:r w:rsidRPr="000C4CD1">
          <w:rPr>
            <w:rStyle w:val="Hyperlink"/>
          </w:rPr>
          <w:t>GC0159</w:t>
        </w:r>
      </w:hyperlink>
      <w:r>
        <w:t xml:space="preserve"> </w:t>
      </w:r>
      <w:r w:rsidRPr="00D433C1">
        <w:t xml:space="preserve">CATO </w:t>
      </w:r>
      <w:r>
        <w:t>modification proposal</w:t>
      </w:r>
      <w:r w:rsidRPr="00D433C1">
        <w:t xml:space="preserve"> </w:t>
      </w:r>
      <w:r>
        <w:t>raised</w:t>
      </w:r>
      <w:r w:rsidRPr="00D433C1">
        <w:t xml:space="preserve"> at the G</w:t>
      </w:r>
      <w:r>
        <w:t xml:space="preserve">rid </w:t>
      </w:r>
      <w:r w:rsidRPr="00D433C1">
        <w:t>C</w:t>
      </w:r>
      <w:r>
        <w:t xml:space="preserve">ode </w:t>
      </w:r>
      <w:r w:rsidRPr="00D433C1">
        <w:t>R</w:t>
      </w:r>
      <w:r>
        <w:t xml:space="preserve">eview </w:t>
      </w:r>
      <w:r w:rsidRPr="00D433C1">
        <w:t>P</w:t>
      </w:r>
      <w:r>
        <w:t>anel</w:t>
      </w:r>
      <w:r w:rsidRPr="00D433C1">
        <w:t xml:space="preserve"> in September</w:t>
      </w:r>
      <w:r>
        <w:t xml:space="preserve"> 2022.</w:t>
      </w:r>
    </w:p>
    <w:p w14:paraId="7B42FD35" w14:textId="0AC405B2" w:rsidR="00027D6B" w:rsidRDefault="00027D6B" w:rsidP="00027D6B">
      <w:pPr>
        <w:spacing w:after="160"/>
        <w:jc w:val="both"/>
      </w:pPr>
      <w:r>
        <w:t xml:space="preserve">Following </w:t>
      </w:r>
      <w:r w:rsidR="00C74B27">
        <w:t>Workgroup</w:t>
      </w:r>
      <w:r>
        <w:t xml:space="preserve"> Consultation, amendments were made to the draft legal text to accommodate some </w:t>
      </w:r>
      <w:r w:rsidR="007B778E">
        <w:t xml:space="preserve">of </w:t>
      </w:r>
      <w:r>
        <w:t xml:space="preserve">the suggested made from Industry. </w:t>
      </w:r>
      <w:r w:rsidRPr="00701EEF">
        <w:t xml:space="preserve">High level details of these changes are available in </w:t>
      </w:r>
      <w:r w:rsidRPr="00701EEF">
        <w:rPr>
          <w:highlight w:val="yellow"/>
        </w:rPr>
        <w:t xml:space="preserve">Annex </w:t>
      </w:r>
      <w:r w:rsidR="00181816" w:rsidRPr="00181816">
        <w:rPr>
          <w:highlight w:val="yellow"/>
        </w:rPr>
        <w:t>18</w:t>
      </w:r>
    </w:p>
    <w:p w14:paraId="53F8C57A" w14:textId="77777777" w:rsidR="00027D6B" w:rsidRDefault="00027D6B" w:rsidP="00027D6B">
      <w:pPr>
        <w:pStyle w:val="ListParagraph"/>
        <w:keepLines/>
        <w:widowControl w:val="0"/>
        <w:tabs>
          <w:tab w:val="left" w:pos="1418"/>
        </w:tabs>
        <w:spacing w:before="0" w:line="264" w:lineRule="auto"/>
        <w:ind w:left="0"/>
        <w:rPr>
          <w:color w:val="000000"/>
          <w:highlight w:val="yellow"/>
          <w:lang w:eastAsia="en-US"/>
        </w:rPr>
      </w:pPr>
      <w:r w:rsidRPr="00177600">
        <w:t>The draft legal text for this modification proposal can be found in Annex 6</w:t>
      </w:r>
      <w:r w:rsidRPr="00EA706E">
        <w:rPr>
          <w:color w:val="000000"/>
          <w:lang w:eastAsia="en-US"/>
        </w:rPr>
        <w:t>.</w:t>
      </w:r>
    </w:p>
    <w:p w14:paraId="43693FC2" w14:textId="77777777" w:rsidR="00027D6B" w:rsidRDefault="00027D6B" w:rsidP="00CA7D4A">
      <w:pPr>
        <w:pStyle w:val="ListParagraph"/>
        <w:keepLines/>
        <w:widowControl w:val="0"/>
        <w:tabs>
          <w:tab w:val="left" w:pos="1418"/>
        </w:tabs>
        <w:spacing w:before="0" w:line="264" w:lineRule="auto"/>
        <w:ind w:left="0"/>
        <w:rPr>
          <w:color w:val="000000"/>
          <w:highlight w:val="yellow"/>
          <w:lang w:eastAsia="en-US"/>
        </w:rPr>
      </w:pPr>
    </w:p>
    <w:p w14:paraId="5DE6A23C" w14:textId="77777777" w:rsidR="00470B5B" w:rsidRPr="005603D9" w:rsidRDefault="00470B5B" w:rsidP="005603D9">
      <w:pPr>
        <w:pStyle w:val="CA6"/>
      </w:pPr>
      <w:bookmarkStart w:id="38" w:name="_Toc128480960"/>
      <w:bookmarkEnd w:id="31"/>
      <w:r w:rsidRPr="005603D9">
        <w:t>What is the impact of this change?</w:t>
      </w:r>
      <w:bookmarkEnd w:id="38"/>
    </w:p>
    <w:p w14:paraId="698B8F8D" w14:textId="77777777" w:rsidR="00635330" w:rsidRPr="00A94E68" w:rsidRDefault="00635330" w:rsidP="00635330">
      <w:pPr>
        <w:pStyle w:val="Heading2"/>
      </w:pPr>
      <w:bookmarkStart w:id="39" w:name="_Toc119938020"/>
      <w:bookmarkStart w:id="40" w:name="_Toc128480961"/>
      <w:r w:rsidRPr="00AE46F6">
        <w:t xml:space="preserve">Proposer’s </w:t>
      </w:r>
      <w:r>
        <w:t>a</w:t>
      </w:r>
      <w:r w:rsidRPr="00AE46F6">
        <w:t>ssessment against Code Objectives</w:t>
      </w:r>
      <w:bookmarkEnd w:id="39"/>
      <w:bookmarkEnd w:id="40"/>
      <w:r w:rsidRPr="00AE46F6">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35330" w:rsidRPr="00A94E68" w14:paraId="1BEEF50B" w14:textId="77777777" w:rsidTr="003C2AF3">
        <w:trPr>
          <w:trHeight w:hRule="exact" w:val="561"/>
        </w:trPr>
        <w:tc>
          <w:tcPr>
            <w:tcW w:w="9493" w:type="dxa"/>
            <w:gridSpan w:val="2"/>
            <w:shd w:val="clear" w:color="auto" w:fill="F26522" w:themeFill="accent1"/>
            <w:vAlign w:val="center"/>
          </w:tcPr>
          <w:p w14:paraId="2A0EFC3A" w14:textId="77777777" w:rsidR="00635330" w:rsidRPr="00A94E68" w:rsidRDefault="00635330" w:rsidP="003C2AF3">
            <w:pPr>
              <w:keepNext/>
              <w:keepLines/>
              <w:spacing w:before="40" w:line="300" w:lineRule="atLeast"/>
              <w:outlineLvl w:val="2"/>
              <w:rPr>
                <w:rFonts w:asciiTheme="majorHAnsi" w:eastAsiaTheme="majorEastAsia" w:hAnsiTheme="majorHAnsi" w:cstheme="majorBidi"/>
                <w:b/>
                <w:szCs w:val="24"/>
                <w:lang w:eastAsia="en-GB"/>
              </w:rPr>
            </w:pPr>
            <w:bookmarkStart w:id="41" w:name="_Toc98069373"/>
            <w:bookmarkStart w:id="42" w:name="_Toc116025746"/>
            <w:bookmarkStart w:id="43" w:name="_Toc119938021"/>
            <w:bookmarkStart w:id="44" w:name="_Toc128480962"/>
            <w:r w:rsidRPr="00A94E68">
              <w:rPr>
                <w:rFonts w:asciiTheme="majorHAnsi" w:eastAsiaTheme="majorEastAsia" w:hAnsiTheme="majorHAnsi" w:cstheme="majorBidi"/>
                <w:b/>
                <w:color w:val="FFFFFF" w:themeColor="background1"/>
                <w:szCs w:val="24"/>
                <w:lang w:eastAsia="en-GB"/>
              </w:rPr>
              <w:t>Proposer’s assessment against Grid Code Objectives</w:t>
            </w:r>
            <w:bookmarkEnd w:id="41"/>
            <w:bookmarkEnd w:id="42"/>
            <w:bookmarkEnd w:id="43"/>
            <w:bookmarkEnd w:id="44"/>
            <w:r w:rsidRPr="00A94E68">
              <w:rPr>
                <w:rFonts w:asciiTheme="majorHAnsi" w:eastAsiaTheme="majorEastAsia" w:hAnsiTheme="majorHAnsi" w:cstheme="majorBidi"/>
                <w:b/>
                <w:color w:val="FFFFFF" w:themeColor="background1"/>
                <w:szCs w:val="24"/>
                <w:lang w:eastAsia="en-GB"/>
              </w:rPr>
              <w:t xml:space="preserve">  </w:t>
            </w:r>
          </w:p>
        </w:tc>
      </w:tr>
      <w:tr w:rsidR="00635330" w:rsidRPr="00A94E68" w14:paraId="270C1A81" w14:textId="77777777" w:rsidTr="003C2AF3">
        <w:trPr>
          <w:trHeight w:val="397"/>
        </w:trPr>
        <w:tc>
          <w:tcPr>
            <w:tcW w:w="6478" w:type="dxa"/>
          </w:tcPr>
          <w:p w14:paraId="393B74C6" w14:textId="77777777" w:rsidR="00635330" w:rsidRPr="00A94E68" w:rsidRDefault="00635330" w:rsidP="003C2AF3">
            <w:pPr>
              <w:spacing w:after="160"/>
              <w:rPr>
                <w:b/>
              </w:rPr>
            </w:pPr>
            <w:r w:rsidRPr="00A94E68">
              <w:rPr>
                <w:b/>
              </w:rPr>
              <w:t>Relevant Objective</w:t>
            </w:r>
          </w:p>
        </w:tc>
        <w:tc>
          <w:tcPr>
            <w:tcW w:w="3015" w:type="dxa"/>
          </w:tcPr>
          <w:p w14:paraId="38FB983C" w14:textId="77777777" w:rsidR="00635330" w:rsidRPr="00A94E68" w:rsidRDefault="00635330" w:rsidP="003C2AF3">
            <w:pPr>
              <w:spacing w:after="160"/>
              <w:rPr>
                <w:b/>
              </w:rPr>
            </w:pPr>
            <w:r w:rsidRPr="00A94E68">
              <w:rPr>
                <w:b/>
              </w:rPr>
              <w:t>Identified impact</w:t>
            </w:r>
          </w:p>
        </w:tc>
      </w:tr>
      <w:tr w:rsidR="00635330" w:rsidRPr="00A94E68" w14:paraId="2A71A447" w14:textId="77777777" w:rsidTr="003C2AF3">
        <w:trPr>
          <w:trHeight w:val="397"/>
        </w:trPr>
        <w:tc>
          <w:tcPr>
            <w:tcW w:w="6478" w:type="dxa"/>
          </w:tcPr>
          <w:p w14:paraId="16617F23" w14:textId="77777777" w:rsidR="00635330" w:rsidRPr="00A94E68" w:rsidRDefault="00635330" w:rsidP="003C2AF3">
            <w:pPr>
              <w:spacing w:after="160"/>
            </w:pPr>
            <w:r w:rsidRPr="00A94E68">
              <w:rPr>
                <w:szCs w:val="20"/>
              </w:rPr>
              <w:t xml:space="preserve">(a) To permit the development, </w:t>
            </w:r>
            <w:proofErr w:type="gramStart"/>
            <w:r w:rsidRPr="00A94E68">
              <w:rPr>
                <w:szCs w:val="20"/>
              </w:rPr>
              <w:t>maintenance</w:t>
            </w:r>
            <w:proofErr w:type="gramEnd"/>
            <w:r w:rsidRPr="00A94E68">
              <w:rPr>
                <w:szCs w:val="20"/>
              </w:rPr>
              <w:t xml:space="preserve"> and operation of an efficient, coordinated and economical system for the transmission of electricity</w:t>
            </w:r>
          </w:p>
        </w:tc>
        <w:tc>
          <w:tcPr>
            <w:tcW w:w="3015" w:type="dxa"/>
          </w:tcPr>
          <w:sdt>
            <w:sdtPr>
              <w:rPr>
                <w:rFonts w:ascii="Arial" w:hAnsi="Arial"/>
                <w:b/>
              </w:rPr>
              <w:alias w:val="Impact assessment"/>
              <w:tag w:val="Impact assessment"/>
              <w:id w:val="1488983676"/>
              <w:placeholder>
                <w:docPart w:val="86508A80262740958084781A2042AD20"/>
              </w:placeholder>
              <w:dropDownList>
                <w:listItem w:displayText="Positive" w:value="Positive"/>
                <w:listItem w:displayText="Negative" w:value="Negative"/>
                <w:listItem w:displayText="Neutral" w:value="Neutral"/>
              </w:dropDownList>
            </w:sdtPr>
            <w:sdtEndPr/>
            <w:sdtContent>
              <w:p w14:paraId="35572500" w14:textId="77777777" w:rsidR="00635330" w:rsidRPr="00A94E68" w:rsidRDefault="00635330" w:rsidP="003C2AF3">
                <w:pPr>
                  <w:spacing w:after="160"/>
                </w:pPr>
                <w:r>
                  <w:rPr>
                    <w:rFonts w:ascii="Arial" w:hAnsi="Arial"/>
                    <w:b/>
                  </w:rPr>
                  <w:t>Positive</w:t>
                </w:r>
              </w:p>
            </w:sdtContent>
          </w:sdt>
          <w:p w14:paraId="6B334F2F" w14:textId="1A7D1824" w:rsidR="00635330" w:rsidRPr="00A94E68" w:rsidRDefault="00635330" w:rsidP="003C2AF3">
            <w:pPr>
              <w:spacing w:after="160"/>
            </w:pPr>
            <w:r w:rsidRPr="00A94E68">
              <w:t xml:space="preserve">Provides a level playing field for </w:t>
            </w:r>
            <w:r w:rsidR="00C74B27">
              <w:t>Restoration Contractors</w:t>
            </w:r>
            <w:r w:rsidR="00704AF5">
              <w:t xml:space="preserve"> </w:t>
            </w:r>
            <w:r w:rsidRPr="00A94E68">
              <w:t>and CUSC Parties and to put measures in place to restore the NETS as soon as possible following a total or partial national power outage.</w:t>
            </w:r>
          </w:p>
        </w:tc>
      </w:tr>
      <w:tr w:rsidR="00635330" w:rsidRPr="00A94E68" w14:paraId="231B4AA0" w14:textId="77777777" w:rsidTr="003C2AF3">
        <w:trPr>
          <w:trHeight w:val="397"/>
        </w:trPr>
        <w:tc>
          <w:tcPr>
            <w:tcW w:w="6478" w:type="dxa"/>
          </w:tcPr>
          <w:p w14:paraId="64B80857" w14:textId="77777777" w:rsidR="00635330" w:rsidRPr="00A94E68" w:rsidRDefault="00635330" w:rsidP="003C2AF3">
            <w:pPr>
              <w:spacing w:after="160"/>
            </w:pPr>
            <w:r w:rsidRPr="00A94E68">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Fonts w:ascii="Arial" w:hAnsi="Arial"/>
                <w:b/>
              </w:rPr>
              <w:alias w:val="Impact assessment"/>
              <w:tag w:val="Impact assessment"/>
              <w:id w:val="-1016308784"/>
              <w:placeholder>
                <w:docPart w:val="6907357A827A4F8D8D02FED3722CC740"/>
              </w:placeholder>
              <w:dropDownList>
                <w:listItem w:displayText="Positive" w:value="Positive"/>
                <w:listItem w:displayText="Negative" w:value="Negative"/>
                <w:listItem w:displayText="Neutral" w:value="Neutral"/>
              </w:dropDownList>
            </w:sdtPr>
            <w:sdtEndPr/>
            <w:sdtContent>
              <w:p w14:paraId="0324D590" w14:textId="77777777" w:rsidR="00635330" w:rsidRPr="00A94E68" w:rsidRDefault="00635330" w:rsidP="003C2AF3">
                <w:pPr>
                  <w:spacing w:after="160"/>
                </w:pPr>
                <w:r>
                  <w:rPr>
                    <w:rFonts w:ascii="Arial" w:hAnsi="Arial"/>
                    <w:b/>
                  </w:rPr>
                  <w:t>Positive</w:t>
                </w:r>
              </w:p>
            </w:sdtContent>
          </w:sdt>
          <w:p w14:paraId="3721B4A1" w14:textId="77777777" w:rsidR="00635330" w:rsidRPr="00A94E68" w:rsidRDefault="00635330" w:rsidP="003C2AF3">
            <w:pPr>
              <w:spacing w:after="160"/>
            </w:pPr>
            <w:r w:rsidRPr="00A94E68">
              <w:t xml:space="preserve">Competition for </w:t>
            </w:r>
            <w:r>
              <w:t>r</w:t>
            </w:r>
            <w:r w:rsidRPr="00A94E68">
              <w:t xml:space="preserve">estoration </w:t>
            </w:r>
            <w:r>
              <w:t>s</w:t>
            </w:r>
            <w:r w:rsidRPr="00A94E68">
              <w:t>ervices is encouraged via the tender process to ensure a good availability of services at strategically located points which provides value for money.</w:t>
            </w:r>
          </w:p>
        </w:tc>
      </w:tr>
      <w:tr w:rsidR="00635330" w:rsidRPr="00A94E68" w14:paraId="4667097B" w14:textId="77777777" w:rsidTr="003C2AF3">
        <w:trPr>
          <w:trHeight w:val="397"/>
        </w:trPr>
        <w:tc>
          <w:tcPr>
            <w:tcW w:w="6478" w:type="dxa"/>
          </w:tcPr>
          <w:p w14:paraId="690AA733" w14:textId="77777777" w:rsidR="00635330" w:rsidRPr="00A94E68" w:rsidRDefault="00635330" w:rsidP="003C2AF3">
            <w:pPr>
              <w:spacing w:after="160"/>
            </w:pPr>
            <w:r>
              <w:rPr>
                <w:szCs w:val="20"/>
              </w:rPr>
              <w:t>c)</w:t>
            </w:r>
            <w:r w:rsidRPr="00A94E68">
              <w:rPr>
                <w:szCs w:val="20"/>
              </w:rPr>
              <w:t xml:space="preserve"> Subject to sub-paragraphs (</w:t>
            </w:r>
            <w:proofErr w:type="spellStart"/>
            <w:r w:rsidRPr="00A94E68">
              <w:rPr>
                <w:szCs w:val="20"/>
              </w:rPr>
              <w:t>i</w:t>
            </w:r>
            <w:proofErr w:type="spellEnd"/>
            <w:r w:rsidRPr="00A94E68">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Fonts w:ascii="Arial" w:hAnsi="Arial"/>
                <w:b/>
              </w:rPr>
              <w:alias w:val="Impact assessment"/>
              <w:tag w:val="Impact assessment"/>
              <w:id w:val="-1936194240"/>
              <w:placeholder>
                <w:docPart w:val="7B1EA7F599974BF987792B0DC7FE36EB"/>
              </w:placeholder>
              <w:dropDownList>
                <w:listItem w:displayText="Positive" w:value="Positive"/>
                <w:listItem w:displayText="Negative" w:value="Negative"/>
                <w:listItem w:displayText="Neutral" w:value="Neutral"/>
              </w:dropDownList>
            </w:sdtPr>
            <w:sdtEndPr/>
            <w:sdtContent>
              <w:p w14:paraId="58BD4FE1" w14:textId="77777777" w:rsidR="00635330" w:rsidRPr="00A94E68" w:rsidRDefault="00635330" w:rsidP="003C2AF3">
                <w:pPr>
                  <w:spacing w:after="160"/>
                </w:pPr>
                <w:r>
                  <w:rPr>
                    <w:rFonts w:ascii="Arial" w:hAnsi="Arial"/>
                    <w:b/>
                  </w:rPr>
                  <w:t>Positive</w:t>
                </w:r>
              </w:p>
            </w:sdtContent>
          </w:sdt>
          <w:p w14:paraId="71AE4A58" w14:textId="77777777" w:rsidR="00635330" w:rsidRPr="00A94E68" w:rsidRDefault="00635330" w:rsidP="003C2AF3">
            <w:pPr>
              <w:spacing w:after="160"/>
            </w:pPr>
            <w:r w:rsidRPr="00A94E68">
              <w:t>Provide assurance of restoring the</w:t>
            </w:r>
            <w:r>
              <w:t xml:space="preserve"> system</w:t>
            </w:r>
            <w:r w:rsidRPr="00A94E68">
              <w:t xml:space="preserve"> following a total or partial national power outage as quickly as possible</w:t>
            </w:r>
          </w:p>
        </w:tc>
      </w:tr>
      <w:tr w:rsidR="00635330" w:rsidRPr="00A94E68" w14:paraId="56DF71BE" w14:textId="77777777" w:rsidTr="003C2AF3">
        <w:trPr>
          <w:trHeight w:val="397"/>
        </w:trPr>
        <w:tc>
          <w:tcPr>
            <w:tcW w:w="6478" w:type="dxa"/>
          </w:tcPr>
          <w:p w14:paraId="79E382BB" w14:textId="77777777" w:rsidR="00635330" w:rsidRDefault="00635330" w:rsidP="003C2AF3">
            <w:pPr>
              <w:spacing w:after="160"/>
              <w:rPr>
                <w:szCs w:val="20"/>
              </w:rPr>
            </w:pPr>
            <w:r w:rsidRPr="00A94E68">
              <w:rPr>
                <w:szCs w:val="20"/>
              </w:rPr>
              <w:t>(d) To efficiently discharge the obligations imposed upon the licensee by this licence</w:t>
            </w:r>
            <w:r>
              <w:rPr>
                <w:szCs w:val="20"/>
              </w:rPr>
              <w:t xml:space="preserve"> </w:t>
            </w:r>
            <w:r w:rsidRPr="00A94E68">
              <w:rPr>
                <w:szCs w:val="20"/>
              </w:rPr>
              <w:t xml:space="preserve">and to comply with the Electricity Regulation and any relevant legally binding decisions of the European Commission and/or the Agency; and  </w:t>
            </w:r>
          </w:p>
          <w:p w14:paraId="281B31FA" w14:textId="77777777" w:rsidR="00635330" w:rsidRPr="005C4823" w:rsidRDefault="00635330" w:rsidP="003C2AF3">
            <w:pPr>
              <w:spacing w:after="160"/>
              <w:rPr>
                <w:szCs w:val="20"/>
              </w:rPr>
            </w:pPr>
          </w:p>
        </w:tc>
        <w:tc>
          <w:tcPr>
            <w:tcW w:w="3015" w:type="dxa"/>
          </w:tcPr>
          <w:sdt>
            <w:sdtPr>
              <w:rPr>
                <w:rFonts w:ascii="Arial" w:hAnsi="Arial"/>
                <w:b/>
              </w:rPr>
              <w:alias w:val="Impact assessment"/>
              <w:tag w:val="Impact assessment"/>
              <w:id w:val="-1453706893"/>
              <w:placeholder>
                <w:docPart w:val="A46B59C0892048648AE1B6DB5BC12E99"/>
              </w:placeholder>
              <w:dropDownList>
                <w:listItem w:displayText="Positive" w:value="Positive"/>
                <w:listItem w:displayText="Negative" w:value="Negative"/>
                <w:listItem w:displayText="Neutral" w:value="Neutral"/>
              </w:dropDownList>
            </w:sdtPr>
            <w:sdtEndPr/>
            <w:sdtContent>
              <w:p w14:paraId="365908FB" w14:textId="77777777" w:rsidR="00635330" w:rsidRPr="00A94E68" w:rsidRDefault="00635330" w:rsidP="003C2AF3">
                <w:pPr>
                  <w:spacing w:after="160"/>
                </w:pPr>
                <w:r>
                  <w:rPr>
                    <w:rFonts w:ascii="Arial" w:hAnsi="Arial"/>
                    <w:b/>
                  </w:rPr>
                  <w:t>Positive</w:t>
                </w:r>
              </w:p>
            </w:sdtContent>
          </w:sdt>
          <w:p w14:paraId="10BA51C3" w14:textId="77777777" w:rsidR="00635330" w:rsidRPr="00A94E68" w:rsidRDefault="00635330" w:rsidP="003C2AF3">
            <w:pPr>
              <w:spacing w:after="160"/>
            </w:pPr>
            <w:r w:rsidRPr="00A94E68">
              <w:t>Provide assurance that the new licence obligation issued in Oct</w:t>
            </w:r>
            <w:r>
              <w:t>ober</w:t>
            </w:r>
            <w:r w:rsidRPr="00A94E68">
              <w:t xml:space="preserve"> 2021 can be satisfied and discharged.</w:t>
            </w:r>
          </w:p>
        </w:tc>
      </w:tr>
      <w:tr w:rsidR="00635330" w:rsidRPr="00A94E68" w14:paraId="450E131F" w14:textId="77777777" w:rsidTr="003C2AF3">
        <w:trPr>
          <w:trHeight w:val="397"/>
        </w:trPr>
        <w:tc>
          <w:tcPr>
            <w:tcW w:w="6478" w:type="dxa"/>
          </w:tcPr>
          <w:p w14:paraId="551B5FF0" w14:textId="77777777" w:rsidR="00635330" w:rsidRPr="00A94E68" w:rsidRDefault="00635330" w:rsidP="003C2AF3">
            <w:pPr>
              <w:spacing w:after="160"/>
            </w:pPr>
            <w:r w:rsidRPr="00A94E68">
              <w:rPr>
                <w:szCs w:val="20"/>
              </w:rPr>
              <w:t>(e) To promote efficiency in the implementation and administration of the Grid Code arrangements</w:t>
            </w:r>
          </w:p>
        </w:tc>
        <w:tc>
          <w:tcPr>
            <w:tcW w:w="3015" w:type="dxa"/>
          </w:tcPr>
          <w:sdt>
            <w:sdtPr>
              <w:rPr>
                <w:rFonts w:ascii="Arial" w:hAnsi="Arial"/>
                <w:b/>
              </w:rPr>
              <w:alias w:val="Impact assessment"/>
              <w:tag w:val="Impact assessment"/>
              <w:id w:val="-632713019"/>
              <w:placeholder>
                <w:docPart w:val="63AD65C13DD74069BC2852AD7DA8633F"/>
              </w:placeholder>
              <w:dropDownList>
                <w:listItem w:displayText="Positive" w:value="Positive"/>
                <w:listItem w:displayText="Negative" w:value="Negative"/>
                <w:listItem w:displayText="Neutral" w:value="Neutral"/>
              </w:dropDownList>
            </w:sdtPr>
            <w:sdtEndPr/>
            <w:sdtContent>
              <w:p w14:paraId="163C52D5" w14:textId="77777777" w:rsidR="00635330" w:rsidRPr="00A94E68" w:rsidRDefault="00635330" w:rsidP="003C2AF3">
                <w:pPr>
                  <w:spacing w:after="160"/>
                </w:pPr>
                <w:r>
                  <w:rPr>
                    <w:rFonts w:ascii="Arial" w:hAnsi="Arial"/>
                    <w:b/>
                  </w:rPr>
                  <w:t>Neutral</w:t>
                </w:r>
              </w:p>
            </w:sdtContent>
          </w:sdt>
          <w:p w14:paraId="23426449" w14:textId="77777777" w:rsidR="00635330" w:rsidRPr="00A94E68" w:rsidRDefault="00635330" w:rsidP="003C2AF3">
            <w:pPr>
              <w:spacing w:after="160"/>
            </w:pPr>
          </w:p>
        </w:tc>
      </w:tr>
    </w:tbl>
    <w:p w14:paraId="4800547E" w14:textId="77777777" w:rsidR="00635330" w:rsidRDefault="00635330" w:rsidP="00635330">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635330" w14:paraId="1E48B4FC" w14:textId="77777777" w:rsidTr="003C2AF3">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4FB64382" w14:textId="77777777" w:rsidR="00635330" w:rsidRDefault="00635330" w:rsidP="00993BE8">
            <w:pPr>
              <w:pStyle w:val="Heading3"/>
              <w:rPr>
                <w:lang w:eastAsia="en-US"/>
              </w:rPr>
            </w:pPr>
            <w:bookmarkStart w:id="45" w:name="_Toc58837636"/>
            <w:bookmarkStart w:id="46" w:name="_Toc58844718"/>
            <w:bookmarkStart w:id="47" w:name="_Toc58847323"/>
            <w:bookmarkStart w:id="48" w:name="_Toc98069374"/>
            <w:bookmarkStart w:id="49" w:name="_Toc116025747"/>
            <w:bookmarkStart w:id="50" w:name="_Toc119938022"/>
            <w:bookmarkStart w:id="51" w:name="_Toc128133865"/>
            <w:bookmarkStart w:id="52" w:name="_Toc128480963"/>
            <w:r>
              <w:rPr>
                <w:color w:val="FFFFFF" w:themeColor="background1"/>
                <w:lang w:eastAsia="en-US"/>
              </w:rPr>
              <w:t>Proposer’s assessment of the impact of the modification on the stakeholder / consumer benefit categories</w:t>
            </w:r>
            <w:bookmarkEnd w:id="45"/>
            <w:bookmarkEnd w:id="46"/>
            <w:bookmarkEnd w:id="47"/>
            <w:bookmarkEnd w:id="48"/>
            <w:bookmarkEnd w:id="49"/>
            <w:bookmarkEnd w:id="50"/>
            <w:bookmarkEnd w:id="51"/>
            <w:bookmarkEnd w:id="52"/>
          </w:p>
        </w:tc>
      </w:tr>
      <w:tr w:rsidR="00635330" w14:paraId="5A82280F"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653EA75" w14:textId="77777777" w:rsidR="00635330" w:rsidRPr="004D4180" w:rsidRDefault="00635330" w:rsidP="003C2AF3">
            <w:pPr>
              <w:rPr>
                <w:b/>
                <w:szCs w:val="24"/>
              </w:rPr>
            </w:pPr>
            <w:r w:rsidRPr="004D4180">
              <w:rPr>
                <w:b/>
                <w:szCs w:val="24"/>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C566C36" w14:textId="77777777" w:rsidR="00635330" w:rsidRPr="004D4180" w:rsidRDefault="00635330" w:rsidP="003C2AF3">
            <w:pPr>
              <w:rPr>
                <w:b/>
                <w:szCs w:val="24"/>
              </w:rPr>
            </w:pPr>
            <w:r w:rsidRPr="004D4180">
              <w:rPr>
                <w:b/>
                <w:szCs w:val="24"/>
              </w:rPr>
              <w:t>Identified impact</w:t>
            </w:r>
          </w:p>
        </w:tc>
      </w:tr>
      <w:tr w:rsidR="00635330" w14:paraId="7F05250E"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E47BC7D" w14:textId="77777777" w:rsidR="00635330" w:rsidRPr="004D4180" w:rsidRDefault="00635330" w:rsidP="003C2AF3">
            <w:pPr>
              <w:rPr>
                <w:szCs w:val="24"/>
              </w:rPr>
            </w:pPr>
            <w:r w:rsidRPr="004D4180">
              <w:rPr>
                <w:szCs w:val="24"/>
              </w:rPr>
              <w:t>Improved availability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426155213"/>
              <w:placeholder>
                <w:docPart w:val="389246C01A9C427CB57F8852A6D98B41"/>
              </w:placeholder>
              <w:dropDownList>
                <w:listItem w:displayText="Positive" w:value="Positive"/>
                <w:listItem w:displayText="Negative" w:value="Negative"/>
                <w:listItem w:displayText="Neutral" w:value="Neutral"/>
              </w:dropDownList>
            </w:sdtPr>
            <w:sdtEndPr>
              <w:rPr>
                <w:rStyle w:val="Boldnormaltext"/>
              </w:rPr>
            </w:sdtEndPr>
            <w:sdtContent>
              <w:p w14:paraId="3116D69C" w14:textId="77777777" w:rsidR="00635330" w:rsidRPr="004D4180" w:rsidRDefault="00635330" w:rsidP="003C2AF3">
                <w:pPr>
                  <w:rPr>
                    <w:szCs w:val="24"/>
                  </w:rPr>
                </w:pPr>
                <w:r>
                  <w:rPr>
                    <w:rStyle w:val="Boldnormaltext"/>
                    <w:szCs w:val="24"/>
                  </w:rPr>
                  <w:t>Positive</w:t>
                </w:r>
              </w:p>
            </w:sdtContent>
          </w:sdt>
          <w:p w14:paraId="5433F849" w14:textId="77777777" w:rsidR="00635330" w:rsidRPr="004D4180" w:rsidDel="006B588F" w:rsidRDefault="00635330" w:rsidP="003C2AF3">
            <w:pPr>
              <w:jc w:val="both"/>
              <w:rPr>
                <w:szCs w:val="24"/>
              </w:rPr>
            </w:pPr>
            <w:r w:rsidRPr="004D4180">
              <w:rPr>
                <w:szCs w:val="24"/>
              </w:rPr>
              <w:t xml:space="preserve">It is in the widest possible interest of the country and consumers </w:t>
            </w:r>
            <w:proofErr w:type="gramStart"/>
            <w:r w:rsidRPr="004D4180">
              <w:rPr>
                <w:szCs w:val="24"/>
              </w:rPr>
              <w:t>as a whole to</w:t>
            </w:r>
            <w:proofErr w:type="gramEnd"/>
            <w:r w:rsidRPr="004D4180">
              <w:rPr>
                <w:szCs w:val="24"/>
              </w:rPr>
              <w:t xml:space="preserve"> restore power supplies as soon as possible following a </w:t>
            </w:r>
            <w:r>
              <w:rPr>
                <w:szCs w:val="24"/>
              </w:rPr>
              <w:t>T</w:t>
            </w:r>
            <w:r w:rsidRPr="004D4180">
              <w:rPr>
                <w:szCs w:val="24"/>
              </w:rPr>
              <w:t xml:space="preserve">otal or </w:t>
            </w:r>
            <w:r>
              <w:rPr>
                <w:szCs w:val="24"/>
              </w:rPr>
              <w:t>P</w:t>
            </w:r>
            <w:r w:rsidRPr="004D4180">
              <w:rPr>
                <w:szCs w:val="24"/>
              </w:rPr>
              <w:t xml:space="preserve">artial </w:t>
            </w:r>
            <w:r>
              <w:rPr>
                <w:szCs w:val="24"/>
              </w:rPr>
              <w:t>S</w:t>
            </w:r>
            <w:r w:rsidRPr="004D4180">
              <w:rPr>
                <w:szCs w:val="24"/>
              </w:rPr>
              <w:t>hutdown.  This modification seeks to do that and therefore seen as Positive.</w:t>
            </w:r>
          </w:p>
          <w:p w14:paraId="68C8EBA6" w14:textId="77777777" w:rsidR="00635330" w:rsidRPr="004D4180" w:rsidRDefault="00635330" w:rsidP="003C2AF3">
            <w:pPr>
              <w:rPr>
                <w:color w:val="808080"/>
                <w:szCs w:val="24"/>
                <w:lang w:eastAsia="en-GB"/>
              </w:rPr>
            </w:pPr>
          </w:p>
        </w:tc>
      </w:tr>
      <w:tr w:rsidR="00635330" w14:paraId="2A814696"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36B7D8E" w14:textId="77777777" w:rsidR="00635330" w:rsidRPr="004D4180" w:rsidRDefault="00635330" w:rsidP="003C2AF3">
            <w:pPr>
              <w:rPr>
                <w:szCs w:val="24"/>
              </w:rPr>
            </w:pPr>
            <w:r w:rsidRPr="004D4180">
              <w:rPr>
                <w:szCs w:val="24"/>
              </w:rP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228303639"/>
              <w:placeholder>
                <w:docPart w:val="4223685BBCEA4D799200839B9BDCB4B5"/>
              </w:placeholder>
              <w:dropDownList>
                <w:listItem w:displayText="Positive" w:value="Positive"/>
                <w:listItem w:displayText="Negative" w:value="Negative"/>
                <w:listItem w:displayText="Neutral" w:value="Neutral"/>
              </w:dropDownList>
            </w:sdtPr>
            <w:sdtEndPr>
              <w:rPr>
                <w:rStyle w:val="Boldnormaltext"/>
              </w:rPr>
            </w:sdtEndPr>
            <w:sdtContent>
              <w:p w14:paraId="4DBC609D" w14:textId="77777777" w:rsidR="00635330" w:rsidRPr="004D4180" w:rsidRDefault="00635330" w:rsidP="003C2AF3">
                <w:pPr>
                  <w:rPr>
                    <w:szCs w:val="24"/>
                  </w:rPr>
                </w:pPr>
                <w:r>
                  <w:rPr>
                    <w:rStyle w:val="Boldnormaltext"/>
                    <w:szCs w:val="24"/>
                  </w:rPr>
                  <w:t>Positive</w:t>
                </w:r>
              </w:p>
            </w:sdtContent>
          </w:sdt>
          <w:p w14:paraId="4ED3516F" w14:textId="77777777" w:rsidR="00635330" w:rsidRPr="004D4180" w:rsidDel="00614159" w:rsidRDefault="00635330" w:rsidP="003C2AF3">
            <w:pPr>
              <w:jc w:val="both"/>
              <w:rPr>
                <w:szCs w:val="24"/>
              </w:rPr>
            </w:pPr>
            <w:r w:rsidRPr="004D4180">
              <w:rPr>
                <w:rFonts w:ascii="Arial" w:eastAsia="Times New Roman" w:hAnsi="Arial" w:cs="Times New Roman"/>
                <w:szCs w:val="24"/>
                <w:lang w:eastAsia="en-GB"/>
              </w:rPr>
              <w:t xml:space="preserve">The financial implications of a </w:t>
            </w:r>
            <w:r w:rsidRPr="004D4180">
              <w:rPr>
                <w:szCs w:val="24"/>
              </w:rPr>
              <w:t xml:space="preserve">national power outage can run into many tens of millions of pounds very quickly.  Restoring power supplies as soon as possible and in the shortest possible time frame is essential to the </w:t>
            </w:r>
            <w:proofErr w:type="gramStart"/>
            <w:r w:rsidRPr="004D4180">
              <w:rPr>
                <w:szCs w:val="24"/>
              </w:rPr>
              <w:t>country as a whole</w:t>
            </w:r>
            <w:proofErr w:type="gramEnd"/>
            <w:r w:rsidRPr="004D4180">
              <w:rPr>
                <w:szCs w:val="24"/>
              </w:rPr>
              <w:t xml:space="preserve">.  Whilst not having a direct effect on consumer bills the loss of production for business and the wider community would be substantial and therefore insurance to minimise against the risk of a power outage is imperative.  </w:t>
            </w:r>
          </w:p>
          <w:p w14:paraId="1BE7E678" w14:textId="77777777" w:rsidR="00635330" w:rsidRPr="004D4180" w:rsidRDefault="00635330" w:rsidP="003C2AF3">
            <w:pPr>
              <w:rPr>
                <w:color w:val="808080"/>
                <w:szCs w:val="24"/>
              </w:rPr>
            </w:pPr>
          </w:p>
        </w:tc>
      </w:tr>
      <w:tr w:rsidR="00635330" w14:paraId="78744041"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C7DBCC9" w14:textId="77777777" w:rsidR="00635330" w:rsidRPr="004D4180" w:rsidRDefault="00635330" w:rsidP="003C2AF3">
            <w:pPr>
              <w:rPr>
                <w:szCs w:val="24"/>
              </w:rPr>
            </w:pPr>
            <w:r w:rsidRPr="004D4180">
              <w:rPr>
                <w:szCs w:val="24"/>
              </w:rP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947185236"/>
              <w:placeholder>
                <w:docPart w:val="68604CAF91084E5DA0EA3E60EA6153B0"/>
              </w:placeholder>
              <w:dropDownList>
                <w:listItem w:displayText="Positive" w:value="Positive"/>
                <w:listItem w:displayText="Negative" w:value="Negative"/>
                <w:listItem w:displayText="Neutral" w:value="Neutral"/>
              </w:dropDownList>
            </w:sdtPr>
            <w:sdtEndPr>
              <w:rPr>
                <w:rStyle w:val="Boldnormaltext"/>
              </w:rPr>
            </w:sdtEndPr>
            <w:sdtContent>
              <w:p w14:paraId="3EC0521F" w14:textId="77777777" w:rsidR="00635330" w:rsidRPr="004D4180" w:rsidRDefault="00635330" w:rsidP="003C2AF3">
                <w:pPr>
                  <w:rPr>
                    <w:szCs w:val="24"/>
                  </w:rPr>
                </w:pPr>
                <w:r>
                  <w:rPr>
                    <w:rStyle w:val="Boldnormaltext"/>
                    <w:szCs w:val="24"/>
                  </w:rPr>
                  <w:t>Positive</w:t>
                </w:r>
              </w:p>
            </w:sdtContent>
          </w:sdt>
          <w:p w14:paraId="731B46B3" w14:textId="77777777" w:rsidR="00635330" w:rsidRPr="004D4180" w:rsidRDefault="00635330" w:rsidP="003C2AF3">
            <w:pPr>
              <w:jc w:val="both"/>
              <w:rPr>
                <w:rStyle w:val="Boldnormaltext"/>
                <w:b w:val="0"/>
                <w:szCs w:val="24"/>
              </w:rPr>
            </w:pPr>
            <w:r w:rsidRPr="004D4180">
              <w:rPr>
                <w:szCs w:val="24"/>
              </w:rPr>
              <w:t xml:space="preserve">This proposal puts measures in place that would reduce the time taken to restore electricity system demand following partial or total national power outage.  This is a significant benefit to </w:t>
            </w:r>
            <w:proofErr w:type="gramStart"/>
            <w:r w:rsidRPr="004D4180">
              <w:rPr>
                <w:szCs w:val="24"/>
              </w:rPr>
              <w:t>society as a whole</w:t>
            </w:r>
            <w:proofErr w:type="gramEnd"/>
            <w:r w:rsidRPr="004D4180">
              <w:rPr>
                <w:szCs w:val="24"/>
              </w:rPr>
              <w:t xml:space="preserve">. </w:t>
            </w:r>
          </w:p>
        </w:tc>
      </w:tr>
      <w:tr w:rsidR="00635330" w14:paraId="75600585"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ED1E7F0" w14:textId="77777777" w:rsidR="00635330" w:rsidRPr="004D4180" w:rsidRDefault="00635330" w:rsidP="003C2AF3">
            <w:pPr>
              <w:rPr>
                <w:szCs w:val="24"/>
              </w:rPr>
            </w:pPr>
            <w:r w:rsidRPr="004D4180">
              <w:rPr>
                <w:szCs w:val="24"/>
              </w:rP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Cs w:val="24"/>
              </w:rPr>
              <w:alias w:val="Impact assessment"/>
              <w:tag w:val="Impact assessment"/>
              <w:id w:val="1622806143"/>
              <w:placeholder>
                <w:docPart w:val="F3FBA832D033476C8036B7EF7E4142FD"/>
              </w:placeholder>
              <w:dropDownList>
                <w:listItem w:displayText="Positive" w:value="Positive"/>
                <w:listItem w:displayText="Negative" w:value="Negative"/>
                <w:listItem w:displayText="Neutral" w:value="Neutral"/>
              </w:dropDownList>
            </w:sdtPr>
            <w:sdtEndPr>
              <w:rPr>
                <w:rStyle w:val="Boldnormaltext"/>
              </w:rPr>
            </w:sdtEndPr>
            <w:sdtContent>
              <w:p w14:paraId="75BBB26F" w14:textId="77777777" w:rsidR="00635330" w:rsidRPr="004D4180" w:rsidRDefault="00635330" w:rsidP="003C2AF3">
                <w:pPr>
                  <w:rPr>
                    <w:szCs w:val="24"/>
                  </w:rPr>
                </w:pPr>
                <w:r>
                  <w:rPr>
                    <w:rStyle w:val="Boldnormaltext"/>
                    <w:szCs w:val="24"/>
                  </w:rPr>
                  <w:t>Positive</w:t>
                </w:r>
              </w:p>
            </w:sdtContent>
          </w:sdt>
          <w:p w14:paraId="3CB93AC5" w14:textId="77777777" w:rsidR="00635330" w:rsidRPr="004D4180" w:rsidRDefault="00635330" w:rsidP="003C2AF3">
            <w:pPr>
              <w:jc w:val="both"/>
              <w:rPr>
                <w:szCs w:val="24"/>
              </w:rPr>
            </w:pPr>
            <w:r w:rsidRPr="004D4180">
              <w:rPr>
                <w:szCs w:val="24"/>
              </w:rPr>
              <w:t xml:space="preserve">This proposal will support the use of a diverse range of technologies, many of which are low carbon sources.  The proposal also recognises the important role of all technologies following a Total or Partial shutdown and therefore this modification is seen as a net positive in minimising environmental damage.    </w:t>
            </w:r>
          </w:p>
          <w:p w14:paraId="29106784" w14:textId="77777777" w:rsidR="00635330" w:rsidRPr="004D4180" w:rsidRDefault="00635330" w:rsidP="003C2AF3">
            <w:pPr>
              <w:rPr>
                <w:rStyle w:val="Boldnormaltext"/>
                <w:szCs w:val="24"/>
              </w:rPr>
            </w:pPr>
          </w:p>
        </w:tc>
      </w:tr>
      <w:tr w:rsidR="00635330" w14:paraId="507A411B" w14:textId="77777777" w:rsidTr="003C2AF3">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FC0C5F5" w14:textId="77777777" w:rsidR="00635330" w:rsidRPr="004D4180" w:rsidRDefault="00635330" w:rsidP="003C2AF3">
            <w:pPr>
              <w:rPr>
                <w:szCs w:val="24"/>
              </w:rPr>
            </w:pPr>
            <w:r w:rsidRPr="004D4180">
              <w:rPr>
                <w:szCs w:val="24"/>
              </w:rP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szCs w:val="24"/>
              </w:rPr>
              <w:alias w:val="Impact assessment"/>
              <w:tag w:val="Impact assessment"/>
              <w:id w:val="-491413719"/>
              <w:placeholder>
                <w:docPart w:val="353C25BA664A499EA8D12D05C666C053"/>
              </w:placeholder>
              <w:dropDownList>
                <w:listItem w:displayText="Positive" w:value="Positive"/>
                <w:listItem w:displayText="Negative" w:value="Negative"/>
                <w:listItem w:displayText="Neutral" w:value="Neutral"/>
              </w:dropDownList>
            </w:sdtPr>
            <w:sdtEndPr/>
            <w:sdtContent>
              <w:p w14:paraId="217757F1" w14:textId="77777777" w:rsidR="00635330" w:rsidRPr="004D4180" w:rsidRDefault="00635330" w:rsidP="003C2AF3">
                <w:pPr>
                  <w:rPr>
                    <w:szCs w:val="24"/>
                  </w:rPr>
                </w:pPr>
                <w:r>
                  <w:rPr>
                    <w:b/>
                    <w:szCs w:val="24"/>
                  </w:rPr>
                  <w:t>Positive</w:t>
                </w:r>
              </w:p>
            </w:sdtContent>
          </w:sdt>
          <w:p w14:paraId="7A758FD7" w14:textId="77777777" w:rsidR="00635330" w:rsidRPr="004D4180" w:rsidDel="00A37ED9" w:rsidRDefault="00635330" w:rsidP="003C2AF3">
            <w:pPr>
              <w:jc w:val="both"/>
              <w:rPr>
                <w:szCs w:val="24"/>
              </w:rPr>
            </w:pPr>
            <w:r w:rsidRPr="004D4180">
              <w:rPr>
                <w:szCs w:val="24"/>
              </w:rPr>
              <w:t xml:space="preserve">This modification provides the potential for Restoration from renewable sources in addition to encouraging the use of embedded generation which is currently being trialled through the Distributed </w:t>
            </w:r>
            <w:proofErr w:type="spellStart"/>
            <w:r w:rsidRPr="004D4180">
              <w:rPr>
                <w:szCs w:val="24"/>
              </w:rPr>
              <w:t>Re</w:t>
            </w:r>
            <w:r>
              <w:rPr>
                <w:szCs w:val="24"/>
              </w:rPr>
              <w:t>S</w:t>
            </w:r>
            <w:r w:rsidRPr="004D4180">
              <w:rPr>
                <w:szCs w:val="24"/>
              </w:rPr>
              <w:t>tart</w:t>
            </w:r>
            <w:proofErr w:type="spellEnd"/>
            <w:r w:rsidRPr="004D4180">
              <w:rPr>
                <w:szCs w:val="24"/>
              </w:rPr>
              <w:t xml:space="preserve"> project.</w:t>
            </w:r>
          </w:p>
          <w:p w14:paraId="0B1C1C67" w14:textId="77777777" w:rsidR="00635330" w:rsidRPr="004D4180" w:rsidRDefault="00635330" w:rsidP="003C2AF3">
            <w:pPr>
              <w:rPr>
                <w:b/>
                <w:color w:val="808080"/>
                <w:szCs w:val="24"/>
              </w:rPr>
            </w:pPr>
          </w:p>
        </w:tc>
      </w:tr>
    </w:tbl>
    <w:p w14:paraId="0FC713B5" w14:textId="77777777" w:rsidR="00470B5B" w:rsidRPr="00635330" w:rsidRDefault="00470B5B" w:rsidP="005603D9">
      <w:pPr>
        <w:rPr>
          <w:iCs/>
        </w:rPr>
      </w:pPr>
    </w:p>
    <w:p w14:paraId="78DA2EEC" w14:textId="61824368" w:rsidR="00D557BB" w:rsidRPr="005603D9" w:rsidRDefault="00C74B27" w:rsidP="00D557BB">
      <w:pPr>
        <w:pStyle w:val="CA2"/>
      </w:pPr>
      <w:bookmarkStart w:id="53" w:name="_Toc106828528"/>
      <w:bookmarkStart w:id="54" w:name="_Toc128131035"/>
      <w:bookmarkStart w:id="55" w:name="_Toc128480964"/>
      <w:bookmarkStart w:id="56" w:name="_Hlk50542616"/>
      <w:r>
        <w:t>Workgroup</w:t>
      </w:r>
      <w:r w:rsidR="00D557BB">
        <w:t xml:space="preserve"> Vote</w:t>
      </w:r>
      <w:bookmarkEnd w:id="53"/>
      <w:bookmarkEnd w:id="54"/>
      <w:bookmarkEnd w:id="55"/>
    </w:p>
    <w:p w14:paraId="6AA48192" w14:textId="66C4547D" w:rsidR="00CA7D4A" w:rsidRDefault="00CA7D4A" w:rsidP="00CA7D4A">
      <w:pPr>
        <w:rPr>
          <w:rFonts w:cs="Arial"/>
          <w:bCs/>
          <w:kern w:val="32"/>
        </w:rPr>
      </w:pPr>
      <w:r>
        <w:rPr>
          <w:rFonts w:cs="Arial"/>
          <w:bCs/>
          <w:kern w:val="32"/>
        </w:rPr>
        <w:t xml:space="preserve">The </w:t>
      </w:r>
      <w:r w:rsidR="00C74B27">
        <w:rPr>
          <w:rFonts w:cs="Arial"/>
          <w:bCs/>
          <w:kern w:val="32"/>
        </w:rPr>
        <w:t>Workgroup</w:t>
      </w:r>
      <w:r>
        <w:rPr>
          <w:rFonts w:cs="Arial"/>
          <w:bCs/>
          <w:kern w:val="32"/>
        </w:rPr>
        <w:t xml:space="preserve"> met on </w:t>
      </w:r>
      <w:r>
        <w:rPr>
          <w:rFonts w:cs="Arial"/>
          <w:bCs/>
          <w:kern w:val="32"/>
          <w:highlight w:val="yellow"/>
        </w:rPr>
        <w:t>XX XXXXX</w:t>
      </w:r>
      <w:r>
        <w:rPr>
          <w:rFonts w:cs="Arial"/>
          <w:bCs/>
          <w:kern w:val="32"/>
        </w:rPr>
        <w:t xml:space="preserve"> to carry out their </w:t>
      </w:r>
      <w:r w:rsidR="00C74B27">
        <w:rPr>
          <w:rFonts w:cs="Arial"/>
          <w:bCs/>
          <w:kern w:val="32"/>
        </w:rPr>
        <w:t>Workgroup</w:t>
      </w:r>
      <w:r>
        <w:rPr>
          <w:rFonts w:cs="Arial"/>
          <w:bCs/>
          <w:kern w:val="32"/>
        </w:rPr>
        <w:t xml:space="preserve"> vote. The full </w:t>
      </w:r>
      <w:r w:rsidR="00C74B27">
        <w:rPr>
          <w:rFonts w:cs="Arial"/>
          <w:bCs/>
          <w:kern w:val="32"/>
        </w:rPr>
        <w:t>Workgroup</w:t>
      </w:r>
      <w:r>
        <w:rPr>
          <w:rFonts w:cs="Arial"/>
          <w:bCs/>
          <w:kern w:val="32"/>
        </w:rPr>
        <w:t xml:space="preserve"> vote can be found in </w:t>
      </w:r>
      <w:r w:rsidRPr="001E62E9">
        <w:rPr>
          <w:rFonts w:cs="Arial"/>
          <w:bCs/>
          <w:kern w:val="32"/>
          <w:highlight w:val="yellow"/>
        </w:rPr>
        <w:t>Annex</w:t>
      </w:r>
      <w:r w:rsidRPr="00A43EE9">
        <w:rPr>
          <w:rFonts w:cs="Arial"/>
          <w:bCs/>
          <w:kern w:val="32"/>
          <w:highlight w:val="yellow"/>
        </w:rPr>
        <w:t xml:space="preserve"> </w:t>
      </w:r>
      <w:r w:rsidR="00181816" w:rsidRPr="00181816">
        <w:rPr>
          <w:rFonts w:cs="Arial"/>
          <w:bCs/>
          <w:kern w:val="32"/>
          <w:highlight w:val="yellow"/>
        </w:rPr>
        <w:t>1</w:t>
      </w:r>
      <w:r w:rsidR="00DB609F" w:rsidRPr="00DB609F">
        <w:rPr>
          <w:rFonts w:cs="Arial"/>
          <w:bCs/>
          <w:kern w:val="32"/>
          <w:highlight w:val="yellow"/>
        </w:rPr>
        <w:t>7</w:t>
      </w:r>
      <w:r>
        <w:rPr>
          <w:rFonts w:cs="Arial"/>
          <w:bCs/>
          <w:kern w:val="32"/>
        </w:rPr>
        <w:t xml:space="preserve">. The table below provides a summary of the </w:t>
      </w:r>
      <w:r w:rsidR="00C74B27">
        <w:rPr>
          <w:rFonts w:cs="Arial"/>
          <w:bCs/>
          <w:kern w:val="32"/>
        </w:rPr>
        <w:t>Workgroup</w:t>
      </w:r>
      <w:r>
        <w:rPr>
          <w:rFonts w:cs="Arial"/>
          <w:bCs/>
          <w:kern w:val="32"/>
        </w:rPr>
        <w:t xml:space="preserve"> members view on the best option to implement this change.</w:t>
      </w:r>
    </w:p>
    <w:p w14:paraId="440BA5AA" w14:textId="4E6DE94E" w:rsidR="00CA7D4A" w:rsidRDefault="00CA7D4A" w:rsidP="00CA7D4A">
      <w:pPr>
        <w:rPr>
          <w:rFonts w:cs="Arial"/>
          <w:bCs/>
          <w:kern w:val="32"/>
        </w:rPr>
      </w:pPr>
      <w:r>
        <w:rPr>
          <w:rFonts w:cs="Arial"/>
          <w:bCs/>
          <w:kern w:val="32"/>
        </w:rPr>
        <w:t>The Applicable Grid Code</w:t>
      </w:r>
      <w:r w:rsidR="008A2B78">
        <w:rPr>
          <w:rFonts w:cs="Arial"/>
          <w:bCs/>
          <w:kern w:val="32"/>
        </w:rPr>
        <w:t xml:space="preserve"> </w:t>
      </w:r>
      <w:r>
        <w:rPr>
          <w:rFonts w:cs="Arial"/>
          <w:bCs/>
          <w:kern w:val="32"/>
        </w:rPr>
        <w:t>Objectives are:</w:t>
      </w:r>
    </w:p>
    <w:p w14:paraId="65163B2A" w14:textId="77777777" w:rsidR="00CA7D4A" w:rsidRDefault="00CA7D4A" w:rsidP="00CA7D4A">
      <w:pPr>
        <w:rPr>
          <w:rFonts w:cs="Arial"/>
          <w:bCs/>
          <w:kern w:val="32"/>
        </w:rPr>
      </w:pPr>
    </w:p>
    <w:p w14:paraId="20E89992" w14:textId="77777777" w:rsidR="00CA7D4A" w:rsidRDefault="00CA7D4A" w:rsidP="00CA7D4A">
      <w:pPr>
        <w:rPr>
          <w:rFonts w:cs="Arial"/>
          <w:b/>
          <w:bCs/>
          <w:kern w:val="32"/>
        </w:rPr>
      </w:pPr>
      <w:r>
        <w:rPr>
          <w:rFonts w:cs="Arial"/>
          <w:b/>
          <w:bCs/>
          <w:kern w:val="32"/>
        </w:rPr>
        <w:t>Grid code</w:t>
      </w:r>
    </w:p>
    <w:p w14:paraId="16582B51" w14:textId="77777777" w:rsidR="00CA7D4A" w:rsidRDefault="00CA7D4A" w:rsidP="00CA7D4A">
      <w:pPr>
        <w:pStyle w:val="ListParagraph"/>
        <w:numPr>
          <w:ilvl w:val="0"/>
          <w:numId w:val="2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4F827B85" w14:textId="77777777" w:rsidR="00CA7D4A" w:rsidRDefault="00CA7D4A" w:rsidP="00CA7D4A">
      <w:pPr>
        <w:pStyle w:val="ListParagraph"/>
        <w:numPr>
          <w:ilvl w:val="0"/>
          <w:numId w:val="23"/>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5BC986E4" w14:textId="77777777" w:rsidR="00CA7D4A" w:rsidRDefault="00CA7D4A" w:rsidP="00CA7D4A">
      <w:pPr>
        <w:pStyle w:val="ListParagraph"/>
        <w:numPr>
          <w:ilvl w:val="0"/>
          <w:numId w:val="23"/>
        </w:numPr>
        <w:rPr>
          <w:rFonts w:cs="Arial"/>
          <w:bCs/>
          <w:kern w:val="32"/>
        </w:rPr>
      </w:pPr>
      <w:r>
        <w:rPr>
          <w:rFonts w:cs="Arial"/>
          <w:bCs/>
          <w:kern w:val="32"/>
        </w:rPr>
        <w:t>Subject to sub-paragraphs (</w:t>
      </w:r>
      <w:proofErr w:type="spellStart"/>
      <w:r>
        <w:rPr>
          <w:rFonts w:cs="Arial"/>
          <w:bCs/>
          <w:kern w:val="32"/>
        </w:rPr>
        <w:t>i</w:t>
      </w:r>
      <w:proofErr w:type="spellEnd"/>
      <w:r>
        <w:rPr>
          <w:rFonts w:cs="Arial"/>
          <w:bCs/>
          <w:kern w:val="32"/>
        </w:rPr>
        <w:t xml:space="preserve">) and (ii), to promote the security and efficiency of the electricity generation, transmission and distribution systems in the national electricity transmission system operator area taken as a </w:t>
      </w:r>
      <w:proofErr w:type="gramStart"/>
      <w:r>
        <w:rPr>
          <w:rFonts w:cs="Arial"/>
          <w:bCs/>
          <w:kern w:val="32"/>
        </w:rPr>
        <w:t>whole;</w:t>
      </w:r>
      <w:proofErr w:type="gramEnd"/>
      <w:r>
        <w:rPr>
          <w:rFonts w:cs="Arial"/>
          <w:bCs/>
          <w:kern w:val="32"/>
        </w:rPr>
        <w:t xml:space="preserve"> </w:t>
      </w:r>
    </w:p>
    <w:p w14:paraId="5D48B00B" w14:textId="77777777" w:rsidR="00CA7D4A" w:rsidRDefault="00CA7D4A" w:rsidP="00CA7D4A">
      <w:pPr>
        <w:pStyle w:val="ListParagraph"/>
        <w:numPr>
          <w:ilvl w:val="0"/>
          <w:numId w:val="2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48968052" w14:textId="77777777" w:rsidR="00CA7D4A" w:rsidRDefault="00CA7D4A" w:rsidP="00CA7D4A">
      <w:pPr>
        <w:pStyle w:val="ListParagraph"/>
        <w:numPr>
          <w:ilvl w:val="0"/>
          <w:numId w:val="23"/>
        </w:numPr>
        <w:rPr>
          <w:rFonts w:cs="Arial"/>
          <w:bCs/>
          <w:kern w:val="32"/>
        </w:rPr>
      </w:pPr>
      <w:r>
        <w:rPr>
          <w:rFonts w:cs="Arial"/>
          <w:bCs/>
          <w:kern w:val="32"/>
        </w:rPr>
        <w:t>To promote efficiency in the implementation and administration of the Grid Code arrangements</w:t>
      </w:r>
    </w:p>
    <w:p w14:paraId="1E4B1207" w14:textId="77777777" w:rsidR="00CA7D4A" w:rsidRDefault="00CA7D4A" w:rsidP="00CA7D4A">
      <w:pPr>
        <w:rPr>
          <w:rFonts w:cs="Arial"/>
          <w:bCs/>
          <w:kern w:val="32"/>
        </w:rPr>
      </w:pPr>
    </w:p>
    <w:p w14:paraId="3E0C53BC" w14:textId="4D476F98" w:rsidR="004B5856" w:rsidRPr="004B5856" w:rsidRDefault="004B5856" w:rsidP="00CA7D4A">
      <w:pPr>
        <w:rPr>
          <w:b/>
          <w:bCs/>
        </w:rPr>
      </w:pPr>
      <w:r w:rsidRPr="004B5856">
        <w:rPr>
          <w:b/>
          <w:bCs/>
        </w:rPr>
        <w:t>Assessment of the Original, WAGCM1 vs Baseline</w:t>
      </w:r>
    </w:p>
    <w:p w14:paraId="40FF50FD" w14:textId="0FA0E106" w:rsidR="00CA7D4A" w:rsidRDefault="00CA7D4A" w:rsidP="00CA7D4A">
      <w:pPr>
        <w:rPr>
          <w:rFonts w:cs="Times New Roman"/>
        </w:rPr>
      </w:pPr>
      <w:r>
        <w:t xml:space="preserve">The </w:t>
      </w:r>
      <w:r w:rsidR="00C74B27">
        <w:t>Workgroup</w:t>
      </w:r>
      <w:r>
        <w:t xml:space="preserve"> concluded </w:t>
      </w:r>
      <w:r>
        <w:rPr>
          <w:highlight w:val="yellow"/>
        </w:rPr>
        <w:t>unanimously/by majority</w:t>
      </w:r>
      <w:r>
        <w:t xml:space="preserve"> that the Original </w:t>
      </w:r>
      <w:r w:rsidRPr="00DA1B67">
        <w:rPr>
          <w:highlight w:val="yellow"/>
        </w:rPr>
        <w:t>and</w:t>
      </w:r>
      <w:r w:rsidR="00DA1B67" w:rsidRPr="00DA1B67">
        <w:rPr>
          <w:highlight w:val="yellow"/>
        </w:rPr>
        <w:t>/or</w:t>
      </w:r>
      <w:r>
        <w:t xml:space="preserve"> WA</w:t>
      </w:r>
      <w:r w:rsidR="007B090E">
        <w:t>G</w:t>
      </w:r>
      <w:r>
        <w:t>CM1 better facilitated the Applicable Objectives than the Baseline.</w:t>
      </w:r>
    </w:p>
    <w:p w14:paraId="1DD2C777"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0B15FD1A"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3A3AD3A2"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DD5B88D"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0AEA9CAB"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59B75EE"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1808211A" w14:textId="77777777" w:rsidR="00CA7D4A" w:rsidRDefault="00CA7D4A">
            <w:pPr>
              <w:rPr>
                <w:rFonts w:cs="Arial"/>
              </w:rPr>
            </w:pPr>
          </w:p>
        </w:tc>
      </w:tr>
      <w:tr w:rsidR="00CA7D4A" w14:paraId="1C3ABB76"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58904C4" w14:textId="5F606864" w:rsidR="00CA7D4A" w:rsidRDefault="00CA7D4A">
            <w:pPr>
              <w:rPr>
                <w:rFonts w:cs="Arial"/>
              </w:rPr>
            </w:pPr>
            <w:r>
              <w:rPr>
                <w:rFonts w:cs="Arial"/>
              </w:rPr>
              <w:t>WA</w:t>
            </w:r>
            <w:r w:rsidR="007B090E">
              <w:rPr>
                <w:rFonts w:cs="Arial"/>
              </w:rPr>
              <w:t>G</w:t>
            </w:r>
            <w:r>
              <w:rPr>
                <w:rFonts w:cs="Arial"/>
              </w:rPr>
              <w:t>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5488B954" w14:textId="77777777" w:rsidR="00CA7D4A" w:rsidRDefault="00CA7D4A">
            <w:pPr>
              <w:rPr>
                <w:rFonts w:cs="Arial"/>
              </w:rPr>
            </w:pPr>
          </w:p>
        </w:tc>
      </w:tr>
      <w:tr w:rsidR="00B1599F" w14:paraId="4E1982BC"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tcPr>
          <w:p w14:paraId="19B2F581" w14:textId="766C355D" w:rsidR="00B1599F" w:rsidRDefault="00B1599F">
            <w:pPr>
              <w:rPr>
                <w:rFonts w:cs="Arial"/>
              </w:rPr>
            </w:pPr>
            <w:r>
              <w:rPr>
                <w:rFonts w:cs="Arial"/>
              </w:rPr>
              <w:t>Baseline</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18107EB" w14:textId="77777777" w:rsidR="00B1599F" w:rsidRDefault="00B1599F">
            <w:pPr>
              <w:rPr>
                <w:rFonts w:cs="Arial"/>
              </w:rPr>
            </w:pPr>
          </w:p>
        </w:tc>
      </w:tr>
      <w:bookmarkEnd w:id="56"/>
    </w:tbl>
    <w:p w14:paraId="48F518D8" w14:textId="77777777" w:rsidR="00470B5B" w:rsidRDefault="00470B5B" w:rsidP="005603D9">
      <w:pPr>
        <w:rPr>
          <w:rFonts w:cs="Arial"/>
          <w:bCs/>
          <w:kern w:val="32"/>
        </w:rPr>
      </w:pPr>
    </w:p>
    <w:p w14:paraId="309E078C" w14:textId="77777777" w:rsidR="001E4465" w:rsidRPr="00531C13" w:rsidRDefault="001E4465" w:rsidP="001E4465">
      <w:pPr>
        <w:rPr>
          <w:rFonts w:cs="Arial"/>
          <w:b/>
          <w:iCs/>
          <w:kern w:val="32"/>
        </w:rPr>
      </w:pPr>
      <w:r w:rsidRPr="00531C13">
        <w:rPr>
          <w:rFonts w:cs="Arial"/>
          <w:b/>
          <w:iCs/>
          <w:kern w:val="32"/>
        </w:rPr>
        <w:t>Best Option</w:t>
      </w:r>
    </w:p>
    <w:tbl>
      <w:tblPr>
        <w:tblW w:w="5242" w:type="pct"/>
        <w:tblInd w:w="-118"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945"/>
        <w:gridCol w:w="2692"/>
        <w:gridCol w:w="1623"/>
        <w:gridCol w:w="2675"/>
      </w:tblGrid>
      <w:tr w:rsidR="001E4465" w:rsidRPr="00F86509" w14:paraId="2569776C" w14:textId="77777777" w:rsidTr="00521D0C">
        <w:trPr>
          <w:trHeight w:val="636"/>
        </w:trPr>
        <w:tc>
          <w:tcPr>
            <w:tcW w:w="1482" w:type="pct"/>
            <w:shd w:val="clear" w:color="auto" w:fill="F26522" w:themeFill="accent1"/>
            <w:tcMar>
              <w:top w:w="15" w:type="dxa"/>
              <w:left w:w="108" w:type="dxa"/>
              <w:bottom w:w="0" w:type="dxa"/>
              <w:right w:w="108" w:type="dxa"/>
            </w:tcMar>
            <w:hideMark/>
          </w:tcPr>
          <w:p w14:paraId="399441F4" w14:textId="760970AD" w:rsidR="001E4465" w:rsidRPr="00F86509" w:rsidRDefault="00C74B27" w:rsidP="003C2AF3">
            <w:pPr>
              <w:rPr>
                <w:rFonts w:cs="Arial"/>
                <w:b/>
                <w:color w:val="FFFFFF"/>
              </w:rPr>
            </w:pPr>
            <w:r>
              <w:rPr>
                <w:rFonts w:cs="Arial"/>
                <w:b/>
                <w:color w:val="FFFFFF"/>
              </w:rPr>
              <w:t>Workgroup</w:t>
            </w:r>
            <w:r w:rsidR="001E4465" w:rsidRPr="00F86509">
              <w:rPr>
                <w:rFonts w:cs="Arial"/>
                <w:b/>
                <w:color w:val="FFFFFF"/>
              </w:rPr>
              <w:t xml:space="preserve"> Member</w:t>
            </w:r>
          </w:p>
        </w:tc>
        <w:tc>
          <w:tcPr>
            <w:tcW w:w="1355" w:type="pct"/>
            <w:shd w:val="clear" w:color="auto" w:fill="F26522" w:themeFill="accent1"/>
          </w:tcPr>
          <w:p w14:paraId="07B2FB0C" w14:textId="77777777" w:rsidR="001E4465" w:rsidRPr="00F86509" w:rsidRDefault="001E4465" w:rsidP="003C2AF3">
            <w:pPr>
              <w:rPr>
                <w:rFonts w:cs="Arial"/>
                <w:b/>
                <w:color w:val="FFFFFF"/>
              </w:rPr>
            </w:pPr>
            <w:r w:rsidRPr="00F86509">
              <w:rPr>
                <w:rFonts w:cs="Arial"/>
                <w:b/>
                <w:color w:val="FFFFFF"/>
              </w:rPr>
              <w:t>Company</w:t>
            </w:r>
          </w:p>
        </w:tc>
        <w:tc>
          <w:tcPr>
            <w:tcW w:w="817" w:type="pct"/>
            <w:shd w:val="clear" w:color="auto" w:fill="F26522" w:themeFill="accent1"/>
            <w:tcMar>
              <w:top w:w="15" w:type="dxa"/>
              <w:left w:w="108" w:type="dxa"/>
              <w:bottom w:w="0" w:type="dxa"/>
              <w:right w:w="108" w:type="dxa"/>
            </w:tcMar>
            <w:hideMark/>
          </w:tcPr>
          <w:p w14:paraId="7855A0D2" w14:textId="77777777" w:rsidR="001E4465" w:rsidRPr="00F86509" w:rsidRDefault="001E4465" w:rsidP="003C2AF3">
            <w:pPr>
              <w:rPr>
                <w:rFonts w:cs="Arial"/>
                <w:b/>
                <w:color w:val="FFFFFF"/>
              </w:rPr>
            </w:pPr>
            <w:r w:rsidRPr="00F86509">
              <w:rPr>
                <w:rFonts w:cs="Arial"/>
                <w:b/>
                <w:color w:val="FFFFFF"/>
              </w:rPr>
              <w:t>BEST Option?</w:t>
            </w:r>
          </w:p>
        </w:tc>
        <w:tc>
          <w:tcPr>
            <w:tcW w:w="1346" w:type="pct"/>
            <w:shd w:val="clear" w:color="auto" w:fill="F26522" w:themeFill="accent1"/>
          </w:tcPr>
          <w:p w14:paraId="0807919A" w14:textId="77777777" w:rsidR="001E4465" w:rsidRPr="00F86509" w:rsidRDefault="001E4465" w:rsidP="003C2AF3">
            <w:pPr>
              <w:rPr>
                <w:rFonts w:cs="Arial"/>
                <w:b/>
                <w:color w:val="FFFFFF"/>
              </w:rPr>
            </w:pPr>
            <w:r w:rsidRPr="00F86509">
              <w:rPr>
                <w:rFonts w:cs="Arial"/>
                <w:b/>
                <w:color w:val="FFFFFF"/>
              </w:rPr>
              <w:t>Which objective(s) does the change better facilitate? (if baseline not applicable)</w:t>
            </w:r>
          </w:p>
        </w:tc>
      </w:tr>
      <w:tr w:rsidR="008C56D5" w:rsidRPr="00F86509" w14:paraId="4EDE8152" w14:textId="77777777" w:rsidTr="00521D0C">
        <w:trPr>
          <w:trHeight w:val="55"/>
        </w:trPr>
        <w:tc>
          <w:tcPr>
            <w:tcW w:w="1482" w:type="pct"/>
            <w:shd w:val="clear" w:color="auto" w:fill="auto"/>
            <w:tcMar>
              <w:top w:w="15" w:type="dxa"/>
              <w:left w:w="108" w:type="dxa"/>
              <w:bottom w:w="0" w:type="dxa"/>
              <w:right w:w="108" w:type="dxa"/>
            </w:tcMar>
          </w:tcPr>
          <w:p w14:paraId="5A171FBB" w14:textId="63CC9457" w:rsidR="008C56D5" w:rsidRPr="00F86509" w:rsidRDefault="008C56D5" w:rsidP="008C56D5">
            <w:pPr>
              <w:rPr>
                <w:rFonts w:cs="Arial"/>
              </w:rPr>
            </w:pPr>
            <w:bookmarkStart w:id="57" w:name="_Hlk128135655"/>
            <w:r w:rsidRPr="004D59C9">
              <w:rPr>
                <w:rFonts w:cstheme="minorHAnsi"/>
                <w:kern w:val="24"/>
              </w:rPr>
              <w:t>Alastair Frew</w:t>
            </w:r>
          </w:p>
        </w:tc>
        <w:tc>
          <w:tcPr>
            <w:tcW w:w="1355" w:type="pct"/>
            <w:vAlign w:val="bottom"/>
          </w:tcPr>
          <w:p w14:paraId="44293D4C" w14:textId="6F19BE39" w:rsidR="008C56D5" w:rsidRPr="00F86509" w:rsidRDefault="005F62D7" w:rsidP="008C56D5">
            <w:pPr>
              <w:rPr>
                <w:rFonts w:cs="Arial"/>
              </w:rPr>
            </w:pPr>
            <w:r>
              <w:rPr>
                <w:rFonts w:cs="Arial"/>
              </w:rPr>
              <w:t>Drax</w:t>
            </w:r>
          </w:p>
        </w:tc>
        <w:tc>
          <w:tcPr>
            <w:tcW w:w="817" w:type="pct"/>
            <w:shd w:val="clear" w:color="auto" w:fill="auto"/>
            <w:tcMar>
              <w:top w:w="15" w:type="dxa"/>
              <w:left w:w="108" w:type="dxa"/>
              <w:bottom w:w="0" w:type="dxa"/>
              <w:right w:w="108" w:type="dxa"/>
            </w:tcMar>
            <w:vAlign w:val="center"/>
          </w:tcPr>
          <w:p w14:paraId="7D2169D1" w14:textId="77777777" w:rsidR="008C56D5" w:rsidRPr="00F86509" w:rsidRDefault="008C56D5" w:rsidP="008C56D5">
            <w:pPr>
              <w:rPr>
                <w:rFonts w:cs="Arial"/>
              </w:rPr>
            </w:pPr>
          </w:p>
        </w:tc>
        <w:tc>
          <w:tcPr>
            <w:tcW w:w="1346" w:type="pct"/>
          </w:tcPr>
          <w:p w14:paraId="05E575A2" w14:textId="77777777" w:rsidR="008C56D5" w:rsidRPr="00F86509" w:rsidRDefault="008C56D5" w:rsidP="008C56D5">
            <w:pPr>
              <w:rPr>
                <w:rFonts w:cs="Arial"/>
              </w:rPr>
            </w:pPr>
          </w:p>
        </w:tc>
      </w:tr>
      <w:tr w:rsidR="008C56D5" w:rsidRPr="00F86509" w14:paraId="0AF2BA4A" w14:textId="77777777" w:rsidTr="00521D0C">
        <w:trPr>
          <w:trHeight w:val="55"/>
        </w:trPr>
        <w:tc>
          <w:tcPr>
            <w:tcW w:w="1482" w:type="pct"/>
            <w:shd w:val="clear" w:color="auto" w:fill="auto"/>
            <w:tcMar>
              <w:top w:w="15" w:type="dxa"/>
              <w:left w:w="108" w:type="dxa"/>
              <w:bottom w:w="0" w:type="dxa"/>
              <w:right w:w="108" w:type="dxa"/>
            </w:tcMar>
          </w:tcPr>
          <w:p w14:paraId="49140CD7" w14:textId="3A63C09F" w:rsidR="008C56D5" w:rsidRPr="00F86509" w:rsidRDefault="008C56D5" w:rsidP="008C56D5">
            <w:pPr>
              <w:rPr>
                <w:rFonts w:cs="Arial"/>
              </w:rPr>
            </w:pPr>
            <w:r w:rsidRPr="004D59C9">
              <w:rPr>
                <w:rFonts w:cstheme="minorHAnsi"/>
                <w:kern w:val="24"/>
              </w:rPr>
              <w:t>Andrew McLeod</w:t>
            </w:r>
            <w:r>
              <w:rPr>
                <w:rFonts w:cstheme="minorHAnsi"/>
                <w:kern w:val="24"/>
              </w:rPr>
              <w:t>/Alan Creighton</w:t>
            </w:r>
          </w:p>
        </w:tc>
        <w:tc>
          <w:tcPr>
            <w:tcW w:w="1355" w:type="pct"/>
            <w:vAlign w:val="bottom"/>
          </w:tcPr>
          <w:p w14:paraId="213D7D15" w14:textId="0DA102F8" w:rsidR="008C56D5" w:rsidRPr="00F86509" w:rsidRDefault="005F62D7" w:rsidP="008C56D5">
            <w:pPr>
              <w:rPr>
                <w:rFonts w:cs="Arial"/>
              </w:rPr>
            </w:pPr>
            <w:r>
              <w:rPr>
                <w:rFonts w:cs="Arial"/>
              </w:rPr>
              <w:t>Northern Power</w:t>
            </w:r>
            <w:r w:rsidR="00FE58F0">
              <w:rPr>
                <w:rFonts w:cs="Arial"/>
              </w:rPr>
              <w:t>grid</w:t>
            </w:r>
          </w:p>
        </w:tc>
        <w:tc>
          <w:tcPr>
            <w:tcW w:w="817" w:type="pct"/>
            <w:shd w:val="clear" w:color="auto" w:fill="auto"/>
            <w:tcMar>
              <w:top w:w="15" w:type="dxa"/>
              <w:left w:w="108" w:type="dxa"/>
              <w:bottom w:w="0" w:type="dxa"/>
              <w:right w:w="108" w:type="dxa"/>
            </w:tcMar>
            <w:vAlign w:val="center"/>
          </w:tcPr>
          <w:p w14:paraId="4EF45476" w14:textId="77777777" w:rsidR="008C56D5" w:rsidRPr="00F86509" w:rsidRDefault="008C56D5" w:rsidP="008C56D5">
            <w:pPr>
              <w:rPr>
                <w:rFonts w:cs="Arial"/>
              </w:rPr>
            </w:pPr>
          </w:p>
        </w:tc>
        <w:tc>
          <w:tcPr>
            <w:tcW w:w="1346" w:type="pct"/>
          </w:tcPr>
          <w:p w14:paraId="0E5917CD" w14:textId="77777777" w:rsidR="008C56D5" w:rsidRPr="00F86509" w:rsidRDefault="008C56D5" w:rsidP="008C56D5">
            <w:pPr>
              <w:rPr>
                <w:rFonts w:cs="Arial"/>
              </w:rPr>
            </w:pPr>
          </w:p>
        </w:tc>
      </w:tr>
      <w:tr w:rsidR="008C56D5" w:rsidRPr="00F86509" w14:paraId="6AE06CC7" w14:textId="77777777" w:rsidTr="00521D0C">
        <w:trPr>
          <w:trHeight w:val="64"/>
        </w:trPr>
        <w:tc>
          <w:tcPr>
            <w:tcW w:w="1482" w:type="pct"/>
            <w:shd w:val="clear" w:color="auto" w:fill="auto"/>
            <w:tcMar>
              <w:top w:w="15" w:type="dxa"/>
              <w:left w:w="108" w:type="dxa"/>
              <w:bottom w:w="0" w:type="dxa"/>
              <w:right w:w="108" w:type="dxa"/>
            </w:tcMar>
          </w:tcPr>
          <w:p w14:paraId="1CE15FCF" w14:textId="1FE166A2" w:rsidR="008C56D5" w:rsidRPr="00F86509" w:rsidRDefault="008C56D5" w:rsidP="008C56D5">
            <w:pPr>
              <w:rPr>
                <w:rFonts w:cs="Arial"/>
              </w:rPr>
            </w:pPr>
            <w:r w:rsidRPr="004D59C9">
              <w:rPr>
                <w:rFonts w:cstheme="minorHAnsi"/>
                <w:kern w:val="24"/>
              </w:rPr>
              <w:t>Andrew Vaudin</w:t>
            </w:r>
          </w:p>
        </w:tc>
        <w:tc>
          <w:tcPr>
            <w:tcW w:w="1355" w:type="pct"/>
            <w:vAlign w:val="bottom"/>
          </w:tcPr>
          <w:p w14:paraId="0D254126" w14:textId="3450D19B" w:rsidR="008C56D5" w:rsidRPr="00F86509" w:rsidRDefault="00FE58F0" w:rsidP="008C56D5">
            <w:pPr>
              <w:rPr>
                <w:rFonts w:cs="Arial"/>
              </w:rPr>
            </w:pPr>
            <w:r>
              <w:rPr>
                <w:rFonts w:cs="Arial"/>
              </w:rPr>
              <w:t>EDF</w:t>
            </w:r>
          </w:p>
        </w:tc>
        <w:tc>
          <w:tcPr>
            <w:tcW w:w="817" w:type="pct"/>
            <w:shd w:val="clear" w:color="auto" w:fill="auto"/>
            <w:tcMar>
              <w:top w:w="15" w:type="dxa"/>
              <w:left w:w="108" w:type="dxa"/>
              <w:bottom w:w="0" w:type="dxa"/>
              <w:right w:w="108" w:type="dxa"/>
            </w:tcMar>
            <w:vAlign w:val="center"/>
          </w:tcPr>
          <w:p w14:paraId="69410414" w14:textId="77777777" w:rsidR="008C56D5" w:rsidRPr="00F86509" w:rsidRDefault="008C56D5" w:rsidP="008C56D5">
            <w:pPr>
              <w:rPr>
                <w:rFonts w:cs="Arial"/>
              </w:rPr>
            </w:pPr>
          </w:p>
        </w:tc>
        <w:tc>
          <w:tcPr>
            <w:tcW w:w="1346" w:type="pct"/>
          </w:tcPr>
          <w:p w14:paraId="7E4652B9" w14:textId="77777777" w:rsidR="008C56D5" w:rsidRPr="00F86509" w:rsidRDefault="008C56D5" w:rsidP="008C56D5">
            <w:pPr>
              <w:rPr>
                <w:rFonts w:cs="Arial"/>
              </w:rPr>
            </w:pPr>
          </w:p>
        </w:tc>
      </w:tr>
      <w:tr w:rsidR="008C56D5" w:rsidRPr="00F86509" w14:paraId="4B5F0A0A" w14:textId="77777777" w:rsidTr="00521D0C">
        <w:trPr>
          <w:trHeight w:val="64"/>
        </w:trPr>
        <w:tc>
          <w:tcPr>
            <w:tcW w:w="1482" w:type="pct"/>
            <w:shd w:val="clear" w:color="auto" w:fill="auto"/>
            <w:tcMar>
              <w:top w:w="15" w:type="dxa"/>
              <w:left w:w="108" w:type="dxa"/>
              <w:bottom w:w="0" w:type="dxa"/>
              <w:right w:w="108" w:type="dxa"/>
            </w:tcMar>
          </w:tcPr>
          <w:p w14:paraId="3EBA0BF3" w14:textId="252B2AA5" w:rsidR="008C56D5" w:rsidRPr="00F86509" w:rsidRDefault="008C56D5" w:rsidP="008C56D5">
            <w:pPr>
              <w:rPr>
                <w:rFonts w:cs="Arial"/>
              </w:rPr>
            </w:pPr>
            <w:r>
              <w:rPr>
                <w:rFonts w:cstheme="minorHAnsi"/>
                <w:kern w:val="24"/>
              </w:rPr>
              <w:t>Bill D’Albertanson</w:t>
            </w:r>
          </w:p>
        </w:tc>
        <w:tc>
          <w:tcPr>
            <w:tcW w:w="1355" w:type="pct"/>
            <w:vAlign w:val="bottom"/>
          </w:tcPr>
          <w:p w14:paraId="02693449" w14:textId="6D7CA9D6" w:rsidR="008C56D5" w:rsidRPr="00F86509" w:rsidRDefault="00FE58F0" w:rsidP="008C56D5">
            <w:pPr>
              <w:rPr>
                <w:rFonts w:cs="Arial"/>
              </w:rPr>
            </w:pPr>
            <w:r>
              <w:rPr>
                <w:rFonts w:cs="Arial"/>
              </w:rPr>
              <w:t>UK Power Networks</w:t>
            </w:r>
          </w:p>
        </w:tc>
        <w:tc>
          <w:tcPr>
            <w:tcW w:w="817" w:type="pct"/>
            <w:shd w:val="clear" w:color="auto" w:fill="auto"/>
            <w:tcMar>
              <w:top w:w="15" w:type="dxa"/>
              <w:left w:w="108" w:type="dxa"/>
              <w:bottom w:w="0" w:type="dxa"/>
              <w:right w:w="108" w:type="dxa"/>
            </w:tcMar>
            <w:vAlign w:val="center"/>
          </w:tcPr>
          <w:p w14:paraId="1907812E" w14:textId="77777777" w:rsidR="008C56D5" w:rsidRPr="00F86509" w:rsidRDefault="008C56D5" w:rsidP="008C56D5">
            <w:pPr>
              <w:rPr>
                <w:rFonts w:cs="Arial"/>
              </w:rPr>
            </w:pPr>
          </w:p>
        </w:tc>
        <w:tc>
          <w:tcPr>
            <w:tcW w:w="1346" w:type="pct"/>
          </w:tcPr>
          <w:p w14:paraId="4FF37F14" w14:textId="77777777" w:rsidR="008C56D5" w:rsidRPr="00F86509" w:rsidRDefault="008C56D5" w:rsidP="008C56D5">
            <w:pPr>
              <w:rPr>
                <w:rFonts w:cs="Arial"/>
                <w:i/>
              </w:rPr>
            </w:pPr>
          </w:p>
        </w:tc>
      </w:tr>
      <w:tr w:rsidR="008C56D5" w:rsidRPr="00F86509" w14:paraId="3515CAAD" w14:textId="77777777" w:rsidTr="00521D0C">
        <w:trPr>
          <w:trHeight w:val="64"/>
        </w:trPr>
        <w:tc>
          <w:tcPr>
            <w:tcW w:w="1482" w:type="pct"/>
            <w:shd w:val="clear" w:color="auto" w:fill="auto"/>
            <w:tcMar>
              <w:top w:w="15" w:type="dxa"/>
              <w:left w:w="108" w:type="dxa"/>
              <w:bottom w:w="0" w:type="dxa"/>
              <w:right w:w="108" w:type="dxa"/>
            </w:tcMar>
          </w:tcPr>
          <w:p w14:paraId="1811116E" w14:textId="040FD4F6" w:rsidR="008C56D5" w:rsidRPr="00F86509" w:rsidRDefault="008C56D5" w:rsidP="008C56D5">
            <w:pPr>
              <w:rPr>
                <w:rFonts w:cs="Arial"/>
              </w:rPr>
            </w:pPr>
            <w:r w:rsidRPr="004D59C9">
              <w:rPr>
                <w:rFonts w:cstheme="minorHAnsi"/>
                <w:kern w:val="24"/>
              </w:rPr>
              <w:t>Garth Graham</w:t>
            </w:r>
          </w:p>
        </w:tc>
        <w:tc>
          <w:tcPr>
            <w:tcW w:w="1355" w:type="pct"/>
            <w:vAlign w:val="bottom"/>
          </w:tcPr>
          <w:p w14:paraId="61D65CBC" w14:textId="5D8E7001" w:rsidR="008C56D5" w:rsidRPr="00F86509" w:rsidRDefault="00A665F0" w:rsidP="008C56D5">
            <w:pPr>
              <w:rPr>
                <w:rFonts w:cs="Arial"/>
              </w:rPr>
            </w:pPr>
            <w:r>
              <w:rPr>
                <w:rFonts w:cs="Arial"/>
              </w:rPr>
              <w:t>SSE Generation</w:t>
            </w:r>
          </w:p>
        </w:tc>
        <w:tc>
          <w:tcPr>
            <w:tcW w:w="817" w:type="pct"/>
            <w:shd w:val="clear" w:color="auto" w:fill="auto"/>
            <w:tcMar>
              <w:top w:w="15" w:type="dxa"/>
              <w:left w:w="108" w:type="dxa"/>
              <w:bottom w:w="0" w:type="dxa"/>
              <w:right w:w="108" w:type="dxa"/>
            </w:tcMar>
            <w:vAlign w:val="center"/>
          </w:tcPr>
          <w:p w14:paraId="77B085D7" w14:textId="77777777" w:rsidR="008C56D5" w:rsidRPr="00F86509" w:rsidRDefault="008C56D5" w:rsidP="008C56D5">
            <w:pPr>
              <w:rPr>
                <w:rFonts w:cs="Arial"/>
              </w:rPr>
            </w:pPr>
          </w:p>
        </w:tc>
        <w:tc>
          <w:tcPr>
            <w:tcW w:w="1346" w:type="pct"/>
          </w:tcPr>
          <w:p w14:paraId="4A0B7860" w14:textId="77777777" w:rsidR="008C56D5" w:rsidRPr="00F86509" w:rsidRDefault="008C56D5" w:rsidP="008C56D5">
            <w:pPr>
              <w:rPr>
                <w:rFonts w:cs="Arial"/>
                <w:i/>
              </w:rPr>
            </w:pPr>
          </w:p>
        </w:tc>
      </w:tr>
      <w:tr w:rsidR="008C56D5" w:rsidRPr="005A5548" w14:paraId="30A340F6" w14:textId="77777777" w:rsidTr="00521D0C">
        <w:trPr>
          <w:trHeight w:val="64"/>
        </w:trPr>
        <w:tc>
          <w:tcPr>
            <w:tcW w:w="1482" w:type="pct"/>
            <w:shd w:val="clear" w:color="auto" w:fill="auto"/>
            <w:tcMar>
              <w:top w:w="15" w:type="dxa"/>
              <w:left w:w="108" w:type="dxa"/>
              <w:bottom w:w="0" w:type="dxa"/>
              <w:right w:w="108" w:type="dxa"/>
            </w:tcMar>
          </w:tcPr>
          <w:p w14:paraId="200D137C" w14:textId="6E698CC0" w:rsidR="008C56D5" w:rsidRPr="00F86509" w:rsidRDefault="008C56D5" w:rsidP="008C56D5">
            <w:r w:rsidRPr="004D59C9">
              <w:rPr>
                <w:rFonts w:cstheme="minorHAnsi"/>
                <w:kern w:val="24"/>
              </w:rPr>
              <w:t xml:space="preserve">Graeme Vincent </w:t>
            </w:r>
          </w:p>
        </w:tc>
        <w:tc>
          <w:tcPr>
            <w:tcW w:w="1355" w:type="pct"/>
            <w:vAlign w:val="bottom"/>
          </w:tcPr>
          <w:p w14:paraId="30B13E36" w14:textId="4553DD1C" w:rsidR="008C56D5" w:rsidRPr="00F86509" w:rsidRDefault="00A665F0" w:rsidP="008C56D5">
            <w:pPr>
              <w:rPr>
                <w:rFonts w:cs="Arial"/>
              </w:rPr>
            </w:pPr>
            <w:r>
              <w:rPr>
                <w:rFonts w:cs="Arial"/>
              </w:rPr>
              <w:t xml:space="preserve">SP Energy </w:t>
            </w:r>
            <w:r w:rsidR="00976260">
              <w:rPr>
                <w:rFonts w:cs="Arial"/>
              </w:rPr>
              <w:t>Networks</w:t>
            </w:r>
          </w:p>
        </w:tc>
        <w:tc>
          <w:tcPr>
            <w:tcW w:w="817" w:type="pct"/>
            <w:shd w:val="clear" w:color="auto" w:fill="auto"/>
            <w:tcMar>
              <w:top w:w="15" w:type="dxa"/>
              <w:left w:w="108" w:type="dxa"/>
              <w:bottom w:w="0" w:type="dxa"/>
              <w:right w:w="108" w:type="dxa"/>
            </w:tcMar>
            <w:vAlign w:val="center"/>
          </w:tcPr>
          <w:p w14:paraId="1AAC6002" w14:textId="77777777" w:rsidR="008C56D5" w:rsidRPr="00F86509" w:rsidRDefault="008C56D5" w:rsidP="008C56D5">
            <w:pPr>
              <w:rPr>
                <w:rFonts w:cs="Arial"/>
              </w:rPr>
            </w:pPr>
          </w:p>
        </w:tc>
        <w:tc>
          <w:tcPr>
            <w:tcW w:w="1346" w:type="pct"/>
          </w:tcPr>
          <w:p w14:paraId="61EBDDA7" w14:textId="77777777" w:rsidR="008C56D5" w:rsidRPr="00D15ACB" w:rsidRDefault="008C56D5" w:rsidP="008C56D5">
            <w:pPr>
              <w:rPr>
                <w:rFonts w:cs="Arial"/>
                <w:bCs/>
              </w:rPr>
            </w:pPr>
          </w:p>
        </w:tc>
      </w:tr>
      <w:tr w:rsidR="008C56D5" w:rsidRPr="005A5548" w14:paraId="0AC6917A" w14:textId="77777777" w:rsidTr="00521D0C">
        <w:trPr>
          <w:trHeight w:val="64"/>
        </w:trPr>
        <w:tc>
          <w:tcPr>
            <w:tcW w:w="1482" w:type="pct"/>
            <w:shd w:val="clear" w:color="auto" w:fill="auto"/>
            <w:tcMar>
              <w:top w:w="15" w:type="dxa"/>
              <w:left w:w="108" w:type="dxa"/>
              <w:bottom w:w="0" w:type="dxa"/>
              <w:right w:w="108" w:type="dxa"/>
            </w:tcMar>
          </w:tcPr>
          <w:p w14:paraId="1859AC0F" w14:textId="6249821B" w:rsidR="008C56D5" w:rsidRDefault="008C56D5" w:rsidP="008C56D5">
            <w:r w:rsidRPr="004D59C9">
              <w:rPr>
                <w:rFonts w:cstheme="minorHAnsi"/>
                <w:kern w:val="24"/>
              </w:rPr>
              <w:t>Graz Macdonald</w:t>
            </w:r>
          </w:p>
        </w:tc>
        <w:tc>
          <w:tcPr>
            <w:tcW w:w="1355" w:type="pct"/>
            <w:vAlign w:val="bottom"/>
          </w:tcPr>
          <w:p w14:paraId="432A7020" w14:textId="5ACB2A52" w:rsidR="008C56D5" w:rsidRDefault="00976260" w:rsidP="008C56D5">
            <w:pPr>
              <w:rPr>
                <w:rFonts w:cs="Arial"/>
              </w:rPr>
            </w:pPr>
            <w:r>
              <w:rPr>
                <w:rFonts w:cs="Arial"/>
              </w:rPr>
              <w:t>Waters Wye</w:t>
            </w:r>
          </w:p>
        </w:tc>
        <w:tc>
          <w:tcPr>
            <w:tcW w:w="817" w:type="pct"/>
            <w:shd w:val="clear" w:color="auto" w:fill="auto"/>
            <w:tcMar>
              <w:top w:w="15" w:type="dxa"/>
              <w:left w:w="108" w:type="dxa"/>
              <w:bottom w:w="0" w:type="dxa"/>
              <w:right w:w="108" w:type="dxa"/>
            </w:tcMar>
            <w:vAlign w:val="center"/>
          </w:tcPr>
          <w:p w14:paraId="4E1C49B3" w14:textId="77777777" w:rsidR="008C56D5" w:rsidRPr="00F86509" w:rsidRDefault="008C56D5" w:rsidP="008C56D5">
            <w:pPr>
              <w:rPr>
                <w:rFonts w:cs="Arial"/>
              </w:rPr>
            </w:pPr>
          </w:p>
        </w:tc>
        <w:tc>
          <w:tcPr>
            <w:tcW w:w="1346" w:type="pct"/>
          </w:tcPr>
          <w:p w14:paraId="2E443C35" w14:textId="77777777" w:rsidR="008C56D5" w:rsidRPr="00D15ACB" w:rsidRDefault="008C56D5" w:rsidP="008C56D5">
            <w:pPr>
              <w:rPr>
                <w:rFonts w:cs="Arial"/>
                <w:bCs/>
              </w:rPr>
            </w:pPr>
          </w:p>
        </w:tc>
      </w:tr>
      <w:tr w:rsidR="008C56D5" w:rsidRPr="005A5548" w14:paraId="7798F432" w14:textId="77777777" w:rsidTr="00521D0C">
        <w:trPr>
          <w:trHeight w:val="64"/>
        </w:trPr>
        <w:tc>
          <w:tcPr>
            <w:tcW w:w="1482" w:type="pct"/>
            <w:shd w:val="clear" w:color="auto" w:fill="auto"/>
            <w:tcMar>
              <w:top w:w="15" w:type="dxa"/>
              <w:left w:w="108" w:type="dxa"/>
              <w:bottom w:w="0" w:type="dxa"/>
              <w:right w:w="108" w:type="dxa"/>
            </w:tcMar>
          </w:tcPr>
          <w:p w14:paraId="1F12B006" w14:textId="3911366D" w:rsidR="008C56D5" w:rsidRDefault="008C56D5" w:rsidP="008C56D5">
            <w:r w:rsidRPr="004D59C9">
              <w:rPr>
                <w:rFonts w:cstheme="minorHAnsi"/>
                <w:kern w:val="24"/>
              </w:rPr>
              <w:t>Gwyn Jones</w:t>
            </w:r>
          </w:p>
        </w:tc>
        <w:tc>
          <w:tcPr>
            <w:tcW w:w="1355" w:type="pct"/>
            <w:vAlign w:val="bottom"/>
          </w:tcPr>
          <w:p w14:paraId="2AF79E6A" w14:textId="44AEE2D3" w:rsidR="008C56D5" w:rsidRDefault="00976260" w:rsidP="008C56D5">
            <w:pPr>
              <w:rPr>
                <w:rFonts w:cs="Arial"/>
              </w:rPr>
            </w:pPr>
            <w:r>
              <w:rPr>
                <w:rFonts w:cs="Arial"/>
              </w:rPr>
              <w:t>Western Power Distribution</w:t>
            </w:r>
          </w:p>
        </w:tc>
        <w:tc>
          <w:tcPr>
            <w:tcW w:w="817" w:type="pct"/>
            <w:shd w:val="clear" w:color="auto" w:fill="auto"/>
            <w:tcMar>
              <w:top w:w="15" w:type="dxa"/>
              <w:left w:w="108" w:type="dxa"/>
              <w:bottom w:w="0" w:type="dxa"/>
              <w:right w:w="108" w:type="dxa"/>
            </w:tcMar>
            <w:vAlign w:val="center"/>
          </w:tcPr>
          <w:p w14:paraId="7884FFE0" w14:textId="77777777" w:rsidR="008C56D5" w:rsidRPr="00F86509" w:rsidRDefault="008C56D5" w:rsidP="008C56D5">
            <w:pPr>
              <w:rPr>
                <w:rFonts w:cs="Arial"/>
              </w:rPr>
            </w:pPr>
          </w:p>
        </w:tc>
        <w:tc>
          <w:tcPr>
            <w:tcW w:w="1346" w:type="pct"/>
          </w:tcPr>
          <w:p w14:paraId="21593D7F" w14:textId="77777777" w:rsidR="008C56D5" w:rsidRPr="00D15ACB" w:rsidRDefault="008C56D5" w:rsidP="008C56D5">
            <w:pPr>
              <w:rPr>
                <w:rFonts w:cs="Arial"/>
                <w:bCs/>
              </w:rPr>
            </w:pPr>
          </w:p>
        </w:tc>
      </w:tr>
      <w:bookmarkEnd w:id="57"/>
      <w:tr w:rsidR="008C56D5" w:rsidRPr="00F86509" w14:paraId="757BC7C1"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5AB68196" w14:textId="6461CDA9" w:rsidR="008C56D5" w:rsidRPr="001E4465" w:rsidRDefault="008C56D5" w:rsidP="008C56D5">
            <w:r w:rsidRPr="004D59C9">
              <w:rPr>
                <w:rFonts w:cstheme="minorHAnsi"/>
              </w:rPr>
              <w:t xml:space="preserve">Michelle Macdonald </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2696421E" w14:textId="656DF150" w:rsidR="008C56D5" w:rsidRPr="00F86509" w:rsidRDefault="00976260" w:rsidP="008C56D5">
            <w:pPr>
              <w:rPr>
                <w:rFonts w:cs="Arial"/>
              </w:rPr>
            </w:pPr>
            <w:r>
              <w:rPr>
                <w:rFonts w:cs="Arial"/>
              </w:rPr>
              <w:t>SSEN Transmissions</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6D733E94"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7934B11E" w14:textId="77777777" w:rsidR="008C56D5" w:rsidRPr="001E4465" w:rsidRDefault="008C56D5" w:rsidP="008C56D5">
            <w:pPr>
              <w:rPr>
                <w:rFonts w:cs="Arial"/>
                <w:bCs/>
              </w:rPr>
            </w:pPr>
          </w:p>
        </w:tc>
      </w:tr>
      <w:tr w:rsidR="008C56D5" w:rsidRPr="00F86509" w14:paraId="01490027"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28AB1AB2" w14:textId="171BB2F9" w:rsidR="008C56D5" w:rsidRPr="001E4465" w:rsidRDefault="008C56D5" w:rsidP="008C56D5">
            <w:r w:rsidRPr="004D59C9">
              <w:rPr>
                <w:rFonts w:cstheme="minorHAnsi"/>
              </w:rPr>
              <w:t>Priyanka Mohapatra</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472BE193" w14:textId="38B4BD9C" w:rsidR="008C56D5" w:rsidRPr="00F86509" w:rsidRDefault="00976260" w:rsidP="008C56D5">
            <w:pPr>
              <w:rPr>
                <w:rFonts w:cs="Arial"/>
              </w:rPr>
            </w:pPr>
            <w:r>
              <w:rPr>
                <w:rFonts w:cs="Arial"/>
              </w:rPr>
              <w:t>Scottish Power</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7979A61B"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4AE6549E" w14:textId="77777777" w:rsidR="008C56D5" w:rsidRPr="001E4465" w:rsidRDefault="008C56D5" w:rsidP="008C56D5">
            <w:pPr>
              <w:rPr>
                <w:rFonts w:cs="Arial"/>
                <w:bCs/>
              </w:rPr>
            </w:pPr>
          </w:p>
        </w:tc>
      </w:tr>
      <w:tr w:rsidR="008C56D5" w:rsidRPr="00F86509" w14:paraId="5FA8C398"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689787F8" w14:textId="1CADC77C" w:rsidR="008C56D5" w:rsidRPr="001E4465" w:rsidRDefault="008C56D5" w:rsidP="008C56D5">
            <w:r w:rsidRPr="004D59C9">
              <w:rPr>
                <w:rFonts w:cstheme="minorHAnsi"/>
              </w:rPr>
              <w:t>Robert Longden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184830F4" w14:textId="3E3AC004" w:rsidR="008C56D5" w:rsidRPr="00F86509" w:rsidRDefault="00976260" w:rsidP="008C56D5">
            <w:pPr>
              <w:rPr>
                <w:rFonts w:cs="Arial"/>
              </w:rPr>
            </w:pPr>
            <w:proofErr w:type="spellStart"/>
            <w:r>
              <w:rPr>
                <w:rFonts w:cs="Arial"/>
              </w:rPr>
              <w:t>Eneco</w:t>
            </w:r>
            <w:proofErr w:type="spellEnd"/>
            <w:r>
              <w:rPr>
                <w:rFonts w:cs="Arial"/>
              </w:rPr>
              <w:t xml:space="preserve"> Energy Trade BV</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248AC940"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7B575019" w14:textId="77777777" w:rsidR="008C56D5" w:rsidRPr="001E4465" w:rsidRDefault="008C56D5" w:rsidP="008C56D5">
            <w:pPr>
              <w:rPr>
                <w:rFonts w:cs="Arial"/>
                <w:bCs/>
              </w:rPr>
            </w:pPr>
          </w:p>
        </w:tc>
      </w:tr>
      <w:tr w:rsidR="008C56D5" w:rsidRPr="00F86509" w14:paraId="39CE696C"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68648970" w14:textId="51CAAF65" w:rsidR="008C56D5" w:rsidRPr="001E4465" w:rsidRDefault="008C56D5" w:rsidP="008C56D5">
            <w:r w:rsidRPr="004D59C9">
              <w:rPr>
                <w:rFonts w:cstheme="minorHAnsi"/>
              </w:rPr>
              <w:t>Sade Adenola</w:t>
            </w:r>
            <w:r>
              <w:rPr>
                <w:rFonts w:cstheme="minorHAnsi"/>
              </w:rPr>
              <w:t>/Tony Johnson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73F98B1D" w14:textId="4A7FF225" w:rsidR="008C56D5" w:rsidRPr="00F86509" w:rsidRDefault="00976260" w:rsidP="008C56D5">
            <w:pPr>
              <w:rPr>
                <w:rFonts w:cs="Arial"/>
              </w:rPr>
            </w:pPr>
            <w:r>
              <w:rPr>
                <w:rFonts w:cs="Arial"/>
              </w:rPr>
              <w:t>ESO</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475ADA49"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0374FB04" w14:textId="77777777" w:rsidR="008C56D5" w:rsidRPr="001E4465" w:rsidRDefault="008C56D5" w:rsidP="008C56D5">
            <w:pPr>
              <w:rPr>
                <w:rFonts w:cs="Arial"/>
                <w:bCs/>
              </w:rPr>
            </w:pPr>
          </w:p>
        </w:tc>
      </w:tr>
      <w:tr w:rsidR="008C56D5" w:rsidRPr="00F86509" w14:paraId="53A0EA73" w14:textId="77777777" w:rsidTr="00521D0C">
        <w:trPr>
          <w:trHeight w:val="64"/>
        </w:trPr>
        <w:tc>
          <w:tcPr>
            <w:tcW w:w="1482"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tcPr>
          <w:p w14:paraId="3EAF2B14" w14:textId="67B79D3D" w:rsidR="008C56D5" w:rsidRPr="001E4465" w:rsidRDefault="008C56D5" w:rsidP="008C56D5">
            <w:r w:rsidRPr="004D59C9">
              <w:rPr>
                <w:rFonts w:cstheme="minorHAnsi"/>
              </w:rPr>
              <w:t>Tolu Esan</w:t>
            </w:r>
            <w:r>
              <w:rPr>
                <w:rFonts w:cstheme="minorHAnsi"/>
              </w:rPr>
              <w:t>/Gavin Anderson</w:t>
            </w:r>
          </w:p>
        </w:tc>
        <w:tc>
          <w:tcPr>
            <w:tcW w:w="1355"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vAlign w:val="bottom"/>
          </w:tcPr>
          <w:p w14:paraId="611465BF" w14:textId="44DBB2DC" w:rsidR="008C56D5" w:rsidRPr="00F86509" w:rsidRDefault="00976260" w:rsidP="008C56D5">
            <w:pPr>
              <w:rPr>
                <w:rFonts w:cs="Arial"/>
              </w:rPr>
            </w:pPr>
            <w:r>
              <w:rPr>
                <w:rFonts w:cs="Arial"/>
              </w:rPr>
              <w:t xml:space="preserve">Electricity </w:t>
            </w:r>
            <w:proofErr w:type="gramStart"/>
            <w:r>
              <w:rPr>
                <w:rFonts w:cs="Arial"/>
              </w:rPr>
              <w:t>North West</w:t>
            </w:r>
            <w:proofErr w:type="gramEnd"/>
            <w:r>
              <w:rPr>
                <w:rFonts w:cs="Arial"/>
              </w:rPr>
              <w:t xml:space="preserve"> Ltd</w:t>
            </w:r>
          </w:p>
        </w:tc>
        <w:tc>
          <w:tcPr>
            <w:tcW w:w="81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auto"/>
            <w:tcMar>
              <w:top w:w="15" w:type="dxa"/>
              <w:left w:w="108" w:type="dxa"/>
              <w:bottom w:w="0" w:type="dxa"/>
              <w:right w:w="108" w:type="dxa"/>
            </w:tcMar>
            <w:vAlign w:val="center"/>
          </w:tcPr>
          <w:p w14:paraId="6690352A" w14:textId="77777777" w:rsidR="008C56D5" w:rsidRPr="00F86509" w:rsidRDefault="008C56D5" w:rsidP="008C56D5">
            <w:pPr>
              <w:rPr>
                <w:rFonts w:cs="Arial"/>
              </w:rPr>
            </w:pPr>
          </w:p>
        </w:tc>
        <w:tc>
          <w:tcPr>
            <w:tcW w:w="1346"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Pr>
          <w:p w14:paraId="455471DC" w14:textId="77777777" w:rsidR="008C56D5" w:rsidRPr="001E4465" w:rsidRDefault="008C56D5" w:rsidP="008C56D5">
            <w:pPr>
              <w:rPr>
                <w:rFonts w:cs="Arial"/>
                <w:bCs/>
              </w:rPr>
            </w:pPr>
          </w:p>
        </w:tc>
      </w:tr>
    </w:tbl>
    <w:p w14:paraId="01FFE96C" w14:textId="77777777" w:rsidR="001E4465" w:rsidRPr="005A6727" w:rsidRDefault="001E4465" w:rsidP="001E4465">
      <w:pPr>
        <w:rPr>
          <w:rFonts w:cs="Arial"/>
          <w:bCs/>
          <w:iCs/>
          <w:kern w:val="32"/>
        </w:rPr>
      </w:pPr>
    </w:p>
    <w:p w14:paraId="444BF25F" w14:textId="77777777" w:rsidR="001E4465" w:rsidRPr="00B67596" w:rsidRDefault="001E4465" w:rsidP="005603D9">
      <w:pPr>
        <w:rPr>
          <w:rFonts w:cs="Arial"/>
          <w:bCs/>
          <w:kern w:val="32"/>
        </w:rPr>
      </w:pPr>
    </w:p>
    <w:p w14:paraId="7DC6F7A6" w14:textId="77777777" w:rsidR="00470B5B" w:rsidRPr="005603D9" w:rsidRDefault="00470B5B" w:rsidP="009A206C">
      <w:pPr>
        <w:pStyle w:val="CA4"/>
      </w:pPr>
      <w:bookmarkStart w:id="58" w:name="_Toc128480965"/>
      <w:r w:rsidRPr="005603D9">
        <w:t>When will this change take place?</w:t>
      </w:r>
      <w:bookmarkEnd w:id="58"/>
    </w:p>
    <w:p w14:paraId="716AAF5C" w14:textId="77777777" w:rsidR="008A2B78" w:rsidRDefault="008A2B78" w:rsidP="008A2B78">
      <w:pPr>
        <w:pStyle w:val="Heading3"/>
      </w:pPr>
      <w:bookmarkStart w:id="59" w:name="_Toc98069376"/>
      <w:bookmarkStart w:id="60" w:name="_Toc119938024"/>
      <w:bookmarkStart w:id="61" w:name="_Toc128480966"/>
      <w:r w:rsidRPr="009A206C">
        <w:t>Implementation date</w:t>
      </w:r>
      <w:bookmarkEnd w:id="59"/>
      <w:bookmarkEnd w:id="60"/>
      <w:bookmarkEnd w:id="61"/>
    </w:p>
    <w:p w14:paraId="24D64FF7" w14:textId="77777777" w:rsidR="008A2B78" w:rsidRPr="005603D9" w:rsidRDefault="008A2B78" w:rsidP="008A2B78">
      <w:r w:rsidRPr="00DA1B67">
        <w:rPr>
          <w:highlight w:val="yellow"/>
        </w:rPr>
        <w:t>10 working days following Ofgem decision</w:t>
      </w:r>
    </w:p>
    <w:p w14:paraId="4CC66DCD" w14:textId="77777777" w:rsidR="008A2B78" w:rsidRPr="009A206C" w:rsidRDefault="008A2B78" w:rsidP="008A2B78">
      <w:pPr>
        <w:pStyle w:val="Heading3"/>
      </w:pPr>
      <w:bookmarkStart w:id="62" w:name="_Toc98069377"/>
      <w:bookmarkStart w:id="63" w:name="_Toc116025750"/>
      <w:bookmarkStart w:id="64" w:name="_Toc119938025"/>
      <w:bookmarkStart w:id="65" w:name="_Toc128480967"/>
      <w:r w:rsidRPr="009A206C">
        <w:t>Date decision required by</w:t>
      </w:r>
      <w:bookmarkEnd w:id="62"/>
      <w:bookmarkEnd w:id="63"/>
      <w:bookmarkEnd w:id="64"/>
      <w:bookmarkEnd w:id="65"/>
    </w:p>
    <w:p w14:paraId="736F3EB7" w14:textId="77777777" w:rsidR="008A2B78" w:rsidRPr="005603D9" w:rsidRDefault="008A2B78" w:rsidP="008A2B78">
      <w:r>
        <w:t>Q3 2022</w:t>
      </w:r>
    </w:p>
    <w:p w14:paraId="0DC5EC3E" w14:textId="77777777" w:rsidR="008A2B78" w:rsidRPr="009A206C" w:rsidRDefault="008A2B78" w:rsidP="008A2B78">
      <w:pPr>
        <w:pStyle w:val="Heading3"/>
      </w:pPr>
      <w:bookmarkStart w:id="66" w:name="_Toc98069378"/>
      <w:bookmarkStart w:id="67" w:name="_Toc119938026"/>
      <w:bookmarkStart w:id="68" w:name="_Toc128480968"/>
      <w:r w:rsidRPr="009A206C">
        <w:t>Implementation approach</w:t>
      </w:r>
      <w:bookmarkEnd w:id="66"/>
      <w:bookmarkEnd w:id="67"/>
      <w:bookmarkEnd w:id="68"/>
    </w:p>
    <w:p w14:paraId="7D04C071" w14:textId="77777777" w:rsidR="008A2B78" w:rsidRDefault="008A2B78" w:rsidP="008A2B78">
      <w:r>
        <w:t>Implementation of ESRS will be facilitated by a New Restoration Decision Support Tool, Restoration Tool, Local Joint Restoration Plans, Distributed Restoration Zone Plans &amp; Annual Assurance Framework.</w:t>
      </w:r>
    </w:p>
    <w:p w14:paraId="19EA775B" w14:textId="77777777" w:rsidR="00470B5B" w:rsidRPr="005603D9" w:rsidRDefault="00470B5B" w:rsidP="009A206C">
      <w:pPr>
        <w:pStyle w:val="CA5"/>
      </w:pPr>
      <w:bookmarkStart w:id="69" w:name="_Workgroup_Consultation_1"/>
      <w:bookmarkStart w:id="70" w:name="_Toc128480969"/>
      <w:bookmarkEnd w:id="69"/>
      <w:r w:rsidRPr="005603D9">
        <w:t>Interactions</w:t>
      </w:r>
      <w:bookmarkEnd w:id="7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E66832" w14:paraId="03977090" w14:textId="77777777" w:rsidTr="006277ED">
        <w:tc>
          <w:tcPr>
            <w:tcW w:w="2371" w:type="dxa"/>
          </w:tcPr>
          <w:p w14:paraId="52F19D4B" w14:textId="68CEBF63" w:rsidR="00E66832" w:rsidRDefault="000C2C55" w:rsidP="00E66832">
            <w:sdt>
              <w:sdtPr>
                <w:id w:val="-933661782"/>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 xml:space="preserve">CUSC </w:t>
            </w:r>
          </w:p>
        </w:tc>
        <w:tc>
          <w:tcPr>
            <w:tcW w:w="2371" w:type="dxa"/>
          </w:tcPr>
          <w:p w14:paraId="1A2C2427" w14:textId="0339E495" w:rsidR="00E66832" w:rsidRDefault="000C2C55" w:rsidP="00E66832">
            <w:sdt>
              <w:sdtPr>
                <w:id w:val="1818607573"/>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BSC</w:t>
            </w:r>
          </w:p>
        </w:tc>
        <w:tc>
          <w:tcPr>
            <w:tcW w:w="2372" w:type="dxa"/>
          </w:tcPr>
          <w:p w14:paraId="2A73AEA2" w14:textId="0CCC2E2F" w:rsidR="00E66832" w:rsidRDefault="000C2C55" w:rsidP="00E66832">
            <w:sdt>
              <w:sdtPr>
                <w:id w:val="455062906"/>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STC</w:t>
            </w:r>
          </w:p>
        </w:tc>
        <w:tc>
          <w:tcPr>
            <w:tcW w:w="2372" w:type="dxa"/>
          </w:tcPr>
          <w:p w14:paraId="32FF34C0" w14:textId="7B8319FF" w:rsidR="00E66832" w:rsidRDefault="000C2C55" w:rsidP="00E66832">
            <w:sdt>
              <w:sdtPr>
                <w:id w:val="-99870426"/>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SQSS</w:t>
            </w:r>
          </w:p>
        </w:tc>
      </w:tr>
      <w:tr w:rsidR="00E66832" w14:paraId="63AEEDBD" w14:textId="77777777" w:rsidTr="006277ED">
        <w:tc>
          <w:tcPr>
            <w:tcW w:w="2371" w:type="dxa"/>
          </w:tcPr>
          <w:p w14:paraId="6F893B34" w14:textId="77777777" w:rsidR="00E66832" w:rsidRDefault="000C2C55" w:rsidP="00E66832">
            <w:sdt>
              <w:sdtPr>
                <w:id w:val="-1406058644"/>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 xml:space="preserve">European Network Codes </w:t>
            </w:r>
          </w:p>
          <w:p w14:paraId="3ABD4934" w14:textId="77777777" w:rsidR="00E66832" w:rsidRDefault="00E66832" w:rsidP="00E66832"/>
        </w:tc>
        <w:tc>
          <w:tcPr>
            <w:tcW w:w="2371" w:type="dxa"/>
          </w:tcPr>
          <w:p w14:paraId="6CFADFE6" w14:textId="77777777" w:rsidR="00E66832" w:rsidRDefault="000C2C55" w:rsidP="00E66832">
            <w:sdt>
              <w:sdtPr>
                <w:id w:val="-2012748770"/>
                <w14:checkbox>
                  <w14:checked w14:val="0"/>
                  <w14:checkedState w14:val="2612" w14:font="MS Gothic"/>
                  <w14:uncheckedState w14:val="2610" w14:font="MS Gothic"/>
                </w14:checkbox>
              </w:sdtPr>
              <w:sdtEndPr/>
              <w:sdtContent>
                <w:r w:rsidR="00E66832">
                  <w:rPr>
                    <w:rFonts w:ascii="MS Gothic" w:eastAsia="MS Gothic" w:hAnsi="MS Gothic" w:hint="eastAsia"/>
                  </w:rPr>
                  <w:t>☐</w:t>
                </w:r>
              </w:sdtContent>
            </w:sdt>
            <w:r w:rsidR="00E66832" w:rsidRPr="005603D9">
              <w:t xml:space="preserve"> EB</w:t>
            </w:r>
            <w:r w:rsidR="00E66832">
              <w:t>R</w:t>
            </w:r>
            <w:r w:rsidR="00E66832" w:rsidRPr="005603D9">
              <w:t xml:space="preserve"> Article 18 T&amp;Cs</w:t>
            </w:r>
            <w:r w:rsidR="00E66832">
              <w:rPr>
                <w:rStyle w:val="FootnoteReference"/>
              </w:rPr>
              <w:footnoteReference w:id="9"/>
            </w:r>
          </w:p>
          <w:p w14:paraId="0AAE320D" w14:textId="7EB1258F" w:rsidR="00E66832" w:rsidRDefault="00E66832" w:rsidP="00E66832"/>
        </w:tc>
        <w:tc>
          <w:tcPr>
            <w:tcW w:w="2372" w:type="dxa"/>
          </w:tcPr>
          <w:p w14:paraId="676F498F" w14:textId="539D9FE8" w:rsidR="00E66832" w:rsidRDefault="000C2C55" w:rsidP="00E66832">
            <w:sdt>
              <w:sdtPr>
                <w:id w:val="716236982"/>
                <w14:checkbox>
                  <w14:checked w14:val="1"/>
                  <w14:checkedState w14:val="2612" w14:font="MS Gothic"/>
                  <w14:uncheckedState w14:val="2610" w14:font="MS Gothic"/>
                </w14:checkbox>
              </w:sdtPr>
              <w:sdtEndPr/>
              <w:sdtContent>
                <w:r w:rsidR="00E66832">
                  <w:rPr>
                    <w:rFonts w:ascii="MS Gothic" w:eastAsia="MS Gothic" w:hAnsi="MS Gothic" w:hint="eastAsia"/>
                  </w:rPr>
                  <w:t>☒</w:t>
                </w:r>
              </w:sdtContent>
            </w:sdt>
            <w:r w:rsidR="00E66832">
              <w:t>Other modifications</w:t>
            </w:r>
          </w:p>
        </w:tc>
        <w:tc>
          <w:tcPr>
            <w:tcW w:w="2372" w:type="dxa"/>
          </w:tcPr>
          <w:p w14:paraId="45D37B3A" w14:textId="77777777" w:rsidR="00E66832" w:rsidRDefault="000C2C55" w:rsidP="00E66832">
            <w:sdt>
              <w:sdtPr>
                <w:id w:val="-135108289"/>
                <w14:checkbox>
                  <w14:checked w14:val="0"/>
                  <w14:checkedState w14:val="2612" w14:font="MS Gothic"/>
                  <w14:uncheckedState w14:val="2610" w14:font="MS Gothic"/>
                </w14:checkbox>
              </w:sdtPr>
              <w:sdtEndPr/>
              <w:sdtContent>
                <w:r w:rsidR="00E66832">
                  <w:rPr>
                    <w:rFonts w:ascii="MS Gothic" w:eastAsia="MS Gothic" w:hAnsi="MS Gothic" w:hint="eastAsia"/>
                  </w:rPr>
                  <w:t>☐</w:t>
                </w:r>
              </w:sdtContent>
            </w:sdt>
            <w:r w:rsidR="00E66832">
              <w:t>Other</w:t>
            </w:r>
          </w:p>
          <w:p w14:paraId="67EBFF52" w14:textId="77777777" w:rsidR="00E66832" w:rsidRDefault="00E66832" w:rsidP="00E66832"/>
        </w:tc>
      </w:tr>
    </w:tbl>
    <w:p w14:paraId="55664936" w14:textId="7FC2B6C1"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71" w:name="_How_to_respond"/>
      <w:bookmarkEnd w:id="71"/>
    </w:p>
    <w:p w14:paraId="5CE208B4" w14:textId="77777777" w:rsidR="007B090E" w:rsidRPr="007A770E" w:rsidRDefault="007B090E" w:rsidP="007B090E">
      <w:pPr>
        <w:pStyle w:val="CA7"/>
      </w:pPr>
      <w:bookmarkStart w:id="72" w:name="_Toc119938031"/>
      <w:bookmarkStart w:id="73" w:name="_Toc128480970"/>
      <w:r w:rsidRPr="007A770E">
        <w:t>Acronyms</w:t>
      </w:r>
      <w:r>
        <w:t xml:space="preserve"> and</w:t>
      </w:r>
      <w:r w:rsidRPr="007A770E">
        <w:t xml:space="preserve"> key terms</w:t>
      </w:r>
      <w:bookmarkEnd w:id="72"/>
      <w:bookmarkEnd w:id="73"/>
      <w:r w:rsidRPr="007A770E">
        <w:t xml:space="preserve"> </w:t>
      </w:r>
    </w:p>
    <w:tbl>
      <w:tblPr>
        <w:tblStyle w:val="TableGrid"/>
        <w:tblW w:w="9493" w:type="dxa"/>
        <w:tblLook w:val="04A0" w:firstRow="1" w:lastRow="0" w:firstColumn="1" w:lastColumn="0" w:noHBand="0" w:noVBand="1"/>
      </w:tblPr>
      <w:tblGrid>
        <w:gridCol w:w="2547"/>
        <w:gridCol w:w="6946"/>
      </w:tblGrid>
      <w:tr w:rsidR="007B090E" w:rsidRPr="00EA3133" w14:paraId="63235E54" w14:textId="77777777" w:rsidTr="003C2AF3">
        <w:tc>
          <w:tcPr>
            <w:tcW w:w="2547" w:type="dxa"/>
            <w:shd w:val="clear" w:color="auto" w:fill="727274" w:themeFill="text2"/>
          </w:tcPr>
          <w:p w14:paraId="6674C56B" w14:textId="77777777" w:rsidR="007B090E" w:rsidRPr="00EA3133" w:rsidRDefault="007B090E" w:rsidP="003C2AF3">
            <w:pPr>
              <w:spacing w:line="259" w:lineRule="auto"/>
              <w:rPr>
                <w:b/>
                <w:color w:val="FFFFFF" w:themeColor="background1"/>
                <w:szCs w:val="22"/>
              </w:rPr>
            </w:pPr>
            <w:r w:rsidRPr="00EA3133">
              <w:rPr>
                <w:b/>
                <w:color w:val="FFFFFF" w:themeColor="background1"/>
                <w:szCs w:val="22"/>
              </w:rPr>
              <w:t>Acronym / key term</w:t>
            </w:r>
          </w:p>
        </w:tc>
        <w:tc>
          <w:tcPr>
            <w:tcW w:w="6946" w:type="dxa"/>
            <w:shd w:val="clear" w:color="auto" w:fill="727274" w:themeFill="text2"/>
          </w:tcPr>
          <w:p w14:paraId="28C68685" w14:textId="77777777" w:rsidR="007B090E" w:rsidRPr="00EA3133" w:rsidRDefault="007B090E" w:rsidP="003C2AF3">
            <w:pPr>
              <w:spacing w:line="259" w:lineRule="auto"/>
              <w:rPr>
                <w:b/>
                <w:color w:val="FFFFFF" w:themeColor="background1"/>
                <w:szCs w:val="22"/>
              </w:rPr>
            </w:pPr>
            <w:r w:rsidRPr="00EA3133">
              <w:rPr>
                <w:b/>
                <w:color w:val="FFFFFF" w:themeColor="background1"/>
                <w:szCs w:val="22"/>
              </w:rPr>
              <w:t>Meaning</w:t>
            </w:r>
          </w:p>
        </w:tc>
      </w:tr>
      <w:tr w:rsidR="007B090E" w:rsidRPr="00EA3133" w14:paraId="245A29E7" w14:textId="77777777" w:rsidTr="003C2AF3">
        <w:tc>
          <w:tcPr>
            <w:tcW w:w="2547" w:type="dxa"/>
          </w:tcPr>
          <w:p w14:paraId="5EE69754" w14:textId="77777777" w:rsidR="007B090E" w:rsidRPr="00EA3133" w:rsidRDefault="007B090E" w:rsidP="003C2AF3">
            <w:pPr>
              <w:spacing w:line="259" w:lineRule="auto"/>
              <w:rPr>
                <w:szCs w:val="22"/>
              </w:rPr>
            </w:pPr>
            <w:r w:rsidRPr="00EA3133">
              <w:rPr>
                <w:szCs w:val="22"/>
              </w:rPr>
              <w:t>BEIS</w:t>
            </w:r>
          </w:p>
        </w:tc>
        <w:tc>
          <w:tcPr>
            <w:tcW w:w="6946" w:type="dxa"/>
          </w:tcPr>
          <w:p w14:paraId="4F48510C" w14:textId="77777777" w:rsidR="007B090E" w:rsidRPr="00EA3133" w:rsidRDefault="007B090E" w:rsidP="003C2AF3">
            <w:pPr>
              <w:spacing w:line="259" w:lineRule="auto"/>
              <w:rPr>
                <w:szCs w:val="22"/>
              </w:rPr>
            </w:pPr>
            <w:r>
              <w:rPr>
                <w:szCs w:val="22"/>
                <w:lang w:val="en-GB"/>
              </w:rPr>
              <w:t>(</w:t>
            </w:r>
            <w:r w:rsidRPr="00EA3133">
              <w:rPr>
                <w:szCs w:val="22"/>
                <w:lang w:val="en-GB"/>
              </w:rPr>
              <w:t>Department for</w:t>
            </w:r>
            <w:r>
              <w:rPr>
                <w:szCs w:val="22"/>
                <w:lang w:val="en-GB"/>
              </w:rPr>
              <w:t>)</w:t>
            </w:r>
            <w:r w:rsidRPr="00EA3133">
              <w:rPr>
                <w:szCs w:val="22"/>
                <w:lang w:val="en-GB"/>
              </w:rPr>
              <w:t xml:space="preserve"> Business, </w:t>
            </w:r>
            <w:proofErr w:type="gramStart"/>
            <w:r w:rsidRPr="00EA3133">
              <w:rPr>
                <w:szCs w:val="22"/>
                <w:lang w:val="en-GB"/>
              </w:rPr>
              <w:t>Energy</w:t>
            </w:r>
            <w:proofErr w:type="gramEnd"/>
            <w:r w:rsidRPr="00EA3133">
              <w:rPr>
                <w:szCs w:val="22"/>
                <w:lang w:val="en-GB"/>
              </w:rPr>
              <w:t xml:space="preserve"> and Industrial Strategy</w:t>
            </w:r>
          </w:p>
        </w:tc>
      </w:tr>
      <w:tr w:rsidR="007B090E" w:rsidRPr="00EA3133" w14:paraId="094B610A" w14:textId="77777777" w:rsidTr="003C2AF3">
        <w:tc>
          <w:tcPr>
            <w:tcW w:w="2547" w:type="dxa"/>
          </w:tcPr>
          <w:p w14:paraId="32065604" w14:textId="77777777" w:rsidR="007B090E" w:rsidRPr="00EA3133" w:rsidRDefault="007B090E" w:rsidP="003C2AF3">
            <w:pPr>
              <w:spacing w:line="259" w:lineRule="auto"/>
              <w:rPr>
                <w:szCs w:val="22"/>
              </w:rPr>
            </w:pPr>
            <w:r w:rsidRPr="00EA3133">
              <w:rPr>
                <w:szCs w:val="22"/>
              </w:rPr>
              <w:t>BSC</w:t>
            </w:r>
          </w:p>
        </w:tc>
        <w:tc>
          <w:tcPr>
            <w:tcW w:w="6946" w:type="dxa"/>
          </w:tcPr>
          <w:p w14:paraId="381E9BCA" w14:textId="77777777" w:rsidR="007B090E" w:rsidRPr="00EA3133" w:rsidRDefault="007B090E" w:rsidP="003C2AF3">
            <w:pPr>
              <w:spacing w:line="259" w:lineRule="auto"/>
              <w:rPr>
                <w:szCs w:val="22"/>
              </w:rPr>
            </w:pPr>
            <w:r w:rsidRPr="00EA3133">
              <w:rPr>
                <w:szCs w:val="22"/>
              </w:rPr>
              <w:t>Balancing and Settlement Code</w:t>
            </w:r>
          </w:p>
        </w:tc>
      </w:tr>
      <w:tr w:rsidR="007B090E" w:rsidRPr="00EA3133" w14:paraId="3346C707" w14:textId="77777777" w:rsidTr="003C2AF3">
        <w:tc>
          <w:tcPr>
            <w:tcW w:w="2547" w:type="dxa"/>
          </w:tcPr>
          <w:p w14:paraId="2BD66924" w14:textId="77777777" w:rsidR="007B090E" w:rsidRPr="00EA3133" w:rsidRDefault="007B090E" w:rsidP="003C2AF3">
            <w:r>
              <w:t>BM</w:t>
            </w:r>
          </w:p>
        </w:tc>
        <w:tc>
          <w:tcPr>
            <w:tcW w:w="6946" w:type="dxa"/>
          </w:tcPr>
          <w:p w14:paraId="5B8C5FDF" w14:textId="77777777" w:rsidR="007B090E" w:rsidRPr="00EA3133" w:rsidRDefault="007B090E" w:rsidP="003C2AF3">
            <w:r>
              <w:t>Balancing Mechanism</w:t>
            </w:r>
          </w:p>
        </w:tc>
      </w:tr>
      <w:tr w:rsidR="007B090E" w:rsidRPr="00EA3133" w14:paraId="6F1800A0" w14:textId="77777777" w:rsidTr="003C2AF3">
        <w:tc>
          <w:tcPr>
            <w:tcW w:w="2547" w:type="dxa"/>
          </w:tcPr>
          <w:p w14:paraId="3D4E294A" w14:textId="77777777" w:rsidR="007B090E" w:rsidRPr="00EA3133" w:rsidRDefault="007B090E" w:rsidP="003C2AF3">
            <w:r>
              <w:t>CATO</w:t>
            </w:r>
          </w:p>
        </w:tc>
        <w:tc>
          <w:tcPr>
            <w:tcW w:w="6946" w:type="dxa"/>
          </w:tcPr>
          <w:p w14:paraId="7A92DC3D" w14:textId="77777777" w:rsidR="007B090E" w:rsidRPr="00EA3133" w:rsidRDefault="007B090E" w:rsidP="003C2AF3">
            <w:r>
              <w:t>Competitively Appointed Transmission Owners</w:t>
            </w:r>
          </w:p>
        </w:tc>
      </w:tr>
      <w:tr w:rsidR="007B090E" w:rsidRPr="00EA3133" w14:paraId="60C4B498" w14:textId="77777777" w:rsidTr="003C2AF3">
        <w:tc>
          <w:tcPr>
            <w:tcW w:w="2547" w:type="dxa"/>
          </w:tcPr>
          <w:p w14:paraId="06DCECB2" w14:textId="77777777" w:rsidR="007B090E" w:rsidRPr="00EA3133" w:rsidRDefault="007B090E" w:rsidP="003C2AF3">
            <w:pPr>
              <w:spacing w:line="259" w:lineRule="auto"/>
              <w:rPr>
                <w:szCs w:val="22"/>
              </w:rPr>
            </w:pPr>
            <w:r w:rsidRPr="00EA3133">
              <w:rPr>
                <w:szCs w:val="22"/>
              </w:rPr>
              <w:t>CUSC</w:t>
            </w:r>
          </w:p>
        </w:tc>
        <w:tc>
          <w:tcPr>
            <w:tcW w:w="6946" w:type="dxa"/>
          </w:tcPr>
          <w:p w14:paraId="647111CC" w14:textId="77777777" w:rsidR="007B090E" w:rsidRPr="00EA3133" w:rsidRDefault="007B090E" w:rsidP="003C2AF3">
            <w:pPr>
              <w:spacing w:line="259" w:lineRule="auto"/>
              <w:rPr>
                <w:szCs w:val="22"/>
              </w:rPr>
            </w:pPr>
            <w:r w:rsidRPr="00EA3133">
              <w:rPr>
                <w:szCs w:val="22"/>
              </w:rPr>
              <w:t>Connection and Use of System Code</w:t>
            </w:r>
          </w:p>
        </w:tc>
      </w:tr>
      <w:tr w:rsidR="00607F39" w:rsidRPr="00EA3133" w14:paraId="7E456D13" w14:textId="77777777" w:rsidTr="003C2AF3">
        <w:tc>
          <w:tcPr>
            <w:tcW w:w="2547" w:type="dxa"/>
          </w:tcPr>
          <w:p w14:paraId="7D6DBDB8" w14:textId="6DB90437" w:rsidR="00607F39" w:rsidRPr="00EA3133" w:rsidRDefault="00607F39" w:rsidP="003C2AF3">
            <w:r>
              <w:t>DESNZ</w:t>
            </w:r>
          </w:p>
        </w:tc>
        <w:tc>
          <w:tcPr>
            <w:tcW w:w="6946" w:type="dxa"/>
          </w:tcPr>
          <w:p w14:paraId="761427BD" w14:textId="2AD999B5" w:rsidR="00607F39" w:rsidRPr="00EA3133" w:rsidRDefault="00607F39" w:rsidP="003C2AF3">
            <w:r w:rsidRPr="00607F39">
              <w:rPr>
                <w:lang w:val="en-GB"/>
              </w:rPr>
              <w:t>Department for Energy Security and Net-Zero</w:t>
            </w:r>
          </w:p>
        </w:tc>
      </w:tr>
      <w:tr w:rsidR="007B090E" w:rsidRPr="00EA3133" w14:paraId="06CAAB52" w14:textId="77777777" w:rsidTr="003C2AF3">
        <w:tc>
          <w:tcPr>
            <w:tcW w:w="2547" w:type="dxa"/>
          </w:tcPr>
          <w:p w14:paraId="7551243A" w14:textId="77777777" w:rsidR="007B090E" w:rsidRPr="00EA3133" w:rsidRDefault="007B090E" w:rsidP="003C2AF3">
            <w:r>
              <w:t>DRZ</w:t>
            </w:r>
          </w:p>
        </w:tc>
        <w:tc>
          <w:tcPr>
            <w:tcW w:w="6946" w:type="dxa"/>
          </w:tcPr>
          <w:p w14:paraId="44E7AC52" w14:textId="77777777" w:rsidR="007B090E" w:rsidRPr="00EA3133" w:rsidRDefault="007B090E" w:rsidP="003C2AF3">
            <w:r>
              <w:t>Distribution Restoration Zone</w:t>
            </w:r>
          </w:p>
        </w:tc>
      </w:tr>
      <w:tr w:rsidR="007B090E" w:rsidRPr="00EA3133" w14:paraId="650C0160" w14:textId="77777777" w:rsidTr="003C2AF3">
        <w:tc>
          <w:tcPr>
            <w:tcW w:w="2547" w:type="dxa"/>
          </w:tcPr>
          <w:p w14:paraId="281B20FD" w14:textId="77777777" w:rsidR="007B090E" w:rsidRPr="00EA3133" w:rsidRDefault="007B090E" w:rsidP="003C2AF3">
            <w:r>
              <w:t>DZRP</w:t>
            </w:r>
          </w:p>
        </w:tc>
        <w:tc>
          <w:tcPr>
            <w:tcW w:w="6946" w:type="dxa"/>
          </w:tcPr>
          <w:p w14:paraId="33CD463A" w14:textId="77777777" w:rsidR="007B090E" w:rsidRPr="00EA3133" w:rsidRDefault="007B090E" w:rsidP="003C2AF3">
            <w:r>
              <w:t>Distribution Zone Restoration Plan</w:t>
            </w:r>
          </w:p>
        </w:tc>
      </w:tr>
      <w:tr w:rsidR="007B090E" w:rsidRPr="00EA3133" w14:paraId="32998711" w14:textId="77777777" w:rsidTr="003C2AF3">
        <w:tc>
          <w:tcPr>
            <w:tcW w:w="2547" w:type="dxa"/>
          </w:tcPr>
          <w:p w14:paraId="189DA5B5" w14:textId="77777777" w:rsidR="007B090E" w:rsidRPr="00EA3133" w:rsidRDefault="007B090E" w:rsidP="003C2AF3">
            <w:pPr>
              <w:spacing w:line="259" w:lineRule="auto"/>
              <w:rPr>
                <w:szCs w:val="22"/>
              </w:rPr>
            </w:pPr>
            <w:r w:rsidRPr="00EA3133">
              <w:rPr>
                <w:szCs w:val="22"/>
              </w:rPr>
              <w:t>DNO</w:t>
            </w:r>
          </w:p>
        </w:tc>
        <w:tc>
          <w:tcPr>
            <w:tcW w:w="6946" w:type="dxa"/>
          </w:tcPr>
          <w:p w14:paraId="72EABE75" w14:textId="77777777" w:rsidR="007B090E" w:rsidRPr="00EA3133" w:rsidRDefault="007B090E" w:rsidP="003C2AF3">
            <w:pPr>
              <w:spacing w:line="259" w:lineRule="auto"/>
              <w:rPr>
                <w:szCs w:val="22"/>
              </w:rPr>
            </w:pPr>
            <w:r w:rsidRPr="00EA3133">
              <w:rPr>
                <w:szCs w:val="22"/>
              </w:rPr>
              <w:t>Distribution Network Operator</w:t>
            </w:r>
          </w:p>
        </w:tc>
      </w:tr>
      <w:tr w:rsidR="007B090E" w:rsidRPr="00EA3133" w14:paraId="03B7E259" w14:textId="77777777" w:rsidTr="003C2AF3">
        <w:tc>
          <w:tcPr>
            <w:tcW w:w="2547" w:type="dxa"/>
          </w:tcPr>
          <w:p w14:paraId="46DF54B1" w14:textId="77777777" w:rsidR="007B090E" w:rsidRPr="00EA3133" w:rsidRDefault="007B090E" w:rsidP="003C2AF3">
            <w:pPr>
              <w:spacing w:line="259" w:lineRule="auto"/>
              <w:rPr>
                <w:szCs w:val="22"/>
              </w:rPr>
            </w:pPr>
            <w:r w:rsidRPr="00EA3133">
              <w:rPr>
                <w:szCs w:val="22"/>
              </w:rPr>
              <w:t>EBR</w:t>
            </w:r>
          </w:p>
        </w:tc>
        <w:tc>
          <w:tcPr>
            <w:tcW w:w="6946" w:type="dxa"/>
          </w:tcPr>
          <w:p w14:paraId="00C0E904" w14:textId="77777777" w:rsidR="007B090E" w:rsidRPr="00EA3133" w:rsidRDefault="007B090E" w:rsidP="003C2AF3">
            <w:pPr>
              <w:spacing w:line="259" w:lineRule="auto"/>
              <w:rPr>
                <w:szCs w:val="22"/>
              </w:rPr>
            </w:pPr>
            <w:r w:rsidRPr="00EA3133">
              <w:rPr>
                <w:szCs w:val="22"/>
              </w:rPr>
              <w:t>Electricity Balancing Regulation</w:t>
            </w:r>
          </w:p>
        </w:tc>
      </w:tr>
      <w:tr w:rsidR="007B090E" w:rsidRPr="00EA3133" w14:paraId="00A8C942" w14:textId="77777777" w:rsidTr="003C2AF3">
        <w:tc>
          <w:tcPr>
            <w:tcW w:w="2547" w:type="dxa"/>
          </w:tcPr>
          <w:p w14:paraId="40732409" w14:textId="77777777" w:rsidR="007B090E" w:rsidRPr="00EA3133" w:rsidRDefault="007B090E" w:rsidP="003C2AF3">
            <w:r>
              <w:t>ECC</w:t>
            </w:r>
          </w:p>
        </w:tc>
        <w:tc>
          <w:tcPr>
            <w:tcW w:w="6946" w:type="dxa"/>
          </w:tcPr>
          <w:p w14:paraId="1C3A38FB" w14:textId="77777777" w:rsidR="007B090E" w:rsidRPr="00EA3133" w:rsidRDefault="007B090E" w:rsidP="003C2AF3">
            <w:r>
              <w:t>European Connections Conditions</w:t>
            </w:r>
          </w:p>
        </w:tc>
      </w:tr>
      <w:tr w:rsidR="007B090E" w:rsidRPr="00EA3133" w14:paraId="2733E292" w14:textId="77777777" w:rsidTr="003C2AF3">
        <w:tc>
          <w:tcPr>
            <w:tcW w:w="2547" w:type="dxa"/>
          </w:tcPr>
          <w:p w14:paraId="663D94CF" w14:textId="77777777" w:rsidR="007B090E" w:rsidRPr="00EA3133" w:rsidRDefault="007B090E" w:rsidP="003C2AF3">
            <w:pPr>
              <w:spacing w:line="259" w:lineRule="auto"/>
              <w:rPr>
                <w:szCs w:val="22"/>
              </w:rPr>
            </w:pPr>
            <w:r w:rsidRPr="00EA3133">
              <w:rPr>
                <w:szCs w:val="22"/>
              </w:rPr>
              <w:t>ESRS</w:t>
            </w:r>
          </w:p>
        </w:tc>
        <w:tc>
          <w:tcPr>
            <w:tcW w:w="6946" w:type="dxa"/>
          </w:tcPr>
          <w:p w14:paraId="6382AD01" w14:textId="77777777" w:rsidR="007B090E" w:rsidRPr="00EA3133" w:rsidRDefault="007B090E" w:rsidP="003C2AF3">
            <w:pPr>
              <w:spacing w:line="259" w:lineRule="auto"/>
              <w:rPr>
                <w:szCs w:val="22"/>
              </w:rPr>
            </w:pPr>
            <w:r w:rsidRPr="00EA3133">
              <w:rPr>
                <w:szCs w:val="22"/>
                <w:lang w:val="en-GB"/>
              </w:rPr>
              <w:t>Electricity System Restoration Standard</w:t>
            </w:r>
          </w:p>
        </w:tc>
      </w:tr>
      <w:tr w:rsidR="007B090E" w:rsidRPr="00EA3133" w14:paraId="2E0042F7" w14:textId="77777777" w:rsidTr="003C2AF3">
        <w:tc>
          <w:tcPr>
            <w:tcW w:w="2547" w:type="dxa"/>
          </w:tcPr>
          <w:p w14:paraId="0C87C166" w14:textId="77777777" w:rsidR="007B090E" w:rsidRPr="00EA3133" w:rsidRDefault="007B090E" w:rsidP="003C2AF3">
            <w:r>
              <w:t>ESO</w:t>
            </w:r>
          </w:p>
        </w:tc>
        <w:tc>
          <w:tcPr>
            <w:tcW w:w="6946" w:type="dxa"/>
          </w:tcPr>
          <w:p w14:paraId="4F132F09" w14:textId="77777777" w:rsidR="007B090E" w:rsidRPr="00EA3133" w:rsidRDefault="007B090E" w:rsidP="003C2AF3">
            <w:r>
              <w:t>Electricity System Operator</w:t>
            </w:r>
          </w:p>
        </w:tc>
      </w:tr>
      <w:tr w:rsidR="007B090E" w:rsidRPr="00EA3133" w14:paraId="018351A3" w14:textId="77777777" w:rsidTr="003C2AF3">
        <w:tc>
          <w:tcPr>
            <w:tcW w:w="2547" w:type="dxa"/>
          </w:tcPr>
          <w:p w14:paraId="5B15B746" w14:textId="77777777" w:rsidR="007B090E" w:rsidRPr="00EA3133" w:rsidRDefault="007B090E" w:rsidP="003C2AF3">
            <w:pPr>
              <w:spacing w:line="259" w:lineRule="auto"/>
              <w:rPr>
                <w:szCs w:val="22"/>
              </w:rPr>
            </w:pPr>
            <w:r w:rsidRPr="00EA3133">
              <w:rPr>
                <w:szCs w:val="22"/>
              </w:rPr>
              <w:t xml:space="preserve">EU </w:t>
            </w:r>
          </w:p>
        </w:tc>
        <w:tc>
          <w:tcPr>
            <w:tcW w:w="6946" w:type="dxa"/>
          </w:tcPr>
          <w:p w14:paraId="6B24E573" w14:textId="77777777" w:rsidR="007B090E" w:rsidRPr="00EA3133" w:rsidRDefault="007B090E" w:rsidP="003C2AF3">
            <w:pPr>
              <w:spacing w:line="259" w:lineRule="auto"/>
              <w:rPr>
                <w:szCs w:val="22"/>
              </w:rPr>
            </w:pPr>
            <w:r w:rsidRPr="00EA3133">
              <w:rPr>
                <w:szCs w:val="22"/>
              </w:rPr>
              <w:t>European Union</w:t>
            </w:r>
          </w:p>
        </w:tc>
      </w:tr>
      <w:tr w:rsidR="007B090E" w:rsidRPr="00EA3133" w14:paraId="4A81F9C6" w14:textId="77777777" w:rsidTr="003C2AF3">
        <w:tc>
          <w:tcPr>
            <w:tcW w:w="2547" w:type="dxa"/>
          </w:tcPr>
          <w:p w14:paraId="25DF7A36" w14:textId="77777777" w:rsidR="007B090E" w:rsidRPr="00EA3133" w:rsidRDefault="007B090E" w:rsidP="003C2AF3">
            <w:pPr>
              <w:spacing w:line="259" w:lineRule="auto"/>
              <w:rPr>
                <w:szCs w:val="22"/>
              </w:rPr>
            </w:pPr>
            <w:r w:rsidRPr="00EA3133">
              <w:rPr>
                <w:szCs w:val="22"/>
              </w:rPr>
              <w:t>GC</w:t>
            </w:r>
          </w:p>
        </w:tc>
        <w:tc>
          <w:tcPr>
            <w:tcW w:w="6946" w:type="dxa"/>
          </w:tcPr>
          <w:p w14:paraId="0960329A" w14:textId="77777777" w:rsidR="007B090E" w:rsidRPr="00EA3133" w:rsidRDefault="007B090E" w:rsidP="003C2AF3">
            <w:pPr>
              <w:spacing w:line="259" w:lineRule="auto"/>
              <w:rPr>
                <w:szCs w:val="22"/>
              </w:rPr>
            </w:pPr>
            <w:r w:rsidRPr="00EA3133">
              <w:rPr>
                <w:szCs w:val="22"/>
              </w:rPr>
              <w:t>Grid Code</w:t>
            </w:r>
          </w:p>
        </w:tc>
      </w:tr>
      <w:tr w:rsidR="007B090E" w:rsidRPr="00EA3133" w14:paraId="0B12D163" w14:textId="77777777" w:rsidTr="003C2AF3">
        <w:tc>
          <w:tcPr>
            <w:tcW w:w="2547" w:type="dxa"/>
          </w:tcPr>
          <w:p w14:paraId="77580F7C" w14:textId="77777777" w:rsidR="007B090E" w:rsidRPr="00EA3133" w:rsidRDefault="007B090E" w:rsidP="003C2AF3">
            <w:r>
              <w:t>GCRP</w:t>
            </w:r>
          </w:p>
        </w:tc>
        <w:tc>
          <w:tcPr>
            <w:tcW w:w="6946" w:type="dxa"/>
          </w:tcPr>
          <w:p w14:paraId="0856F572" w14:textId="77777777" w:rsidR="007B090E" w:rsidRPr="00EA3133" w:rsidRDefault="007B090E" w:rsidP="003C2AF3">
            <w:r w:rsidRPr="00EA3133">
              <w:rPr>
                <w:szCs w:val="22"/>
              </w:rPr>
              <w:t>Grid Code</w:t>
            </w:r>
            <w:r>
              <w:rPr>
                <w:szCs w:val="22"/>
              </w:rPr>
              <w:t xml:space="preserve"> Review Panel</w:t>
            </w:r>
          </w:p>
        </w:tc>
      </w:tr>
      <w:tr w:rsidR="007B090E" w:rsidRPr="00EA3133" w14:paraId="1C00A168" w14:textId="77777777" w:rsidTr="003C2AF3">
        <w:tc>
          <w:tcPr>
            <w:tcW w:w="2547" w:type="dxa"/>
          </w:tcPr>
          <w:p w14:paraId="6BF77491" w14:textId="77777777" w:rsidR="007B090E" w:rsidRDefault="007B090E" w:rsidP="003C2AF3">
            <w:r>
              <w:t>LJRP</w:t>
            </w:r>
          </w:p>
        </w:tc>
        <w:tc>
          <w:tcPr>
            <w:tcW w:w="6946" w:type="dxa"/>
          </w:tcPr>
          <w:p w14:paraId="0F3FC1F6" w14:textId="77777777" w:rsidR="007B090E" w:rsidRPr="00EA3133" w:rsidRDefault="007B090E" w:rsidP="003C2AF3">
            <w:r>
              <w:t>Local Joint Restoration Provider</w:t>
            </w:r>
          </w:p>
        </w:tc>
      </w:tr>
      <w:tr w:rsidR="007B090E" w:rsidRPr="00EA3133" w14:paraId="2F8D5F29" w14:textId="77777777" w:rsidTr="003C2AF3">
        <w:tc>
          <w:tcPr>
            <w:tcW w:w="2547" w:type="dxa"/>
          </w:tcPr>
          <w:p w14:paraId="5F3CDE9B" w14:textId="77777777" w:rsidR="007B090E" w:rsidRPr="00EA3133" w:rsidRDefault="007B090E" w:rsidP="003C2AF3">
            <w:pPr>
              <w:spacing w:line="259" w:lineRule="auto"/>
              <w:rPr>
                <w:szCs w:val="22"/>
              </w:rPr>
            </w:pPr>
            <w:r w:rsidRPr="00EA3133">
              <w:rPr>
                <w:szCs w:val="22"/>
              </w:rPr>
              <w:t>NETS</w:t>
            </w:r>
          </w:p>
        </w:tc>
        <w:tc>
          <w:tcPr>
            <w:tcW w:w="6946" w:type="dxa"/>
          </w:tcPr>
          <w:p w14:paraId="3D34D99E" w14:textId="77777777" w:rsidR="007B090E" w:rsidRPr="00EA3133" w:rsidRDefault="007B090E" w:rsidP="003C2AF3">
            <w:pPr>
              <w:spacing w:line="259" w:lineRule="auto"/>
              <w:rPr>
                <w:szCs w:val="22"/>
              </w:rPr>
            </w:pPr>
            <w:r w:rsidRPr="00EA3133">
              <w:rPr>
                <w:szCs w:val="22"/>
                <w:lang w:val="en-GB"/>
              </w:rPr>
              <w:t>National Electricity Transmission System</w:t>
            </w:r>
          </w:p>
        </w:tc>
      </w:tr>
      <w:tr w:rsidR="007B090E" w:rsidRPr="00EA3133" w14:paraId="16E6E8B4" w14:textId="77777777" w:rsidTr="003C2AF3">
        <w:tc>
          <w:tcPr>
            <w:tcW w:w="2547" w:type="dxa"/>
          </w:tcPr>
          <w:p w14:paraId="5D887CC9" w14:textId="77777777" w:rsidR="007B090E" w:rsidRPr="00EA3133" w:rsidRDefault="007B090E" w:rsidP="003C2AF3">
            <w:r>
              <w:rPr>
                <w:szCs w:val="22"/>
              </w:rPr>
              <w:t>NG</w:t>
            </w:r>
            <w:r w:rsidRPr="00EA3133">
              <w:rPr>
                <w:szCs w:val="22"/>
              </w:rPr>
              <w:t>ESO</w:t>
            </w:r>
          </w:p>
        </w:tc>
        <w:tc>
          <w:tcPr>
            <w:tcW w:w="6946" w:type="dxa"/>
          </w:tcPr>
          <w:p w14:paraId="58282381" w14:textId="77777777" w:rsidR="007B090E" w:rsidRPr="00EA3133" w:rsidRDefault="007B090E" w:rsidP="003C2AF3">
            <w:r>
              <w:rPr>
                <w:szCs w:val="22"/>
              </w:rPr>
              <w:t xml:space="preserve">National Grid </w:t>
            </w:r>
            <w:r w:rsidRPr="00EA3133">
              <w:rPr>
                <w:szCs w:val="22"/>
              </w:rPr>
              <w:t>Electricity System Operator</w:t>
            </w:r>
          </w:p>
        </w:tc>
      </w:tr>
      <w:tr w:rsidR="00A12C93" w:rsidRPr="00EA3133" w14:paraId="4D60DB1A" w14:textId="77777777" w:rsidTr="003C2AF3">
        <w:tc>
          <w:tcPr>
            <w:tcW w:w="2547" w:type="dxa"/>
          </w:tcPr>
          <w:p w14:paraId="7C60EA60" w14:textId="1450778C" w:rsidR="00A12C93" w:rsidRDefault="00A12C93" w:rsidP="003C2AF3">
            <w:r>
              <w:t>RC</w:t>
            </w:r>
          </w:p>
        </w:tc>
        <w:tc>
          <w:tcPr>
            <w:tcW w:w="6946" w:type="dxa"/>
          </w:tcPr>
          <w:p w14:paraId="2D0C568B" w14:textId="7BEA1B7C" w:rsidR="00A12C93" w:rsidRDefault="00A12C93" w:rsidP="003C2AF3">
            <w:r>
              <w:t>Restoration Contractors</w:t>
            </w:r>
          </w:p>
        </w:tc>
      </w:tr>
      <w:tr w:rsidR="007B090E" w:rsidRPr="00EA3133" w14:paraId="736CE039" w14:textId="77777777" w:rsidTr="003C2AF3">
        <w:tc>
          <w:tcPr>
            <w:tcW w:w="2547" w:type="dxa"/>
          </w:tcPr>
          <w:p w14:paraId="3379F6E4" w14:textId="77777777" w:rsidR="007B090E" w:rsidRPr="00EA3133" w:rsidRDefault="007B090E" w:rsidP="003C2AF3">
            <w:pPr>
              <w:spacing w:line="259" w:lineRule="auto"/>
              <w:rPr>
                <w:szCs w:val="22"/>
              </w:rPr>
            </w:pPr>
            <w:r w:rsidRPr="00EA3133">
              <w:rPr>
                <w:szCs w:val="22"/>
              </w:rPr>
              <w:t>RSP</w:t>
            </w:r>
          </w:p>
        </w:tc>
        <w:tc>
          <w:tcPr>
            <w:tcW w:w="6946" w:type="dxa"/>
          </w:tcPr>
          <w:p w14:paraId="690156D4" w14:textId="76FB9B1D" w:rsidR="007B090E" w:rsidRPr="00EA3133" w:rsidRDefault="00C74B27" w:rsidP="003C2AF3">
            <w:pPr>
              <w:spacing w:line="259" w:lineRule="auto"/>
              <w:rPr>
                <w:szCs w:val="22"/>
              </w:rPr>
            </w:pPr>
            <w:r>
              <w:rPr>
                <w:szCs w:val="22"/>
                <w:lang w:val="en-GB"/>
              </w:rPr>
              <w:t xml:space="preserve">Restoration </w:t>
            </w:r>
            <w:r w:rsidR="00A12C93">
              <w:rPr>
                <w:szCs w:val="22"/>
                <w:lang w:val="en-GB"/>
              </w:rPr>
              <w:t>Service Providers</w:t>
            </w:r>
          </w:p>
        </w:tc>
      </w:tr>
      <w:tr w:rsidR="007B090E" w:rsidRPr="00EA3133" w14:paraId="04C69CE0" w14:textId="77777777" w:rsidTr="003C2AF3">
        <w:tc>
          <w:tcPr>
            <w:tcW w:w="2547" w:type="dxa"/>
          </w:tcPr>
          <w:p w14:paraId="32E2E969" w14:textId="77777777" w:rsidR="007B090E" w:rsidRPr="00EA3133" w:rsidRDefault="007B090E" w:rsidP="003C2AF3">
            <w:pPr>
              <w:spacing w:line="259" w:lineRule="auto"/>
              <w:rPr>
                <w:szCs w:val="22"/>
              </w:rPr>
            </w:pPr>
            <w:r w:rsidRPr="00EA3133">
              <w:rPr>
                <w:szCs w:val="22"/>
              </w:rPr>
              <w:t>STC</w:t>
            </w:r>
          </w:p>
        </w:tc>
        <w:tc>
          <w:tcPr>
            <w:tcW w:w="6946" w:type="dxa"/>
          </w:tcPr>
          <w:p w14:paraId="462140FA" w14:textId="77777777" w:rsidR="007B090E" w:rsidRPr="00EA3133" w:rsidRDefault="007B090E" w:rsidP="003C2AF3">
            <w:pPr>
              <w:spacing w:line="259" w:lineRule="auto"/>
              <w:rPr>
                <w:szCs w:val="22"/>
              </w:rPr>
            </w:pPr>
            <w:r w:rsidRPr="00EA3133">
              <w:rPr>
                <w:szCs w:val="22"/>
              </w:rPr>
              <w:t>System Operator Transmission Owner Code</w:t>
            </w:r>
          </w:p>
        </w:tc>
      </w:tr>
      <w:tr w:rsidR="007B090E" w:rsidRPr="00EA3133" w14:paraId="4FF427F4" w14:textId="77777777" w:rsidTr="003C2AF3">
        <w:tc>
          <w:tcPr>
            <w:tcW w:w="2547" w:type="dxa"/>
          </w:tcPr>
          <w:p w14:paraId="527CFFFC" w14:textId="77777777" w:rsidR="007B090E" w:rsidRPr="00EA3133" w:rsidRDefault="007B090E" w:rsidP="003C2AF3">
            <w:pPr>
              <w:spacing w:line="259" w:lineRule="auto"/>
              <w:rPr>
                <w:szCs w:val="22"/>
              </w:rPr>
            </w:pPr>
            <w:r w:rsidRPr="00EA3133">
              <w:rPr>
                <w:szCs w:val="22"/>
              </w:rPr>
              <w:t>SQSS</w:t>
            </w:r>
          </w:p>
        </w:tc>
        <w:tc>
          <w:tcPr>
            <w:tcW w:w="6946" w:type="dxa"/>
          </w:tcPr>
          <w:p w14:paraId="207552BF" w14:textId="77777777" w:rsidR="007B090E" w:rsidRPr="00EA3133" w:rsidRDefault="007B090E" w:rsidP="003C2AF3">
            <w:pPr>
              <w:spacing w:line="259" w:lineRule="auto"/>
              <w:rPr>
                <w:szCs w:val="22"/>
              </w:rPr>
            </w:pPr>
            <w:r w:rsidRPr="00EA3133">
              <w:rPr>
                <w:szCs w:val="22"/>
              </w:rPr>
              <w:t>Security and Quality of Supply Standards</w:t>
            </w:r>
          </w:p>
        </w:tc>
      </w:tr>
      <w:tr w:rsidR="007B090E" w:rsidRPr="00EA3133" w14:paraId="2AC3D1ED" w14:textId="77777777" w:rsidTr="003C2AF3">
        <w:tc>
          <w:tcPr>
            <w:tcW w:w="2547" w:type="dxa"/>
          </w:tcPr>
          <w:p w14:paraId="64AD88D1" w14:textId="77777777" w:rsidR="007B090E" w:rsidRPr="00EA3133" w:rsidRDefault="007B090E" w:rsidP="003C2AF3">
            <w:r>
              <w:t>OC</w:t>
            </w:r>
          </w:p>
        </w:tc>
        <w:tc>
          <w:tcPr>
            <w:tcW w:w="6946" w:type="dxa"/>
          </w:tcPr>
          <w:p w14:paraId="70669735" w14:textId="77777777" w:rsidR="007B090E" w:rsidRPr="00EA3133" w:rsidRDefault="007B090E" w:rsidP="003C2AF3">
            <w:r>
              <w:t xml:space="preserve">Operating Code </w:t>
            </w:r>
          </w:p>
        </w:tc>
      </w:tr>
      <w:tr w:rsidR="007B090E" w:rsidRPr="00EA3133" w14:paraId="14ED80B1" w14:textId="77777777" w:rsidTr="003C2AF3">
        <w:tc>
          <w:tcPr>
            <w:tcW w:w="2547" w:type="dxa"/>
          </w:tcPr>
          <w:p w14:paraId="35594CBC" w14:textId="77777777" w:rsidR="007B090E" w:rsidRPr="00EA3133" w:rsidRDefault="007B090E" w:rsidP="003C2AF3">
            <w:r>
              <w:t>OFTO</w:t>
            </w:r>
          </w:p>
        </w:tc>
        <w:tc>
          <w:tcPr>
            <w:tcW w:w="6946" w:type="dxa"/>
          </w:tcPr>
          <w:p w14:paraId="3DE1A7C2" w14:textId="77777777" w:rsidR="007B090E" w:rsidRPr="00EA3133" w:rsidRDefault="007B090E" w:rsidP="003C2AF3">
            <w:r>
              <w:t>Offshore Transmission Owner</w:t>
            </w:r>
          </w:p>
        </w:tc>
      </w:tr>
      <w:tr w:rsidR="007B090E" w:rsidRPr="00EA3133" w14:paraId="7CC4DB05" w14:textId="77777777" w:rsidTr="003C2AF3">
        <w:tc>
          <w:tcPr>
            <w:tcW w:w="2547" w:type="dxa"/>
          </w:tcPr>
          <w:p w14:paraId="766EB727" w14:textId="77777777" w:rsidR="007B090E" w:rsidRPr="00EA3133" w:rsidRDefault="007B090E" w:rsidP="003C2AF3">
            <w:pPr>
              <w:spacing w:line="259" w:lineRule="auto"/>
              <w:rPr>
                <w:szCs w:val="22"/>
              </w:rPr>
            </w:pPr>
            <w:r w:rsidRPr="00EA3133">
              <w:rPr>
                <w:szCs w:val="22"/>
              </w:rPr>
              <w:t>T&amp;Cs</w:t>
            </w:r>
          </w:p>
        </w:tc>
        <w:tc>
          <w:tcPr>
            <w:tcW w:w="6946" w:type="dxa"/>
          </w:tcPr>
          <w:p w14:paraId="10753D7F" w14:textId="77777777" w:rsidR="007B090E" w:rsidRPr="00EA3133" w:rsidRDefault="007B090E" w:rsidP="003C2AF3">
            <w:pPr>
              <w:spacing w:line="259" w:lineRule="auto"/>
              <w:rPr>
                <w:szCs w:val="22"/>
              </w:rPr>
            </w:pPr>
            <w:r w:rsidRPr="00EA3133">
              <w:rPr>
                <w:szCs w:val="22"/>
              </w:rPr>
              <w:t>Terms and Conditions</w:t>
            </w:r>
          </w:p>
        </w:tc>
      </w:tr>
      <w:tr w:rsidR="007B090E" w:rsidRPr="00EA3133" w14:paraId="3BE50074" w14:textId="77777777" w:rsidTr="003C2AF3">
        <w:tc>
          <w:tcPr>
            <w:tcW w:w="2547" w:type="dxa"/>
          </w:tcPr>
          <w:p w14:paraId="27133D43" w14:textId="77777777" w:rsidR="007B090E" w:rsidRPr="00EA3133" w:rsidRDefault="007B090E" w:rsidP="003C2AF3">
            <w:pPr>
              <w:spacing w:line="259" w:lineRule="auto"/>
              <w:rPr>
                <w:szCs w:val="22"/>
              </w:rPr>
            </w:pPr>
            <w:r w:rsidRPr="00EA3133">
              <w:rPr>
                <w:szCs w:val="22"/>
              </w:rPr>
              <w:t>TO</w:t>
            </w:r>
          </w:p>
        </w:tc>
        <w:tc>
          <w:tcPr>
            <w:tcW w:w="6946" w:type="dxa"/>
          </w:tcPr>
          <w:p w14:paraId="2822034A" w14:textId="77777777" w:rsidR="007B090E" w:rsidRPr="00EA3133" w:rsidRDefault="007B090E" w:rsidP="003C2AF3">
            <w:pPr>
              <w:spacing w:line="259" w:lineRule="auto"/>
              <w:rPr>
                <w:szCs w:val="22"/>
              </w:rPr>
            </w:pPr>
            <w:r w:rsidRPr="00EA3133">
              <w:rPr>
                <w:szCs w:val="22"/>
              </w:rPr>
              <w:t>Transmissions Owner</w:t>
            </w:r>
          </w:p>
        </w:tc>
      </w:tr>
      <w:tr w:rsidR="00A12C93" w:rsidRPr="00EA3133" w14:paraId="2D6D6277" w14:textId="77777777" w:rsidTr="003C2AF3">
        <w:tc>
          <w:tcPr>
            <w:tcW w:w="2547" w:type="dxa"/>
          </w:tcPr>
          <w:p w14:paraId="3AF9C1B9" w14:textId="31BC6104" w:rsidR="00A12C93" w:rsidRPr="00EA3133" w:rsidRDefault="00A12C93" w:rsidP="003C2AF3">
            <w:r>
              <w:t>WAGCM</w:t>
            </w:r>
          </w:p>
        </w:tc>
        <w:tc>
          <w:tcPr>
            <w:tcW w:w="6946" w:type="dxa"/>
          </w:tcPr>
          <w:p w14:paraId="1A89A436" w14:textId="37E94860" w:rsidR="00A12C93" w:rsidRPr="00EA3133" w:rsidRDefault="00A12C93" w:rsidP="003C2AF3">
            <w:r>
              <w:t>Workgroup Alternative Grid Code Modification</w:t>
            </w:r>
          </w:p>
        </w:tc>
      </w:tr>
    </w:tbl>
    <w:p w14:paraId="5B4F426C" w14:textId="77777777" w:rsidR="007B090E" w:rsidRPr="005603D9" w:rsidRDefault="007B090E" w:rsidP="007B090E"/>
    <w:p w14:paraId="0AB412BD" w14:textId="77777777" w:rsidR="007B090E" w:rsidRPr="007A770E" w:rsidRDefault="007B090E" w:rsidP="007B090E">
      <w:pPr>
        <w:pStyle w:val="CA7"/>
      </w:pPr>
      <w:bookmarkStart w:id="74" w:name="_Toc119938032"/>
      <w:bookmarkStart w:id="75" w:name="_Toc128480971"/>
      <w:r w:rsidRPr="007A770E">
        <w:t>Annexes</w:t>
      </w:r>
      <w:bookmarkEnd w:id="74"/>
      <w:bookmarkEnd w:id="75"/>
    </w:p>
    <w:tbl>
      <w:tblPr>
        <w:tblStyle w:val="TableGrid1"/>
        <w:tblW w:w="9493" w:type="dxa"/>
        <w:tblLook w:val="04A0" w:firstRow="1" w:lastRow="0" w:firstColumn="1" w:lastColumn="0" w:noHBand="0" w:noVBand="1"/>
      </w:tblPr>
      <w:tblGrid>
        <w:gridCol w:w="2263"/>
        <w:gridCol w:w="7230"/>
      </w:tblGrid>
      <w:tr w:rsidR="007B090E" w:rsidRPr="00B27233" w14:paraId="4C0E9D59" w14:textId="77777777" w:rsidTr="003C2AF3">
        <w:tc>
          <w:tcPr>
            <w:tcW w:w="2263" w:type="dxa"/>
            <w:shd w:val="clear" w:color="auto" w:fill="727274" w:themeFill="text2"/>
          </w:tcPr>
          <w:p w14:paraId="393F868C" w14:textId="77777777" w:rsidR="007B090E" w:rsidRPr="00B27233" w:rsidRDefault="007B090E" w:rsidP="003C2AF3">
            <w:pPr>
              <w:rPr>
                <w:b/>
                <w:color w:val="FFFFFF" w:themeColor="background1"/>
              </w:rPr>
            </w:pPr>
            <w:r>
              <w:rPr>
                <w:b/>
                <w:color w:val="FFFFFF" w:themeColor="background1"/>
              </w:rPr>
              <w:t>Annex</w:t>
            </w:r>
          </w:p>
        </w:tc>
        <w:tc>
          <w:tcPr>
            <w:tcW w:w="7230" w:type="dxa"/>
            <w:shd w:val="clear" w:color="auto" w:fill="727274" w:themeFill="text2"/>
          </w:tcPr>
          <w:p w14:paraId="551970F0" w14:textId="77777777" w:rsidR="007B090E" w:rsidRPr="00B27233" w:rsidRDefault="007B090E" w:rsidP="003C2AF3">
            <w:pPr>
              <w:rPr>
                <w:b/>
                <w:color w:val="FFFFFF" w:themeColor="background1"/>
              </w:rPr>
            </w:pPr>
            <w:r>
              <w:rPr>
                <w:b/>
                <w:color w:val="FFFFFF" w:themeColor="background1"/>
              </w:rPr>
              <w:t>Information</w:t>
            </w:r>
          </w:p>
        </w:tc>
      </w:tr>
      <w:tr w:rsidR="007B090E" w:rsidRPr="00B27233" w14:paraId="32B6A562" w14:textId="77777777" w:rsidTr="003C2AF3">
        <w:tc>
          <w:tcPr>
            <w:tcW w:w="2263" w:type="dxa"/>
            <w:shd w:val="clear" w:color="auto" w:fill="auto"/>
          </w:tcPr>
          <w:p w14:paraId="67B74A54" w14:textId="77777777" w:rsidR="007B090E" w:rsidRPr="006806B0" w:rsidRDefault="007B090E" w:rsidP="003C2AF3">
            <w:r w:rsidRPr="006806B0">
              <w:t>Annex 1</w:t>
            </w:r>
          </w:p>
        </w:tc>
        <w:tc>
          <w:tcPr>
            <w:tcW w:w="7230" w:type="dxa"/>
            <w:shd w:val="clear" w:color="auto" w:fill="auto"/>
          </w:tcPr>
          <w:p w14:paraId="7DAB610A" w14:textId="77777777" w:rsidR="007B090E" w:rsidRPr="006806B0" w:rsidRDefault="007B090E" w:rsidP="003C2AF3">
            <w:r w:rsidRPr="006806B0">
              <w:t>Proposal form</w:t>
            </w:r>
          </w:p>
        </w:tc>
      </w:tr>
      <w:tr w:rsidR="007B090E" w:rsidRPr="00B27233" w14:paraId="17E6E019" w14:textId="77777777" w:rsidTr="003C2AF3">
        <w:tc>
          <w:tcPr>
            <w:tcW w:w="2263" w:type="dxa"/>
            <w:shd w:val="clear" w:color="auto" w:fill="auto"/>
          </w:tcPr>
          <w:p w14:paraId="23F3780B" w14:textId="77777777" w:rsidR="007B090E" w:rsidRPr="006806B0" w:rsidRDefault="007B090E" w:rsidP="003C2AF3">
            <w:r w:rsidRPr="006806B0">
              <w:t xml:space="preserve">Annex 2 </w:t>
            </w:r>
          </w:p>
        </w:tc>
        <w:tc>
          <w:tcPr>
            <w:tcW w:w="7230" w:type="dxa"/>
            <w:shd w:val="clear" w:color="auto" w:fill="auto"/>
          </w:tcPr>
          <w:p w14:paraId="4E5116DC" w14:textId="77777777" w:rsidR="007B090E" w:rsidRPr="006806B0" w:rsidRDefault="007B090E" w:rsidP="003C2AF3">
            <w:r w:rsidRPr="006806B0">
              <w:t xml:space="preserve">Terms of </w:t>
            </w:r>
            <w:r>
              <w:t>R</w:t>
            </w:r>
            <w:r w:rsidRPr="006806B0">
              <w:t>eference</w:t>
            </w:r>
          </w:p>
        </w:tc>
      </w:tr>
      <w:tr w:rsidR="007B090E" w:rsidRPr="00B27233" w14:paraId="50B4EE9C" w14:textId="77777777" w:rsidTr="003C2AF3">
        <w:tc>
          <w:tcPr>
            <w:tcW w:w="2263" w:type="dxa"/>
            <w:shd w:val="clear" w:color="auto" w:fill="auto"/>
          </w:tcPr>
          <w:p w14:paraId="0F2FE152" w14:textId="77777777" w:rsidR="007B090E" w:rsidRPr="006806B0" w:rsidRDefault="007B090E" w:rsidP="003C2AF3">
            <w:r w:rsidRPr="006806B0">
              <w:t xml:space="preserve">Annex </w:t>
            </w:r>
            <w:r>
              <w:t>3</w:t>
            </w:r>
          </w:p>
        </w:tc>
        <w:tc>
          <w:tcPr>
            <w:tcW w:w="7230" w:type="dxa"/>
            <w:shd w:val="clear" w:color="auto" w:fill="auto"/>
          </w:tcPr>
          <w:p w14:paraId="3AE3D025" w14:textId="77777777" w:rsidR="007B090E" w:rsidRPr="00E63DD1" w:rsidRDefault="007B090E" w:rsidP="003C2AF3">
            <w:pPr>
              <w:rPr>
                <w:rFonts w:cs="Arial"/>
                <w:lang w:val="en-GB"/>
              </w:rPr>
            </w:pPr>
            <w:r w:rsidRPr="00E63DD1">
              <w:rPr>
                <w:rFonts w:cs="Arial"/>
                <w:lang w:val="en-GB"/>
              </w:rPr>
              <w:t>Non-code working groups - ESO’s ESRS Working Groups Report</w:t>
            </w:r>
            <w:r>
              <w:rPr>
                <w:rFonts w:cs="Arial"/>
                <w:lang w:val="en-GB"/>
              </w:rPr>
              <w:t>s</w:t>
            </w:r>
          </w:p>
        </w:tc>
      </w:tr>
      <w:tr w:rsidR="007B090E" w:rsidRPr="00B27233" w14:paraId="2E2663F6" w14:textId="77777777" w:rsidTr="003C2AF3">
        <w:tc>
          <w:tcPr>
            <w:tcW w:w="2263" w:type="dxa"/>
            <w:shd w:val="clear" w:color="auto" w:fill="auto"/>
          </w:tcPr>
          <w:p w14:paraId="4832C857" w14:textId="77777777" w:rsidR="007B090E" w:rsidRPr="006806B0" w:rsidRDefault="007B090E" w:rsidP="003C2AF3">
            <w:r w:rsidRPr="006806B0">
              <w:t xml:space="preserve">Annex </w:t>
            </w:r>
            <w:r>
              <w:t>4</w:t>
            </w:r>
          </w:p>
        </w:tc>
        <w:tc>
          <w:tcPr>
            <w:tcW w:w="7230" w:type="dxa"/>
            <w:shd w:val="clear" w:color="auto" w:fill="auto"/>
          </w:tcPr>
          <w:p w14:paraId="5F3C7A22" w14:textId="77777777" w:rsidR="007B090E" w:rsidRPr="006806B0" w:rsidRDefault="007B090E" w:rsidP="003C2AF3">
            <w:r>
              <w:t>Subgroup Terms of Reference and Reports</w:t>
            </w:r>
          </w:p>
        </w:tc>
      </w:tr>
      <w:tr w:rsidR="007B090E" w:rsidRPr="00B27233" w14:paraId="18FAAE88" w14:textId="77777777" w:rsidTr="003C2AF3">
        <w:tc>
          <w:tcPr>
            <w:tcW w:w="2263" w:type="dxa"/>
            <w:shd w:val="clear" w:color="auto" w:fill="auto"/>
          </w:tcPr>
          <w:p w14:paraId="11D5A6A4" w14:textId="77777777" w:rsidR="007B090E" w:rsidRPr="006806B0" w:rsidDel="00E726CD" w:rsidRDefault="007B090E" w:rsidP="003C2AF3">
            <w:r>
              <w:t>Annex 5</w:t>
            </w:r>
          </w:p>
        </w:tc>
        <w:tc>
          <w:tcPr>
            <w:tcW w:w="7230" w:type="dxa"/>
            <w:shd w:val="clear" w:color="auto" w:fill="auto"/>
          </w:tcPr>
          <w:p w14:paraId="4C66A5FD" w14:textId="77777777" w:rsidR="007B090E" w:rsidRDefault="007B090E" w:rsidP="003C2AF3">
            <w:r>
              <w:t xml:space="preserve">Distributed </w:t>
            </w:r>
            <w:proofErr w:type="spellStart"/>
            <w:r>
              <w:t>ReStart</w:t>
            </w:r>
            <w:proofErr w:type="spellEnd"/>
            <w:r>
              <w:t xml:space="preserve"> Development</w:t>
            </w:r>
          </w:p>
        </w:tc>
      </w:tr>
      <w:tr w:rsidR="007B090E" w:rsidRPr="00B27233" w14:paraId="18CAC286" w14:textId="77777777" w:rsidTr="003C2AF3">
        <w:tc>
          <w:tcPr>
            <w:tcW w:w="2263" w:type="dxa"/>
            <w:shd w:val="clear" w:color="auto" w:fill="auto"/>
          </w:tcPr>
          <w:p w14:paraId="64066627" w14:textId="77777777" w:rsidR="007B090E" w:rsidRPr="006806B0" w:rsidRDefault="007B090E" w:rsidP="003C2AF3">
            <w:r w:rsidRPr="006806B0">
              <w:t xml:space="preserve">Annex </w:t>
            </w:r>
            <w:r>
              <w:t>6</w:t>
            </w:r>
          </w:p>
        </w:tc>
        <w:tc>
          <w:tcPr>
            <w:tcW w:w="7230" w:type="dxa"/>
            <w:shd w:val="clear" w:color="auto" w:fill="auto"/>
          </w:tcPr>
          <w:p w14:paraId="6489E2B2" w14:textId="77777777" w:rsidR="007B090E" w:rsidRPr="006806B0" w:rsidRDefault="007B090E" w:rsidP="003C2AF3">
            <w:r>
              <w:t>Draft Legal Text</w:t>
            </w:r>
          </w:p>
        </w:tc>
      </w:tr>
      <w:tr w:rsidR="007B090E" w:rsidRPr="00B27233" w14:paraId="4F30622D" w14:textId="77777777" w:rsidTr="003C2AF3">
        <w:tc>
          <w:tcPr>
            <w:tcW w:w="2263" w:type="dxa"/>
            <w:shd w:val="clear" w:color="auto" w:fill="auto"/>
          </w:tcPr>
          <w:p w14:paraId="35954BD2" w14:textId="77777777" w:rsidR="007B090E" w:rsidRPr="006806B0" w:rsidRDefault="007B090E" w:rsidP="003C2AF3">
            <w:r>
              <w:t xml:space="preserve">Annex 7 </w:t>
            </w:r>
          </w:p>
        </w:tc>
        <w:tc>
          <w:tcPr>
            <w:tcW w:w="7230" w:type="dxa"/>
            <w:shd w:val="clear" w:color="auto" w:fill="auto"/>
          </w:tcPr>
          <w:p w14:paraId="3B8A9985" w14:textId="77777777" w:rsidR="007B090E" w:rsidRDefault="007B090E" w:rsidP="003C2AF3">
            <w:r>
              <w:t>Distribution Restoration Zone Control System Standard</w:t>
            </w:r>
          </w:p>
        </w:tc>
      </w:tr>
      <w:tr w:rsidR="007B090E" w:rsidRPr="00B27233" w14:paraId="2FD74AF8" w14:textId="77777777" w:rsidTr="003C2AF3">
        <w:tc>
          <w:tcPr>
            <w:tcW w:w="2263" w:type="dxa"/>
            <w:shd w:val="clear" w:color="auto" w:fill="auto"/>
          </w:tcPr>
          <w:p w14:paraId="0E33308B" w14:textId="77777777" w:rsidR="007B090E" w:rsidRDefault="007B090E" w:rsidP="003C2AF3">
            <w:r>
              <w:t>Annex 8</w:t>
            </w:r>
          </w:p>
        </w:tc>
        <w:tc>
          <w:tcPr>
            <w:tcW w:w="7230" w:type="dxa"/>
            <w:shd w:val="clear" w:color="auto" w:fill="auto"/>
          </w:tcPr>
          <w:p w14:paraId="5CD9EFF4" w14:textId="77777777" w:rsidR="007B090E" w:rsidRPr="00C33840" w:rsidRDefault="007B090E" w:rsidP="003C2AF3">
            <w:pPr>
              <w:rPr>
                <w:lang w:val="en-GB"/>
              </w:rPr>
            </w:pPr>
            <w:r w:rsidRPr="00C33840">
              <w:rPr>
                <w:lang w:val="en-GB"/>
              </w:rPr>
              <w:t>System Defence Plan</w:t>
            </w:r>
            <w:r>
              <w:rPr>
                <w:lang w:val="en-GB"/>
              </w:rPr>
              <w:t xml:space="preserve"> </w:t>
            </w:r>
          </w:p>
        </w:tc>
      </w:tr>
      <w:tr w:rsidR="007B090E" w:rsidRPr="00B27233" w14:paraId="2F72EB94" w14:textId="77777777" w:rsidTr="003C2AF3">
        <w:tc>
          <w:tcPr>
            <w:tcW w:w="2263" w:type="dxa"/>
            <w:shd w:val="clear" w:color="auto" w:fill="auto"/>
          </w:tcPr>
          <w:p w14:paraId="7163D213" w14:textId="77777777" w:rsidR="007B090E" w:rsidRDefault="007B090E" w:rsidP="003C2AF3">
            <w:r>
              <w:t xml:space="preserve">Annex 9 </w:t>
            </w:r>
          </w:p>
        </w:tc>
        <w:tc>
          <w:tcPr>
            <w:tcW w:w="7230" w:type="dxa"/>
            <w:shd w:val="clear" w:color="auto" w:fill="auto"/>
          </w:tcPr>
          <w:p w14:paraId="1D7F15C5" w14:textId="77777777" w:rsidR="007B090E" w:rsidRDefault="007B090E" w:rsidP="003C2AF3">
            <w:r w:rsidRPr="00311459">
              <w:t>System Restoration Plan</w:t>
            </w:r>
            <w:r>
              <w:t xml:space="preserve"> </w:t>
            </w:r>
          </w:p>
        </w:tc>
      </w:tr>
      <w:tr w:rsidR="007B090E" w:rsidRPr="00B27233" w14:paraId="3C966543" w14:textId="77777777" w:rsidTr="003C2AF3">
        <w:tc>
          <w:tcPr>
            <w:tcW w:w="2263" w:type="dxa"/>
            <w:shd w:val="clear" w:color="auto" w:fill="auto"/>
          </w:tcPr>
          <w:p w14:paraId="66C44B67" w14:textId="77777777" w:rsidR="007B090E" w:rsidRDefault="007B090E" w:rsidP="003C2AF3">
            <w:r>
              <w:t>Annex 10</w:t>
            </w:r>
          </w:p>
        </w:tc>
        <w:tc>
          <w:tcPr>
            <w:tcW w:w="7230" w:type="dxa"/>
            <w:shd w:val="clear" w:color="auto" w:fill="auto"/>
          </w:tcPr>
          <w:p w14:paraId="138DA8EE" w14:textId="77777777" w:rsidR="007B090E" w:rsidRDefault="007B090E" w:rsidP="003C2AF3">
            <w:r>
              <w:t xml:space="preserve">System </w:t>
            </w:r>
            <w:r w:rsidRPr="00311459">
              <w:t>Test Plan</w:t>
            </w:r>
          </w:p>
        </w:tc>
      </w:tr>
      <w:tr w:rsidR="007B090E" w:rsidRPr="00B27233" w14:paraId="2BE1E777" w14:textId="77777777" w:rsidTr="003C2AF3">
        <w:trPr>
          <w:trHeight w:val="83"/>
        </w:trPr>
        <w:tc>
          <w:tcPr>
            <w:tcW w:w="2263" w:type="dxa"/>
            <w:shd w:val="clear" w:color="auto" w:fill="auto"/>
          </w:tcPr>
          <w:p w14:paraId="70B79B05" w14:textId="77777777" w:rsidR="007B090E" w:rsidRDefault="007B090E" w:rsidP="003C2AF3">
            <w:r>
              <w:t>Annex 11</w:t>
            </w:r>
          </w:p>
        </w:tc>
        <w:tc>
          <w:tcPr>
            <w:tcW w:w="7230" w:type="dxa"/>
            <w:shd w:val="clear" w:color="auto" w:fill="auto"/>
          </w:tcPr>
          <w:p w14:paraId="4EC30D4B" w14:textId="77777777" w:rsidR="007B090E" w:rsidRPr="00311459" w:rsidRDefault="007B090E" w:rsidP="003C2AF3">
            <w:r w:rsidRPr="00311459">
              <w:t xml:space="preserve">Control Telephony </w:t>
            </w:r>
            <w:r>
              <w:t xml:space="preserve">Electrical </w:t>
            </w:r>
            <w:r w:rsidRPr="00311459">
              <w:t>Standard</w:t>
            </w:r>
          </w:p>
        </w:tc>
      </w:tr>
      <w:tr w:rsidR="007B090E" w:rsidRPr="00B27233" w14:paraId="2B4B3B4B" w14:textId="77777777" w:rsidTr="003C2AF3">
        <w:trPr>
          <w:trHeight w:val="83"/>
        </w:trPr>
        <w:tc>
          <w:tcPr>
            <w:tcW w:w="2263" w:type="dxa"/>
            <w:shd w:val="clear" w:color="auto" w:fill="auto"/>
          </w:tcPr>
          <w:p w14:paraId="14798551" w14:textId="77777777" w:rsidR="007B090E" w:rsidRDefault="007B090E" w:rsidP="003C2AF3">
            <w:r>
              <w:t>Annex 12</w:t>
            </w:r>
          </w:p>
        </w:tc>
        <w:tc>
          <w:tcPr>
            <w:tcW w:w="7230" w:type="dxa"/>
            <w:shd w:val="clear" w:color="auto" w:fill="auto"/>
          </w:tcPr>
          <w:p w14:paraId="14FC3A0A" w14:textId="77777777" w:rsidR="007B090E" w:rsidRPr="00311459" w:rsidRDefault="007B090E" w:rsidP="003C2AF3">
            <w:r w:rsidRPr="00C1362F">
              <w:t>Comm</w:t>
            </w:r>
            <w:r>
              <w:t>unication</w:t>
            </w:r>
            <w:r w:rsidRPr="00C1362F">
              <w:t>s Standard</w:t>
            </w:r>
            <w:r>
              <w:t>s</w:t>
            </w:r>
          </w:p>
        </w:tc>
      </w:tr>
      <w:tr w:rsidR="007B090E" w:rsidRPr="00B27233" w14:paraId="12AA6A97" w14:textId="77777777" w:rsidTr="003C2AF3">
        <w:trPr>
          <w:trHeight w:val="83"/>
        </w:trPr>
        <w:tc>
          <w:tcPr>
            <w:tcW w:w="2263" w:type="dxa"/>
            <w:shd w:val="clear" w:color="auto" w:fill="auto"/>
          </w:tcPr>
          <w:p w14:paraId="002E85CA" w14:textId="77777777" w:rsidR="007B090E" w:rsidRDefault="007B090E" w:rsidP="003C2AF3">
            <w:r>
              <w:t xml:space="preserve">Annex 13 </w:t>
            </w:r>
          </w:p>
        </w:tc>
        <w:tc>
          <w:tcPr>
            <w:tcW w:w="7230" w:type="dxa"/>
            <w:shd w:val="clear" w:color="auto" w:fill="auto"/>
          </w:tcPr>
          <w:p w14:paraId="13CF4C2F" w14:textId="77777777" w:rsidR="007B090E" w:rsidRPr="00C1362F" w:rsidRDefault="007B090E" w:rsidP="003C2AF3">
            <w:r>
              <w:t xml:space="preserve">Distributed </w:t>
            </w:r>
            <w:proofErr w:type="spellStart"/>
            <w:r>
              <w:t>ReStart</w:t>
            </w:r>
            <w:proofErr w:type="spellEnd"/>
            <w:r>
              <w:t xml:space="preserve"> and Industry Codes Recommendations</w:t>
            </w:r>
          </w:p>
        </w:tc>
      </w:tr>
      <w:tr w:rsidR="008A1EF5" w:rsidRPr="00B27233" w14:paraId="4870FC69" w14:textId="77777777" w:rsidTr="003C2AF3">
        <w:trPr>
          <w:trHeight w:val="83"/>
        </w:trPr>
        <w:tc>
          <w:tcPr>
            <w:tcW w:w="2263" w:type="dxa"/>
            <w:shd w:val="clear" w:color="auto" w:fill="auto"/>
          </w:tcPr>
          <w:p w14:paraId="372C740C" w14:textId="1A53F12B" w:rsidR="008A1EF5" w:rsidRDefault="008A1EF5" w:rsidP="003C2AF3">
            <w:r>
              <w:t>Annex 14</w:t>
            </w:r>
          </w:p>
        </w:tc>
        <w:tc>
          <w:tcPr>
            <w:tcW w:w="7230" w:type="dxa"/>
            <w:shd w:val="clear" w:color="auto" w:fill="auto"/>
          </w:tcPr>
          <w:p w14:paraId="3F6CB538" w14:textId="2883178A" w:rsidR="008A1EF5" w:rsidRDefault="00C74B27" w:rsidP="003C2AF3">
            <w:r>
              <w:t>Workgroup</w:t>
            </w:r>
            <w:r w:rsidR="008A1EF5">
              <w:t xml:space="preserve"> Consultation Response summary document</w:t>
            </w:r>
          </w:p>
        </w:tc>
      </w:tr>
      <w:tr w:rsidR="00D66232" w:rsidRPr="00B27233" w14:paraId="5BB3FC68" w14:textId="77777777" w:rsidTr="003C2AF3">
        <w:trPr>
          <w:trHeight w:val="83"/>
        </w:trPr>
        <w:tc>
          <w:tcPr>
            <w:tcW w:w="2263" w:type="dxa"/>
            <w:shd w:val="clear" w:color="auto" w:fill="auto"/>
          </w:tcPr>
          <w:p w14:paraId="55F4FF28" w14:textId="5B3EDCC5" w:rsidR="00D66232" w:rsidRDefault="00D66232" w:rsidP="003C2AF3">
            <w:r>
              <w:t>Annex 15</w:t>
            </w:r>
          </w:p>
        </w:tc>
        <w:tc>
          <w:tcPr>
            <w:tcW w:w="7230" w:type="dxa"/>
            <w:shd w:val="clear" w:color="auto" w:fill="auto"/>
          </w:tcPr>
          <w:p w14:paraId="32ED7BD2" w14:textId="79C0FFAC" w:rsidR="00D66232" w:rsidRDefault="00D66232" w:rsidP="003C2AF3">
            <w:r>
              <w:t>ESO Full Response to Workgroup Consultation</w:t>
            </w:r>
          </w:p>
        </w:tc>
      </w:tr>
      <w:tr w:rsidR="00D66232" w:rsidRPr="00B27233" w14:paraId="6FE2CBA2" w14:textId="77777777" w:rsidTr="003C2AF3">
        <w:trPr>
          <w:trHeight w:val="83"/>
        </w:trPr>
        <w:tc>
          <w:tcPr>
            <w:tcW w:w="2263" w:type="dxa"/>
            <w:shd w:val="clear" w:color="auto" w:fill="auto"/>
          </w:tcPr>
          <w:p w14:paraId="6C10DA60" w14:textId="7BE07EA9" w:rsidR="00D66232" w:rsidRDefault="00D66232" w:rsidP="003C2AF3">
            <w:r>
              <w:t>Annex 16</w:t>
            </w:r>
          </w:p>
        </w:tc>
        <w:tc>
          <w:tcPr>
            <w:tcW w:w="7230" w:type="dxa"/>
            <w:shd w:val="clear" w:color="auto" w:fill="auto"/>
          </w:tcPr>
          <w:p w14:paraId="5D9673BC" w14:textId="5BF4E780" w:rsidR="00D66232" w:rsidRDefault="003C30AD" w:rsidP="003C2AF3">
            <w:r>
              <w:t>GC01</w:t>
            </w:r>
            <w:r w:rsidR="00181816">
              <w:t>48 Ofgem Send Back Letter</w:t>
            </w:r>
          </w:p>
        </w:tc>
      </w:tr>
      <w:tr w:rsidR="003C30AD" w:rsidRPr="00B27233" w14:paraId="0D1D2351" w14:textId="77777777" w:rsidTr="003C2AF3">
        <w:trPr>
          <w:trHeight w:val="83"/>
        </w:trPr>
        <w:tc>
          <w:tcPr>
            <w:tcW w:w="2263" w:type="dxa"/>
            <w:shd w:val="clear" w:color="auto" w:fill="auto"/>
          </w:tcPr>
          <w:p w14:paraId="3AA4BD18" w14:textId="19C185D8" w:rsidR="003C30AD" w:rsidRDefault="003C30AD" w:rsidP="003C2AF3">
            <w:r>
              <w:t>Annex 17</w:t>
            </w:r>
          </w:p>
        </w:tc>
        <w:tc>
          <w:tcPr>
            <w:tcW w:w="7230" w:type="dxa"/>
            <w:shd w:val="clear" w:color="auto" w:fill="auto"/>
          </w:tcPr>
          <w:p w14:paraId="5CF70F91" w14:textId="6F2A419B" w:rsidR="003C30AD" w:rsidRDefault="003C30AD" w:rsidP="003C2AF3">
            <w:r>
              <w:t>Workgroup Vote</w:t>
            </w:r>
          </w:p>
        </w:tc>
      </w:tr>
      <w:tr w:rsidR="00181816" w:rsidRPr="00B27233" w14:paraId="487A470F" w14:textId="77777777" w:rsidTr="003C2AF3">
        <w:trPr>
          <w:trHeight w:val="83"/>
        </w:trPr>
        <w:tc>
          <w:tcPr>
            <w:tcW w:w="2263" w:type="dxa"/>
            <w:shd w:val="clear" w:color="auto" w:fill="auto"/>
          </w:tcPr>
          <w:p w14:paraId="21137BEE" w14:textId="4EF891EE" w:rsidR="00181816" w:rsidRDefault="00181816" w:rsidP="003C2AF3">
            <w:r>
              <w:t>Annex 18</w:t>
            </w:r>
          </w:p>
        </w:tc>
        <w:tc>
          <w:tcPr>
            <w:tcW w:w="7230" w:type="dxa"/>
            <w:shd w:val="clear" w:color="auto" w:fill="auto"/>
          </w:tcPr>
          <w:p w14:paraId="03860BAB" w14:textId="6F7F91C1" w:rsidR="00181816" w:rsidRDefault="00181816" w:rsidP="003C2AF3">
            <w:r>
              <w:t>Changes to Legal Text (Post Consultation)</w:t>
            </w:r>
          </w:p>
        </w:tc>
      </w:tr>
    </w:tbl>
    <w:p w14:paraId="07A86984" w14:textId="77777777" w:rsidR="009446C6" w:rsidRDefault="009446C6" w:rsidP="00F464CC"/>
    <w:p w14:paraId="62E4AB84" w14:textId="77777777" w:rsidR="00AF0BDD" w:rsidRDefault="00AF0BDD" w:rsidP="00AF0BDD"/>
    <w:sectPr w:rsidR="00AF0BDD" w:rsidSect="00FB5A3B">
      <w:headerReference w:type="default" r:id="rId43"/>
      <w:footerReference w:type="default" r:id="rId4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John-Okwesa(ESO), Banke" w:date="2023-02-28T12:21:00Z" w:initials="JOB">
    <w:p w14:paraId="0D87D003" w14:textId="65A1CD5E" w:rsidR="00701EEF" w:rsidRDefault="00701EEF">
      <w:pPr>
        <w:pStyle w:val="CommentText"/>
      </w:pPr>
      <w:r>
        <w:rPr>
          <w:rStyle w:val="CommentReference"/>
        </w:rPr>
        <w:annotationRef/>
      </w:r>
      <w:r>
        <w:t xml:space="preserve">Update </w:t>
      </w:r>
    </w:p>
  </w:comment>
  <w:comment w:id="20" w:author="John-Okwesa(ESO), Banke" w:date="2023-02-28T12:24:00Z" w:initials="JOB">
    <w:p w14:paraId="1A1EC223" w14:textId="07B8516B" w:rsidR="00864AD1" w:rsidRDefault="00864AD1">
      <w:pPr>
        <w:pStyle w:val="CommentText"/>
      </w:pPr>
      <w:r>
        <w:rPr>
          <w:rStyle w:val="CommentReference"/>
        </w:rPr>
        <w:annotationRef/>
      </w:r>
      <w:r>
        <w:t>Ditto</w:t>
      </w:r>
    </w:p>
  </w:comment>
  <w:comment w:id="32" w:author="Milly Lewis" w:date="2023-02-27T16:12:00Z" w:initials="ML">
    <w:p w14:paraId="08EAB96B" w14:textId="739F6775" w:rsidR="00F13800" w:rsidRDefault="00F13800">
      <w:pPr>
        <w:pStyle w:val="CommentText"/>
      </w:pPr>
      <w:r>
        <w:rPr>
          <w:rStyle w:val="CommentReference"/>
        </w:rPr>
        <w:annotationRef/>
      </w:r>
      <w:r>
        <w:t>Post Output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87D003" w15:done="0"/>
  <w15:commentEx w15:paraId="1A1EC223" w15:done="0"/>
  <w15:commentEx w15:paraId="08EAB9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7052" w16cex:dateUtc="2023-02-28T12:21:00Z"/>
  <w16cex:commentExtensible w16cex:durableId="27A870FC" w16cex:dateUtc="2023-02-28T12:24:00Z"/>
  <w16cex:commentExtensible w16cex:durableId="27A754F7" w16cex:dateUtc="2023-02-27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87D003" w16cid:durableId="27A87052"/>
  <w16cid:commentId w16cid:paraId="1A1EC223" w16cid:durableId="27A870FC"/>
  <w16cid:commentId w16cid:paraId="08EAB96B" w16cid:durableId="27A754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EFF2" w14:textId="77777777" w:rsidR="00063CEC" w:rsidRDefault="00063CEC" w:rsidP="00B72663">
      <w:pPr>
        <w:spacing w:line="240" w:lineRule="auto"/>
      </w:pPr>
      <w:r>
        <w:separator/>
      </w:r>
    </w:p>
  </w:endnote>
  <w:endnote w:type="continuationSeparator" w:id="0">
    <w:p w14:paraId="06E42CF5" w14:textId="77777777" w:rsidR="00063CEC" w:rsidRDefault="00063CEC" w:rsidP="00B72663">
      <w:pPr>
        <w:spacing w:line="240" w:lineRule="auto"/>
      </w:pPr>
      <w:r>
        <w:continuationSeparator/>
      </w:r>
    </w:p>
  </w:endnote>
  <w:endnote w:type="continuationNotice" w:id="1">
    <w:p w14:paraId="02BC3682" w14:textId="77777777" w:rsidR="00063CEC" w:rsidRDefault="00063C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5BF9"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A9D21" w14:textId="77777777" w:rsidR="00063CEC" w:rsidRDefault="00063CEC" w:rsidP="00B72663">
      <w:pPr>
        <w:spacing w:line="240" w:lineRule="auto"/>
      </w:pPr>
      <w:r>
        <w:separator/>
      </w:r>
    </w:p>
  </w:footnote>
  <w:footnote w:type="continuationSeparator" w:id="0">
    <w:p w14:paraId="07036F2E" w14:textId="77777777" w:rsidR="00063CEC" w:rsidRDefault="00063CEC" w:rsidP="00B72663">
      <w:pPr>
        <w:spacing w:line="240" w:lineRule="auto"/>
      </w:pPr>
      <w:r>
        <w:continuationSeparator/>
      </w:r>
    </w:p>
  </w:footnote>
  <w:footnote w:type="continuationNotice" w:id="1">
    <w:p w14:paraId="37DCE5CA" w14:textId="77777777" w:rsidR="00063CEC" w:rsidRDefault="00063CEC">
      <w:pPr>
        <w:spacing w:line="240" w:lineRule="auto"/>
      </w:pPr>
    </w:p>
  </w:footnote>
  <w:footnote w:id="2">
    <w:p w14:paraId="4D2B9D92" w14:textId="77777777" w:rsidR="00FF69CF" w:rsidRPr="00A20645" w:rsidRDefault="00FF69CF" w:rsidP="00FF69CF">
      <w:pPr>
        <w:pStyle w:val="FootnoteText"/>
        <w:rPr>
          <w:sz w:val="14"/>
          <w:szCs w:val="14"/>
        </w:rPr>
      </w:pPr>
      <w:r w:rsidRPr="00A20645">
        <w:rPr>
          <w:rStyle w:val="FootnoteReference"/>
          <w:sz w:val="14"/>
          <w:szCs w:val="14"/>
        </w:rPr>
        <w:footnoteRef/>
      </w:r>
      <w:r w:rsidRPr="00A20645">
        <w:rPr>
          <w:sz w:val="14"/>
          <w:szCs w:val="14"/>
        </w:rPr>
        <w:t xml:space="preserve"> Which can be found via this link: </w:t>
      </w:r>
      <w:hyperlink r:id="rId1" w:history="1">
        <w:r w:rsidRPr="00A20645">
          <w:rPr>
            <w:rStyle w:val="Hyperlink"/>
            <w:sz w:val="14"/>
            <w:szCs w:val="14"/>
          </w:rPr>
          <w:t>Decision on licence modifications to facilitate the introduction of an Electricity System Restoration Standard | Ofgem</w:t>
        </w:r>
      </w:hyperlink>
    </w:p>
  </w:footnote>
  <w:footnote w:id="3">
    <w:p w14:paraId="6002ABE7" w14:textId="073AD889" w:rsidR="00864AD1" w:rsidRDefault="00864AD1">
      <w:pPr>
        <w:pStyle w:val="FootnoteText"/>
      </w:pPr>
      <w:r w:rsidRPr="00864AD1">
        <w:rPr>
          <w:rStyle w:val="FootnoteReference"/>
          <w:sz w:val="14"/>
          <w:szCs w:val="14"/>
        </w:rPr>
        <w:footnoteRef/>
      </w:r>
      <w:r w:rsidRPr="00864AD1">
        <w:rPr>
          <w:sz w:val="14"/>
          <w:szCs w:val="14"/>
        </w:rPr>
        <w:t xml:space="preserve"> </w:t>
      </w:r>
      <w:r w:rsidR="00607F39">
        <w:rPr>
          <w:sz w:val="14"/>
          <w:szCs w:val="14"/>
        </w:rPr>
        <w:t>BEIS is now referred to as</w:t>
      </w:r>
      <w:r w:rsidRPr="00864AD1">
        <w:rPr>
          <w:sz w:val="14"/>
          <w:szCs w:val="14"/>
        </w:rPr>
        <w:t xml:space="preserve"> Department for Energy Security and Net-Zero (DESNZ)</w:t>
      </w:r>
    </w:p>
  </w:footnote>
  <w:footnote w:id="4">
    <w:p w14:paraId="1D48BB7D" w14:textId="77777777" w:rsidR="00FF69CF" w:rsidRDefault="00FF69CF" w:rsidP="00FF69CF">
      <w:pPr>
        <w:pStyle w:val="FootnoteText"/>
      </w:pPr>
      <w:r w:rsidRPr="00A20645">
        <w:rPr>
          <w:rStyle w:val="FootnoteReference"/>
          <w:sz w:val="14"/>
          <w:szCs w:val="14"/>
        </w:rPr>
        <w:footnoteRef/>
      </w:r>
      <w:r w:rsidRPr="00A20645">
        <w:rPr>
          <w:sz w:val="14"/>
          <w:szCs w:val="14"/>
        </w:rPr>
        <w:t xml:space="preserve"> </w:t>
      </w:r>
      <w:r w:rsidRPr="00A20645">
        <w:rPr>
          <w:bCs/>
          <w:iCs/>
          <w:sz w:val="14"/>
          <w:szCs w:val="14"/>
        </w:rPr>
        <w:t>BEIS’s later specified that “electricity demand” should be calculated as “transmission demand”</w:t>
      </w:r>
    </w:p>
  </w:footnote>
  <w:footnote w:id="5">
    <w:p w14:paraId="5E1E0235" w14:textId="77777777" w:rsidR="001E146E" w:rsidRPr="00A20645" w:rsidRDefault="001E146E" w:rsidP="001E146E">
      <w:pPr>
        <w:pStyle w:val="FootnoteText"/>
        <w:rPr>
          <w:sz w:val="16"/>
          <w:szCs w:val="16"/>
          <w:u w:val="single"/>
        </w:rPr>
      </w:pPr>
      <w:r w:rsidRPr="00A20645">
        <w:rPr>
          <w:rStyle w:val="FootnoteReference"/>
          <w:sz w:val="16"/>
          <w:szCs w:val="16"/>
        </w:rPr>
        <w:footnoteRef/>
      </w:r>
      <w:r w:rsidRPr="00A20645">
        <w:rPr>
          <w:sz w:val="16"/>
          <w:szCs w:val="16"/>
        </w:rPr>
        <w:t xml:space="preserve"> </w:t>
      </w:r>
      <w:hyperlink r:id="rId2" w:history="1">
        <w:r w:rsidRPr="00A20645">
          <w:rPr>
            <w:rStyle w:val="Hyperlink"/>
            <w:sz w:val="16"/>
            <w:szCs w:val="16"/>
          </w:rPr>
          <w:t>Commission Regulation (EU) 2017/2196 of 24 November 2017 establishing a network code on electricity emergency and restoration (Text with EEA relevance) (legislation.gov.uk)</w:t>
        </w:r>
      </w:hyperlink>
      <w:r w:rsidRPr="00A20645">
        <w:rPr>
          <w:sz w:val="16"/>
          <w:szCs w:val="16"/>
        </w:rPr>
        <w:t xml:space="preserve"> &amp; </w:t>
      </w:r>
    </w:p>
    <w:p w14:paraId="4047974D" w14:textId="77777777" w:rsidR="001E146E" w:rsidRDefault="000C2C55" w:rsidP="001E146E">
      <w:pPr>
        <w:pStyle w:val="FootnoteText"/>
      </w:pPr>
      <w:hyperlink r:id="rId3" w:history="1">
        <w:r w:rsidR="001E146E" w:rsidRPr="00A20645">
          <w:rPr>
            <w:rStyle w:val="Hyperlink"/>
            <w:sz w:val="16"/>
            <w:szCs w:val="16"/>
          </w:rPr>
          <w:t>The Electricity Network Codes and Guidelines (System Operation and Connection) (Amendment etc.) (EU Exit) Regulations 2019</w:t>
        </w:r>
      </w:hyperlink>
    </w:p>
  </w:footnote>
  <w:footnote w:id="6">
    <w:p w14:paraId="15843BF8" w14:textId="77777777" w:rsidR="001E146E" w:rsidRDefault="001E146E" w:rsidP="001E146E">
      <w:pPr>
        <w:pStyle w:val="FootnoteText"/>
      </w:pPr>
      <w:r w:rsidRPr="00A20645">
        <w:rPr>
          <w:rStyle w:val="FootnoteReference"/>
          <w:sz w:val="16"/>
          <w:szCs w:val="16"/>
        </w:rPr>
        <w:footnoteRef/>
      </w:r>
      <w:r w:rsidRPr="00A20645">
        <w:rPr>
          <w:sz w:val="16"/>
          <w:szCs w:val="16"/>
        </w:rPr>
        <w:t xml:space="preserve"> </w:t>
      </w:r>
      <w:hyperlink r:id="rId4" w:history="1">
        <w:r w:rsidRPr="00A20645">
          <w:rPr>
            <w:rStyle w:val="Hyperlink"/>
            <w:sz w:val="16"/>
            <w:szCs w:val="16"/>
          </w:rPr>
          <w:t>What is the Distributed ReStart project? | National Grid ESO</w:t>
        </w:r>
      </w:hyperlink>
    </w:p>
  </w:footnote>
  <w:footnote w:id="7">
    <w:p w14:paraId="14D578BA" w14:textId="77777777" w:rsidR="00166BEA" w:rsidRDefault="00166BEA" w:rsidP="00166BEA">
      <w:pPr>
        <w:pStyle w:val="FootnoteText"/>
      </w:pPr>
      <w:r w:rsidRPr="00A20645">
        <w:rPr>
          <w:rStyle w:val="FootnoteReference"/>
          <w:sz w:val="16"/>
          <w:szCs w:val="16"/>
        </w:rPr>
        <w:footnoteRef/>
      </w:r>
      <w:r w:rsidRPr="00A20645">
        <w:rPr>
          <w:sz w:val="16"/>
          <w:szCs w:val="16"/>
        </w:rPr>
        <w:t xml:space="preserve"> As defined in the Grid Code.</w:t>
      </w:r>
    </w:p>
  </w:footnote>
  <w:footnote w:id="8">
    <w:p w14:paraId="1D1A09B8" w14:textId="77777777" w:rsidR="00336A7C" w:rsidRDefault="00336A7C" w:rsidP="00336A7C">
      <w:pPr>
        <w:pStyle w:val="FootnoteText"/>
      </w:pPr>
      <w:r>
        <w:rPr>
          <w:rStyle w:val="FootnoteReference"/>
        </w:rPr>
        <w:footnoteRef/>
      </w:r>
      <w:r>
        <w:t xml:space="preserve"> </w:t>
      </w:r>
      <w:r>
        <w:rPr>
          <w:rFonts w:cs="Arial"/>
        </w:rPr>
        <w:t>(i) Future Networks, (ii) Assurance Activities, (iii) Communications Infrastructure and (iv) Markets and Funding Mechanism</w:t>
      </w:r>
    </w:p>
  </w:footnote>
  <w:footnote w:id="9">
    <w:p w14:paraId="6F6C6B9E" w14:textId="77777777" w:rsidR="00E66832" w:rsidRDefault="00E66832" w:rsidP="003C2AF3">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D1B3" w14:textId="44C64150" w:rsidR="000E6646" w:rsidRDefault="009446C6" w:rsidP="000E6646">
    <w:pPr>
      <w:pStyle w:val="Header"/>
      <w:ind w:left="720" w:firstLine="720"/>
      <w:jc w:val="right"/>
    </w:pPr>
    <w:bookmarkStart w:id="76" w:name="_Hlk31876634"/>
    <w:bookmarkStart w:id="77" w:name="_Hlk31876635"/>
    <w:r>
      <w:tab/>
    </w:r>
    <w:bookmarkEnd w:id="76"/>
    <w:bookmarkEnd w:id="77"/>
    <w:r w:rsidR="00C74B27">
      <w:t>Workgroup</w:t>
    </w:r>
    <w:r w:rsidR="004B767D">
      <w:t xml:space="preserve"> </w:t>
    </w:r>
    <w:r w:rsidR="004B767D" w:rsidRPr="005641A7">
      <w:t>Report</w:t>
    </w:r>
    <w:r w:rsidR="000E6646" w:rsidRPr="005641A7">
      <w:t xml:space="preserve"> GC</w:t>
    </w:r>
    <w:r w:rsidR="00734E74" w:rsidRPr="005641A7">
      <w:t>0156</w:t>
    </w:r>
  </w:p>
  <w:p w14:paraId="38928736" w14:textId="77777777"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7BBE1C95" wp14:editId="475B838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0E6646" w:rsidRPr="00B27233">
      <w:rPr>
        <w:highlight w:val="yellow"/>
      </w:rPr>
      <w:t>XX</w:t>
    </w:r>
    <w:r w:rsidR="000E6646">
      <w:rPr>
        <w:highlight w:val="yellow"/>
      </w:rPr>
      <w:t xml:space="preserve"> Month </w:t>
    </w:r>
    <w:r w:rsidR="000E6646" w:rsidRPr="00B27233">
      <w:rPr>
        <w:highlight w:val="yellow"/>
      </w:rPr>
      <w:t>XXXX</w:t>
    </w:r>
  </w:p>
  <w:p w14:paraId="6859EB8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4684"/>
    <w:multiLevelType w:val="hybridMultilevel"/>
    <w:tmpl w:val="DDA8FC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297E0D"/>
    <w:multiLevelType w:val="hybridMultilevel"/>
    <w:tmpl w:val="33CA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072ADA"/>
    <w:multiLevelType w:val="hybridMultilevel"/>
    <w:tmpl w:val="66AE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1B83AE4"/>
    <w:multiLevelType w:val="hybridMultilevel"/>
    <w:tmpl w:val="1270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2340C5"/>
    <w:multiLevelType w:val="hybridMultilevel"/>
    <w:tmpl w:val="4F6AF240"/>
    <w:lvl w:ilvl="0" w:tplc="0AC8DE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B6553B"/>
    <w:multiLevelType w:val="hybridMultilevel"/>
    <w:tmpl w:val="5C102C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AB0C6A"/>
    <w:multiLevelType w:val="hybridMultilevel"/>
    <w:tmpl w:val="E97E33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CB44FB"/>
    <w:multiLevelType w:val="hybridMultilevel"/>
    <w:tmpl w:val="1AC69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1214E6"/>
    <w:multiLevelType w:val="hybridMultilevel"/>
    <w:tmpl w:val="CD2CAF94"/>
    <w:lvl w:ilvl="0" w:tplc="3E84A4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FC7C2B"/>
    <w:multiLevelType w:val="hybridMultilevel"/>
    <w:tmpl w:val="21B20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654547"/>
    <w:multiLevelType w:val="hybridMultilevel"/>
    <w:tmpl w:val="CF241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19445F"/>
    <w:multiLevelType w:val="hybridMultilevel"/>
    <w:tmpl w:val="36F489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951981"/>
    <w:multiLevelType w:val="hybridMultilevel"/>
    <w:tmpl w:val="A6661D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DD1722"/>
    <w:multiLevelType w:val="hybridMultilevel"/>
    <w:tmpl w:val="2C286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135A7F"/>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B9B6D46"/>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3678D5"/>
    <w:multiLevelType w:val="hybridMultilevel"/>
    <w:tmpl w:val="8564E1D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533695B"/>
    <w:multiLevelType w:val="hybridMultilevel"/>
    <w:tmpl w:val="480C8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79C26041"/>
    <w:multiLevelType w:val="hybridMultilevel"/>
    <w:tmpl w:val="C338CE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F31261"/>
    <w:multiLevelType w:val="hybridMultilevel"/>
    <w:tmpl w:val="1A4E7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32"/>
  </w:num>
  <w:num w:numId="4">
    <w:abstractNumId w:val="36"/>
  </w:num>
  <w:num w:numId="5">
    <w:abstractNumId w:val="22"/>
  </w:num>
  <w:num w:numId="6">
    <w:abstractNumId w:val="13"/>
  </w:num>
  <w:num w:numId="7">
    <w:abstractNumId w:val="23"/>
  </w:num>
  <w:num w:numId="8">
    <w:abstractNumId w:val="2"/>
  </w:num>
  <w:num w:numId="9">
    <w:abstractNumId w:val="30"/>
  </w:num>
  <w:num w:numId="10">
    <w:abstractNumId w:val="10"/>
  </w:num>
  <w:num w:numId="11">
    <w:abstractNumId w:val="17"/>
  </w:num>
  <w:num w:numId="12">
    <w:abstractNumId w:val="26"/>
  </w:num>
  <w:num w:numId="13">
    <w:abstractNumId w:val="29"/>
  </w:num>
  <w:num w:numId="14">
    <w:abstractNumId w:val="44"/>
  </w:num>
  <w:num w:numId="15">
    <w:abstractNumId w:val="27"/>
  </w:num>
  <w:num w:numId="16">
    <w:abstractNumId w:val="19"/>
  </w:num>
  <w:num w:numId="17">
    <w:abstractNumId w:val="15"/>
  </w:num>
  <w:num w:numId="18">
    <w:abstractNumId w:val="25"/>
  </w:num>
  <w:num w:numId="19">
    <w:abstractNumId w:val="38"/>
  </w:num>
  <w:num w:numId="20">
    <w:abstractNumId w:val="1"/>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5"/>
  </w:num>
  <w:num w:numId="28">
    <w:abstractNumId w:val="16"/>
  </w:num>
  <w:num w:numId="29">
    <w:abstractNumId w:val="7"/>
  </w:num>
  <w:num w:numId="30">
    <w:abstractNumId w:val="34"/>
  </w:num>
  <w:num w:numId="31">
    <w:abstractNumId w:val="35"/>
  </w:num>
  <w:num w:numId="32">
    <w:abstractNumId w:val="9"/>
  </w:num>
  <w:num w:numId="33">
    <w:abstractNumId w:val="8"/>
  </w:num>
  <w:num w:numId="34">
    <w:abstractNumId w:val="31"/>
  </w:num>
  <w:num w:numId="35">
    <w:abstractNumId w:val="24"/>
  </w:num>
  <w:num w:numId="36">
    <w:abstractNumId w:val="40"/>
  </w:num>
  <w:num w:numId="37">
    <w:abstractNumId w:val="14"/>
  </w:num>
  <w:num w:numId="38">
    <w:abstractNumId w:val="6"/>
  </w:num>
  <w:num w:numId="39">
    <w:abstractNumId w:val="33"/>
  </w:num>
  <w:num w:numId="40">
    <w:abstractNumId w:val="11"/>
  </w:num>
  <w:num w:numId="41">
    <w:abstractNumId w:val="43"/>
  </w:num>
  <w:num w:numId="42">
    <w:abstractNumId w:val="37"/>
  </w:num>
  <w:num w:numId="43">
    <w:abstractNumId w:val="42"/>
  </w:num>
  <w:num w:numId="44">
    <w:abstractNumId w:val="0"/>
  </w:num>
  <w:num w:numId="45">
    <w:abstractNumId w:val="3"/>
  </w:num>
  <w:num w:numId="4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Okwesa(ESO), Banke">
    <w15:presenceInfo w15:providerId="AD" w15:userId="S::banke.johnokwesa1@uk.nationalgrid.com::7315efe0-d579-47dc-8bf8-ea28e6ed01dd"/>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DC"/>
    <w:rsid w:val="00001D03"/>
    <w:rsid w:val="00001E89"/>
    <w:rsid w:val="00006805"/>
    <w:rsid w:val="00012152"/>
    <w:rsid w:val="0001641F"/>
    <w:rsid w:val="00016A6C"/>
    <w:rsid w:val="00024EED"/>
    <w:rsid w:val="00025066"/>
    <w:rsid w:val="000277DF"/>
    <w:rsid w:val="00027D6B"/>
    <w:rsid w:val="00027EFB"/>
    <w:rsid w:val="00030081"/>
    <w:rsid w:val="00033ACA"/>
    <w:rsid w:val="0003542D"/>
    <w:rsid w:val="00037213"/>
    <w:rsid w:val="0004073B"/>
    <w:rsid w:val="00041324"/>
    <w:rsid w:val="00043548"/>
    <w:rsid w:val="00047714"/>
    <w:rsid w:val="00050444"/>
    <w:rsid w:val="00050EE2"/>
    <w:rsid w:val="00051A6E"/>
    <w:rsid w:val="0005359F"/>
    <w:rsid w:val="00054F28"/>
    <w:rsid w:val="00055D82"/>
    <w:rsid w:val="00060B91"/>
    <w:rsid w:val="00063CEC"/>
    <w:rsid w:val="00066115"/>
    <w:rsid w:val="00067DAC"/>
    <w:rsid w:val="00087CF6"/>
    <w:rsid w:val="000928ED"/>
    <w:rsid w:val="000957AD"/>
    <w:rsid w:val="000A1B91"/>
    <w:rsid w:val="000A28A0"/>
    <w:rsid w:val="000B08A3"/>
    <w:rsid w:val="000B2AEB"/>
    <w:rsid w:val="000B513F"/>
    <w:rsid w:val="000C0F5A"/>
    <w:rsid w:val="000C2C55"/>
    <w:rsid w:val="000C74FF"/>
    <w:rsid w:val="000D0452"/>
    <w:rsid w:val="000D527D"/>
    <w:rsid w:val="000D61EF"/>
    <w:rsid w:val="000D74DF"/>
    <w:rsid w:val="000D7DD4"/>
    <w:rsid w:val="000E18C2"/>
    <w:rsid w:val="000E2957"/>
    <w:rsid w:val="000E6646"/>
    <w:rsid w:val="000E7929"/>
    <w:rsid w:val="000F0E64"/>
    <w:rsid w:val="000F26AE"/>
    <w:rsid w:val="000F5D4C"/>
    <w:rsid w:val="000F7116"/>
    <w:rsid w:val="001032B5"/>
    <w:rsid w:val="001066B5"/>
    <w:rsid w:val="001143F0"/>
    <w:rsid w:val="00114732"/>
    <w:rsid w:val="00121E3A"/>
    <w:rsid w:val="001225C6"/>
    <w:rsid w:val="001243A6"/>
    <w:rsid w:val="00127E9B"/>
    <w:rsid w:val="00131530"/>
    <w:rsid w:val="001424E0"/>
    <w:rsid w:val="0014350A"/>
    <w:rsid w:val="00144B96"/>
    <w:rsid w:val="0014503B"/>
    <w:rsid w:val="00153022"/>
    <w:rsid w:val="001532A5"/>
    <w:rsid w:val="00155970"/>
    <w:rsid w:val="00157919"/>
    <w:rsid w:val="00160F43"/>
    <w:rsid w:val="001619BA"/>
    <w:rsid w:val="00161EBD"/>
    <w:rsid w:val="001654DE"/>
    <w:rsid w:val="00165A7D"/>
    <w:rsid w:val="00165E9B"/>
    <w:rsid w:val="00166BEA"/>
    <w:rsid w:val="0016783B"/>
    <w:rsid w:val="00170B88"/>
    <w:rsid w:val="0017158C"/>
    <w:rsid w:val="00172C15"/>
    <w:rsid w:val="00173FAE"/>
    <w:rsid w:val="00180ECC"/>
    <w:rsid w:val="00181816"/>
    <w:rsid w:val="00181A35"/>
    <w:rsid w:val="00181EFC"/>
    <w:rsid w:val="00183972"/>
    <w:rsid w:val="001846B7"/>
    <w:rsid w:val="00184FB6"/>
    <w:rsid w:val="00190118"/>
    <w:rsid w:val="00191320"/>
    <w:rsid w:val="0019344C"/>
    <w:rsid w:val="001960B5"/>
    <w:rsid w:val="00197365"/>
    <w:rsid w:val="001A10AC"/>
    <w:rsid w:val="001A56FD"/>
    <w:rsid w:val="001B67BB"/>
    <w:rsid w:val="001B7BC4"/>
    <w:rsid w:val="001C5630"/>
    <w:rsid w:val="001C731C"/>
    <w:rsid w:val="001D05D0"/>
    <w:rsid w:val="001D6FA3"/>
    <w:rsid w:val="001E146E"/>
    <w:rsid w:val="001E1568"/>
    <w:rsid w:val="001E22EA"/>
    <w:rsid w:val="001E2D15"/>
    <w:rsid w:val="001E3E9D"/>
    <w:rsid w:val="001E4465"/>
    <w:rsid w:val="001E4F94"/>
    <w:rsid w:val="001E62E9"/>
    <w:rsid w:val="001E687C"/>
    <w:rsid w:val="001F2C94"/>
    <w:rsid w:val="001F44F7"/>
    <w:rsid w:val="001F4BBD"/>
    <w:rsid w:val="00200103"/>
    <w:rsid w:val="00201813"/>
    <w:rsid w:val="00201C62"/>
    <w:rsid w:val="00202486"/>
    <w:rsid w:val="00211F18"/>
    <w:rsid w:val="00212E1F"/>
    <w:rsid w:val="0021749E"/>
    <w:rsid w:val="002234F7"/>
    <w:rsid w:val="00224793"/>
    <w:rsid w:val="00224E43"/>
    <w:rsid w:val="002254FD"/>
    <w:rsid w:val="00226CD1"/>
    <w:rsid w:val="002376DB"/>
    <w:rsid w:val="00243D34"/>
    <w:rsid w:val="00244B63"/>
    <w:rsid w:val="00244C7D"/>
    <w:rsid w:val="0025025C"/>
    <w:rsid w:val="00250418"/>
    <w:rsid w:val="00251E4A"/>
    <w:rsid w:val="00260303"/>
    <w:rsid w:val="00260862"/>
    <w:rsid w:val="00261D90"/>
    <w:rsid w:val="0026734E"/>
    <w:rsid w:val="002676FC"/>
    <w:rsid w:val="00270BA6"/>
    <w:rsid w:val="00270F36"/>
    <w:rsid w:val="00271492"/>
    <w:rsid w:val="002729E3"/>
    <w:rsid w:val="00276DCC"/>
    <w:rsid w:val="002852CE"/>
    <w:rsid w:val="00286771"/>
    <w:rsid w:val="00293081"/>
    <w:rsid w:val="00293CDF"/>
    <w:rsid w:val="00294408"/>
    <w:rsid w:val="002A1FB1"/>
    <w:rsid w:val="002A5369"/>
    <w:rsid w:val="002B17F9"/>
    <w:rsid w:val="002B364D"/>
    <w:rsid w:val="002B3D9E"/>
    <w:rsid w:val="002C03E1"/>
    <w:rsid w:val="002C44EC"/>
    <w:rsid w:val="002C7437"/>
    <w:rsid w:val="002D28DB"/>
    <w:rsid w:val="002E3BBF"/>
    <w:rsid w:val="002E766E"/>
    <w:rsid w:val="002E776E"/>
    <w:rsid w:val="002F2733"/>
    <w:rsid w:val="002F5CF0"/>
    <w:rsid w:val="002F687E"/>
    <w:rsid w:val="002F7AE5"/>
    <w:rsid w:val="003008FD"/>
    <w:rsid w:val="003017F4"/>
    <w:rsid w:val="00305E4D"/>
    <w:rsid w:val="003201C3"/>
    <w:rsid w:val="003207FF"/>
    <w:rsid w:val="00330039"/>
    <w:rsid w:val="00331A84"/>
    <w:rsid w:val="00332DFE"/>
    <w:rsid w:val="003332D9"/>
    <w:rsid w:val="003336CC"/>
    <w:rsid w:val="0033426B"/>
    <w:rsid w:val="00336A7C"/>
    <w:rsid w:val="00337740"/>
    <w:rsid w:val="003439FD"/>
    <w:rsid w:val="0034456B"/>
    <w:rsid w:val="00345DD9"/>
    <w:rsid w:val="00346059"/>
    <w:rsid w:val="00346A99"/>
    <w:rsid w:val="00352626"/>
    <w:rsid w:val="00356E83"/>
    <w:rsid w:val="003647DA"/>
    <w:rsid w:val="00364B70"/>
    <w:rsid w:val="003679FC"/>
    <w:rsid w:val="00370A5C"/>
    <w:rsid w:val="00373651"/>
    <w:rsid w:val="003765A8"/>
    <w:rsid w:val="0039196C"/>
    <w:rsid w:val="0039436B"/>
    <w:rsid w:val="003A0208"/>
    <w:rsid w:val="003A05EA"/>
    <w:rsid w:val="003A0C3C"/>
    <w:rsid w:val="003A2C8E"/>
    <w:rsid w:val="003A5BF4"/>
    <w:rsid w:val="003A6158"/>
    <w:rsid w:val="003B2537"/>
    <w:rsid w:val="003B2F19"/>
    <w:rsid w:val="003B3068"/>
    <w:rsid w:val="003B65C3"/>
    <w:rsid w:val="003C2AF3"/>
    <w:rsid w:val="003C30AD"/>
    <w:rsid w:val="003C5334"/>
    <w:rsid w:val="003C5986"/>
    <w:rsid w:val="003D13EB"/>
    <w:rsid w:val="003D51DC"/>
    <w:rsid w:val="003E0A97"/>
    <w:rsid w:val="003E1028"/>
    <w:rsid w:val="003F1CEB"/>
    <w:rsid w:val="003F5A58"/>
    <w:rsid w:val="003F7C8D"/>
    <w:rsid w:val="00407886"/>
    <w:rsid w:val="004162CB"/>
    <w:rsid w:val="00422F0B"/>
    <w:rsid w:val="00423A09"/>
    <w:rsid w:val="00431343"/>
    <w:rsid w:val="00437253"/>
    <w:rsid w:val="004411D4"/>
    <w:rsid w:val="00442B54"/>
    <w:rsid w:val="00443024"/>
    <w:rsid w:val="00451FD8"/>
    <w:rsid w:val="00452DD1"/>
    <w:rsid w:val="00457ACE"/>
    <w:rsid w:val="00470B5B"/>
    <w:rsid w:val="00470FE1"/>
    <w:rsid w:val="00471359"/>
    <w:rsid w:val="00486A97"/>
    <w:rsid w:val="0049281A"/>
    <w:rsid w:val="00493D49"/>
    <w:rsid w:val="00494910"/>
    <w:rsid w:val="004A1380"/>
    <w:rsid w:val="004A5BCA"/>
    <w:rsid w:val="004A6C31"/>
    <w:rsid w:val="004A6E53"/>
    <w:rsid w:val="004B0932"/>
    <w:rsid w:val="004B2DC2"/>
    <w:rsid w:val="004B45F4"/>
    <w:rsid w:val="004B5856"/>
    <w:rsid w:val="004B6816"/>
    <w:rsid w:val="004B767D"/>
    <w:rsid w:val="004C38D2"/>
    <w:rsid w:val="004C39E3"/>
    <w:rsid w:val="004D12C6"/>
    <w:rsid w:val="004D7481"/>
    <w:rsid w:val="004D7597"/>
    <w:rsid w:val="004E0430"/>
    <w:rsid w:val="004E402B"/>
    <w:rsid w:val="004F10E6"/>
    <w:rsid w:val="004F369A"/>
    <w:rsid w:val="004F4375"/>
    <w:rsid w:val="00502D45"/>
    <w:rsid w:val="00506FD3"/>
    <w:rsid w:val="00510045"/>
    <w:rsid w:val="00512B76"/>
    <w:rsid w:val="00513DBF"/>
    <w:rsid w:val="00514EE2"/>
    <w:rsid w:val="00514EED"/>
    <w:rsid w:val="00515601"/>
    <w:rsid w:val="00517106"/>
    <w:rsid w:val="0052061F"/>
    <w:rsid w:val="005216D1"/>
    <w:rsid w:val="00521D0C"/>
    <w:rsid w:val="00523F69"/>
    <w:rsid w:val="005310F4"/>
    <w:rsid w:val="005320A1"/>
    <w:rsid w:val="005348D8"/>
    <w:rsid w:val="00540807"/>
    <w:rsid w:val="005503FC"/>
    <w:rsid w:val="005529CA"/>
    <w:rsid w:val="00556B3E"/>
    <w:rsid w:val="005603D9"/>
    <w:rsid w:val="00560C5F"/>
    <w:rsid w:val="00562C32"/>
    <w:rsid w:val="005641A7"/>
    <w:rsid w:val="00564462"/>
    <w:rsid w:val="00565266"/>
    <w:rsid w:val="00566ABB"/>
    <w:rsid w:val="00567843"/>
    <w:rsid w:val="0056792D"/>
    <w:rsid w:val="00574F21"/>
    <w:rsid w:val="005764EC"/>
    <w:rsid w:val="005766CB"/>
    <w:rsid w:val="00583DF8"/>
    <w:rsid w:val="00583FFC"/>
    <w:rsid w:val="00587DE2"/>
    <w:rsid w:val="00591634"/>
    <w:rsid w:val="00592099"/>
    <w:rsid w:val="00593CC1"/>
    <w:rsid w:val="0059567B"/>
    <w:rsid w:val="005A7316"/>
    <w:rsid w:val="005B5416"/>
    <w:rsid w:val="005B778B"/>
    <w:rsid w:val="005C0CE3"/>
    <w:rsid w:val="005C1EE1"/>
    <w:rsid w:val="005C221F"/>
    <w:rsid w:val="005C34DD"/>
    <w:rsid w:val="005C388B"/>
    <w:rsid w:val="005C5ED9"/>
    <w:rsid w:val="005C7DCA"/>
    <w:rsid w:val="005E098F"/>
    <w:rsid w:val="005E0D21"/>
    <w:rsid w:val="005E188C"/>
    <w:rsid w:val="005E262E"/>
    <w:rsid w:val="005E3456"/>
    <w:rsid w:val="005E34FA"/>
    <w:rsid w:val="005F62D7"/>
    <w:rsid w:val="005F7701"/>
    <w:rsid w:val="006005E1"/>
    <w:rsid w:val="00601C86"/>
    <w:rsid w:val="0060367A"/>
    <w:rsid w:val="00604BFB"/>
    <w:rsid w:val="00604C97"/>
    <w:rsid w:val="00607F39"/>
    <w:rsid w:val="006100AC"/>
    <w:rsid w:val="00611043"/>
    <w:rsid w:val="006120D0"/>
    <w:rsid w:val="00616962"/>
    <w:rsid w:val="00617373"/>
    <w:rsid w:val="006219D8"/>
    <w:rsid w:val="0062330E"/>
    <w:rsid w:val="00625BB1"/>
    <w:rsid w:val="006277ED"/>
    <w:rsid w:val="006308AF"/>
    <w:rsid w:val="00634130"/>
    <w:rsid w:val="0063477B"/>
    <w:rsid w:val="00635330"/>
    <w:rsid w:val="00635F07"/>
    <w:rsid w:val="00636AE1"/>
    <w:rsid w:val="006423C4"/>
    <w:rsid w:val="00644FFB"/>
    <w:rsid w:val="00652875"/>
    <w:rsid w:val="0065298C"/>
    <w:rsid w:val="006533F7"/>
    <w:rsid w:val="00657D3D"/>
    <w:rsid w:val="00662F0F"/>
    <w:rsid w:val="006643FF"/>
    <w:rsid w:val="00667A1B"/>
    <w:rsid w:val="0067274F"/>
    <w:rsid w:val="00673FA7"/>
    <w:rsid w:val="00681E1C"/>
    <w:rsid w:val="00684D9A"/>
    <w:rsid w:val="00684FE4"/>
    <w:rsid w:val="0068543B"/>
    <w:rsid w:val="00690D22"/>
    <w:rsid w:val="00694B18"/>
    <w:rsid w:val="006953BB"/>
    <w:rsid w:val="00696A5C"/>
    <w:rsid w:val="006A25B8"/>
    <w:rsid w:val="006A46D4"/>
    <w:rsid w:val="006A6BAF"/>
    <w:rsid w:val="006B6009"/>
    <w:rsid w:val="006C072F"/>
    <w:rsid w:val="006C252A"/>
    <w:rsid w:val="006C2553"/>
    <w:rsid w:val="006C258E"/>
    <w:rsid w:val="006C6DF7"/>
    <w:rsid w:val="006D212A"/>
    <w:rsid w:val="006D42A4"/>
    <w:rsid w:val="006E518E"/>
    <w:rsid w:val="006E71C2"/>
    <w:rsid w:val="006F1EF7"/>
    <w:rsid w:val="006F27D8"/>
    <w:rsid w:val="006F4731"/>
    <w:rsid w:val="006F59EE"/>
    <w:rsid w:val="006F7D10"/>
    <w:rsid w:val="007005BD"/>
    <w:rsid w:val="0070195A"/>
    <w:rsid w:val="00701EEF"/>
    <w:rsid w:val="00704AF5"/>
    <w:rsid w:val="0070513C"/>
    <w:rsid w:val="00713B73"/>
    <w:rsid w:val="00714E8E"/>
    <w:rsid w:val="00716992"/>
    <w:rsid w:val="00716B3A"/>
    <w:rsid w:val="007216FB"/>
    <w:rsid w:val="00726114"/>
    <w:rsid w:val="00727AF5"/>
    <w:rsid w:val="00734E74"/>
    <w:rsid w:val="00736DBD"/>
    <w:rsid w:val="00737726"/>
    <w:rsid w:val="00740090"/>
    <w:rsid w:val="00747ECC"/>
    <w:rsid w:val="00751E50"/>
    <w:rsid w:val="00754A6A"/>
    <w:rsid w:val="00756C77"/>
    <w:rsid w:val="007570C7"/>
    <w:rsid w:val="0075780A"/>
    <w:rsid w:val="00762A02"/>
    <w:rsid w:val="00764293"/>
    <w:rsid w:val="00766C09"/>
    <w:rsid w:val="00771DE2"/>
    <w:rsid w:val="00784122"/>
    <w:rsid w:val="0078528B"/>
    <w:rsid w:val="00792F6B"/>
    <w:rsid w:val="00795251"/>
    <w:rsid w:val="0079776C"/>
    <w:rsid w:val="007A0C06"/>
    <w:rsid w:val="007A770E"/>
    <w:rsid w:val="007B090E"/>
    <w:rsid w:val="007B0DAE"/>
    <w:rsid w:val="007B493A"/>
    <w:rsid w:val="007B5008"/>
    <w:rsid w:val="007B778E"/>
    <w:rsid w:val="007C0560"/>
    <w:rsid w:val="007D0483"/>
    <w:rsid w:val="007D11FA"/>
    <w:rsid w:val="007D3041"/>
    <w:rsid w:val="007D6C8E"/>
    <w:rsid w:val="007E3863"/>
    <w:rsid w:val="007E7075"/>
    <w:rsid w:val="007F0217"/>
    <w:rsid w:val="0080290C"/>
    <w:rsid w:val="00820EAF"/>
    <w:rsid w:val="00822FE5"/>
    <w:rsid w:val="008254D0"/>
    <w:rsid w:val="008331DB"/>
    <w:rsid w:val="00833FC9"/>
    <w:rsid w:val="00836119"/>
    <w:rsid w:val="00836223"/>
    <w:rsid w:val="00836A4B"/>
    <w:rsid w:val="00840929"/>
    <w:rsid w:val="008460F7"/>
    <w:rsid w:val="008519EE"/>
    <w:rsid w:val="00851F17"/>
    <w:rsid w:val="0085574C"/>
    <w:rsid w:val="00855C1D"/>
    <w:rsid w:val="00863991"/>
    <w:rsid w:val="00863CE6"/>
    <w:rsid w:val="00864AD1"/>
    <w:rsid w:val="008652B4"/>
    <w:rsid w:val="00866060"/>
    <w:rsid w:val="00867194"/>
    <w:rsid w:val="0087116F"/>
    <w:rsid w:val="00877A04"/>
    <w:rsid w:val="00880A60"/>
    <w:rsid w:val="008837C4"/>
    <w:rsid w:val="0088415A"/>
    <w:rsid w:val="0088572A"/>
    <w:rsid w:val="00885BAE"/>
    <w:rsid w:val="008867A1"/>
    <w:rsid w:val="0088751D"/>
    <w:rsid w:val="008905D8"/>
    <w:rsid w:val="008916D6"/>
    <w:rsid w:val="00891A77"/>
    <w:rsid w:val="008973F0"/>
    <w:rsid w:val="008978F6"/>
    <w:rsid w:val="008A1EF5"/>
    <w:rsid w:val="008A2B78"/>
    <w:rsid w:val="008A5E56"/>
    <w:rsid w:val="008A648D"/>
    <w:rsid w:val="008B1B52"/>
    <w:rsid w:val="008B1CE9"/>
    <w:rsid w:val="008B25A7"/>
    <w:rsid w:val="008B5413"/>
    <w:rsid w:val="008B6219"/>
    <w:rsid w:val="008C1C17"/>
    <w:rsid w:val="008C56D5"/>
    <w:rsid w:val="008C66D4"/>
    <w:rsid w:val="008D2BD4"/>
    <w:rsid w:val="008D5892"/>
    <w:rsid w:val="008E0179"/>
    <w:rsid w:val="008E1078"/>
    <w:rsid w:val="008E13FB"/>
    <w:rsid w:val="008E2468"/>
    <w:rsid w:val="008E305E"/>
    <w:rsid w:val="008E3D3F"/>
    <w:rsid w:val="008E5473"/>
    <w:rsid w:val="008F0CED"/>
    <w:rsid w:val="008F19A7"/>
    <w:rsid w:val="008F19B4"/>
    <w:rsid w:val="008F6B2A"/>
    <w:rsid w:val="009019FF"/>
    <w:rsid w:val="009027DA"/>
    <w:rsid w:val="00903D12"/>
    <w:rsid w:val="00903EBA"/>
    <w:rsid w:val="00904979"/>
    <w:rsid w:val="00906B10"/>
    <w:rsid w:val="00910115"/>
    <w:rsid w:val="009112D8"/>
    <w:rsid w:val="0091783A"/>
    <w:rsid w:val="00922BD0"/>
    <w:rsid w:val="00923426"/>
    <w:rsid w:val="00923888"/>
    <w:rsid w:val="0092758C"/>
    <w:rsid w:val="009313EB"/>
    <w:rsid w:val="00932A8E"/>
    <w:rsid w:val="00936098"/>
    <w:rsid w:val="00936889"/>
    <w:rsid w:val="009446C6"/>
    <w:rsid w:val="009456D1"/>
    <w:rsid w:val="0094720F"/>
    <w:rsid w:val="00950875"/>
    <w:rsid w:val="00951276"/>
    <w:rsid w:val="00960901"/>
    <w:rsid w:val="00966DF4"/>
    <w:rsid w:val="0097129C"/>
    <w:rsid w:val="00972B27"/>
    <w:rsid w:val="00973D5A"/>
    <w:rsid w:val="0097577A"/>
    <w:rsid w:val="00975A35"/>
    <w:rsid w:val="00976260"/>
    <w:rsid w:val="009765EA"/>
    <w:rsid w:val="0097757B"/>
    <w:rsid w:val="0098091E"/>
    <w:rsid w:val="00982FBE"/>
    <w:rsid w:val="009831A6"/>
    <w:rsid w:val="009850A7"/>
    <w:rsid w:val="009874A1"/>
    <w:rsid w:val="00993B03"/>
    <w:rsid w:val="00993BE8"/>
    <w:rsid w:val="009A206C"/>
    <w:rsid w:val="009A36EA"/>
    <w:rsid w:val="009A7732"/>
    <w:rsid w:val="009B0AD1"/>
    <w:rsid w:val="009B6A95"/>
    <w:rsid w:val="009B7CA2"/>
    <w:rsid w:val="009C12D4"/>
    <w:rsid w:val="009C29E3"/>
    <w:rsid w:val="009C31D6"/>
    <w:rsid w:val="009C36B4"/>
    <w:rsid w:val="009C52A3"/>
    <w:rsid w:val="009C7CF4"/>
    <w:rsid w:val="009D3CD2"/>
    <w:rsid w:val="009D57EB"/>
    <w:rsid w:val="009D6930"/>
    <w:rsid w:val="009E46C0"/>
    <w:rsid w:val="009E5216"/>
    <w:rsid w:val="009E7689"/>
    <w:rsid w:val="009F5804"/>
    <w:rsid w:val="00A1200C"/>
    <w:rsid w:val="00A12C93"/>
    <w:rsid w:val="00A132B4"/>
    <w:rsid w:val="00A14136"/>
    <w:rsid w:val="00A16F20"/>
    <w:rsid w:val="00A210AA"/>
    <w:rsid w:val="00A2163D"/>
    <w:rsid w:val="00A23D5E"/>
    <w:rsid w:val="00A23F4A"/>
    <w:rsid w:val="00A24464"/>
    <w:rsid w:val="00A25D09"/>
    <w:rsid w:val="00A27869"/>
    <w:rsid w:val="00A30841"/>
    <w:rsid w:val="00A3267F"/>
    <w:rsid w:val="00A35A30"/>
    <w:rsid w:val="00A407B0"/>
    <w:rsid w:val="00A43EE9"/>
    <w:rsid w:val="00A43F55"/>
    <w:rsid w:val="00A44BEE"/>
    <w:rsid w:val="00A51D20"/>
    <w:rsid w:val="00A57385"/>
    <w:rsid w:val="00A605B8"/>
    <w:rsid w:val="00A60D1C"/>
    <w:rsid w:val="00A62385"/>
    <w:rsid w:val="00A63226"/>
    <w:rsid w:val="00A659EF"/>
    <w:rsid w:val="00A664C0"/>
    <w:rsid w:val="00A665F0"/>
    <w:rsid w:val="00A705BA"/>
    <w:rsid w:val="00A70AD0"/>
    <w:rsid w:val="00A74296"/>
    <w:rsid w:val="00A747AE"/>
    <w:rsid w:val="00A74A94"/>
    <w:rsid w:val="00A74E36"/>
    <w:rsid w:val="00A76164"/>
    <w:rsid w:val="00A812C4"/>
    <w:rsid w:val="00A82D2E"/>
    <w:rsid w:val="00A83239"/>
    <w:rsid w:val="00A8564A"/>
    <w:rsid w:val="00A85A3F"/>
    <w:rsid w:val="00AA1F34"/>
    <w:rsid w:val="00AA791A"/>
    <w:rsid w:val="00AB1535"/>
    <w:rsid w:val="00AB1A02"/>
    <w:rsid w:val="00AB3178"/>
    <w:rsid w:val="00AC067A"/>
    <w:rsid w:val="00AC1063"/>
    <w:rsid w:val="00AC6D5C"/>
    <w:rsid w:val="00AC741A"/>
    <w:rsid w:val="00AD11D4"/>
    <w:rsid w:val="00AD3E47"/>
    <w:rsid w:val="00AD6D90"/>
    <w:rsid w:val="00AE1E56"/>
    <w:rsid w:val="00AE3043"/>
    <w:rsid w:val="00AE3BAD"/>
    <w:rsid w:val="00AE657B"/>
    <w:rsid w:val="00AF038B"/>
    <w:rsid w:val="00AF0BDD"/>
    <w:rsid w:val="00AF0CAB"/>
    <w:rsid w:val="00AF4C3D"/>
    <w:rsid w:val="00AF6A2B"/>
    <w:rsid w:val="00B1469F"/>
    <w:rsid w:val="00B1599F"/>
    <w:rsid w:val="00B16756"/>
    <w:rsid w:val="00B2143A"/>
    <w:rsid w:val="00B21C62"/>
    <w:rsid w:val="00B22AB8"/>
    <w:rsid w:val="00B3512E"/>
    <w:rsid w:val="00B41531"/>
    <w:rsid w:val="00B44C61"/>
    <w:rsid w:val="00B45BB2"/>
    <w:rsid w:val="00B509A3"/>
    <w:rsid w:val="00B531A8"/>
    <w:rsid w:val="00B554B1"/>
    <w:rsid w:val="00B56917"/>
    <w:rsid w:val="00B632FC"/>
    <w:rsid w:val="00B65F80"/>
    <w:rsid w:val="00B67596"/>
    <w:rsid w:val="00B705BC"/>
    <w:rsid w:val="00B7116D"/>
    <w:rsid w:val="00B72663"/>
    <w:rsid w:val="00B8179D"/>
    <w:rsid w:val="00B85154"/>
    <w:rsid w:val="00B9422D"/>
    <w:rsid w:val="00BA440E"/>
    <w:rsid w:val="00BA5BE5"/>
    <w:rsid w:val="00BA6453"/>
    <w:rsid w:val="00BA6AA2"/>
    <w:rsid w:val="00BB5ECC"/>
    <w:rsid w:val="00BC054B"/>
    <w:rsid w:val="00BC1A1F"/>
    <w:rsid w:val="00BC51C8"/>
    <w:rsid w:val="00BD0ED2"/>
    <w:rsid w:val="00BD1BD1"/>
    <w:rsid w:val="00BD29DB"/>
    <w:rsid w:val="00BD6374"/>
    <w:rsid w:val="00BE0981"/>
    <w:rsid w:val="00BE0CB5"/>
    <w:rsid w:val="00BE0FDC"/>
    <w:rsid w:val="00BE213C"/>
    <w:rsid w:val="00BE4852"/>
    <w:rsid w:val="00BE6190"/>
    <w:rsid w:val="00BE6E10"/>
    <w:rsid w:val="00BF5ABB"/>
    <w:rsid w:val="00C02D56"/>
    <w:rsid w:val="00C030E2"/>
    <w:rsid w:val="00C06491"/>
    <w:rsid w:val="00C2197C"/>
    <w:rsid w:val="00C222E7"/>
    <w:rsid w:val="00C27F89"/>
    <w:rsid w:val="00C3241B"/>
    <w:rsid w:val="00C33D59"/>
    <w:rsid w:val="00C350A1"/>
    <w:rsid w:val="00C37C5F"/>
    <w:rsid w:val="00C430BB"/>
    <w:rsid w:val="00C43647"/>
    <w:rsid w:val="00C43A8A"/>
    <w:rsid w:val="00C43F6D"/>
    <w:rsid w:val="00C52EC0"/>
    <w:rsid w:val="00C53337"/>
    <w:rsid w:val="00C5515E"/>
    <w:rsid w:val="00C56BE0"/>
    <w:rsid w:val="00C6665A"/>
    <w:rsid w:val="00C74B27"/>
    <w:rsid w:val="00C75D56"/>
    <w:rsid w:val="00C77876"/>
    <w:rsid w:val="00C77B3F"/>
    <w:rsid w:val="00C83150"/>
    <w:rsid w:val="00C842EE"/>
    <w:rsid w:val="00C84801"/>
    <w:rsid w:val="00C92882"/>
    <w:rsid w:val="00C92E92"/>
    <w:rsid w:val="00C93E02"/>
    <w:rsid w:val="00C948DC"/>
    <w:rsid w:val="00CA40E3"/>
    <w:rsid w:val="00CA473E"/>
    <w:rsid w:val="00CA5691"/>
    <w:rsid w:val="00CA7D4A"/>
    <w:rsid w:val="00CB3421"/>
    <w:rsid w:val="00CB3AD2"/>
    <w:rsid w:val="00CB6A53"/>
    <w:rsid w:val="00CC6916"/>
    <w:rsid w:val="00CC69B0"/>
    <w:rsid w:val="00CD0E32"/>
    <w:rsid w:val="00CD466F"/>
    <w:rsid w:val="00CE067E"/>
    <w:rsid w:val="00CE5CBC"/>
    <w:rsid w:val="00CE6F55"/>
    <w:rsid w:val="00CF3774"/>
    <w:rsid w:val="00CF6F13"/>
    <w:rsid w:val="00D0178A"/>
    <w:rsid w:val="00D042E7"/>
    <w:rsid w:val="00D0594B"/>
    <w:rsid w:val="00D059FF"/>
    <w:rsid w:val="00D112CA"/>
    <w:rsid w:val="00D1347E"/>
    <w:rsid w:val="00D20E29"/>
    <w:rsid w:val="00D24FEC"/>
    <w:rsid w:val="00D3031A"/>
    <w:rsid w:val="00D31DAA"/>
    <w:rsid w:val="00D34CB9"/>
    <w:rsid w:val="00D52A97"/>
    <w:rsid w:val="00D557BB"/>
    <w:rsid w:val="00D61329"/>
    <w:rsid w:val="00D63C22"/>
    <w:rsid w:val="00D64493"/>
    <w:rsid w:val="00D65A3A"/>
    <w:rsid w:val="00D66232"/>
    <w:rsid w:val="00D70149"/>
    <w:rsid w:val="00D72CF9"/>
    <w:rsid w:val="00D8680F"/>
    <w:rsid w:val="00D9540D"/>
    <w:rsid w:val="00DA1B67"/>
    <w:rsid w:val="00DA278C"/>
    <w:rsid w:val="00DA5586"/>
    <w:rsid w:val="00DA6C38"/>
    <w:rsid w:val="00DB0BF2"/>
    <w:rsid w:val="00DB0E3D"/>
    <w:rsid w:val="00DB1489"/>
    <w:rsid w:val="00DB290D"/>
    <w:rsid w:val="00DB609F"/>
    <w:rsid w:val="00DC1364"/>
    <w:rsid w:val="00DC2DEB"/>
    <w:rsid w:val="00DC39DC"/>
    <w:rsid w:val="00DC5247"/>
    <w:rsid w:val="00DD07F7"/>
    <w:rsid w:val="00DD2BC6"/>
    <w:rsid w:val="00DD2EA0"/>
    <w:rsid w:val="00DD562F"/>
    <w:rsid w:val="00DD7A3F"/>
    <w:rsid w:val="00DE62A8"/>
    <w:rsid w:val="00DF03BE"/>
    <w:rsid w:val="00DF1DDE"/>
    <w:rsid w:val="00DF2437"/>
    <w:rsid w:val="00E00ADD"/>
    <w:rsid w:val="00E018D1"/>
    <w:rsid w:val="00E024B5"/>
    <w:rsid w:val="00E02DC4"/>
    <w:rsid w:val="00E0319F"/>
    <w:rsid w:val="00E063D2"/>
    <w:rsid w:val="00E10EAD"/>
    <w:rsid w:val="00E11875"/>
    <w:rsid w:val="00E12197"/>
    <w:rsid w:val="00E20D25"/>
    <w:rsid w:val="00E21B49"/>
    <w:rsid w:val="00E22836"/>
    <w:rsid w:val="00E25676"/>
    <w:rsid w:val="00E26448"/>
    <w:rsid w:val="00E277C2"/>
    <w:rsid w:val="00E27D78"/>
    <w:rsid w:val="00E32767"/>
    <w:rsid w:val="00E34E29"/>
    <w:rsid w:val="00E36BDC"/>
    <w:rsid w:val="00E41D6E"/>
    <w:rsid w:val="00E43130"/>
    <w:rsid w:val="00E433A1"/>
    <w:rsid w:val="00E43403"/>
    <w:rsid w:val="00E46899"/>
    <w:rsid w:val="00E46B11"/>
    <w:rsid w:val="00E4730A"/>
    <w:rsid w:val="00E47B59"/>
    <w:rsid w:val="00E504A1"/>
    <w:rsid w:val="00E52308"/>
    <w:rsid w:val="00E53C43"/>
    <w:rsid w:val="00E556E5"/>
    <w:rsid w:val="00E55782"/>
    <w:rsid w:val="00E5628E"/>
    <w:rsid w:val="00E608BB"/>
    <w:rsid w:val="00E6107E"/>
    <w:rsid w:val="00E644AE"/>
    <w:rsid w:val="00E66522"/>
    <w:rsid w:val="00E66832"/>
    <w:rsid w:val="00E70251"/>
    <w:rsid w:val="00E7045D"/>
    <w:rsid w:val="00E826BE"/>
    <w:rsid w:val="00E83EC6"/>
    <w:rsid w:val="00E90C2F"/>
    <w:rsid w:val="00E93CB6"/>
    <w:rsid w:val="00E945A4"/>
    <w:rsid w:val="00EA0DFC"/>
    <w:rsid w:val="00EA0E63"/>
    <w:rsid w:val="00EA18D4"/>
    <w:rsid w:val="00EA6610"/>
    <w:rsid w:val="00EA706E"/>
    <w:rsid w:val="00EB376D"/>
    <w:rsid w:val="00EB57E9"/>
    <w:rsid w:val="00EB7561"/>
    <w:rsid w:val="00EC31CF"/>
    <w:rsid w:val="00EC708D"/>
    <w:rsid w:val="00ED0AB3"/>
    <w:rsid w:val="00ED2DD4"/>
    <w:rsid w:val="00EE341D"/>
    <w:rsid w:val="00EF286D"/>
    <w:rsid w:val="00EF5FB7"/>
    <w:rsid w:val="00F03711"/>
    <w:rsid w:val="00F1276A"/>
    <w:rsid w:val="00F13800"/>
    <w:rsid w:val="00F150C4"/>
    <w:rsid w:val="00F16AD9"/>
    <w:rsid w:val="00F16C3F"/>
    <w:rsid w:val="00F17EFC"/>
    <w:rsid w:val="00F25628"/>
    <w:rsid w:val="00F30A0A"/>
    <w:rsid w:val="00F36416"/>
    <w:rsid w:val="00F44CB8"/>
    <w:rsid w:val="00F464CC"/>
    <w:rsid w:val="00F63AB1"/>
    <w:rsid w:val="00F640DB"/>
    <w:rsid w:val="00F64477"/>
    <w:rsid w:val="00F67A13"/>
    <w:rsid w:val="00F74D78"/>
    <w:rsid w:val="00F82FEA"/>
    <w:rsid w:val="00F83C09"/>
    <w:rsid w:val="00F85788"/>
    <w:rsid w:val="00F941FD"/>
    <w:rsid w:val="00FA2622"/>
    <w:rsid w:val="00FA5756"/>
    <w:rsid w:val="00FB256C"/>
    <w:rsid w:val="00FB4B7F"/>
    <w:rsid w:val="00FB5A3B"/>
    <w:rsid w:val="00FB6345"/>
    <w:rsid w:val="00FB686C"/>
    <w:rsid w:val="00FC655D"/>
    <w:rsid w:val="00FC7012"/>
    <w:rsid w:val="00FC7FF0"/>
    <w:rsid w:val="00FD60FB"/>
    <w:rsid w:val="00FD6FDA"/>
    <w:rsid w:val="00FE0862"/>
    <w:rsid w:val="00FE1AA8"/>
    <w:rsid w:val="00FE318E"/>
    <w:rsid w:val="00FE58F0"/>
    <w:rsid w:val="00FE5A2D"/>
    <w:rsid w:val="00FE6AAB"/>
    <w:rsid w:val="00FF1894"/>
    <w:rsid w:val="00FF5398"/>
    <w:rsid w:val="00FF65EA"/>
    <w:rsid w:val="00FF69CF"/>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F4D7F"/>
  <w15:chartTrackingRefBased/>
  <w15:docId w15:val="{2060A8FB-077D-4C80-9AE7-3C5BD4BE3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iPriority w:val="99"/>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uiPriority w:val="99"/>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aliases w:val="Numbered list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6E518E"/>
    <w:rPr>
      <w:color w:val="605E5C"/>
      <w:shd w:val="clear" w:color="auto" w:fill="E1DFDD"/>
    </w:rPr>
  </w:style>
  <w:style w:type="paragraph" w:customStyle="1" w:styleId="TableColumnHeading">
    <w:name w:val="Table Column Heading"/>
    <w:basedOn w:val="BodyText"/>
    <w:uiPriority w:val="7"/>
    <w:qFormat/>
    <w:rsid w:val="00716B3A"/>
    <w:pPr>
      <w:spacing w:before="60" w:after="60" w:line="240" w:lineRule="auto"/>
    </w:pPr>
    <w:rPr>
      <w:rFonts w:asciiTheme="minorHAnsi" w:eastAsiaTheme="minorHAnsi" w:hAnsiTheme="minorHAnsi" w:cstheme="minorBidi"/>
      <w:b/>
      <w:bCs/>
      <w:color w:val="454545" w:themeColor="text1"/>
      <w:szCs w:val="20"/>
      <w:lang w:eastAsia="en-US"/>
    </w:rPr>
  </w:style>
  <w:style w:type="paragraph" w:customStyle="1" w:styleId="Default">
    <w:name w:val="Default"/>
    <w:rsid w:val="00502D45"/>
    <w:pPr>
      <w:autoSpaceDE w:val="0"/>
      <w:autoSpaceDN w:val="0"/>
      <w:adjustRightInd w:val="0"/>
      <w:spacing w:after="0" w:line="240" w:lineRule="auto"/>
    </w:pPr>
    <w:rPr>
      <w:rFonts w:ascii="Verdana" w:hAnsi="Verdana" w:cs="Verdana"/>
      <w:color w:val="000000"/>
      <w:sz w:val="24"/>
      <w:szCs w:val="24"/>
    </w:rPr>
  </w:style>
  <w:style w:type="paragraph" w:customStyle="1" w:styleId="TableParagraph">
    <w:name w:val="Table Paragraph"/>
    <w:basedOn w:val="Normal"/>
    <w:uiPriority w:val="1"/>
    <w:qFormat/>
    <w:rsid w:val="006F4731"/>
    <w:pPr>
      <w:widowControl w:val="0"/>
      <w:autoSpaceDE w:val="0"/>
      <w:autoSpaceDN w:val="0"/>
      <w:spacing w:before="144" w:line="240" w:lineRule="auto"/>
      <w:ind w:left="107"/>
    </w:pPr>
    <w:rPr>
      <w:rFonts w:ascii="Arial" w:eastAsia="Arial" w:hAnsi="Arial" w:cs="Arial"/>
      <w:sz w:val="22"/>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nke.john-okwesa@nationalgrideso.com" TargetMode="External"/><Relationship Id="rId18" Type="http://schemas.openxmlformats.org/officeDocument/2006/relationships/hyperlink" Target="https://www.elexon.co.uk/smg-issue/issue-100/" TargetMode="External"/><Relationship Id="rId26" Type="http://schemas.openxmlformats.org/officeDocument/2006/relationships/hyperlink" Target="https://www.gov.uk/government/publications/introducing-a-new-electricity-system-restoration-standard" TargetMode="External"/><Relationship Id="rId39" Type="http://schemas.openxmlformats.org/officeDocument/2006/relationships/hyperlink" Target="https://www.nationalgrideso.com/industry-information/codes/connection-and-use-system-code-cusc-old/modifications/cmp398-gc0156-cost" TargetMode="External"/><Relationship Id="rId3" Type="http://schemas.openxmlformats.org/officeDocument/2006/relationships/customXml" Target="../customXml/item3.xml"/><Relationship Id="rId21" Type="http://schemas.microsoft.com/office/2016/09/relationships/commentsIds" Target="commentsIds.xml"/><Relationship Id="rId34" Type="http://schemas.openxmlformats.org/officeDocument/2006/relationships/hyperlink" Target="https://www.nationalgrideso.com/electricity-transmission/industry-information/codes/connection-and-use-system-code-cusc-old/modifications/cmp412-cmp398" TargetMode="External"/><Relationship Id="rId42" Type="http://schemas.openxmlformats.org/officeDocument/2006/relationships/hyperlink" Target="https://www.nationalgrideso.com/industry-information/codes/grid-code-old/modifications/gc0159-introducing-competitively-appointed" TargetMode="Externa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antony.johnson@nationalgrideso.com" TargetMode="External"/><Relationship Id="rId17" Type="http://schemas.openxmlformats.org/officeDocument/2006/relationships/hyperlink" Target="https://www.nationalgrideso.com/industry-information/codes/system-operator-transmission-owner-code-stc-old/modifications/cm089" TargetMode="External"/><Relationship Id="rId25" Type="http://schemas.openxmlformats.org/officeDocument/2006/relationships/hyperlink" Target="http://www.dcode.org.uk/assets/files/Qualifying%20Standards/ENA_EREC_G59_Issue_3_Amendment_7_(2019).pdf" TargetMode="External"/><Relationship Id="rId33" Type="http://schemas.openxmlformats.org/officeDocument/2006/relationships/hyperlink" Target="https://www.nationalgrideso.com/industry-information/codes/connection-and-use-system-code-cusc-old/modifications/cmp398-gc0156-cost" TargetMode="External"/><Relationship Id="rId38" Type="http://schemas.openxmlformats.org/officeDocument/2006/relationships/hyperlink" Target="https://www.nationalgrideso.com/industry-information/codes/connection-and-use-system-code-cusc-old/modifications/cmp398-gc0156-cost" TargetMode="Externa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nationalgrideso.com/electricity-transmission/industry-information/codes/connection-and-use-system-code-cusc-old/modifications/cmp412-cmp398" TargetMode="External"/><Relationship Id="rId20" Type="http://schemas.microsoft.com/office/2011/relationships/commentsExtended" Target="commentsExtended.xml"/><Relationship Id="rId29" Type="http://schemas.openxmlformats.org/officeDocument/2006/relationships/hyperlink" Target="https://www.nationalgrideso.com/uk/electricity-transmission/industry-information/codes/grid-code-old/modifications/gc0125-eu-code-emergency-restoration-black" TargetMode="External"/><Relationship Id="rId41" Type="http://schemas.openxmlformats.org/officeDocument/2006/relationships/hyperlink" Target="https://www.nationalgrideso.com/industry-information/codes/grid-code-old/modifications/gc0155-clarification-fault-ride-throug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www.dcode.org.uk/assets/uploads/ENA_EREC_G99_Issue_1_Amendment_9__2022_.pdf" TargetMode="External"/><Relationship Id="rId32" Type="http://schemas.openxmlformats.org/officeDocument/2006/relationships/hyperlink" Target="https://www.nationalgrideso.com/uk/electricity-transmission/industry-information/codes/grid-code-old/modifications/gc0148-implementation-eu-emergency-and-0" TargetMode="External"/><Relationship Id="rId37" Type="http://schemas.openxmlformats.org/officeDocument/2006/relationships/hyperlink" Target="https://www.nationalgrideso.com/uk/electricity-transmission/industry-information/codes/grid-code/modifications/gc0108-eu-code-emergency-restoration-black-start" TargetMode="External"/><Relationship Id="rId40" Type="http://schemas.openxmlformats.org/officeDocument/2006/relationships/hyperlink" Target="https://www.nationalgrideso.com/industry-information/codes/grid-code-old/modifications/gc0151-grid-code-compliance-fault-ride"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tionalgrideso.com/electricity-transmission/industry-information/codes/connection-and-use-system-code-cusc-old/modifications/cmp398-gc0156-cost" TargetMode="External"/><Relationship Id="rId23" Type="http://schemas.openxmlformats.org/officeDocument/2006/relationships/hyperlink" Target="http://www.dcode.org.uk/dcode-modifications/2022-modifications.html" TargetMode="External"/><Relationship Id="rId28" Type="http://schemas.openxmlformats.org/officeDocument/2006/relationships/hyperlink" Target="https://www.ofgem.gov.uk/publications/statutory-consultation-licence-amendments-facilitate-introduction-electricity-system-restoration-standard-0" TargetMode="External"/><Relationship Id="rId36" Type="http://schemas.openxmlformats.org/officeDocument/2006/relationships/hyperlink" Target="https://www.elexon.co.uk/smg-issue/issue-100/" TargetMode="Externa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hyperlink" Target="https://www.nationalgrideso.com/uk/electricity-transmission/industry-information/codes/grid-code-old/modifications/gc0128-eu-code-emergency-restoration"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fgem.gov.uk/publications/decision-licence-modifications-facilitate-introduction-electricity-system-restoration-standard" TargetMode="External"/><Relationship Id="rId22" Type="http://schemas.microsoft.com/office/2018/08/relationships/commentsExtensible" Target="commentsExtensible.xml"/><Relationship Id="rId27" Type="http://schemas.openxmlformats.org/officeDocument/2006/relationships/hyperlink" Target="https://www.ofgem.gov.uk/publications/consultation-licence-amendments-facilitate-introduction-electricity-system-restoration-standard" TargetMode="External"/><Relationship Id="rId30" Type="http://schemas.openxmlformats.org/officeDocument/2006/relationships/hyperlink" Target="https://www.nationalgrideso.com/uk/electricity-transmission/industry-information/codes/grid-code-old/modifications/gc0127-eu-code-emergency-restoration" TargetMode="External"/><Relationship Id="rId35" Type="http://schemas.openxmlformats.org/officeDocument/2006/relationships/hyperlink" Target="https://www.nationalgrideso.com/industry-information/codes/system-operator-transmission-owner-code-stc-old/modifications/cm089" TargetMode="External"/><Relationship Id="rId43" Type="http://schemas.openxmlformats.org/officeDocument/2006/relationships/header" Target="header1.xm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uk/uksi/2019/533/made" TargetMode="External"/><Relationship Id="rId2" Type="http://schemas.openxmlformats.org/officeDocument/2006/relationships/hyperlink" Target="https://www.legislation.gov.uk/eur/2017/2196/contents" TargetMode="External"/><Relationship Id="rId1" Type="http://schemas.openxmlformats.org/officeDocument/2006/relationships/hyperlink" Target="https://www.ofgem.gov.uk/publications/decision-licence-modifications-facilitate-introduction-electricity-system-restoration-standard" TargetMode="External"/><Relationship Id="rId4" Type="http://schemas.openxmlformats.org/officeDocument/2006/relationships/hyperlink" Target="https://www.nationalgrideso.com/future-energy/projects/distributed-rest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Workgroup%20Report%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788D57FB954350AEAAAC7F0E543E9E"/>
        <w:category>
          <w:name w:val="General"/>
          <w:gallery w:val="placeholder"/>
        </w:category>
        <w:types>
          <w:type w:val="bbPlcHdr"/>
        </w:types>
        <w:behaviors>
          <w:behavior w:val="content"/>
        </w:behaviors>
        <w:guid w:val="{3F1B10A9-CB70-4E34-A291-214D4AE0CF76}"/>
      </w:docPartPr>
      <w:docPartBody>
        <w:p w:rsidR="0083046F" w:rsidRDefault="0072613B">
          <w:pPr>
            <w:pStyle w:val="2D788D57FB954350AEAAAC7F0E543E9E"/>
          </w:pPr>
          <w:r w:rsidRPr="00625C74">
            <w:rPr>
              <w:rStyle w:val="PlaceholderText"/>
            </w:rPr>
            <w:t>Click or tap to enter a date.</w:t>
          </w:r>
        </w:p>
      </w:docPartBody>
    </w:docPart>
    <w:docPart>
      <w:docPartPr>
        <w:name w:val="67874DF19CB0411698CD3D58D2804EA9"/>
        <w:category>
          <w:name w:val="General"/>
          <w:gallery w:val="placeholder"/>
        </w:category>
        <w:types>
          <w:type w:val="bbPlcHdr"/>
        </w:types>
        <w:behaviors>
          <w:behavior w:val="content"/>
        </w:behaviors>
        <w:guid w:val="{92F95FC3-1E9A-4C20-B348-AF0FA497A8B7}"/>
      </w:docPartPr>
      <w:docPartBody>
        <w:p w:rsidR="0083046F" w:rsidRDefault="0014535D" w:rsidP="0014535D">
          <w:pPr>
            <w:pStyle w:val="67874DF19CB0411698CD3D58D2804EA9"/>
          </w:pPr>
          <w:r w:rsidRPr="00C2197C">
            <w:rPr>
              <w:rStyle w:val="PlaceholderText"/>
            </w:rPr>
            <w:t>[</w:t>
          </w:r>
          <w:r>
            <w:rPr>
              <w:rStyle w:val="PlaceholderText"/>
            </w:rPr>
            <w:t>Y</w:t>
          </w:r>
          <w:r w:rsidRPr="00C2197C">
            <w:rPr>
              <w:rStyle w:val="PlaceholderText"/>
            </w:rPr>
            <w:t>our name]</w:t>
          </w:r>
        </w:p>
      </w:docPartBody>
    </w:docPart>
    <w:docPart>
      <w:docPartPr>
        <w:name w:val="2F1B3E678A5B4B0A857DD89588145904"/>
        <w:category>
          <w:name w:val="General"/>
          <w:gallery w:val="placeholder"/>
        </w:category>
        <w:types>
          <w:type w:val="bbPlcHdr"/>
        </w:types>
        <w:behaviors>
          <w:behavior w:val="content"/>
        </w:behaviors>
        <w:guid w:val="{4EB88EE3-3D41-4B52-B12A-A374808A3E47}"/>
      </w:docPartPr>
      <w:docPartBody>
        <w:p w:rsidR="0083046F" w:rsidRDefault="0014535D" w:rsidP="0014535D">
          <w:pPr>
            <w:pStyle w:val="2F1B3E678A5B4B0A857DD89588145904"/>
          </w:pPr>
          <w:r w:rsidRPr="00C2197C">
            <w:rPr>
              <w:rStyle w:val="PlaceholderText"/>
            </w:rPr>
            <w:t>[</w:t>
          </w:r>
          <w:r>
            <w:rPr>
              <w:rStyle w:val="PlaceholderText"/>
            </w:rPr>
            <w:t>Code Admin Use</w:t>
          </w:r>
          <w:r w:rsidRPr="00C2197C">
            <w:rPr>
              <w:rStyle w:val="PlaceholderText"/>
            </w:rPr>
            <w:t>]</w:t>
          </w:r>
        </w:p>
      </w:docPartBody>
    </w:docPart>
    <w:docPart>
      <w:docPartPr>
        <w:name w:val="BA27F2CF9279426DA891C48BB51F3F52"/>
        <w:category>
          <w:name w:val="General"/>
          <w:gallery w:val="placeholder"/>
        </w:category>
        <w:types>
          <w:type w:val="bbPlcHdr"/>
        </w:types>
        <w:behaviors>
          <w:behavior w:val="content"/>
        </w:behaviors>
        <w:guid w:val="{C6ABAB8B-BC25-4637-A8A8-7E93AF89CBB9}"/>
      </w:docPartPr>
      <w:docPartBody>
        <w:p w:rsidR="0083046F" w:rsidRDefault="0014535D" w:rsidP="0014535D">
          <w:pPr>
            <w:pStyle w:val="BA27F2CF9279426DA891C48BB51F3F52"/>
          </w:pPr>
          <w:r w:rsidRPr="00B149E1">
            <w:rPr>
              <w:rStyle w:val="PlaceholderText"/>
            </w:rPr>
            <w:t>[Insert the date which you are proposing the change is made to the code</w:t>
          </w:r>
          <w:r>
            <w:rPr>
              <w:rStyle w:val="PlaceholderText"/>
            </w:rPr>
            <w:t>]</w:t>
          </w:r>
        </w:p>
      </w:docPartBody>
    </w:docPart>
    <w:docPart>
      <w:docPartPr>
        <w:name w:val="86508A80262740958084781A2042AD20"/>
        <w:category>
          <w:name w:val="General"/>
          <w:gallery w:val="placeholder"/>
        </w:category>
        <w:types>
          <w:type w:val="bbPlcHdr"/>
        </w:types>
        <w:behaviors>
          <w:behavior w:val="content"/>
        </w:behaviors>
        <w:guid w:val="{6CD76C53-CD70-4E28-8F0B-B159C19AFEAB}"/>
      </w:docPartPr>
      <w:docPartBody>
        <w:p w:rsidR="0083046F" w:rsidRDefault="0014535D" w:rsidP="0014535D">
          <w:pPr>
            <w:pStyle w:val="86508A80262740958084781A2042AD20"/>
          </w:pPr>
          <w:r w:rsidRPr="00625C74">
            <w:rPr>
              <w:rStyle w:val="PlaceholderText"/>
            </w:rPr>
            <w:t>Choose an item.</w:t>
          </w:r>
        </w:p>
      </w:docPartBody>
    </w:docPart>
    <w:docPart>
      <w:docPartPr>
        <w:name w:val="6907357A827A4F8D8D02FED3722CC740"/>
        <w:category>
          <w:name w:val="General"/>
          <w:gallery w:val="placeholder"/>
        </w:category>
        <w:types>
          <w:type w:val="bbPlcHdr"/>
        </w:types>
        <w:behaviors>
          <w:behavior w:val="content"/>
        </w:behaviors>
        <w:guid w:val="{C09E23F8-7441-43D7-A568-53C3C563C968}"/>
      </w:docPartPr>
      <w:docPartBody>
        <w:p w:rsidR="0083046F" w:rsidRDefault="0014535D" w:rsidP="0014535D">
          <w:pPr>
            <w:pStyle w:val="6907357A827A4F8D8D02FED3722CC740"/>
          </w:pPr>
          <w:r w:rsidRPr="00625C74">
            <w:rPr>
              <w:rStyle w:val="PlaceholderText"/>
            </w:rPr>
            <w:t>Choose an item.</w:t>
          </w:r>
        </w:p>
      </w:docPartBody>
    </w:docPart>
    <w:docPart>
      <w:docPartPr>
        <w:name w:val="7B1EA7F599974BF987792B0DC7FE36EB"/>
        <w:category>
          <w:name w:val="General"/>
          <w:gallery w:val="placeholder"/>
        </w:category>
        <w:types>
          <w:type w:val="bbPlcHdr"/>
        </w:types>
        <w:behaviors>
          <w:behavior w:val="content"/>
        </w:behaviors>
        <w:guid w:val="{48D875F5-3211-4D36-A103-F724B6C4815D}"/>
      </w:docPartPr>
      <w:docPartBody>
        <w:p w:rsidR="0083046F" w:rsidRDefault="0014535D" w:rsidP="0014535D">
          <w:pPr>
            <w:pStyle w:val="7B1EA7F599974BF987792B0DC7FE36EB"/>
          </w:pPr>
          <w:r w:rsidRPr="00625C74">
            <w:rPr>
              <w:rStyle w:val="PlaceholderText"/>
            </w:rPr>
            <w:t>Choose an item.</w:t>
          </w:r>
        </w:p>
      </w:docPartBody>
    </w:docPart>
    <w:docPart>
      <w:docPartPr>
        <w:name w:val="A46B59C0892048648AE1B6DB5BC12E99"/>
        <w:category>
          <w:name w:val="General"/>
          <w:gallery w:val="placeholder"/>
        </w:category>
        <w:types>
          <w:type w:val="bbPlcHdr"/>
        </w:types>
        <w:behaviors>
          <w:behavior w:val="content"/>
        </w:behaviors>
        <w:guid w:val="{F823F8CC-7036-4CDA-9FA9-1CE7BC851A56}"/>
      </w:docPartPr>
      <w:docPartBody>
        <w:p w:rsidR="0083046F" w:rsidRDefault="0014535D" w:rsidP="0014535D">
          <w:pPr>
            <w:pStyle w:val="A46B59C0892048648AE1B6DB5BC12E99"/>
          </w:pPr>
          <w:r w:rsidRPr="00625C74">
            <w:rPr>
              <w:rStyle w:val="PlaceholderText"/>
            </w:rPr>
            <w:t>Choose an item.</w:t>
          </w:r>
        </w:p>
      </w:docPartBody>
    </w:docPart>
    <w:docPart>
      <w:docPartPr>
        <w:name w:val="63AD65C13DD74069BC2852AD7DA8633F"/>
        <w:category>
          <w:name w:val="General"/>
          <w:gallery w:val="placeholder"/>
        </w:category>
        <w:types>
          <w:type w:val="bbPlcHdr"/>
        </w:types>
        <w:behaviors>
          <w:behavior w:val="content"/>
        </w:behaviors>
        <w:guid w:val="{D09CD344-6D62-4EE1-9FFC-A1341AA3EE99}"/>
      </w:docPartPr>
      <w:docPartBody>
        <w:p w:rsidR="0083046F" w:rsidRDefault="0014535D" w:rsidP="0014535D">
          <w:pPr>
            <w:pStyle w:val="63AD65C13DD74069BC2852AD7DA8633F"/>
          </w:pPr>
          <w:r w:rsidRPr="00625C74">
            <w:rPr>
              <w:rStyle w:val="PlaceholderText"/>
            </w:rPr>
            <w:t>Choose an item.</w:t>
          </w:r>
        </w:p>
      </w:docPartBody>
    </w:docPart>
    <w:docPart>
      <w:docPartPr>
        <w:name w:val="389246C01A9C427CB57F8852A6D98B41"/>
        <w:category>
          <w:name w:val="General"/>
          <w:gallery w:val="placeholder"/>
        </w:category>
        <w:types>
          <w:type w:val="bbPlcHdr"/>
        </w:types>
        <w:behaviors>
          <w:behavior w:val="content"/>
        </w:behaviors>
        <w:guid w:val="{C774873A-43B9-4B8E-97C9-BF02F43A0D5A}"/>
      </w:docPartPr>
      <w:docPartBody>
        <w:p w:rsidR="0083046F" w:rsidRDefault="0014535D" w:rsidP="0014535D">
          <w:pPr>
            <w:pStyle w:val="389246C01A9C427CB57F8852A6D98B41"/>
          </w:pPr>
          <w:r>
            <w:rPr>
              <w:rStyle w:val="PlaceholderText"/>
            </w:rPr>
            <w:t>Choose an item.</w:t>
          </w:r>
        </w:p>
      </w:docPartBody>
    </w:docPart>
    <w:docPart>
      <w:docPartPr>
        <w:name w:val="4223685BBCEA4D799200839B9BDCB4B5"/>
        <w:category>
          <w:name w:val="General"/>
          <w:gallery w:val="placeholder"/>
        </w:category>
        <w:types>
          <w:type w:val="bbPlcHdr"/>
        </w:types>
        <w:behaviors>
          <w:behavior w:val="content"/>
        </w:behaviors>
        <w:guid w:val="{C54CF37E-A48F-428C-A2F8-69DDCD02EC06}"/>
      </w:docPartPr>
      <w:docPartBody>
        <w:p w:rsidR="0083046F" w:rsidRDefault="0014535D" w:rsidP="0014535D">
          <w:pPr>
            <w:pStyle w:val="4223685BBCEA4D799200839B9BDCB4B5"/>
          </w:pPr>
          <w:r>
            <w:rPr>
              <w:rStyle w:val="PlaceholderText"/>
            </w:rPr>
            <w:t>Choose an item.</w:t>
          </w:r>
        </w:p>
      </w:docPartBody>
    </w:docPart>
    <w:docPart>
      <w:docPartPr>
        <w:name w:val="68604CAF91084E5DA0EA3E60EA6153B0"/>
        <w:category>
          <w:name w:val="General"/>
          <w:gallery w:val="placeholder"/>
        </w:category>
        <w:types>
          <w:type w:val="bbPlcHdr"/>
        </w:types>
        <w:behaviors>
          <w:behavior w:val="content"/>
        </w:behaviors>
        <w:guid w:val="{E1B1F889-5840-4251-9BB1-D93534428066}"/>
      </w:docPartPr>
      <w:docPartBody>
        <w:p w:rsidR="0083046F" w:rsidRDefault="0014535D" w:rsidP="0014535D">
          <w:pPr>
            <w:pStyle w:val="68604CAF91084E5DA0EA3E60EA6153B0"/>
          </w:pPr>
          <w:r>
            <w:rPr>
              <w:rStyle w:val="PlaceholderText"/>
            </w:rPr>
            <w:t>Choose an item.</w:t>
          </w:r>
        </w:p>
      </w:docPartBody>
    </w:docPart>
    <w:docPart>
      <w:docPartPr>
        <w:name w:val="F3FBA832D033476C8036B7EF7E4142FD"/>
        <w:category>
          <w:name w:val="General"/>
          <w:gallery w:val="placeholder"/>
        </w:category>
        <w:types>
          <w:type w:val="bbPlcHdr"/>
        </w:types>
        <w:behaviors>
          <w:behavior w:val="content"/>
        </w:behaviors>
        <w:guid w:val="{C6598DDF-7311-4F35-9AAC-3C5FC92B0E1E}"/>
      </w:docPartPr>
      <w:docPartBody>
        <w:p w:rsidR="0083046F" w:rsidRDefault="0014535D" w:rsidP="0014535D">
          <w:pPr>
            <w:pStyle w:val="F3FBA832D033476C8036B7EF7E4142FD"/>
          </w:pPr>
          <w:r>
            <w:rPr>
              <w:rStyle w:val="PlaceholderText"/>
            </w:rPr>
            <w:t>Choose an item.</w:t>
          </w:r>
        </w:p>
      </w:docPartBody>
    </w:docPart>
    <w:docPart>
      <w:docPartPr>
        <w:name w:val="353C25BA664A499EA8D12D05C666C053"/>
        <w:category>
          <w:name w:val="General"/>
          <w:gallery w:val="placeholder"/>
        </w:category>
        <w:types>
          <w:type w:val="bbPlcHdr"/>
        </w:types>
        <w:behaviors>
          <w:behavior w:val="content"/>
        </w:behaviors>
        <w:guid w:val="{CA45B41B-22A2-4FD6-BEAE-CA5C34B028D8}"/>
      </w:docPartPr>
      <w:docPartBody>
        <w:p w:rsidR="0083046F" w:rsidRDefault="0014535D" w:rsidP="0014535D">
          <w:pPr>
            <w:pStyle w:val="353C25BA664A499EA8D12D05C666C053"/>
          </w:pPr>
          <w:r>
            <w:rPr>
              <w:rStyle w:val="PlaceholderText"/>
            </w:rPr>
            <w:t>Choose an item.</w:t>
          </w:r>
        </w:p>
      </w:docPartBody>
    </w:docPart>
    <w:docPart>
      <w:docPartPr>
        <w:name w:val="4BC0CD5C6C7C4E03BF18EA65E6121432"/>
        <w:category>
          <w:name w:val="General"/>
          <w:gallery w:val="placeholder"/>
        </w:category>
        <w:types>
          <w:type w:val="bbPlcHdr"/>
        </w:types>
        <w:behaviors>
          <w:behavior w:val="content"/>
        </w:behaviors>
        <w:guid w:val="{3E061BCD-77A2-4231-95FD-75CCFADB2AD7}"/>
      </w:docPartPr>
      <w:docPartBody>
        <w:p w:rsidR="00435147" w:rsidRDefault="0014535D">
          <w:pPr>
            <w:pStyle w:val="4BC0CD5C6C7C4E03BF18EA65E6121432"/>
          </w:pPr>
          <w:r w:rsidRPr="00973D5A">
            <w:rPr>
              <w:rStyle w:val="PlaceholderText"/>
            </w:rPr>
            <w:t>youremail@.com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5D"/>
    <w:rsid w:val="0014535D"/>
    <w:rsid w:val="0021124E"/>
    <w:rsid w:val="0042031D"/>
    <w:rsid w:val="00435147"/>
    <w:rsid w:val="0072613B"/>
    <w:rsid w:val="0083046F"/>
    <w:rsid w:val="0083378A"/>
    <w:rsid w:val="00A316B4"/>
    <w:rsid w:val="00A94666"/>
    <w:rsid w:val="00AC5871"/>
    <w:rsid w:val="00CE0C77"/>
    <w:rsid w:val="00CF3754"/>
    <w:rsid w:val="00DF27B3"/>
    <w:rsid w:val="00E6075C"/>
    <w:rsid w:val="00F1671F"/>
    <w:rsid w:val="00FA1D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535D"/>
  </w:style>
  <w:style w:type="paragraph" w:customStyle="1" w:styleId="2D788D57FB954350AEAAAC7F0E543E9E">
    <w:name w:val="2D788D57FB954350AEAAAC7F0E543E9E"/>
  </w:style>
  <w:style w:type="paragraph" w:customStyle="1" w:styleId="67874DF19CB0411698CD3D58D2804EA9">
    <w:name w:val="67874DF19CB0411698CD3D58D2804EA9"/>
    <w:rsid w:val="0014535D"/>
  </w:style>
  <w:style w:type="paragraph" w:customStyle="1" w:styleId="2F1B3E678A5B4B0A857DD89588145904">
    <w:name w:val="2F1B3E678A5B4B0A857DD89588145904"/>
    <w:rsid w:val="0014535D"/>
  </w:style>
  <w:style w:type="paragraph" w:customStyle="1" w:styleId="BA27F2CF9279426DA891C48BB51F3F52">
    <w:name w:val="BA27F2CF9279426DA891C48BB51F3F52"/>
    <w:rsid w:val="0014535D"/>
  </w:style>
  <w:style w:type="paragraph" w:customStyle="1" w:styleId="86508A80262740958084781A2042AD20">
    <w:name w:val="86508A80262740958084781A2042AD20"/>
    <w:rsid w:val="0014535D"/>
  </w:style>
  <w:style w:type="paragraph" w:customStyle="1" w:styleId="6907357A827A4F8D8D02FED3722CC740">
    <w:name w:val="6907357A827A4F8D8D02FED3722CC740"/>
    <w:rsid w:val="0014535D"/>
  </w:style>
  <w:style w:type="paragraph" w:customStyle="1" w:styleId="7B1EA7F599974BF987792B0DC7FE36EB">
    <w:name w:val="7B1EA7F599974BF987792B0DC7FE36EB"/>
    <w:rsid w:val="0014535D"/>
  </w:style>
  <w:style w:type="paragraph" w:customStyle="1" w:styleId="A46B59C0892048648AE1B6DB5BC12E99">
    <w:name w:val="A46B59C0892048648AE1B6DB5BC12E99"/>
    <w:rsid w:val="0014535D"/>
  </w:style>
  <w:style w:type="paragraph" w:customStyle="1" w:styleId="63AD65C13DD74069BC2852AD7DA8633F">
    <w:name w:val="63AD65C13DD74069BC2852AD7DA8633F"/>
    <w:rsid w:val="0014535D"/>
  </w:style>
  <w:style w:type="paragraph" w:customStyle="1" w:styleId="389246C01A9C427CB57F8852A6D98B41">
    <w:name w:val="389246C01A9C427CB57F8852A6D98B41"/>
    <w:rsid w:val="0014535D"/>
  </w:style>
  <w:style w:type="paragraph" w:customStyle="1" w:styleId="4223685BBCEA4D799200839B9BDCB4B5">
    <w:name w:val="4223685BBCEA4D799200839B9BDCB4B5"/>
    <w:rsid w:val="0014535D"/>
  </w:style>
  <w:style w:type="paragraph" w:customStyle="1" w:styleId="68604CAF91084E5DA0EA3E60EA6153B0">
    <w:name w:val="68604CAF91084E5DA0EA3E60EA6153B0"/>
    <w:rsid w:val="0014535D"/>
  </w:style>
  <w:style w:type="paragraph" w:customStyle="1" w:styleId="F3FBA832D033476C8036B7EF7E4142FD">
    <w:name w:val="F3FBA832D033476C8036B7EF7E4142FD"/>
    <w:rsid w:val="0014535D"/>
  </w:style>
  <w:style w:type="paragraph" w:customStyle="1" w:styleId="353C25BA664A499EA8D12D05C666C053">
    <w:name w:val="353C25BA664A499EA8D12D05C666C053"/>
    <w:rsid w:val="0014535D"/>
  </w:style>
  <w:style w:type="paragraph" w:customStyle="1" w:styleId="4BC0CD5C6C7C4E03BF18EA65E6121432">
    <w:name w:val="4BC0CD5C6C7C4E03BF18EA65E61214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8D5426-E918-44D1-B1C1-1470880A9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Report templatev7.dotx</Template>
  <TotalTime>1</TotalTime>
  <Pages>25</Pages>
  <Words>9538</Words>
  <Characters>54372</Characters>
  <Application>Microsoft Office Word</Application>
  <DocSecurity>0</DocSecurity>
  <Lines>453</Lines>
  <Paragraphs>127</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Contents</vt:lpstr>
      <vt:lpstr>Executive summary</vt:lpstr>
      <vt:lpstr>What is the issue?</vt:lpstr>
      <vt:lpstr>    Why change?</vt:lpstr>
      <vt:lpstr>What is the solution?</vt:lpstr>
      <vt:lpstr>    Proposer’s solution</vt:lpstr>
      <vt:lpstr>Workgroup considerations</vt:lpstr>
      <vt:lpstr>Workgroup Consultation Summary</vt:lpstr>
      <vt:lpstr>Workgroup Alternatives</vt:lpstr>
      <vt:lpstr>    Legal text</vt:lpstr>
      <vt:lpstr>What is the impact of this change?</vt:lpstr>
      <vt:lpstr>    Proposer’s assessment against Code Objectives </vt:lpstr>
      <vt:lpstr>Workgroup Vote</vt:lpstr>
      <vt:lpstr>When will this change take place?</vt:lpstr>
      <vt:lpstr>        Implementation date</vt:lpstr>
      <vt:lpstr>        Date decision required by</vt:lpstr>
      <vt:lpstr>        Implementation approach</vt:lpstr>
      <vt:lpstr>Interactions</vt:lpstr>
      <vt:lpstr>Acronyms and key terms </vt:lpstr>
      <vt:lpstr>Annexes</vt:lpstr>
    </vt:vector>
  </TitlesOfParts>
  <Company/>
  <LinksUpToDate>false</LinksUpToDate>
  <CharactersWithSpaces>63783</CharactersWithSpaces>
  <SharedDoc>false</SharedDoc>
  <HLinks>
    <vt:vector size="312" baseType="variant">
      <vt:variant>
        <vt:i4>6094914</vt:i4>
      </vt:variant>
      <vt:variant>
        <vt:i4>204</vt:i4>
      </vt:variant>
      <vt:variant>
        <vt:i4>0</vt:i4>
      </vt:variant>
      <vt:variant>
        <vt:i4>5</vt:i4>
      </vt:variant>
      <vt:variant>
        <vt:lpwstr>https://www.nationalgrideso.com/industry-information/codes/grid-code-old/modifications/gc0159-introducing-competitively-appointed</vt:lpwstr>
      </vt:variant>
      <vt:variant>
        <vt:lpwstr/>
      </vt:variant>
      <vt:variant>
        <vt:i4>3342382</vt:i4>
      </vt:variant>
      <vt:variant>
        <vt:i4>201</vt:i4>
      </vt:variant>
      <vt:variant>
        <vt:i4>0</vt:i4>
      </vt:variant>
      <vt:variant>
        <vt:i4>5</vt:i4>
      </vt:variant>
      <vt:variant>
        <vt:lpwstr>https://www.nationalgrideso.com/industry-information/codes/connection-and-use-system-code-cusc-old/modifications/cmp398-gc0156-cost</vt:lpwstr>
      </vt:variant>
      <vt:variant>
        <vt:lpwstr/>
      </vt:variant>
      <vt:variant>
        <vt:i4>3342382</vt:i4>
      </vt:variant>
      <vt:variant>
        <vt:i4>198</vt:i4>
      </vt:variant>
      <vt:variant>
        <vt:i4>0</vt:i4>
      </vt:variant>
      <vt:variant>
        <vt:i4>5</vt:i4>
      </vt:variant>
      <vt:variant>
        <vt:lpwstr>https://www.nationalgrideso.com/industry-information/codes/connection-and-use-system-code-cusc-old/modifications/cmp398-gc0156-cost</vt:lpwstr>
      </vt:variant>
      <vt:variant>
        <vt:lpwstr/>
      </vt:variant>
      <vt:variant>
        <vt:i4>7798824</vt:i4>
      </vt:variant>
      <vt:variant>
        <vt:i4>195</vt:i4>
      </vt:variant>
      <vt:variant>
        <vt:i4>0</vt:i4>
      </vt:variant>
      <vt:variant>
        <vt:i4>5</vt:i4>
      </vt:variant>
      <vt:variant>
        <vt:lpwstr>https://www.nationalgrideso.com/uk/electricity-transmission/industry-information/codes/grid-code/modifications/gc0108-eu-code-emergency-restoration-black-start</vt:lpwstr>
      </vt:variant>
      <vt:variant>
        <vt:lpwstr/>
      </vt:variant>
      <vt:variant>
        <vt:i4>5636170</vt:i4>
      </vt:variant>
      <vt:variant>
        <vt:i4>192</vt:i4>
      </vt:variant>
      <vt:variant>
        <vt:i4>0</vt:i4>
      </vt:variant>
      <vt:variant>
        <vt:i4>5</vt:i4>
      </vt:variant>
      <vt:variant>
        <vt:lpwstr>https://www.elexon.co.uk/smg-issue/issue-100/</vt:lpwstr>
      </vt:variant>
      <vt:variant>
        <vt:lpwstr>:~:text=Issue%20100%20was%20raised%20by,development%20at%20future%20Workgroup%20meetings.</vt:lpwstr>
      </vt:variant>
      <vt:variant>
        <vt:i4>6422654</vt:i4>
      </vt:variant>
      <vt:variant>
        <vt:i4>189</vt:i4>
      </vt:variant>
      <vt:variant>
        <vt:i4>0</vt:i4>
      </vt:variant>
      <vt:variant>
        <vt:i4>5</vt:i4>
      </vt:variant>
      <vt:variant>
        <vt:lpwstr>https://www.nationalgrideso.com/industry-information/codes/system-operator-transmission-owner-code-stc-old/modifications/cm089</vt:lpwstr>
      </vt:variant>
      <vt:variant>
        <vt:lpwstr/>
      </vt:variant>
      <vt:variant>
        <vt:i4>8126519</vt:i4>
      </vt:variant>
      <vt:variant>
        <vt:i4>186</vt:i4>
      </vt:variant>
      <vt:variant>
        <vt:i4>0</vt:i4>
      </vt:variant>
      <vt:variant>
        <vt:i4>5</vt:i4>
      </vt:variant>
      <vt:variant>
        <vt:lpwstr>https://www.nationalgrideso.com/electricity-transmission/industry-information/codes/connection-and-use-system-code-cusc-old/modifications/cmp412-cmp398</vt:lpwstr>
      </vt:variant>
      <vt:variant>
        <vt:lpwstr/>
      </vt:variant>
      <vt:variant>
        <vt:i4>3342382</vt:i4>
      </vt:variant>
      <vt:variant>
        <vt:i4>183</vt:i4>
      </vt:variant>
      <vt:variant>
        <vt:i4>0</vt:i4>
      </vt:variant>
      <vt:variant>
        <vt:i4>5</vt:i4>
      </vt:variant>
      <vt:variant>
        <vt:lpwstr>https://www.nationalgrideso.com/industry-information/codes/connection-and-use-system-code-cusc-old/modifications/cmp398-gc0156-cost</vt:lpwstr>
      </vt:variant>
      <vt:variant>
        <vt:lpwstr/>
      </vt:variant>
      <vt:variant>
        <vt:i4>3735666</vt:i4>
      </vt:variant>
      <vt:variant>
        <vt:i4>180</vt:i4>
      </vt:variant>
      <vt:variant>
        <vt:i4>0</vt:i4>
      </vt:variant>
      <vt:variant>
        <vt:i4>5</vt:i4>
      </vt:variant>
      <vt:variant>
        <vt:lpwstr>https://www.nationalgrideso.com/uk/electricity-transmission/industry-information/codes/grid-code-old/modifications/gc0148-implementation-eu-emergency-and-0</vt:lpwstr>
      </vt:variant>
      <vt:variant>
        <vt:lpwstr/>
      </vt:variant>
      <vt:variant>
        <vt:i4>7798909</vt:i4>
      </vt:variant>
      <vt:variant>
        <vt:i4>177</vt:i4>
      </vt:variant>
      <vt:variant>
        <vt:i4>0</vt:i4>
      </vt:variant>
      <vt:variant>
        <vt:i4>5</vt:i4>
      </vt:variant>
      <vt:variant>
        <vt:lpwstr>https://www.nationalgrideso.com/uk/electricity-transmission/industry-information/codes/grid-code-old/modifications/gc0128-eu-code-emergency-restoration</vt:lpwstr>
      </vt:variant>
      <vt:variant>
        <vt:lpwstr/>
      </vt:variant>
      <vt:variant>
        <vt:i4>7798898</vt:i4>
      </vt:variant>
      <vt:variant>
        <vt:i4>174</vt:i4>
      </vt:variant>
      <vt:variant>
        <vt:i4>0</vt:i4>
      </vt:variant>
      <vt:variant>
        <vt:i4>5</vt:i4>
      </vt:variant>
      <vt:variant>
        <vt:lpwstr>https://www.nationalgrideso.com/uk/electricity-transmission/industry-information/codes/grid-code-old/modifications/gc0127-eu-code-emergency-restoration</vt:lpwstr>
      </vt:variant>
      <vt:variant>
        <vt:lpwstr/>
      </vt:variant>
      <vt:variant>
        <vt:i4>5570589</vt:i4>
      </vt:variant>
      <vt:variant>
        <vt:i4>171</vt:i4>
      </vt:variant>
      <vt:variant>
        <vt:i4>0</vt:i4>
      </vt:variant>
      <vt:variant>
        <vt:i4>5</vt:i4>
      </vt:variant>
      <vt:variant>
        <vt:lpwstr>https://www.nationalgrideso.com/uk/electricity-transmission/industry-information/codes/grid-code-old/modifications/gc0125-eu-code-emergency-restoration-black</vt:lpwstr>
      </vt:variant>
      <vt:variant>
        <vt:lpwstr/>
      </vt:variant>
      <vt:variant>
        <vt:i4>4849745</vt:i4>
      </vt:variant>
      <vt:variant>
        <vt:i4>168</vt:i4>
      </vt:variant>
      <vt:variant>
        <vt:i4>0</vt:i4>
      </vt:variant>
      <vt:variant>
        <vt:i4>5</vt:i4>
      </vt:variant>
      <vt:variant>
        <vt:lpwstr>https://www.ofgem.gov.uk/publications/statutory-consultation-licence-amendments-facilitate-introduction-electricity-system-restoration-standard-0</vt:lpwstr>
      </vt:variant>
      <vt:variant>
        <vt:lpwstr/>
      </vt:variant>
      <vt:variant>
        <vt:i4>4980804</vt:i4>
      </vt:variant>
      <vt:variant>
        <vt:i4>165</vt:i4>
      </vt:variant>
      <vt:variant>
        <vt:i4>0</vt:i4>
      </vt:variant>
      <vt:variant>
        <vt:i4>5</vt:i4>
      </vt:variant>
      <vt:variant>
        <vt:lpwstr>https://www.ofgem.gov.uk/publications/consultation-licence-amendments-facilitate-introduction-electricity-system-restoration-standard</vt:lpwstr>
      </vt:variant>
      <vt:variant>
        <vt:lpwstr/>
      </vt:variant>
      <vt:variant>
        <vt:i4>4259930</vt:i4>
      </vt:variant>
      <vt:variant>
        <vt:i4>162</vt:i4>
      </vt:variant>
      <vt:variant>
        <vt:i4>0</vt:i4>
      </vt:variant>
      <vt:variant>
        <vt:i4>5</vt:i4>
      </vt:variant>
      <vt:variant>
        <vt:lpwstr>https://www.gov.uk/government/publications/introducing-a-new-electricity-system-restoration-standard</vt:lpwstr>
      </vt:variant>
      <vt:variant>
        <vt:lpwstr/>
      </vt:variant>
      <vt:variant>
        <vt:i4>6946895</vt:i4>
      </vt:variant>
      <vt:variant>
        <vt:i4>159</vt:i4>
      </vt:variant>
      <vt:variant>
        <vt:i4>0</vt:i4>
      </vt:variant>
      <vt:variant>
        <vt:i4>5</vt:i4>
      </vt:variant>
      <vt:variant>
        <vt:lpwstr>http://www.dcode.org.uk/assets/files/Qualifying Standards/ENA_EREC_G59_Issue_3_Amendment_7_(2019).pdf</vt:lpwstr>
      </vt:variant>
      <vt:variant>
        <vt:lpwstr/>
      </vt:variant>
      <vt:variant>
        <vt:i4>720956</vt:i4>
      </vt:variant>
      <vt:variant>
        <vt:i4>156</vt:i4>
      </vt:variant>
      <vt:variant>
        <vt:i4>0</vt:i4>
      </vt:variant>
      <vt:variant>
        <vt:i4>5</vt:i4>
      </vt:variant>
      <vt:variant>
        <vt:lpwstr>http://www.dcode.org.uk/assets/uploads/ENA_EREC_G99_Issue_1_Amendment_9__2022_.pdf</vt:lpwstr>
      </vt:variant>
      <vt:variant>
        <vt:lpwstr/>
      </vt:variant>
      <vt:variant>
        <vt:i4>7864378</vt:i4>
      </vt:variant>
      <vt:variant>
        <vt:i4>153</vt:i4>
      </vt:variant>
      <vt:variant>
        <vt:i4>0</vt:i4>
      </vt:variant>
      <vt:variant>
        <vt:i4>5</vt:i4>
      </vt:variant>
      <vt:variant>
        <vt:lpwstr>http://www.dcode.org.uk/dcode-modifications/2022-modifications.html</vt:lpwstr>
      </vt:variant>
      <vt:variant>
        <vt:lpwstr/>
      </vt:variant>
      <vt:variant>
        <vt:i4>5636170</vt:i4>
      </vt:variant>
      <vt:variant>
        <vt:i4>150</vt:i4>
      </vt:variant>
      <vt:variant>
        <vt:i4>0</vt:i4>
      </vt:variant>
      <vt:variant>
        <vt:i4>5</vt:i4>
      </vt:variant>
      <vt:variant>
        <vt:lpwstr>https://www.elexon.co.uk/smg-issue/issue-100/</vt:lpwstr>
      </vt:variant>
      <vt:variant>
        <vt:lpwstr>:~:text=Issue%20100%20was%20raised%20by,development%20at%20future%20Workgroup%20meetings.</vt:lpwstr>
      </vt:variant>
      <vt:variant>
        <vt:i4>6422654</vt:i4>
      </vt:variant>
      <vt:variant>
        <vt:i4>147</vt:i4>
      </vt:variant>
      <vt:variant>
        <vt:i4>0</vt:i4>
      </vt:variant>
      <vt:variant>
        <vt:i4>5</vt:i4>
      </vt:variant>
      <vt:variant>
        <vt:lpwstr>https://www.nationalgrideso.com/industry-information/codes/system-operator-transmission-owner-code-stc-old/modifications/cm089</vt:lpwstr>
      </vt:variant>
      <vt:variant>
        <vt:lpwstr/>
      </vt:variant>
      <vt:variant>
        <vt:i4>8126519</vt:i4>
      </vt:variant>
      <vt:variant>
        <vt:i4>144</vt:i4>
      </vt:variant>
      <vt:variant>
        <vt:i4>0</vt:i4>
      </vt:variant>
      <vt:variant>
        <vt:i4>5</vt:i4>
      </vt:variant>
      <vt:variant>
        <vt:lpwstr>https://www.nationalgrideso.com/electricity-transmission/industry-information/codes/connection-and-use-system-code-cusc-old/modifications/cmp412-cmp398</vt:lpwstr>
      </vt:variant>
      <vt:variant>
        <vt:lpwstr/>
      </vt:variant>
      <vt:variant>
        <vt:i4>983061</vt:i4>
      </vt:variant>
      <vt:variant>
        <vt:i4>141</vt:i4>
      </vt:variant>
      <vt:variant>
        <vt:i4>0</vt:i4>
      </vt:variant>
      <vt:variant>
        <vt:i4>5</vt:i4>
      </vt:variant>
      <vt:variant>
        <vt:lpwstr>https://www.nationalgrideso.com/electricity-transmission/industry-information/codes/connection-and-use-system-code-cusc-old/modifications/cmp398-gc0156-cost</vt:lpwstr>
      </vt:variant>
      <vt:variant>
        <vt:lpwstr/>
      </vt:variant>
      <vt:variant>
        <vt:i4>4259923</vt:i4>
      </vt:variant>
      <vt:variant>
        <vt:i4>138</vt:i4>
      </vt:variant>
      <vt:variant>
        <vt:i4>0</vt:i4>
      </vt:variant>
      <vt:variant>
        <vt:i4>5</vt:i4>
      </vt:variant>
      <vt:variant>
        <vt:lpwstr>https://www.ofgem.gov.uk/publications/decision-licence-modifications-facilitate-introduction-electricity-system-restoration-standard</vt:lpwstr>
      </vt:variant>
      <vt:variant>
        <vt:lpwstr/>
      </vt:variant>
      <vt:variant>
        <vt:i4>1048626</vt:i4>
      </vt:variant>
      <vt:variant>
        <vt:i4>131</vt:i4>
      </vt:variant>
      <vt:variant>
        <vt:i4>0</vt:i4>
      </vt:variant>
      <vt:variant>
        <vt:i4>5</vt:i4>
      </vt:variant>
      <vt:variant>
        <vt:lpwstr/>
      </vt:variant>
      <vt:variant>
        <vt:lpwstr>_Toc128133873</vt:lpwstr>
      </vt:variant>
      <vt:variant>
        <vt:i4>1048626</vt:i4>
      </vt:variant>
      <vt:variant>
        <vt:i4>125</vt:i4>
      </vt:variant>
      <vt:variant>
        <vt:i4>0</vt:i4>
      </vt:variant>
      <vt:variant>
        <vt:i4>5</vt:i4>
      </vt:variant>
      <vt:variant>
        <vt:lpwstr/>
      </vt:variant>
      <vt:variant>
        <vt:lpwstr>_Toc128133872</vt:lpwstr>
      </vt:variant>
      <vt:variant>
        <vt:i4>1048626</vt:i4>
      </vt:variant>
      <vt:variant>
        <vt:i4>119</vt:i4>
      </vt:variant>
      <vt:variant>
        <vt:i4>0</vt:i4>
      </vt:variant>
      <vt:variant>
        <vt:i4>5</vt:i4>
      </vt:variant>
      <vt:variant>
        <vt:lpwstr/>
      </vt:variant>
      <vt:variant>
        <vt:lpwstr>_Toc128133871</vt:lpwstr>
      </vt:variant>
      <vt:variant>
        <vt:i4>1048626</vt:i4>
      </vt:variant>
      <vt:variant>
        <vt:i4>113</vt:i4>
      </vt:variant>
      <vt:variant>
        <vt:i4>0</vt:i4>
      </vt:variant>
      <vt:variant>
        <vt:i4>5</vt:i4>
      </vt:variant>
      <vt:variant>
        <vt:lpwstr/>
      </vt:variant>
      <vt:variant>
        <vt:lpwstr>_Toc128133870</vt:lpwstr>
      </vt:variant>
      <vt:variant>
        <vt:i4>1114162</vt:i4>
      </vt:variant>
      <vt:variant>
        <vt:i4>107</vt:i4>
      </vt:variant>
      <vt:variant>
        <vt:i4>0</vt:i4>
      </vt:variant>
      <vt:variant>
        <vt:i4>5</vt:i4>
      </vt:variant>
      <vt:variant>
        <vt:lpwstr/>
      </vt:variant>
      <vt:variant>
        <vt:lpwstr>_Toc128133869</vt:lpwstr>
      </vt:variant>
      <vt:variant>
        <vt:i4>1114162</vt:i4>
      </vt:variant>
      <vt:variant>
        <vt:i4>101</vt:i4>
      </vt:variant>
      <vt:variant>
        <vt:i4>0</vt:i4>
      </vt:variant>
      <vt:variant>
        <vt:i4>5</vt:i4>
      </vt:variant>
      <vt:variant>
        <vt:lpwstr/>
      </vt:variant>
      <vt:variant>
        <vt:lpwstr>_Toc128133868</vt:lpwstr>
      </vt:variant>
      <vt:variant>
        <vt:i4>1114162</vt:i4>
      </vt:variant>
      <vt:variant>
        <vt:i4>95</vt:i4>
      </vt:variant>
      <vt:variant>
        <vt:i4>0</vt:i4>
      </vt:variant>
      <vt:variant>
        <vt:i4>5</vt:i4>
      </vt:variant>
      <vt:variant>
        <vt:lpwstr/>
      </vt:variant>
      <vt:variant>
        <vt:lpwstr>_Toc128133867</vt:lpwstr>
      </vt:variant>
      <vt:variant>
        <vt:i4>1114162</vt:i4>
      </vt:variant>
      <vt:variant>
        <vt:i4>89</vt:i4>
      </vt:variant>
      <vt:variant>
        <vt:i4>0</vt:i4>
      </vt:variant>
      <vt:variant>
        <vt:i4>5</vt:i4>
      </vt:variant>
      <vt:variant>
        <vt:lpwstr/>
      </vt:variant>
      <vt:variant>
        <vt:lpwstr>_Toc128133864</vt:lpwstr>
      </vt:variant>
      <vt:variant>
        <vt:i4>1114162</vt:i4>
      </vt:variant>
      <vt:variant>
        <vt:i4>83</vt:i4>
      </vt:variant>
      <vt:variant>
        <vt:i4>0</vt:i4>
      </vt:variant>
      <vt:variant>
        <vt:i4>5</vt:i4>
      </vt:variant>
      <vt:variant>
        <vt:lpwstr/>
      </vt:variant>
      <vt:variant>
        <vt:lpwstr>_Toc128133863</vt:lpwstr>
      </vt:variant>
      <vt:variant>
        <vt:i4>1114162</vt:i4>
      </vt:variant>
      <vt:variant>
        <vt:i4>77</vt:i4>
      </vt:variant>
      <vt:variant>
        <vt:i4>0</vt:i4>
      </vt:variant>
      <vt:variant>
        <vt:i4>5</vt:i4>
      </vt:variant>
      <vt:variant>
        <vt:lpwstr/>
      </vt:variant>
      <vt:variant>
        <vt:lpwstr>_Toc128133862</vt:lpwstr>
      </vt:variant>
      <vt:variant>
        <vt:i4>1114162</vt:i4>
      </vt:variant>
      <vt:variant>
        <vt:i4>71</vt:i4>
      </vt:variant>
      <vt:variant>
        <vt:i4>0</vt:i4>
      </vt:variant>
      <vt:variant>
        <vt:i4>5</vt:i4>
      </vt:variant>
      <vt:variant>
        <vt:lpwstr/>
      </vt:variant>
      <vt:variant>
        <vt:lpwstr>_Toc128133861</vt:lpwstr>
      </vt:variant>
      <vt:variant>
        <vt:i4>1114162</vt:i4>
      </vt:variant>
      <vt:variant>
        <vt:i4>65</vt:i4>
      </vt:variant>
      <vt:variant>
        <vt:i4>0</vt:i4>
      </vt:variant>
      <vt:variant>
        <vt:i4>5</vt:i4>
      </vt:variant>
      <vt:variant>
        <vt:lpwstr/>
      </vt:variant>
      <vt:variant>
        <vt:lpwstr>_Toc128133860</vt:lpwstr>
      </vt:variant>
      <vt:variant>
        <vt:i4>1179698</vt:i4>
      </vt:variant>
      <vt:variant>
        <vt:i4>59</vt:i4>
      </vt:variant>
      <vt:variant>
        <vt:i4>0</vt:i4>
      </vt:variant>
      <vt:variant>
        <vt:i4>5</vt:i4>
      </vt:variant>
      <vt:variant>
        <vt:lpwstr/>
      </vt:variant>
      <vt:variant>
        <vt:lpwstr>_Toc128133859</vt:lpwstr>
      </vt:variant>
      <vt:variant>
        <vt:i4>1179698</vt:i4>
      </vt:variant>
      <vt:variant>
        <vt:i4>53</vt:i4>
      </vt:variant>
      <vt:variant>
        <vt:i4>0</vt:i4>
      </vt:variant>
      <vt:variant>
        <vt:i4>5</vt:i4>
      </vt:variant>
      <vt:variant>
        <vt:lpwstr/>
      </vt:variant>
      <vt:variant>
        <vt:lpwstr>_Toc128133858</vt:lpwstr>
      </vt:variant>
      <vt:variant>
        <vt:i4>1179698</vt:i4>
      </vt:variant>
      <vt:variant>
        <vt:i4>47</vt:i4>
      </vt:variant>
      <vt:variant>
        <vt:i4>0</vt:i4>
      </vt:variant>
      <vt:variant>
        <vt:i4>5</vt:i4>
      </vt:variant>
      <vt:variant>
        <vt:lpwstr/>
      </vt:variant>
      <vt:variant>
        <vt:lpwstr>_Toc128133857</vt:lpwstr>
      </vt:variant>
      <vt:variant>
        <vt:i4>1179698</vt:i4>
      </vt:variant>
      <vt:variant>
        <vt:i4>41</vt:i4>
      </vt:variant>
      <vt:variant>
        <vt:i4>0</vt:i4>
      </vt:variant>
      <vt:variant>
        <vt:i4>5</vt:i4>
      </vt:variant>
      <vt:variant>
        <vt:lpwstr/>
      </vt:variant>
      <vt:variant>
        <vt:lpwstr>_Toc128133856</vt:lpwstr>
      </vt:variant>
      <vt:variant>
        <vt:i4>1179698</vt:i4>
      </vt:variant>
      <vt:variant>
        <vt:i4>35</vt:i4>
      </vt:variant>
      <vt:variant>
        <vt:i4>0</vt:i4>
      </vt:variant>
      <vt:variant>
        <vt:i4>5</vt:i4>
      </vt:variant>
      <vt:variant>
        <vt:lpwstr/>
      </vt:variant>
      <vt:variant>
        <vt:lpwstr>_Toc128133855</vt:lpwstr>
      </vt:variant>
      <vt:variant>
        <vt:i4>1179698</vt:i4>
      </vt:variant>
      <vt:variant>
        <vt:i4>29</vt:i4>
      </vt:variant>
      <vt:variant>
        <vt:i4>0</vt:i4>
      </vt:variant>
      <vt:variant>
        <vt:i4>5</vt:i4>
      </vt:variant>
      <vt:variant>
        <vt:lpwstr/>
      </vt:variant>
      <vt:variant>
        <vt:lpwstr>_Toc128133854</vt:lpwstr>
      </vt:variant>
      <vt:variant>
        <vt:i4>1179698</vt:i4>
      </vt:variant>
      <vt:variant>
        <vt:i4>23</vt:i4>
      </vt:variant>
      <vt:variant>
        <vt:i4>0</vt:i4>
      </vt:variant>
      <vt:variant>
        <vt:i4>5</vt:i4>
      </vt:variant>
      <vt:variant>
        <vt:lpwstr/>
      </vt:variant>
      <vt:variant>
        <vt:lpwstr>_Toc128133853</vt:lpwstr>
      </vt:variant>
      <vt:variant>
        <vt:i4>1179698</vt:i4>
      </vt:variant>
      <vt:variant>
        <vt:i4>17</vt:i4>
      </vt:variant>
      <vt:variant>
        <vt:i4>0</vt:i4>
      </vt:variant>
      <vt:variant>
        <vt:i4>5</vt:i4>
      </vt:variant>
      <vt:variant>
        <vt:lpwstr/>
      </vt:variant>
      <vt:variant>
        <vt:lpwstr>_Toc128133852</vt:lpwstr>
      </vt:variant>
      <vt:variant>
        <vt:i4>5570666</vt:i4>
      </vt:variant>
      <vt:variant>
        <vt:i4>12</vt:i4>
      </vt:variant>
      <vt:variant>
        <vt:i4>0</vt:i4>
      </vt:variant>
      <vt:variant>
        <vt:i4>5</vt:i4>
      </vt:variant>
      <vt:variant>
        <vt:lpwstr>mailto:Banke.john-okwesa@nationalgrideso.com</vt:lpwstr>
      </vt:variant>
      <vt:variant>
        <vt:lpwstr/>
      </vt:variant>
      <vt:variant>
        <vt:i4>3604574</vt:i4>
      </vt:variant>
      <vt:variant>
        <vt:i4>9</vt:i4>
      </vt:variant>
      <vt:variant>
        <vt:i4>0</vt:i4>
      </vt:variant>
      <vt:variant>
        <vt:i4>5</vt:i4>
      </vt:variant>
      <vt:variant>
        <vt:lpwstr>mailto:antony.johnson@nationalgrideso.com</vt:lpwstr>
      </vt:variant>
      <vt:variant>
        <vt:lpwstr/>
      </vt:variant>
      <vt:variant>
        <vt:i4>5439543</vt:i4>
      </vt:variant>
      <vt:variant>
        <vt:i4>6</vt:i4>
      </vt:variant>
      <vt:variant>
        <vt:i4>0</vt:i4>
      </vt:variant>
      <vt:variant>
        <vt:i4>5</vt:i4>
      </vt:variant>
      <vt:variant>
        <vt:lpwstr>mailto:Sade.adenola@nationalgrideso.com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7274621</vt:i4>
      </vt:variant>
      <vt:variant>
        <vt:i4>9</vt:i4>
      </vt:variant>
      <vt:variant>
        <vt:i4>0</vt:i4>
      </vt:variant>
      <vt:variant>
        <vt:i4>5</vt:i4>
      </vt:variant>
      <vt:variant>
        <vt:lpwstr>https://www.nationalgrideso.com/future-energy/projects/distributed-restart</vt:lpwstr>
      </vt:variant>
      <vt:variant>
        <vt:lpwstr/>
      </vt:variant>
      <vt:variant>
        <vt:i4>1572934</vt:i4>
      </vt:variant>
      <vt:variant>
        <vt:i4>6</vt:i4>
      </vt:variant>
      <vt:variant>
        <vt:i4>0</vt:i4>
      </vt:variant>
      <vt:variant>
        <vt:i4>5</vt:i4>
      </vt:variant>
      <vt:variant>
        <vt:lpwstr>https://www.legislation.gov.uk/uksi/2019/533/made</vt:lpwstr>
      </vt:variant>
      <vt:variant>
        <vt:lpwstr/>
      </vt:variant>
      <vt:variant>
        <vt:i4>1507353</vt:i4>
      </vt:variant>
      <vt:variant>
        <vt:i4>3</vt:i4>
      </vt:variant>
      <vt:variant>
        <vt:i4>0</vt:i4>
      </vt:variant>
      <vt:variant>
        <vt:i4>5</vt:i4>
      </vt:variant>
      <vt:variant>
        <vt:lpwstr>https://www.legislation.gov.uk/eur/2017/2196/contents</vt:lpwstr>
      </vt:variant>
      <vt:variant>
        <vt:lpwstr/>
      </vt:variant>
      <vt:variant>
        <vt:i4>4259923</vt:i4>
      </vt:variant>
      <vt:variant>
        <vt:i4>0</vt:i4>
      </vt:variant>
      <vt:variant>
        <vt:i4>0</vt:i4>
      </vt:variant>
      <vt:variant>
        <vt:i4>5</vt:i4>
      </vt:variant>
      <vt:variant>
        <vt:lpwstr>https://www.ofgem.gov.uk/publications/decision-licence-modifications-facilitate-introduction-electricity-system-restoration-standard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 Admin</dc:creator>
  <cp:keywords/>
  <dc:description/>
  <cp:lastModifiedBy>John-Okwesa(ESO), Banke</cp:lastModifiedBy>
  <cp:revision>2</cp:revision>
  <dcterms:created xsi:type="dcterms:W3CDTF">2023-02-28T14:01:00Z</dcterms:created>
  <dcterms:modified xsi:type="dcterms:W3CDTF">2023-02-28T14:01:00Z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