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B6702" w14:textId="52B0A4B6" w:rsidR="001D6359" w:rsidRPr="001D6359" w:rsidRDefault="4403ED73" w:rsidP="00AB051A">
      <w:pPr>
        <w:pStyle w:val="DocumentTitle"/>
        <w:framePr w:w="10490" w:wrap="notBeside" w:x="801" w:y="2101"/>
      </w:pPr>
      <w:r>
        <w:t xml:space="preserve">Appendix 2 – EOI </w:t>
      </w:r>
      <w:r w:rsidR="00923344">
        <w:t xml:space="preserve">Wind </w:t>
      </w:r>
      <w:r>
        <w:t xml:space="preserve">Tender </w:t>
      </w:r>
      <w:r w:rsidR="00C8796B">
        <w:t>s</w:t>
      </w:r>
      <w:r>
        <w:t>ubmission and technical requirement</w:t>
      </w:r>
      <w:r w:rsidR="00C8796B">
        <w:t>s</w:t>
      </w:r>
      <w:r>
        <w:t xml:space="preserve"> declaration form</w:t>
      </w:r>
    </w:p>
    <w:tbl>
      <w:tblPr>
        <w:tblStyle w:val="NationalGrid"/>
        <w:tblpPr w:leftFromText="180" w:rightFromText="180" w:vertAnchor="page" w:horzAnchor="margin" w:tblpY="3241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600" w:firstRow="0" w:lastRow="0" w:firstColumn="0" w:lastColumn="0" w:noHBand="1" w:noVBand="1"/>
      </w:tblPr>
      <w:tblGrid>
        <w:gridCol w:w="2127"/>
        <w:gridCol w:w="8361"/>
      </w:tblGrid>
      <w:tr w:rsidR="00AB051A" w14:paraId="65A163B8" w14:textId="77777777" w:rsidTr="00AB051A">
        <w:tc>
          <w:tcPr>
            <w:tcW w:w="2127" w:type="dxa"/>
          </w:tcPr>
          <w:p w14:paraId="09A551C9" w14:textId="77777777" w:rsidR="00AB051A" w:rsidRPr="00EC0C90" w:rsidRDefault="00AB051A" w:rsidP="00AB051A">
            <w:pPr>
              <w:pStyle w:val="TableBody"/>
              <w:rPr>
                <w:rStyle w:val="Bold"/>
              </w:rPr>
            </w:pPr>
            <w:r>
              <w:rPr>
                <w:rStyle w:val="Bold"/>
              </w:rPr>
              <w:t>Provider Name</w:t>
            </w:r>
          </w:p>
        </w:tc>
        <w:tc>
          <w:tcPr>
            <w:tcW w:w="8361" w:type="dxa"/>
          </w:tcPr>
          <w:p w14:paraId="263F4E09" w14:textId="77777777" w:rsidR="00AB051A" w:rsidRDefault="00AB051A" w:rsidP="00AB051A">
            <w:pPr>
              <w:pStyle w:val="TableBody"/>
              <w:rPr>
                <w:noProof/>
              </w:rPr>
            </w:pPr>
            <w:r>
              <w:rPr>
                <w:noProof/>
              </w:rPr>
              <w:t>[ Complete ]</w:t>
            </w:r>
          </w:p>
        </w:tc>
      </w:tr>
      <w:tr w:rsidR="00AB051A" w14:paraId="69C6741D" w14:textId="77777777" w:rsidTr="00AB051A">
        <w:tc>
          <w:tcPr>
            <w:tcW w:w="2127" w:type="dxa"/>
          </w:tcPr>
          <w:p w14:paraId="7B7B6960" w14:textId="77777777" w:rsidR="00AB051A" w:rsidRPr="00EC0C90" w:rsidRDefault="00AB051A" w:rsidP="00AB051A">
            <w:pPr>
              <w:pStyle w:val="TableBody"/>
              <w:rPr>
                <w:rStyle w:val="Bold"/>
              </w:rPr>
            </w:pPr>
            <w:r>
              <w:rPr>
                <w:rStyle w:val="Bold"/>
              </w:rPr>
              <w:t xml:space="preserve">Site/Asset/Project Name </w:t>
            </w:r>
          </w:p>
        </w:tc>
        <w:tc>
          <w:tcPr>
            <w:tcW w:w="8361" w:type="dxa"/>
          </w:tcPr>
          <w:p w14:paraId="4886786B" w14:textId="77777777" w:rsidR="00AB051A" w:rsidRDefault="00AB051A" w:rsidP="00AB051A">
            <w:pPr>
              <w:pStyle w:val="TableBody"/>
              <w:rPr>
                <w:noProof/>
              </w:rPr>
            </w:pPr>
            <w:r>
              <w:rPr>
                <w:noProof/>
              </w:rPr>
              <w:t>[ Complete ]</w:t>
            </w:r>
          </w:p>
        </w:tc>
      </w:tr>
    </w:tbl>
    <w:p w14:paraId="1CD036CC" w14:textId="77777777" w:rsidR="006D02AA" w:rsidRDefault="006D02AA" w:rsidP="00F36512">
      <w:pPr>
        <w:pStyle w:val="Heading1Numbered"/>
        <w:numPr>
          <w:ilvl w:val="0"/>
          <w:numId w:val="0"/>
        </w:numPr>
      </w:pPr>
      <w:r>
        <w:t>Your Details</w:t>
      </w: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1560"/>
        <w:gridCol w:w="1984"/>
        <w:gridCol w:w="6934"/>
      </w:tblGrid>
      <w:tr w:rsidR="002C7CB6" w14:paraId="4890CF0B" w14:textId="77777777" w:rsidTr="006D02AA">
        <w:tc>
          <w:tcPr>
            <w:tcW w:w="1560" w:type="dxa"/>
            <w:vMerge w:val="restart"/>
            <w:tcBorders>
              <w:right w:val="single" w:sz="8" w:space="0" w:color="F26522" w:themeColor="accent1"/>
            </w:tcBorders>
          </w:tcPr>
          <w:p w14:paraId="7AD301B4" w14:textId="77777777" w:rsidR="002C7CB6" w:rsidRDefault="002C7CB6" w:rsidP="002070C0">
            <w:pPr>
              <w:pStyle w:val="BodyText"/>
            </w:pPr>
            <w:r>
              <w:t>Primary Contact</w:t>
            </w: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0BF54F2E" w14:textId="77777777" w:rsidR="002C7CB6" w:rsidRDefault="002C7CB6" w:rsidP="002070C0">
            <w:pPr>
              <w:pStyle w:val="BodyText"/>
            </w:pPr>
            <w:r>
              <w:t>Name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5CEB43B1" w14:textId="77777777" w:rsidR="002C7CB6" w:rsidRDefault="002C7CB6" w:rsidP="002070C0">
            <w:pPr>
              <w:pStyle w:val="BodyText"/>
            </w:pPr>
          </w:p>
        </w:tc>
      </w:tr>
      <w:tr w:rsidR="002C7CB6" w14:paraId="3115ADCD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7663A87E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6843DF42" w14:textId="77777777" w:rsidR="002C7CB6" w:rsidRDefault="002C7CB6" w:rsidP="002070C0">
            <w:pPr>
              <w:pStyle w:val="BodyText"/>
            </w:pPr>
            <w:r>
              <w:t>Email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0ED8DFFD" w14:textId="77777777" w:rsidR="002C7CB6" w:rsidRDefault="002C7CB6" w:rsidP="002070C0">
            <w:pPr>
              <w:pStyle w:val="BodyText"/>
            </w:pPr>
          </w:p>
        </w:tc>
      </w:tr>
      <w:tr w:rsidR="002C7CB6" w14:paraId="0EDAAB93" w14:textId="77777777" w:rsidTr="000E70D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27B9507D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bottom w:val="single" w:sz="4" w:space="0" w:color="D9D9D9" w:themeColor="background1" w:themeShade="D9"/>
              <w:right w:val="single" w:sz="8" w:space="0" w:color="F26522" w:themeColor="accent1"/>
            </w:tcBorders>
          </w:tcPr>
          <w:p w14:paraId="0B519C09" w14:textId="77777777" w:rsidR="002C7CB6" w:rsidRDefault="002C7CB6" w:rsidP="002070C0">
            <w:pPr>
              <w:pStyle w:val="BodyText"/>
            </w:pPr>
            <w:r>
              <w:t>Telephone Number</w:t>
            </w:r>
          </w:p>
        </w:tc>
        <w:tc>
          <w:tcPr>
            <w:tcW w:w="6934" w:type="dxa"/>
            <w:tcBorders>
              <w:left w:val="single" w:sz="8" w:space="0" w:color="F26522" w:themeColor="accent1"/>
              <w:bottom w:val="single" w:sz="4" w:space="0" w:color="D9D9D9" w:themeColor="background1" w:themeShade="D9"/>
            </w:tcBorders>
          </w:tcPr>
          <w:p w14:paraId="54DBC9D4" w14:textId="77777777" w:rsidR="002C7CB6" w:rsidRDefault="002C7CB6" w:rsidP="002070C0">
            <w:pPr>
              <w:pStyle w:val="BodyText"/>
            </w:pPr>
          </w:p>
        </w:tc>
      </w:tr>
      <w:tr w:rsidR="002C7CB6" w14:paraId="545374DE" w14:textId="77777777" w:rsidTr="000E70DA">
        <w:tc>
          <w:tcPr>
            <w:tcW w:w="1560" w:type="dxa"/>
            <w:vMerge/>
            <w:tcBorders>
              <w:bottom w:val="single" w:sz="4" w:space="0" w:color="F26522"/>
              <w:right w:val="single" w:sz="8" w:space="0" w:color="F26522" w:themeColor="accent1"/>
            </w:tcBorders>
          </w:tcPr>
          <w:p w14:paraId="7E2FC791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8" w:space="0" w:color="F26522" w:themeColor="accent1"/>
              <w:bottom w:val="single" w:sz="4" w:space="0" w:color="F26522"/>
              <w:right w:val="single" w:sz="8" w:space="0" w:color="F26522" w:themeColor="accent1"/>
            </w:tcBorders>
          </w:tcPr>
          <w:p w14:paraId="0A08140B" w14:textId="67E40C4D" w:rsidR="002C7CB6" w:rsidRDefault="002C7CB6" w:rsidP="002070C0">
            <w:pPr>
              <w:pStyle w:val="BodyText"/>
            </w:pPr>
            <w:r>
              <w:t>Position</w:t>
            </w:r>
          </w:p>
        </w:tc>
        <w:tc>
          <w:tcPr>
            <w:tcW w:w="6934" w:type="dxa"/>
            <w:tcBorders>
              <w:top w:val="single" w:sz="4" w:space="0" w:color="D9D9D9" w:themeColor="background1" w:themeShade="D9"/>
              <w:left w:val="single" w:sz="8" w:space="0" w:color="F26522" w:themeColor="accent1"/>
              <w:bottom w:val="single" w:sz="4" w:space="0" w:color="F26522"/>
            </w:tcBorders>
          </w:tcPr>
          <w:p w14:paraId="72F5A1F7" w14:textId="77777777" w:rsidR="002C7CB6" w:rsidRDefault="002C7CB6" w:rsidP="002070C0">
            <w:pPr>
              <w:pStyle w:val="BodyText"/>
            </w:pPr>
          </w:p>
        </w:tc>
      </w:tr>
      <w:tr w:rsidR="002C7CB6" w14:paraId="5457D87F" w14:textId="77777777" w:rsidTr="000C2F9F">
        <w:tc>
          <w:tcPr>
            <w:tcW w:w="1560" w:type="dxa"/>
            <w:vMerge w:val="restart"/>
            <w:tcBorders>
              <w:top w:val="single" w:sz="4" w:space="0" w:color="F26522"/>
              <w:right w:val="single" w:sz="8" w:space="0" w:color="F26522" w:themeColor="accent1"/>
            </w:tcBorders>
          </w:tcPr>
          <w:p w14:paraId="75F4ECE8" w14:textId="77777777" w:rsidR="002C7CB6" w:rsidRDefault="002C7CB6" w:rsidP="002070C0">
            <w:pPr>
              <w:pStyle w:val="BodyText"/>
            </w:pPr>
            <w:r>
              <w:t>Secondary Contact</w:t>
            </w:r>
          </w:p>
        </w:tc>
        <w:tc>
          <w:tcPr>
            <w:tcW w:w="1984" w:type="dxa"/>
            <w:tcBorders>
              <w:top w:val="single" w:sz="4" w:space="0" w:color="F26522"/>
              <w:left w:val="single" w:sz="8" w:space="0" w:color="F26522" w:themeColor="accent1"/>
              <w:right w:val="single" w:sz="8" w:space="0" w:color="F26522" w:themeColor="accent1"/>
            </w:tcBorders>
          </w:tcPr>
          <w:p w14:paraId="50317D90" w14:textId="77777777" w:rsidR="002C7CB6" w:rsidRDefault="002C7CB6" w:rsidP="002070C0">
            <w:pPr>
              <w:pStyle w:val="BodyText"/>
            </w:pPr>
            <w:r>
              <w:t xml:space="preserve">Name </w:t>
            </w:r>
          </w:p>
        </w:tc>
        <w:tc>
          <w:tcPr>
            <w:tcW w:w="6934" w:type="dxa"/>
            <w:tcBorders>
              <w:top w:val="single" w:sz="4" w:space="0" w:color="F26522"/>
              <w:left w:val="single" w:sz="8" w:space="0" w:color="F26522" w:themeColor="accent1"/>
            </w:tcBorders>
          </w:tcPr>
          <w:p w14:paraId="15AACBC4" w14:textId="77777777" w:rsidR="002C7CB6" w:rsidRDefault="002C7CB6" w:rsidP="002070C0">
            <w:pPr>
              <w:pStyle w:val="BodyText"/>
            </w:pPr>
          </w:p>
        </w:tc>
      </w:tr>
      <w:tr w:rsidR="002C7CB6" w14:paraId="09500E69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4919661D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6E6F488A" w14:textId="77777777" w:rsidR="002C7CB6" w:rsidRDefault="002C7CB6" w:rsidP="002070C0">
            <w:pPr>
              <w:pStyle w:val="BodyText"/>
            </w:pPr>
            <w:r>
              <w:t>Email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3E3EC673" w14:textId="77777777" w:rsidR="002C7CB6" w:rsidRDefault="002C7CB6" w:rsidP="002070C0">
            <w:pPr>
              <w:pStyle w:val="BodyText"/>
            </w:pPr>
          </w:p>
        </w:tc>
      </w:tr>
      <w:tr w:rsidR="002C7CB6" w14:paraId="3954F9D3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5F458372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08D09A30" w14:textId="77777777" w:rsidR="002C7CB6" w:rsidRDefault="002C7CB6" w:rsidP="002070C0">
            <w:pPr>
              <w:pStyle w:val="BodyText"/>
            </w:pPr>
            <w:r>
              <w:t>Telephone Number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45B7DAE2" w14:textId="77777777" w:rsidR="002C7CB6" w:rsidRDefault="002C7CB6" w:rsidP="002070C0">
            <w:pPr>
              <w:pStyle w:val="BodyText"/>
            </w:pPr>
          </w:p>
        </w:tc>
      </w:tr>
      <w:tr w:rsidR="002C7CB6" w14:paraId="4B01E0E0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7683D761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3AEA90E3" w14:textId="11FE0C3F" w:rsidR="002C7CB6" w:rsidRDefault="002C7CB6" w:rsidP="002070C0">
            <w:pPr>
              <w:pStyle w:val="BodyText"/>
            </w:pPr>
            <w:r>
              <w:t>Position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53C516A0" w14:textId="77777777" w:rsidR="002C7CB6" w:rsidRDefault="002C7CB6" w:rsidP="002070C0">
            <w:pPr>
              <w:pStyle w:val="BodyText"/>
            </w:pPr>
          </w:p>
        </w:tc>
      </w:tr>
    </w:tbl>
    <w:p w14:paraId="279F6557" w14:textId="77777777" w:rsidR="00F124F6" w:rsidRDefault="00F124F6" w:rsidP="00F124F6">
      <w:pPr>
        <w:pStyle w:val="PageTitle"/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</w:pPr>
      <w:r w:rsidRPr="00204D32"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>Instructions</w:t>
      </w:r>
    </w:p>
    <w:p w14:paraId="5C6A5F4F" w14:textId="3245C7BF" w:rsidR="00F124F6" w:rsidRDefault="00F124F6" w:rsidP="00F124F6">
      <w:pPr>
        <w:pStyle w:val="BodyText"/>
        <w:rPr>
          <w:b/>
          <w:bCs/>
        </w:rPr>
      </w:pPr>
      <w:r w:rsidRPr="5A689157">
        <w:rPr>
          <w:b/>
          <w:bCs/>
          <w:u w:val="single"/>
        </w:rPr>
        <w:t xml:space="preserve">All </w:t>
      </w:r>
      <w:r w:rsidR="00A97268" w:rsidRPr="5A689157">
        <w:rPr>
          <w:b/>
          <w:bCs/>
          <w:u w:val="single"/>
        </w:rPr>
        <w:t xml:space="preserve">relevant </w:t>
      </w:r>
      <w:r w:rsidRPr="5A689157">
        <w:rPr>
          <w:b/>
          <w:bCs/>
          <w:u w:val="single"/>
        </w:rPr>
        <w:t>Sections</w:t>
      </w:r>
      <w:r w:rsidRPr="5A689157">
        <w:rPr>
          <w:b/>
          <w:bCs/>
        </w:rPr>
        <w:t xml:space="preserve"> within this document must be completed in full and submitted along with a </w:t>
      </w:r>
      <w:r w:rsidR="00DF08F4" w:rsidRPr="5A689157">
        <w:rPr>
          <w:b/>
          <w:bCs/>
        </w:rPr>
        <w:t>signed</w:t>
      </w:r>
      <w:r w:rsidRPr="5A689157">
        <w:rPr>
          <w:b/>
          <w:bCs/>
        </w:rPr>
        <w:t xml:space="preserve"> NDA on or before </w:t>
      </w:r>
      <w:r w:rsidR="008849D5">
        <w:rPr>
          <w:b/>
          <w:bCs/>
        </w:rPr>
        <w:t>17:00</w:t>
      </w:r>
      <w:r w:rsidRPr="5A689157">
        <w:rPr>
          <w:b/>
          <w:bCs/>
        </w:rPr>
        <w:t xml:space="preserve"> </w:t>
      </w:r>
      <w:r w:rsidR="000903C6">
        <w:rPr>
          <w:b/>
          <w:bCs/>
        </w:rPr>
        <w:t>3</w:t>
      </w:r>
      <w:r w:rsidR="000903C6">
        <w:rPr>
          <w:b/>
          <w:vertAlign w:val="superscript"/>
        </w:rPr>
        <w:t>rd</w:t>
      </w:r>
      <w:r w:rsidR="009239A3">
        <w:rPr>
          <w:b/>
          <w:bCs/>
        </w:rPr>
        <w:t xml:space="preserve"> </w:t>
      </w:r>
      <w:r w:rsidR="000903C6">
        <w:rPr>
          <w:b/>
          <w:bCs/>
        </w:rPr>
        <w:t>February</w:t>
      </w:r>
      <w:r w:rsidR="009239A3">
        <w:rPr>
          <w:b/>
          <w:bCs/>
        </w:rPr>
        <w:t xml:space="preserve"> 202</w:t>
      </w:r>
      <w:r w:rsidR="000903C6">
        <w:rPr>
          <w:b/>
          <w:bCs/>
        </w:rPr>
        <w:t>3</w:t>
      </w:r>
      <w:r w:rsidRPr="5A689157">
        <w:rPr>
          <w:b/>
          <w:bCs/>
        </w:rPr>
        <w:t xml:space="preserve"> to qualify for a compliant EOI Submission.  </w:t>
      </w:r>
    </w:p>
    <w:p w14:paraId="1F389530" w14:textId="062AE00A" w:rsidR="00A72132" w:rsidRDefault="00A72132" w:rsidP="00F124F6">
      <w:pPr>
        <w:pStyle w:val="BodyText"/>
        <w:rPr>
          <w:b/>
          <w:bCs/>
        </w:rPr>
      </w:pPr>
      <w:r>
        <w:rPr>
          <w:rFonts w:asciiTheme="majorHAnsi" w:hAnsiTheme="majorHAnsi" w:cstheme="majorHAnsi"/>
        </w:rPr>
        <w:t>For this tender, wind service providers will be referred to as the primary restoration service providers.</w:t>
      </w:r>
    </w:p>
    <w:p w14:paraId="3A696D30" w14:textId="4052EF7A" w:rsidR="00F124F6" w:rsidRDefault="00F124F6" w:rsidP="75B6D979">
      <w:pPr>
        <w:pStyle w:val="PageTitle"/>
        <w:rPr>
          <w:rFonts w:asciiTheme="minorHAnsi" w:eastAsiaTheme="majorEastAsia" w:hAnsiTheme="minorHAnsi" w:cstheme="majorBidi"/>
          <w:noProof w:val="0"/>
          <w:sz w:val="28"/>
          <w:szCs w:val="28"/>
        </w:rPr>
      </w:pPr>
      <w:r w:rsidRPr="75B6D979">
        <w:rPr>
          <w:rFonts w:asciiTheme="minorHAnsi" w:eastAsiaTheme="majorEastAsia" w:hAnsiTheme="minorHAnsi" w:cstheme="majorBidi"/>
          <w:noProof w:val="0"/>
          <w:sz w:val="28"/>
          <w:szCs w:val="28"/>
        </w:rPr>
        <w:t xml:space="preserve">Tender Category Submission </w:t>
      </w:r>
    </w:p>
    <w:p w14:paraId="6E0C5E77" w14:textId="5DDEFC14" w:rsidR="00F124F6" w:rsidRDefault="00F124F6" w:rsidP="00F124F6">
      <w:pPr>
        <w:pStyle w:val="BodyText"/>
      </w:pPr>
    </w:p>
    <w:tbl>
      <w:tblPr>
        <w:tblStyle w:val="GridTable1Light-Accent1"/>
        <w:tblW w:w="9158" w:type="dxa"/>
        <w:tblLook w:val="04A0" w:firstRow="1" w:lastRow="0" w:firstColumn="1" w:lastColumn="0" w:noHBand="0" w:noVBand="1"/>
      </w:tblPr>
      <w:tblGrid>
        <w:gridCol w:w="3025"/>
        <w:gridCol w:w="3379"/>
        <w:gridCol w:w="2754"/>
      </w:tblGrid>
      <w:tr w:rsidR="00261338" w14:paraId="25FC052D" w14:textId="77777777" w:rsidTr="00782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E97D851" w14:textId="1B0DCB3D" w:rsidR="00261338" w:rsidRDefault="00261338" w:rsidP="00A97268">
            <w:pPr>
              <w:pStyle w:val="BodyText"/>
            </w:pPr>
            <w:r>
              <w:t xml:space="preserve">Category </w:t>
            </w:r>
          </w:p>
        </w:tc>
        <w:tc>
          <w:tcPr>
            <w:tcW w:w="0" w:type="dxa"/>
          </w:tcPr>
          <w:p w14:paraId="52529BB4" w14:textId="2151B236" w:rsidR="00261338" w:rsidRDefault="00261338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Description </w:t>
            </w:r>
          </w:p>
        </w:tc>
        <w:tc>
          <w:tcPr>
            <w:tcW w:w="0" w:type="dxa"/>
          </w:tcPr>
          <w:p w14:paraId="462C2108" w14:textId="346C7BA8" w:rsidR="00261338" w:rsidRDefault="00261338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Complete sections </w:t>
            </w:r>
          </w:p>
        </w:tc>
      </w:tr>
      <w:tr w:rsidR="00261338" w14:paraId="133AD6E7" w14:textId="77777777" w:rsidTr="007826DC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7D502D67" w14:textId="17C27B68" w:rsidR="00261338" w:rsidRPr="008B40F7" w:rsidRDefault="00261338" w:rsidP="00872F21">
            <w:pPr>
              <w:pStyle w:val="BodyText"/>
              <w:rPr>
                <w:b w:val="0"/>
                <w:bCs w:val="0"/>
                <w:color w:val="F26522" w:themeColor="accent1"/>
              </w:rPr>
            </w:pPr>
            <w:r w:rsidRPr="008B40F7">
              <w:rPr>
                <w:b w:val="0"/>
                <w:bCs w:val="0"/>
                <w:color w:val="F26522" w:themeColor="accent1"/>
              </w:rPr>
              <w:t>Primary Restoration Service Provider</w:t>
            </w:r>
          </w:p>
        </w:tc>
        <w:tc>
          <w:tcPr>
            <w:tcW w:w="0" w:type="dxa"/>
          </w:tcPr>
          <w:p w14:paraId="07EACC85" w14:textId="443ADB3E" w:rsidR="00261338" w:rsidRDefault="00261338" w:rsidP="00A9726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ability to self-start and meet the full technical requirements to energise and block load at transmission level</w:t>
            </w:r>
          </w:p>
        </w:tc>
        <w:tc>
          <w:tcPr>
            <w:tcW w:w="0" w:type="dxa"/>
          </w:tcPr>
          <w:p w14:paraId="55B4C6C8" w14:textId="4E740B45" w:rsidR="00261338" w:rsidRDefault="00261338" w:rsidP="00A9726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Section</w:t>
            </w:r>
            <w:r w:rsidR="0078027F">
              <w:t xml:space="preserve"> 1,</w:t>
            </w:r>
            <w:r>
              <w:t xml:space="preserve"> 2 &amp; Section </w:t>
            </w:r>
            <w:r w:rsidR="0078027F">
              <w:t>2</w:t>
            </w:r>
            <w:r>
              <w:t>.1</w:t>
            </w:r>
          </w:p>
        </w:tc>
      </w:tr>
    </w:tbl>
    <w:p w14:paraId="2BDA7635" w14:textId="77777777" w:rsidR="00E47DB4" w:rsidRDefault="00E47DB4" w:rsidP="009E5F89">
      <w:pPr>
        <w:pStyle w:val="Heading1Numbered"/>
        <w:numPr>
          <w:ilvl w:val="0"/>
          <w:numId w:val="0"/>
        </w:numPr>
        <w:ind w:left="397" w:hanging="397"/>
      </w:pPr>
    </w:p>
    <w:p w14:paraId="4548BEB9" w14:textId="77777777" w:rsidR="00E47DB4" w:rsidRDefault="00E47DB4">
      <w:pPr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>
        <w:br w:type="page"/>
      </w:r>
    </w:p>
    <w:p w14:paraId="246F804C" w14:textId="76F58DAB" w:rsidR="00D22A18" w:rsidRDefault="00F124F6" w:rsidP="009E5F89">
      <w:pPr>
        <w:pStyle w:val="Heading1Numbered"/>
        <w:numPr>
          <w:ilvl w:val="0"/>
          <w:numId w:val="0"/>
        </w:numPr>
        <w:ind w:left="397" w:hanging="397"/>
      </w:pPr>
      <w:r>
        <w:lastRenderedPageBreak/>
        <w:t xml:space="preserve">Section </w:t>
      </w:r>
      <w:r w:rsidR="00E519BD">
        <w:t>1</w:t>
      </w:r>
      <w:r>
        <w:t xml:space="preserve"> - </w:t>
      </w:r>
      <w:r w:rsidR="002B0B7C">
        <w:t xml:space="preserve">Project Summary </w:t>
      </w:r>
    </w:p>
    <w:p w14:paraId="64999DAD" w14:textId="77777777" w:rsidR="009E5F89" w:rsidRDefault="009E5F89" w:rsidP="002070C0">
      <w:pPr>
        <w:pStyle w:val="BodyText"/>
      </w:pP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1843"/>
        <w:gridCol w:w="8635"/>
      </w:tblGrid>
      <w:tr w:rsidR="00623F9A" w14:paraId="22710731" w14:textId="77777777" w:rsidTr="00623F9A">
        <w:tc>
          <w:tcPr>
            <w:tcW w:w="1843" w:type="dxa"/>
          </w:tcPr>
          <w:p w14:paraId="7442ED48" w14:textId="77777777" w:rsidR="00623F9A" w:rsidRPr="00AB051A" w:rsidRDefault="00623F9A" w:rsidP="00623F9A">
            <w:r w:rsidRPr="00AB051A">
              <w:t>Question</w:t>
            </w:r>
          </w:p>
        </w:tc>
        <w:tc>
          <w:tcPr>
            <w:tcW w:w="8635" w:type="dxa"/>
          </w:tcPr>
          <w:p w14:paraId="4695D187" w14:textId="77777777" w:rsidR="00623F9A" w:rsidRPr="00AB051A" w:rsidRDefault="00623F9A" w:rsidP="00623F9A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Brief project summary of no more than 500 words to include: </w:t>
            </w:r>
          </w:p>
          <w:p w14:paraId="7C93F0F2" w14:textId="77777777" w:rsidR="00623F9A" w:rsidRPr="00AB051A" w:rsidRDefault="00623F9A" w:rsidP="007634AB">
            <w:pPr>
              <w:pStyle w:val="Bullet1"/>
            </w:pPr>
            <w:r w:rsidRPr="00AB051A">
              <w:t xml:space="preserve">Description of current plant and capability. </w:t>
            </w:r>
          </w:p>
          <w:p w14:paraId="528F6A00" w14:textId="4C639E04" w:rsidR="00623F9A" w:rsidRPr="00AB051A" w:rsidRDefault="00623F9A" w:rsidP="007634AB">
            <w:pPr>
              <w:pStyle w:val="Bullet1"/>
            </w:pPr>
            <w:r w:rsidRPr="00AB051A">
              <w:t xml:space="preserve">Description of how planned capability would be achieved. </w:t>
            </w:r>
          </w:p>
          <w:p w14:paraId="62E26607" w14:textId="77777777" w:rsidR="00623F9A" w:rsidRPr="00AB051A" w:rsidRDefault="00623F9A" w:rsidP="009E5F89">
            <w:pPr>
              <w:pStyle w:val="BodyText"/>
            </w:pPr>
          </w:p>
        </w:tc>
      </w:tr>
      <w:tr w:rsidR="00623F9A" w14:paraId="68FCEF94" w14:textId="77777777" w:rsidTr="00623F9A">
        <w:tc>
          <w:tcPr>
            <w:tcW w:w="1843" w:type="dxa"/>
          </w:tcPr>
          <w:p w14:paraId="652DA4D0" w14:textId="77777777" w:rsidR="00623F9A" w:rsidRPr="00AB051A" w:rsidRDefault="00623F9A" w:rsidP="009E5F89">
            <w:pPr>
              <w:pStyle w:val="BodyText"/>
            </w:pPr>
            <w:r w:rsidRPr="00AB051A">
              <w:t>Response</w:t>
            </w:r>
          </w:p>
        </w:tc>
        <w:tc>
          <w:tcPr>
            <w:tcW w:w="8635" w:type="dxa"/>
          </w:tcPr>
          <w:p w14:paraId="23189A61" w14:textId="77777777" w:rsidR="00623F9A" w:rsidRPr="00AB051A" w:rsidRDefault="00623F9A" w:rsidP="009E5F89">
            <w:pPr>
              <w:pStyle w:val="BodyText"/>
            </w:pPr>
          </w:p>
          <w:p w14:paraId="01E7346A" w14:textId="77777777" w:rsidR="00623F9A" w:rsidRPr="00AB051A" w:rsidRDefault="00623F9A" w:rsidP="009E5F89">
            <w:pPr>
              <w:pStyle w:val="BodyText"/>
            </w:pPr>
          </w:p>
          <w:p w14:paraId="1DD26A53" w14:textId="77777777" w:rsidR="00623F9A" w:rsidRPr="00AB051A" w:rsidRDefault="00623F9A" w:rsidP="009E5F89">
            <w:pPr>
              <w:pStyle w:val="BodyText"/>
            </w:pPr>
          </w:p>
          <w:p w14:paraId="2C45C540" w14:textId="77777777" w:rsidR="00623F9A" w:rsidRPr="00AB051A" w:rsidRDefault="00623F9A" w:rsidP="009E5F89">
            <w:pPr>
              <w:pStyle w:val="BodyText"/>
            </w:pPr>
          </w:p>
          <w:p w14:paraId="0BAD0397" w14:textId="77777777" w:rsidR="00623F9A" w:rsidRPr="00AB051A" w:rsidRDefault="00623F9A" w:rsidP="009E5F89">
            <w:pPr>
              <w:pStyle w:val="BodyText"/>
            </w:pPr>
          </w:p>
          <w:p w14:paraId="076F7B72" w14:textId="77777777" w:rsidR="00623F9A" w:rsidRPr="00AB051A" w:rsidRDefault="00623F9A" w:rsidP="009E5F89">
            <w:pPr>
              <w:pStyle w:val="BodyText"/>
            </w:pPr>
          </w:p>
          <w:p w14:paraId="5ADF71BF" w14:textId="77777777" w:rsidR="00623F9A" w:rsidRPr="00AB051A" w:rsidRDefault="00623F9A" w:rsidP="009E5F89">
            <w:pPr>
              <w:pStyle w:val="BodyText"/>
            </w:pPr>
          </w:p>
          <w:p w14:paraId="491B821B" w14:textId="77777777" w:rsidR="00623F9A" w:rsidRPr="00AB051A" w:rsidRDefault="00623F9A" w:rsidP="009E5F89">
            <w:pPr>
              <w:pStyle w:val="BodyText"/>
            </w:pPr>
          </w:p>
          <w:p w14:paraId="3F5B17DB" w14:textId="77777777" w:rsidR="00623F9A" w:rsidRPr="00AB051A" w:rsidRDefault="00623F9A" w:rsidP="009E5F89">
            <w:pPr>
              <w:pStyle w:val="BodyText"/>
            </w:pPr>
          </w:p>
          <w:p w14:paraId="24AF026E" w14:textId="77777777" w:rsidR="00623F9A" w:rsidRPr="00AB051A" w:rsidRDefault="00623F9A" w:rsidP="009E5F89">
            <w:pPr>
              <w:pStyle w:val="BodyText"/>
            </w:pPr>
          </w:p>
        </w:tc>
      </w:tr>
    </w:tbl>
    <w:p w14:paraId="4A7FF4C1" w14:textId="77777777" w:rsidR="002B0B7C" w:rsidRDefault="002B0B7C" w:rsidP="002070C0">
      <w:pPr>
        <w:pStyle w:val="BodyText"/>
      </w:pPr>
    </w:p>
    <w:p w14:paraId="15CFC006" w14:textId="461466DC" w:rsidR="002B0B7C" w:rsidRDefault="006D02AA" w:rsidP="002070C0">
      <w:pPr>
        <w:pStyle w:val="BodyText"/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 w:rsidRPr="006D02AA">
        <w:rPr>
          <w:rFonts w:eastAsiaTheme="majorEastAsia" w:cstheme="majorBidi"/>
          <w:b/>
          <w:bCs/>
          <w:color w:val="F26522" w:themeColor="accent1"/>
          <w:sz w:val="28"/>
          <w:szCs w:val="28"/>
        </w:rPr>
        <w:t>EOI Responses</w:t>
      </w:r>
    </w:p>
    <w:p w14:paraId="5E0660D9" w14:textId="32E2B91A" w:rsidR="006D02AA" w:rsidRPr="00575984" w:rsidRDefault="00E94FBF" w:rsidP="002070C0">
      <w:pPr>
        <w:pStyle w:val="BodyText"/>
        <w:rPr>
          <w:rFonts w:ascii="Arial" w:eastAsia="Arial" w:hAnsi="Arial" w:cs="Arial"/>
          <w:color w:val="454545"/>
        </w:rPr>
      </w:pPr>
      <w:r w:rsidRPr="00575984">
        <w:rPr>
          <w:rFonts w:ascii="Arial" w:eastAsia="Arial" w:hAnsi="Arial" w:cs="Arial"/>
          <w:color w:val="454545"/>
        </w:rPr>
        <w:t>Pl</w:t>
      </w:r>
      <w:r w:rsidR="00575984" w:rsidRPr="00575984">
        <w:rPr>
          <w:rFonts w:ascii="Arial" w:eastAsia="Arial" w:hAnsi="Arial" w:cs="Arial"/>
          <w:color w:val="454545"/>
        </w:rPr>
        <w:t>ease</w:t>
      </w:r>
      <w:r w:rsidR="00AD0A5A">
        <w:rPr>
          <w:rFonts w:ascii="Arial" w:eastAsia="Arial" w:hAnsi="Arial" w:cs="Arial"/>
          <w:color w:val="454545"/>
        </w:rPr>
        <w:t xml:space="preserve"> write your response</w:t>
      </w:r>
      <w:r w:rsidR="00076840">
        <w:rPr>
          <w:rFonts w:ascii="Arial" w:eastAsia="Arial" w:hAnsi="Arial" w:cs="Arial"/>
          <w:color w:val="454545"/>
        </w:rPr>
        <w:t xml:space="preserve"> in the last column</w:t>
      </w:r>
      <w:r w:rsidR="00254E04">
        <w:rPr>
          <w:rFonts w:ascii="Arial" w:eastAsia="Arial" w:hAnsi="Arial" w:cs="Arial"/>
          <w:color w:val="454545"/>
        </w:rPr>
        <w:t xml:space="preserve">, in the </w:t>
      </w:r>
      <w:r w:rsidR="00BB33EB">
        <w:rPr>
          <w:rFonts w:ascii="Arial" w:eastAsia="Arial" w:hAnsi="Arial" w:cs="Arial"/>
          <w:color w:val="454545"/>
        </w:rPr>
        <w:t xml:space="preserve">response </w:t>
      </w:r>
      <w:r w:rsidR="00254E04">
        <w:rPr>
          <w:rFonts w:ascii="Arial" w:eastAsia="Arial" w:hAnsi="Arial" w:cs="Arial"/>
          <w:color w:val="454545"/>
        </w:rPr>
        <w:t>format</w:t>
      </w:r>
      <w:r w:rsidR="00052EE8">
        <w:rPr>
          <w:rFonts w:ascii="Arial" w:eastAsia="Arial" w:hAnsi="Arial" w:cs="Arial"/>
          <w:color w:val="454545"/>
        </w:rPr>
        <w:t xml:space="preserve"> described. If the question requires you to submit another attachment, it will be indicated</w:t>
      </w:r>
      <w:r w:rsidR="00294D6D">
        <w:rPr>
          <w:rFonts w:ascii="Arial" w:eastAsia="Arial" w:hAnsi="Arial" w:cs="Arial"/>
          <w:color w:val="454545"/>
        </w:rPr>
        <w:t xml:space="preserve"> in column 4</w:t>
      </w:r>
      <w:r w:rsidR="006F537C">
        <w:rPr>
          <w:rFonts w:ascii="Arial" w:eastAsia="Arial" w:hAnsi="Arial" w:cs="Arial"/>
          <w:color w:val="454545"/>
        </w:rPr>
        <w:t>, otherwise it has been left as ‘N/a’</w:t>
      </w:r>
      <w:r w:rsidR="009512F3">
        <w:rPr>
          <w:rFonts w:ascii="Arial" w:eastAsia="Arial" w:hAnsi="Arial" w:cs="Arial"/>
          <w:color w:val="454545"/>
        </w:rPr>
        <w:t>.</w:t>
      </w:r>
      <w:r w:rsidR="00575984" w:rsidRPr="00575984">
        <w:rPr>
          <w:rFonts w:ascii="Arial" w:eastAsia="Arial" w:hAnsi="Arial" w:cs="Arial"/>
          <w:color w:val="454545"/>
        </w:rPr>
        <w:t xml:space="preserve"> </w:t>
      </w:r>
    </w:p>
    <w:tbl>
      <w:tblPr>
        <w:tblStyle w:val="NationalGrid"/>
        <w:tblW w:w="10484" w:type="dxa"/>
        <w:tblLook w:val="04A0" w:firstRow="1" w:lastRow="0" w:firstColumn="1" w:lastColumn="0" w:noHBand="0" w:noVBand="1"/>
      </w:tblPr>
      <w:tblGrid>
        <w:gridCol w:w="291"/>
        <w:gridCol w:w="2137"/>
        <w:gridCol w:w="1825"/>
        <w:gridCol w:w="1492"/>
        <w:gridCol w:w="2398"/>
        <w:gridCol w:w="2341"/>
      </w:tblGrid>
      <w:tr w:rsidR="00D22A18" w14:paraId="1F5A587B" w14:textId="2372F2A3" w:rsidTr="004A2D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"/>
          <w:tblHeader/>
        </w:trPr>
        <w:tc>
          <w:tcPr>
            <w:tcW w:w="291" w:type="dxa"/>
          </w:tcPr>
          <w:p w14:paraId="35BE474A" w14:textId="77777777" w:rsidR="00D22A18" w:rsidRDefault="00D22A18" w:rsidP="00921E1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37" w:type="dxa"/>
          </w:tcPr>
          <w:p w14:paraId="5FC1AF48" w14:textId="77777777" w:rsidR="00D22A18" w:rsidRPr="005A263A" w:rsidRDefault="00D22A18" w:rsidP="00921E13">
            <w:pPr>
              <w:rPr>
                <w:rFonts w:ascii="Arial" w:eastAsia="Arial" w:hAnsi="Arial" w:cs="Arial"/>
                <w:b/>
                <w:bCs/>
                <w:color w:val="454545"/>
              </w:rPr>
            </w:pPr>
            <w:r w:rsidRPr="005A263A">
              <w:rPr>
                <w:rFonts w:ascii="Arial" w:eastAsia="Arial" w:hAnsi="Arial" w:cs="Arial"/>
                <w:b/>
                <w:bCs/>
                <w:color w:val="454545"/>
              </w:rPr>
              <w:t>Question/Information Required</w:t>
            </w:r>
          </w:p>
        </w:tc>
        <w:tc>
          <w:tcPr>
            <w:tcW w:w="1825" w:type="dxa"/>
          </w:tcPr>
          <w:p w14:paraId="246E4F59" w14:textId="77777777" w:rsidR="00D22A18" w:rsidRPr="005A263A" w:rsidRDefault="00D22A18" w:rsidP="00921E13">
            <w:pPr>
              <w:rPr>
                <w:rFonts w:ascii="Arial" w:eastAsia="Arial" w:hAnsi="Arial" w:cs="Arial"/>
                <w:b/>
                <w:bCs/>
                <w:color w:val="454545"/>
              </w:rPr>
            </w:pPr>
            <w:r w:rsidRPr="005A263A">
              <w:rPr>
                <w:rFonts w:ascii="Arial" w:eastAsia="Arial" w:hAnsi="Arial" w:cs="Arial"/>
                <w:b/>
                <w:bCs/>
                <w:color w:val="454545"/>
              </w:rPr>
              <w:t>Response Format</w:t>
            </w:r>
          </w:p>
        </w:tc>
        <w:tc>
          <w:tcPr>
            <w:tcW w:w="1492" w:type="dxa"/>
          </w:tcPr>
          <w:p w14:paraId="36E6DC47" w14:textId="1026BF80" w:rsidR="00D22A18" w:rsidRPr="005A263A" w:rsidRDefault="00D22A18" w:rsidP="00921E13">
            <w:pPr>
              <w:rPr>
                <w:rFonts w:ascii="Arial" w:eastAsia="Arial" w:hAnsi="Arial" w:cs="Arial"/>
                <w:b/>
                <w:bCs/>
                <w:color w:val="454545"/>
              </w:rPr>
            </w:pPr>
            <w:r w:rsidRPr="005A263A">
              <w:rPr>
                <w:rFonts w:ascii="Arial" w:eastAsia="Arial" w:hAnsi="Arial" w:cs="Arial"/>
                <w:b/>
                <w:bCs/>
                <w:color w:val="454545"/>
              </w:rPr>
              <w:t>Provider to complete and return</w:t>
            </w:r>
          </w:p>
        </w:tc>
        <w:tc>
          <w:tcPr>
            <w:tcW w:w="2398" w:type="dxa"/>
          </w:tcPr>
          <w:p w14:paraId="519D6C8E" w14:textId="77777777" w:rsidR="00D22A18" w:rsidRPr="005A263A" w:rsidRDefault="002B0B7C" w:rsidP="00921E13">
            <w:pPr>
              <w:rPr>
                <w:rFonts w:ascii="Arial" w:eastAsia="Arial" w:hAnsi="Arial" w:cs="Arial"/>
                <w:b/>
                <w:bCs/>
                <w:color w:val="454545"/>
              </w:rPr>
            </w:pPr>
            <w:r w:rsidRPr="005A263A">
              <w:rPr>
                <w:rFonts w:ascii="Arial" w:eastAsia="Arial" w:hAnsi="Arial" w:cs="Arial"/>
                <w:b/>
                <w:bCs/>
                <w:color w:val="454545"/>
              </w:rPr>
              <w:t xml:space="preserve">Column 5 – Provider </w:t>
            </w:r>
            <w:r w:rsidR="00D22A18" w:rsidRPr="005A263A">
              <w:rPr>
                <w:rFonts w:ascii="Arial" w:eastAsia="Arial" w:hAnsi="Arial" w:cs="Arial"/>
                <w:b/>
                <w:bCs/>
                <w:color w:val="454545"/>
              </w:rPr>
              <w:t>Response</w:t>
            </w:r>
          </w:p>
        </w:tc>
        <w:tc>
          <w:tcPr>
            <w:tcW w:w="2341" w:type="dxa"/>
          </w:tcPr>
          <w:p w14:paraId="62694F52" w14:textId="09AFC21C" w:rsidR="02AFE8C9" w:rsidRDefault="02AFE8C9" w:rsidP="02AFE8C9">
            <w:pPr>
              <w:rPr>
                <w:rFonts w:ascii="Arial" w:eastAsia="Arial" w:hAnsi="Arial" w:cs="Arial"/>
                <w:b/>
                <w:bCs/>
              </w:rPr>
            </w:pPr>
          </w:p>
        </w:tc>
      </w:tr>
      <w:tr w:rsidR="00D22A18" w14:paraId="51D62DB2" w14:textId="5A179F96" w:rsidTr="004A2D02">
        <w:trPr>
          <w:trHeight w:val="1"/>
        </w:trPr>
        <w:tc>
          <w:tcPr>
            <w:tcW w:w="291" w:type="dxa"/>
          </w:tcPr>
          <w:p w14:paraId="680138CE" w14:textId="77777777" w:rsidR="00D22A18" w:rsidRDefault="009E5F89" w:rsidP="00921E1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1</w:t>
            </w:r>
          </w:p>
        </w:tc>
        <w:tc>
          <w:tcPr>
            <w:tcW w:w="2137" w:type="dxa"/>
          </w:tcPr>
          <w:p w14:paraId="11ED13AD" w14:textId="4CBAFC2C" w:rsidR="00D22A18" w:rsidRPr="00AB051A" w:rsidRDefault="00737B93" w:rsidP="00921E1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Please provide the g</w:t>
            </w:r>
            <w:r w:rsidR="00D22A18" w:rsidRPr="00AB051A">
              <w:rPr>
                <w:rFonts w:ascii="Arial" w:eastAsia="Arial" w:hAnsi="Arial" w:cs="Arial"/>
                <w:color w:val="454545"/>
              </w:rPr>
              <w:t>eographical and electrical location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of any/all sites/assets i</w:t>
            </w:r>
            <w:r w:rsidR="000C2861" w:rsidRPr="00AB051A">
              <w:rPr>
                <w:rFonts w:ascii="Arial" w:eastAsia="Arial" w:hAnsi="Arial" w:cs="Arial"/>
                <w:color w:val="454545"/>
              </w:rPr>
              <w:t xml:space="preserve">nvolved in </w:t>
            </w:r>
            <w:r w:rsidR="00BA7F89">
              <w:rPr>
                <w:rFonts w:ascii="Arial" w:eastAsia="Arial" w:hAnsi="Arial" w:cs="Arial"/>
                <w:color w:val="454545"/>
              </w:rPr>
              <w:t>your</w:t>
            </w:r>
            <w:r w:rsidR="000C2861" w:rsidRPr="00AB051A">
              <w:rPr>
                <w:rFonts w:ascii="Arial" w:eastAsia="Arial" w:hAnsi="Arial" w:cs="Arial"/>
                <w:color w:val="454545"/>
              </w:rPr>
              <w:t xml:space="preserve"> proposed project, highlighting the point of delivery of the service to the network.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</w:t>
            </w:r>
          </w:p>
        </w:tc>
        <w:tc>
          <w:tcPr>
            <w:tcW w:w="1825" w:type="dxa"/>
          </w:tcPr>
          <w:p w14:paraId="4F188959" w14:textId="5BC93CF4" w:rsidR="00D22A18" w:rsidRPr="00AB051A" w:rsidRDefault="00737B93" w:rsidP="00921E1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complete column 5 with the </w:t>
            </w:r>
            <w:r w:rsidR="003260CD" w:rsidRPr="00AB051A">
              <w:rPr>
                <w:rFonts w:ascii="Arial" w:eastAsia="Arial" w:hAnsi="Arial" w:cs="Arial"/>
                <w:color w:val="454545"/>
              </w:rPr>
              <w:t xml:space="preserve">region, and </w:t>
            </w:r>
            <w:r w:rsidRPr="00AB051A">
              <w:rPr>
                <w:rFonts w:ascii="Arial" w:eastAsia="Arial" w:hAnsi="Arial" w:cs="Arial"/>
                <w:color w:val="454545"/>
              </w:rPr>
              <w:t>post</w:t>
            </w:r>
            <w:r w:rsidR="00321D7C" w:rsidRPr="00AB051A">
              <w:rPr>
                <w:rFonts w:ascii="Arial" w:eastAsia="Arial" w:hAnsi="Arial" w:cs="Arial"/>
                <w:color w:val="454545"/>
              </w:rPr>
              <w:t xml:space="preserve">code/s or coordinates of point </w:t>
            </w:r>
            <w:r w:rsidR="003260CD" w:rsidRPr="00AB051A">
              <w:rPr>
                <w:rFonts w:ascii="Arial" w:eastAsia="Arial" w:hAnsi="Arial" w:cs="Arial"/>
                <w:color w:val="454545"/>
              </w:rPr>
              <w:t>of delivery to the network.</w:t>
            </w:r>
            <w:r w:rsidR="002B0B7C" w:rsidRPr="00AB051A">
              <w:rPr>
                <w:rFonts w:ascii="Arial" w:eastAsia="Arial" w:hAnsi="Arial" w:cs="Arial"/>
                <w:color w:val="454545"/>
              </w:rPr>
              <w:t xml:space="preserve"> </w:t>
            </w:r>
          </w:p>
        </w:tc>
        <w:tc>
          <w:tcPr>
            <w:tcW w:w="1492" w:type="dxa"/>
          </w:tcPr>
          <w:p w14:paraId="7B59E954" w14:textId="77777777" w:rsidR="00D22A18" w:rsidRPr="00AB051A" w:rsidRDefault="00737B93" w:rsidP="00921E1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2398" w:type="dxa"/>
          </w:tcPr>
          <w:p w14:paraId="43593F17" w14:textId="77777777" w:rsidR="00D22A18" w:rsidRPr="00AB051A" w:rsidRDefault="00D22A18" w:rsidP="00921E1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2341" w:type="dxa"/>
          </w:tcPr>
          <w:p w14:paraId="5DBA3A61" w14:textId="75F47A99" w:rsidR="02AFE8C9" w:rsidRDefault="02AFE8C9" w:rsidP="02AFE8C9">
            <w:pPr>
              <w:rPr>
                <w:rFonts w:ascii="Arial" w:eastAsia="Arial" w:hAnsi="Arial" w:cs="Arial"/>
              </w:rPr>
            </w:pPr>
          </w:p>
        </w:tc>
      </w:tr>
      <w:tr w:rsidR="00737B93" w14:paraId="66D8F80B" w14:textId="5F0ABB73" w:rsidTr="004A2D02">
        <w:trPr>
          <w:trHeight w:val="1"/>
        </w:trPr>
        <w:tc>
          <w:tcPr>
            <w:tcW w:w="291" w:type="dxa"/>
          </w:tcPr>
          <w:p w14:paraId="20A3E56D" w14:textId="77777777" w:rsidR="00737B93" w:rsidRDefault="009E5F89" w:rsidP="00737B93">
            <w:r>
              <w:rPr>
                <w:rFonts w:ascii="Arial" w:eastAsia="Arial" w:hAnsi="Arial" w:cs="Arial"/>
                <w:color w:val="454545"/>
                <w:sz w:val="22"/>
              </w:rPr>
              <w:t>2</w:t>
            </w:r>
          </w:p>
        </w:tc>
        <w:tc>
          <w:tcPr>
            <w:tcW w:w="2137" w:type="dxa"/>
          </w:tcPr>
          <w:p w14:paraId="4AA53F51" w14:textId="37D7B703" w:rsidR="00737B93" w:rsidRPr="00AB051A" w:rsidRDefault="4F56E07C" w:rsidP="00737B93">
            <w:pPr>
              <w:rPr>
                <w:rFonts w:ascii="Arial" w:eastAsia="Arial" w:hAnsi="Arial" w:cs="Arial"/>
                <w:color w:val="454545"/>
              </w:rPr>
            </w:pPr>
            <w:r w:rsidRPr="3537CDFC">
              <w:rPr>
                <w:rFonts w:ascii="Arial" w:eastAsia="Arial" w:hAnsi="Arial" w:cs="Arial"/>
              </w:rPr>
              <w:t xml:space="preserve">Does the proposed project meet the stated technical requirements? Are there any limitations with regards to meeting the technical requirements? </w:t>
            </w:r>
          </w:p>
        </w:tc>
        <w:tc>
          <w:tcPr>
            <w:tcW w:w="1825" w:type="dxa"/>
          </w:tcPr>
          <w:p w14:paraId="407AF386" w14:textId="4AD744EC" w:rsidR="00737B93" w:rsidRPr="00AB051A" w:rsidRDefault="00DF08F4" w:rsidP="00737B93">
            <w:pPr>
              <w:pStyle w:val="BodyText"/>
            </w:pPr>
            <w:r w:rsidRPr="00AB051A">
              <w:t xml:space="preserve">Please complete column 5 and label any relevant appendices clearly. </w:t>
            </w:r>
            <w:r w:rsidR="00737B93" w:rsidRPr="00AB051A">
              <w:t xml:space="preserve"> </w:t>
            </w:r>
          </w:p>
        </w:tc>
        <w:tc>
          <w:tcPr>
            <w:tcW w:w="1492" w:type="dxa"/>
          </w:tcPr>
          <w:p w14:paraId="094D242B" w14:textId="55C49F55" w:rsidR="00737B93" w:rsidRPr="00AB051A" w:rsidRDefault="00DF08F4" w:rsidP="00DF08F4">
            <w:pPr>
              <w:pStyle w:val="BodyText"/>
            </w:pPr>
            <w:r w:rsidRPr="00AB051A">
              <w:t>N/a</w:t>
            </w:r>
          </w:p>
        </w:tc>
        <w:tc>
          <w:tcPr>
            <w:tcW w:w="2398" w:type="dxa"/>
          </w:tcPr>
          <w:p w14:paraId="6F714109" w14:textId="77777777" w:rsidR="00737B93" w:rsidRPr="00AB051A" w:rsidRDefault="00737B93" w:rsidP="00737B93">
            <w:pPr>
              <w:pStyle w:val="BodyText"/>
              <w:ind w:left="720"/>
              <w:rPr>
                <w:i/>
              </w:rPr>
            </w:pPr>
          </w:p>
        </w:tc>
        <w:tc>
          <w:tcPr>
            <w:tcW w:w="2341" w:type="dxa"/>
          </w:tcPr>
          <w:p w14:paraId="31F30978" w14:textId="55CD8738" w:rsidR="02AFE8C9" w:rsidRDefault="02AFE8C9">
            <w:pPr>
              <w:pStyle w:val="BodyText"/>
              <w:rPr>
                <w:i/>
                <w:iCs/>
              </w:rPr>
            </w:pPr>
          </w:p>
        </w:tc>
      </w:tr>
      <w:tr w:rsidR="00737B93" w14:paraId="704305DB" w14:textId="19359E79" w:rsidTr="004A2D02">
        <w:trPr>
          <w:trHeight w:val="1"/>
        </w:trPr>
        <w:tc>
          <w:tcPr>
            <w:tcW w:w="291" w:type="dxa"/>
          </w:tcPr>
          <w:p w14:paraId="0C614BBF" w14:textId="70F354E5" w:rsidR="00737B93" w:rsidRDefault="00DF08F4" w:rsidP="00737B93">
            <w:r>
              <w:t>3</w:t>
            </w:r>
          </w:p>
        </w:tc>
        <w:tc>
          <w:tcPr>
            <w:tcW w:w="2137" w:type="dxa"/>
          </w:tcPr>
          <w:p w14:paraId="0BA38A9A" w14:textId="134165CF" w:rsidR="00737B93" w:rsidRPr="00AB051A" w:rsidRDefault="000752B7" w:rsidP="00737B93">
            <w:pPr>
              <w:rPr>
                <w:rFonts w:ascii="Arial" w:eastAsia="Arial" w:hAnsi="Arial" w:cs="Arial"/>
                <w:color w:val="454545"/>
              </w:rPr>
            </w:pPr>
            <w:r>
              <w:rPr>
                <w:rFonts w:ascii="Arial" w:eastAsia="Arial" w:hAnsi="Arial" w:cs="Arial"/>
              </w:rPr>
              <w:t>As a</w:t>
            </w:r>
            <w:r w:rsidR="00737B93" w:rsidRPr="20D80BC0">
              <w:rPr>
                <w:rFonts w:ascii="Arial" w:eastAsia="Arial" w:hAnsi="Arial" w:cs="Arial"/>
              </w:rPr>
              <w:t xml:space="preserve"> potential </w:t>
            </w:r>
            <w:r w:rsidR="00DF08F4" w:rsidRPr="20D80BC0">
              <w:rPr>
                <w:rFonts w:ascii="Arial" w:eastAsia="Arial" w:hAnsi="Arial" w:cs="Arial"/>
              </w:rPr>
              <w:t>ESR</w:t>
            </w:r>
            <w:r w:rsidR="00737B93" w:rsidRPr="20D80BC0">
              <w:rPr>
                <w:rFonts w:ascii="Arial" w:eastAsia="Arial" w:hAnsi="Arial" w:cs="Arial"/>
              </w:rPr>
              <w:t xml:space="preserve"> service provider</w:t>
            </w:r>
            <w:r>
              <w:rPr>
                <w:rFonts w:ascii="Arial" w:eastAsia="Arial" w:hAnsi="Arial" w:cs="Arial"/>
              </w:rPr>
              <w:t>, do you</w:t>
            </w:r>
            <w:r w:rsidR="00737B93" w:rsidRPr="20D80BC0">
              <w:rPr>
                <w:rFonts w:ascii="Arial" w:eastAsia="Arial" w:hAnsi="Arial" w:cs="Arial"/>
              </w:rPr>
              <w:t xml:space="preserve"> agree not to make any public announcements to disclose the potential </w:t>
            </w:r>
            <w:r w:rsidR="00660D70" w:rsidRPr="20D80BC0">
              <w:rPr>
                <w:rFonts w:ascii="Arial" w:eastAsia="Arial" w:hAnsi="Arial" w:cs="Arial"/>
              </w:rPr>
              <w:t>ESR</w:t>
            </w:r>
            <w:r w:rsidR="00737B93" w:rsidRPr="20D80BC0">
              <w:rPr>
                <w:rFonts w:ascii="Arial" w:eastAsia="Arial" w:hAnsi="Arial" w:cs="Arial"/>
              </w:rPr>
              <w:t xml:space="preserve"> capability, and</w:t>
            </w:r>
            <w:r w:rsidR="00BA19AF" w:rsidRPr="20D80BC0">
              <w:rPr>
                <w:rFonts w:ascii="Arial" w:eastAsia="Arial" w:hAnsi="Arial" w:cs="Arial"/>
              </w:rPr>
              <w:t xml:space="preserve"> do </w:t>
            </w:r>
            <w:r w:rsidR="00992C9D">
              <w:rPr>
                <w:rFonts w:ascii="Arial" w:eastAsia="Arial" w:hAnsi="Arial" w:cs="Arial"/>
              </w:rPr>
              <w:t>you</w:t>
            </w:r>
            <w:r w:rsidR="00BA19AF" w:rsidRPr="20D80BC0">
              <w:rPr>
                <w:rFonts w:ascii="Arial" w:eastAsia="Arial" w:hAnsi="Arial" w:cs="Arial"/>
              </w:rPr>
              <w:t xml:space="preserve"> agree to sign </w:t>
            </w:r>
            <w:r w:rsidR="00737B93" w:rsidRPr="20D80BC0">
              <w:rPr>
                <w:rFonts w:ascii="Arial" w:eastAsia="Arial" w:hAnsi="Arial" w:cs="Arial"/>
              </w:rPr>
              <w:lastRenderedPageBreak/>
              <w:t>the Non-Disclosure Agreement (NDA)</w:t>
            </w:r>
            <w:r w:rsidR="006C5C5B" w:rsidRPr="20D80BC0">
              <w:rPr>
                <w:rFonts w:ascii="Arial" w:eastAsia="Arial" w:hAnsi="Arial" w:cs="Arial"/>
              </w:rPr>
              <w:t xml:space="preserve"> by </w:t>
            </w:r>
            <w:r w:rsidR="00F83D9B">
              <w:rPr>
                <w:rFonts w:ascii="Arial" w:eastAsia="Arial" w:hAnsi="Arial" w:cs="Arial"/>
              </w:rPr>
              <w:t>3</w:t>
            </w:r>
            <w:r w:rsidR="00F83D9B">
              <w:rPr>
                <w:rFonts w:ascii="Arial" w:eastAsia="Arial" w:hAnsi="Arial" w:cs="Arial"/>
                <w:vertAlign w:val="superscript"/>
              </w:rPr>
              <w:t>rd</w:t>
            </w:r>
            <w:r w:rsidR="00417B8E">
              <w:rPr>
                <w:rFonts w:ascii="Arial" w:eastAsia="Arial" w:hAnsi="Arial" w:cs="Arial"/>
              </w:rPr>
              <w:t xml:space="preserve"> </w:t>
            </w:r>
            <w:r w:rsidR="00F83D9B">
              <w:rPr>
                <w:rFonts w:ascii="Arial" w:eastAsia="Arial" w:hAnsi="Arial" w:cs="Arial"/>
              </w:rPr>
              <w:t>February</w:t>
            </w:r>
            <w:r w:rsidR="00417B8E">
              <w:rPr>
                <w:rFonts w:ascii="Arial" w:eastAsia="Arial" w:hAnsi="Arial" w:cs="Arial"/>
              </w:rPr>
              <w:t xml:space="preserve"> </w:t>
            </w:r>
            <w:r w:rsidR="00DF08F4" w:rsidRPr="20D80BC0" w:rsidDel="00417B8E">
              <w:rPr>
                <w:rFonts w:ascii="Arial" w:eastAsia="Arial" w:hAnsi="Arial" w:cs="Arial"/>
              </w:rPr>
              <w:t>202</w:t>
            </w:r>
            <w:r w:rsidR="00F83D9B">
              <w:rPr>
                <w:rFonts w:ascii="Arial" w:eastAsia="Arial" w:hAnsi="Arial" w:cs="Arial"/>
              </w:rPr>
              <w:t>3</w:t>
            </w:r>
            <w:r w:rsidR="006C5C5B" w:rsidRPr="20D80BC0">
              <w:rPr>
                <w:rFonts w:ascii="Arial" w:eastAsia="Arial" w:hAnsi="Arial" w:cs="Arial"/>
              </w:rPr>
              <w:t>.</w:t>
            </w:r>
            <w:r w:rsidR="003260CD" w:rsidRPr="20D80BC0">
              <w:rPr>
                <w:rFonts w:ascii="Arial" w:eastAsia="Arial" w:hAnsi="Arial" w:cs="Arial"/>
              </w:rPr>
              <w:t xml:space="preserve"> </w:t>
            </w:r>
          </w:p>
          <w:p w14:paraId="1C08E07F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1825" w:type="dxa"/>
          </w:tcPr>
          <w:p w14:paraId="1B993951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lastRenderedPageBreak/>
              <w:t xml:space="preserve">Please state Yes/No in column 5. </w:t>
            </w:r>
          </w:p>
          <w:p w14:paraId="60388874" w14:textId="77777777" w:rsidR="00BA19AF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1492" w:type="dxa"/>
          </w:tcPr>
          <w:p w14:paraId="73D7B489" w14:textId="65C3486A" w:rsidR="00737B93" w:rsidRPr="00AB051A" w:rsidRDefault="31AFFBEB" w:rsidP="00737B93">
            <w:pPr>
              <w:rPr>
                <w:rFonts w:ascii="Arial" w:eastAsia="Arial" w:hAnsi="Arial" w:cs="Arial"/>
                <w:color w:val="454545"/>
              </w:rPr>
            </w:pPr>
            <w:r w:rsidRPr="3537CDFC">
              <w:rPr>
                <w:rFonts w:ascii="Arial" w:eastAsia="Arial" w:hAnsi="Arial" w:cs="Arial"/>
              </w:rPr>
              <w:t>Appendix 3</w:t>
            </w:r>
            <w:r w:rsidR="42530C76" w:rsidRPr="3537CDFC">
              <w:rPr>
                <w:rFonts w:ascii="Arial" w:eastAsia="Arial" w:hAnsi="Arial" w:cs="Arial"/>
              </w:rPr>
              <w:t xml:space="preserve"> </w:t>
            </w:r>
            <w:r w:rsidRPr="3537CDFC">
              <w:rPr>
                <w:rFonts w:ascii="Arial" w:eastAsia="Arial" w:hAnsi="Arial" w:cs="Arial"/>
              </w:rPr>
              <w:t>– Non-Disclosure Agreement</w:t>
            </w:r>
          </w:p>
        </w:tc>
        <w:tc>
          <w:tcPr>
            <w:tcW w:w="2398" w:type="dxa"/>
          </w:tcPr>
          <w:p w14:paraId="3535E947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2341" w:type="dxa"/>
          </w:tcPr>
          <w:p w14:paraId="2C2ACEBF" w14:textId="32278571" w:rsidR="02AFE8C9" w:rsidRDefault="02AFE8C9" w:rsidP="02AFE8C9">
            <w:pPr>
              <w:rPr>
                <w:rFonts w:ascii="Arial" w:eastAsia="Arial" w:hAnsi="Arial" w:cs="Arial"/>
              </w:rPr>
            </w:pPr>
          </w:p>
        </w:tc>
      </w:tr>
      <w:tr w:rsidR="00737B93" w14:paraId="036B260A" w14:textId="4379841F" w:rsidTr="004A2D02">
        <w:trPr>
          <w:trHeight w:val="1"/>
        </w:trPr>
        <w:tc>
          <w:tcPr>
            <w:tcW w:w="291" w:type="dxa"/>
          </w:tcPr>
          <w:p w14:paraId="5644A42F" w14:textId="2F8874E3" w:rsidR="00737B93" w:rsidRDefault="00DF08F4" w:rsidP="00737B93">
            <w:r>
              <w:t>4</w:t>
            </w:r>
          </w:p>
        </w:tc>
        <w:tc>
          <w:tcPr>
            <w:tcW w:w="2137" w:type="dxa"/>
          </w:tcPr>
          <w:p w14:paraId="6EADBBA5" w14:textId="15E87237" w:rsidR="00DF08F4" w:rsidRPr="00AB051A" w:rsidRDefault="00634F95" w:rsidP="00737B93">
            <w:pPr>
              <w:rPr>
                <w:rFonts w:ascii="Arial" w:eastAsia="Arial" w:hAnsi="Arial" w:cs="Arial"/>
                <w:color w:val="454545"/>
              </w:rPr>
            </w:pPr>
            <w:r>
              <w:rPr>
                <w:rFonts w:ascii="Arial" w:eastAsia="Arial" w:hAnsi="Arial" w:cs="Arial"/>
                <w:color w:val="454545"/>
              </w:rPr>
              <w:t>Do you</w:t>
            </w:r>
            <w:r w:rsidR="00737B93" w:rsidRPr="00AB051A">
              <w:rPr>
                <w:rFonts w:ascii="Arial" w:eastAsia="Arial" w:hAnsi="Arial" w:cs="Arial"/>
                <w:color w:val="454545"/>
              </w:rPr>
              <w:t xml:space="preserve"> agree to meet the service commencement date </w:t>
            </w:r>
            <w:r w:rsidR="009D76D8">
              <w:rPr>
                <w:rFonts w:ascii="Arial" w:eastAsia="Arial" w:hAnsi="Arial" w:cs="Arial"/>
                <w:color w:val="454545"/>
              </w:rPr>
              <w:t>by Dec</w:t>
            </w:r>
            <w:r w:rsidR="00CB57C4">
              <w:rPr>
                <w:rFonts w:ascii="Arial" w:eastAsia="Arial" w:hAnsi="Arial" w:cs="Arial"/>
                <w:color w:val="454545"/>
              </w:rPr>
              <w:t xml:space="preserve"> </w:t>
            </w:r>
            <w:r w:rsidR="00682754">
              <w:rPr>
                <w:rFonts w:ascii="Arial" w:eastAsia="Arial" w:hAnsi="Arial" w:cs="Arial"/>
                <w:color w:val="454545"/>
              </w:rPr>
              <w:t>2026</w:t>
            </w:r>
            <w:r w:rsidR="00F83D9B">
              <w:rPr>
                <w:rFonts w:ascii="Arial" w:eastAsia="Arial" w:hAnsi="Arial" w:cs="Arial"/>
                <w:color w:val="454545"/>
              </w:rPr>
              <w:t xml:space="preserve"> or Dec 2028</w:t>
            </w:r>
            <w:r w:rsidR="00682754">
              <w:rPr>
                <w:rFonts w:ascii="Arial" w:eastAsia="Arial" w:hAnsi="Arial" w:cs="Arial"/>
                <w:color w:val="454545"/>
              </w:rPr>
              <w:t>?</w:t>
            </w:r>
          </w:p>
          <w:p w14:paraId="2B9EEAA5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1825" w:type="dxa"/>
          </w:tcPr>
          <w:p w14:paraId="0A9C890C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Please state Yes/No in column 5.</w:t>
            </w:r>
          </w:p>
        </w:tc>
        <w:tc>
          <w:tcPr>
            <w:tcW w:w="1492" w:type="dxa"/>
          </w:tcPr>
          <w:p w14:paraId="32424151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2398" w:type="dxa"/>
          </w:tcPr>
          <w:p w14:paraId="32D07D7E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2341" w:type="dxa"/>
          </w:tcPr>
          <w:p w14:paraId="7C020403" w14:textId="7304AD82" w:rsidR="02AFE8C9" w:rsidRDefault="02AFE8C9" w:rsidP="02AFE8C9">
            <w:pPr>
              <w:rPr>
                <w:rFonts w:ascii="Arial" w:eastAsia="Arial" w:hAnsi="Arial" w:cs="Arial"/>
              </w:rPr>
            </w:pPr>
          </w:p>
        </w:tc>
      </w:tr>
      <w:tr w:rsidR="00737B93" w14:paraId="1DFB9A5F" w14:textId="7B5EC9A1" w:rsidTr="004A2D02">
        <w:trPr>
          <w:trHeight w:val="1"/>
        </w:trPr>
        <w:tc>
          <w:tcPr>
            <w:tcW w:w="291" w:type="dxa"/>
          </w:tcPr>
          <w:p w14:paraId="409F0A40" w14:textId="046D04A2" w:rsidR="00737B93" w:rsidRDefault="00DF08F4" w:rsidP="00737B93">
            <w:r>
              <w:t>5</w:t>
            </w:r>
          </w:p>
        </w:tc>
        <w:tc>
          <w:tcPr>
            <w:tcW w:w="2137" w:type="dxa"/>
          </w:tcPr>
          <w:p w14:paraId="30591111" w14:textId="3C027483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For the site/asset/project in question, have you previously submitted a Stage 1 Feasibility Study?</w:t>
            </w:r>
          </w:p>
        </w:tc>
        <w:tc>
          <w:tcPr>
            <w:tcW w:w="1825" w:type="dxa"/>
          </w:tcPr>
          <w:p w14:paraId="63F08E84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provide details if applicable in column 5, including: </w:t>
            </w:r>
          </w:p>
          <w:p w14:paraId="1E9859E3" w14:textId="77777777" w:rsidR="00BA19AF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File names</w:t>
            </w:r>
          </w:p>
          <w:p w14:paraId="55BD1D93" w14:textId="77777777" w:rsidR="00BA19AF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Submission date</w:t>
            </w:r>
          </w:p>
          <w:p w14:paraId="53246E83" w14:textId="77777777" w:rsidR="00BA19AF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Approval date</w:t>
            </w:r>
          </w:p>
        </w:tc>
        <w:tc>
          <w:tcPr>
            <w:tcW w:w="1492" w:type="dxa"/>
          </w:tcPr>
          <w:p w14:paraId="37B076D3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2398" w:type="dxa"/>
          </w:tcPr>
          <w:p w14:paraId="07CB5153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2341" w:type="dxa"/>
          </w:tcPr>
          <w:p w14:paraId="381460BF" w14:textId="22318B1E" w:rsidR="02AFE8C9" w:rsidRDefault="02AFE8C9" w:rsidP="02AFE8C9">
            <w:pPr>
              <w:rPr>
                <w:rFonts w:ascii="Arial" w:eastAsia="Arial" w:hAnsi="Arial" w:cs="Arial"/>
              </w:rPr>
            </w:pPr>
          </w:p>
        </w:tc>
      </w:tr>
      <w:tr w:rsidR="00737B93" w14:paraId="6E2220D5" w14:textId="3416716C" w:rsidTr="004A2D02">
        <w:trPr>
          <w:trHeight w:val="1"/>
        </w:trPr>
        <w:tc>
          <w:tcPr>
            <w:tcW w:w="291" w:type="dxa"/>
          </w:tcPr>
          <w:p w14:paraId="585DF159" w14:textId="7D702DE7" w:rsidR="00737B93" w:rsidRDefault="00DF08F4" w:rsidP="00737B93">
            <w:r>
              <w:t>6</w:t>
            </w:r>
          </w:p>
        </w:tc>
        <w:tc>
          <w:tcPr>
            <w:tcW w:w="2137" w:type="dxa"/>
          </w:tcPr>
          <w:p w14:paraId="2700BE12" w14:textId="2E421F6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For the site/asset/project in question, have you previously submitted a scope of works for a Stage 2 Feasibility Study? </w:t>
            </w:r>
          </w:p>
        </w:tc>
        <w:tc>
          <w:tcPr>
            <w:tcW w:w="1825" w:type="dxa"/>
          </w:tcPr>
          <w:p w14:paraId="6288911A" w14:textId="77777777" w:rsidR="00BA19AF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provide details if applicable in column 5, including: </w:t>
            </w:r>
          </w:p>
          <w:p w14:paraId="2C33871C" w14:textId="77777777" w:rsidR="00BA19AF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File names</w:t>
            </w:r>
          </w:p>
          <w:p w14:paraId="4FD30FE4" w14:textId="77777777" w:rsidR="00BA19AF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Submission date</w:t>
            </w:r>
          </w:p>
          <w:p w14:paraId="6F158C0C" w14:textId="77777777" w:rsidR="00737B93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Approval date</w:t>
            </w:r>
          </w:p>
        </w:tc>
        <w:tc>
          <w:tcPr>
            <w:tcW w:w="1492" w:type="dxa"/>
          </w:tcPr>
          <w:p w14:paraId="28AA899E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2398" w:type="dxa"/>
          </w:tcPr>
          <w:p w14:paraId="316E438C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2341" w:type="dxa"/>
          </w:tcPr>
          <w:p w14:paraId="0D7472AC" w14:textId="685D2E3F" w:rsidR="02AFE8C9" w:rsidRDefault="02AFE8C9" w:rsidP="02AFE8C9">
            <w:pPr>
              <w:rPr>
                <w:rFonts w:ascii="Arial" w:eastAsia="Arial" w:hAnsi="Arial" w:cs="Arial"/>
              </w:rPr>
            </w:pPr>
          </w:p>
        </w:tc>
      </w:tr>
      <w:tr w:rsidR="004A2D02" w14:paraId="3C41CF11" w14:textId="77777777" w:rsidTr="004A2D02">
        <w:trPr>
          <w:trHeight w:val="1"/>
        </w:trPr>
        <w:tc>
          <w:tcPr>
            <w:tcW w:w="291" w:type="dxa"/>
          </w:tcPr>
          <w:p w14:paraId="75534CC5" w14:textId="37C3358B" w:rsidR="004A2D02" w:rsidRDefault="00A04906" w:rsidP="004A2D02">
            <w:r>
              <w:t>7</w:t>
            </w:r>
          </w:p>
          <w:p w14:paraId="1A369BD1" w14:textId="77777777" w:rsidR="00C22D87" w:rsidRPr="00C22D87" w:rsidRDefault="00C22D87"/>
          <w:p w14:paraId="0F740A95" w14:textId="77777777" w:rsidR="00C22D87" w:rsidRPr="00C22D87" w:rsidRDefault="00C22D87"/>
          <w:p w14:paraId="2E527674" w14:textId="67170319" w:rsidR="00C22D87" w:rsidRPr="00344499" w:rsidRDefault="00C22D87" w:rsidP="00344499"/>
        </w:tc>
        <w:tc>
          <w:tcPr>
            <w:tcW w:w="2137" w:type="dxa"/>
          </w:tcPr>
          <w:p w14:paraId="498A628D" w14:textId="50DBABD3" w:rsidR="00194995" w:rsidRPr="00646A97" w:rsidDel="00DF08F4" w:rsidRDefault="00672197">
            <w:pPr>
              <w:rPr>
                <w:rFonts w:ascii="Arial" w:hAnsi="Arial" w:cs="Arial"/>
                <w:color w:val="454545"/>
                <w:bdr w:val="none" w:sz="0" w:space="0" w:color="auto" w:frame="1"/>
              </w:rPr>
            </w:pPr>
            <w:r>
              <w:rPr>
                <w:rStyle w:val="normaltextrun"/>
                <w:rFonts w:ascii="Arial" w:hAnsi="Arial" w:cs="Arial"/>
                <w:color w:val="454545"/>
                <w:bdr w:val="none" w:sz="0" w:space="0" w:color="auto" w:frame="1"/>
              </w:rPr>
              <w:t>For the site/asset/project in question, have you previously submitted a Stage 2 Feasibility Study?</w:t>
            </w:r>
          </w:p>
        </w:tc>
        <w:tc>
          <w:tcPr>
            <w:tcW w:w="1825" w:type="dxa"/>
          </w:tcPr>
          <w:p w14:paraId="003FB8A5" w14:textId="77777777" w:rsidR="004A2D02" w:rsidRPr="00AB051A" w:rsidRDefault="004A2D02" w:rsidP="004A2D02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provide details if applicable in column 5, including: </w:t>
            </w:r>
          </w:p>
          <w:p w14:paraId="279B3276" w14:textId="77777777" w:rsidR="004A2D02" w:rsidRPr="00AB051A" w:rsidRDefault="004A2D02" w:rsidP="004A2D02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File names</w:t>
            </w:r>
          </w:p>
          <w:p w14:paraId="07EBAC45" w14:textId="77777777" w:rsidR="004A2D02" w:rsidRPr="00AB051A" w:rsidRDefault="004A2D02" w:rsidP="004A2D02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Submission date</w:t>
            </w:r>
          </w:p>
          <w:p w14:paraId="3C5BD97A" w14:textId="3A0C3BEA" w:rsidR="004A2D02" w:rsidRPr="02AFE8C9" w:rsidRDefault="004A2D02" w:rsidP="004A2D02">
            <w:pPr>
              <w:rPr>
                <w:rFonts w:ascii="Arial" w:eastAsia="Arial" w:hAnsi="Arial" w:cs="Arial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Approval date</w:t>
            </w:r>
          </w:p>
        </w:tc>
        <w:tc>
          <w:tcPr>
            <w:tcW w:w="1492" w:type="dxa"/>
          </w:tcPr>
          <w:p w14:paraId="291BB7FA" w14:textId="45DE7ED1" w:rsidR="004A2D02" w:rsidRDefault="004A2D02" w:rsidP="004A2D02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  <w:p w14:paraId="6D006B34" w14:textId="43185FDE" w:rsidR="00194995" w:rsidRPr="00194995" w:rsidRDefault="00194995" w:rsidP="00646A97">
            <w:pPr>
              <w:tabs>
                <w:tab w:val="left" w:pos="1140"/>
              </w:tabs>
              <w:rPr>
                <w:rFonts w:ascii="Arial" w:eastAsia="Arial" w:hAnsi="Arial" w:cs="Arial"/>
              </w:rPr>
            </w:pPr>
          </w:p>
        </w:tc>
        <w:tc>
          <w:tcPr>
            <w:tcW w:w="2398" w:type="dxa"/>
          </w:tcPr>
          <w:p w14:paraId="45AFD1BB" w14:textId="1F8C2CA0" w:rsidR="004A2D02" w:rsidRPr="02AFE8C9" w:rsidRDefault="004A2D02" w:rsidP="004A2D02">
            <w:pPr>
              <w:rPr>
                <w:rFonts w:ascii="Arial" w:eastAsia="Arial" w:hAnsi="Arial" w:cs="Arial"/>
              </w:rPr>
            </w:pPr>
          </w:p>
        </w:tc>
        <w:tc>
          <w:tcPr>
            <w:tcW w:w="2341" w:type="dxa"/>
          </w:tcPr>
          <w:p w14:paraId="07E9FFC8" w14:textId="77777777" w:rsidR="004A2D02" w:rsidRDefault="004A2D02" w:rsidP="004A2D02">
            <w:pPr>
              <w:rPr>
                <w:rFonts w:ascii="Arial" w:eastAsia="Arial" w:hAnsi="Arial" w:cs="Arial"/>
              </w:rPr>
            </w:pPr>
          </w:p>
          <w:p w14:paraId="1FAFF16A" w14:textId="77777777" w:rsidR="00C22D87" w:rsidRDefault="00C22D87" w:rsidP="004A2D02">
            <w:pPr>
              <w:rPr>
                <w:rFonts w:eastAsia="Arial"/>
              </w:rPr>
            </w:pPr>
          </w:p>
          <w:p w14:paraId="4DE36A73" w14:textId="77777777" w:rsidR="00C22D87" w:rsidRDefault="00C22D87" w:rsidP="004A2D02">
            <w:pPr>
              <w:rPr>
                <w:rFonts w:eastAsia="Arial"/>
              </w:rPr>
            </w:pPr>
          </w:p>
          <w:p w14:paraId="6327BFD4" w14:textId="77777777" w:rsidR="00C22D87" w:rsidRDefault="00C22D87" w:rsidP="004A2D02">
            <w:pPr>
              <w:rPr>
                <w:rFonts w:eastAsia="Arial"/>
              </w:rPr>
            </w:pPr>
          </w:p>
          <w:p w14:paraId="0B372F24" w14:textId="77777777" w:rsidR="00C22D87" w:rsidRDefault="00C22D87" w:rsidP="004A2D02">
            <w:pPr>
              <w:rPr>
                <w:rFonts w:eastAsia="Arial"/>
              </w:rPr>
            </w:pPr>
          </w:p>
          <w:p w14:paraId="47343DDA" w14:textId="77777777" w:rsidR="00C22D87" w:rsidRDefault="00C22D87" w:rsidP="004A2D02">
            <w:pPr>
              <w:rPr>
                <w:rFonts w:eastAsia="Arial"/>
              </w:rPr>
            </w:pPr>
          </w:p>
          <w:p w14:paraId="698D31FE" w14:textId="4F78486F" w:rsidR="00C22D87" w:rsidRDefault="00C22D87" w:rsidP="004A2D02">
            <w:pPr>
              <w:rPr>
                <w:rFonts w:ascii="Arial" w:eastAsia="Arial" w:hAnsi="Arial" w:cs="Arial"/>
              </w:rPr>
            </w:pPr>
          </w:p>
        </w:tc>
      </w:tr>
      <w:tr w:rsidR="00344499" w14:paraId="01A46DC8" w14:textId="77777777" w:rsidTr="004A2D02">
        <w:trPr>
          <w:trHeight w:val="1"/>
        </w:trPr>
        <w:tc>
          <w:tcPr>
            <w:tcW w:w="291" w:type="dxa"/>
          </w:tcPr>
          <w:p w14:paraId="1C42005B" w14:textId="2AC9D021" w:rsidR="00344499" w:rsidRDefault="00344499" w:rsidP="004A2D02">
            <w:r>
              <w:t>8</w:t>
            </w:r>
          </w:p>
        </w:tc>
        <w:tc>
          <w:tcPr>
            <w:tcW w:w="2137" w:type="dxa"/>
          </w:tcPr>
          <w:p w14:paraId="2B14582F" w14:textId="4AE905E9" w:rsidR="00344499" w:rsidRDefault="00E82705" w:rsidP="004A2D02">
            <w:pPr>
              <w:rPr>
                <w:rStyle w:val="normaltextrun"/>
                <w:rFonts w:ascii="Arial" w:hAnsi="Arial" w:cs="Arial"/>
                <w:color w:val="454545"/>
                <w:bdr w:val="none" w:sz="0" w:space="0" w:color="auto" w:frame="1"/>
              </w:rPr>
            </w:pPr>
            <w:r w:rsidRPr="00E82705">
              <w:rPr>
                <w:rFonts w:ascii="Arial" w:hAnsi="Arial" w:cs="Arial"/>
                <w:color w:val="454545"/>
                <w:bdr w:val="none" w:sz="0" w:space="0" w:color="auto" w:frame="1"/>
              </w:rPr>
              <w:t>Please confirm your stations Registered Capacity in MW?</w:t>
            </w:r>
          </w:p>
        </w:tc>
        <w:tc>
          <w:tcPr>
            <w:tcW w:w="1825" w:type="dxa"/>
          </w:tcPr>
          <w:p w14:paraId="4687D499" w14:textId="02FF8EA7" w:rsidR="00344499" w:rsidRPr="00AB051A" w:rsidRDefault="00E82705" w:rsidP="004A2D02">
            <w:pPr>
              <w:rPr>
                <w:rFonts w:ascii="Arial" w:eastAsia="Arial" w:hAnsi="Arial" w:cs="Arial"/>
                <w:color w:val="454545"/>
              </w:rPr>
            </w:pPr>
            <w:r>
              <w:rPr>
                <w:rFonts w:ascii="Arial" w:eastAsia="Arial" w:hAnsi="Arial" w:cs="Arial"/>
                <w:color w:val="454545"/>
              </w:rPr>
              <w:t xml:space="preserve">Numerical </w:t>
            </w:r>
            <w:r w:rsidR="00CE0C83">
              <w:rPr>
                <w:rFonts w:ascii="Arial" w:eastAsia="Arial" w:hAnsi="Arial" w:cs="Arial"/>
                <w:color w:val="454545"/>
              </w:rPr>
              <w:t>Value</w:t>
            </w:r>
          </w:p>
        </w:tc>
        <w:tc>
          <w:tcPr>
            <w:tcW w:w="1492" w:type="dxa"/>
          </w:tcPr>
          <w:p w14:paraId="63F3BD08" w14:textId="353A87C5" w:rsidR="00344499" w:rsidRPr="00AB051A" w:rsidRDefault="00CE0C83" w:rsidP="004A2D02">
            <w:pPr>
              <w:rPr>
                <w:rFonts w:ascii="Arial" w:eastAsia="Arial" w:hAnsi="Arial" w:cs="Arial"/>
                <w:color w:val="454545"/>
              </w:rPr>
            </w:pPr>
            <w:r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2398" w:type="dxa"/>
          </w:tcPr>
          <w:p w14:paraId="18A7D8BD" w14:textId="77777777" w:rsidR="00344499" w:rsidRPr="02AFE8C9" w:rsidDel="00672197" w:rsidRDefault="00344499" w:rsidP="004A2D02">
            <w:pPr>
              <w:rPr>
                <w:rFonts w:ascii="Arial" w:eastAsia="Arial" w:hAnsi="Arial" w:cs="Arial"/>
              </w:rPr>
            </w:pPr>
          </w:p>
        </w:tc>
        <w:tc>
          <w:tcPr>
            <w:tcW w:w="2341" w:type="dxa"/>
          </w:tcPr>
          <w:p w14:paraId="7A3295A9" w14:textId="77777777" w:rsidR="00344499" w:rsidRDefault="00344499" w:rsidP="004A2D02">
            <w:pPr>
              <w:rPr>
                <w:rFonts w:ascii="Arial" w:eastAsia="Arial" w:hAnsi="Arial" w:cs="Arial"/>
              </w:rPr>
            </w:pPr>
          </w:p>
        </w:tc>
      </w:tr>
    </w:tbl>
    <w:p w14:paraId="43B19C29" w14:textId="79DE71D4" w:rsidR="001E7EEB" w:rsidRDefault="001E7EEB" w:rsidP="002070C0">
      <w:pPr>
        <w:pStyle w:val="BodyText"/>
      </w:pPr>
    </w:p>
    <w:p w14:paraId="05ABF513" w14:textId="77777777" w:rsidR="00F87BAE" w:rsidRDefault="00F87BAE">
      <w:pPr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>
        <w:rPr>
          <w:rFonts w:eastAsiaTheme="majorEastAsia" w:cstheme="majorBidi"/>
          <w:bCs/>
          <w:sz w:val="28"/>
          <w:szCs w:val="28"/>
        </w:rPr>
        <w:br w:type="page"/>
      </w:r>
    </w:p>
    <w:p w14:paraId="1822B8D2" w14:textId="5335D291" w:rsidR="00F124F6" w:rsidRPr="00F124F6" w:rsidRDefault="00F124F6" w:rsidP="00F124F6">
      <w:pPr>
        <w:pStyle w:val="PageTitle"/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</w:pPr>
      <w:r w:rsidRPr="00F124F6"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lastRenderedPageBreak/>
        <w:t xml:space="preserve">Section </w:t>
      </w:r>
      <w:r w:rsidR="00E519BD"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>2</w:t>
      </w:r>
      <w:r w:rsidRPr="00F124F6"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 xml:space="preserve"> </w:t>
      </w:r>
      <w:r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 xml:space="preserve">– Technical Declaration </w:t>
      </w:r>
    </w:p>
    <w:p w14:paraId="6C2545F7" w14:textId="72C5E498" w:rsidR="000017FA" w:rsidRDefault="000017FA" w:rsidP="000017FA">
      <w:pPr>
        <w:pStyle w:val="BodyText"/>
      </w:pPr>
      <w:r>
        <w:t>Please complete the</w:t>
      </w:r>
      <w:r w:rsidDel="003B026D">
        <w:t xml:space="preserve"> </w:t>
      </w:r>
      <w:r>
        <w:t xml:space="preserve">table below to demonstrate the capability of </w:t>
      </w:r>
      <w:r w:rsidR="00DC36B8">
        <w:t>your</w:t>
      </w:r>
      <w:r>
        <w:t xml:space="preserve"> asset or project.  </w:t>
      </w:r>
    </w:p>
    <w:p w14:paraId="67B7B098" w14:textId="77777777" w:rsidR="00F124F6" w:rsidRDefault="00F124F6" w:rsidP="00F124F6">
      <w:pPr>
        <w:pStyle w:val="BodyText"/>
      </w:pPr>
      <w:r>
        <w:t xml:space="preserve">In the third column, ‘Current Capability’, please delete the instructions within each cell, and state the values at present in the requested format. </w:t>
      </w:r>
    </w:p>
    <w:p w14:paraId="0CFEAA16" w14:textId="06725607" w:rsidR="00F124F6" w:rsidRDefault="00F124F6" w:rsidP="00F124F6">
      <w:pPr>
        <w:pStyle w:val="BodyText"/>
      </w:pPr>
      <w:r>
        <w:t xml:space="preserve">In the fourth column, ‘Planned Capability’, please state the values at present in the requested format. </w:t>
      </w:r>
    </w:p>
    <w:p w14:paraId="6B5B098E" w14:textId="3A739B87" w:rsidR="00921E13" w:rsidRDefault="00921E13" w:rsidP="00F124F6">
      <w:pPr>
        <w:pStyle w:val="BodyText"/>
      </w:pPr>
      <w:r>
        <w:t>Failure to submit a completed Technical Declaration and your bid will be deemed as non-compliant.</w:t>
      </w:r>
    </w:p>
    <w:p w14:paraId="20CFD2EE" w14:textId="77777777" w:rsidR="00F124F6" w:rsidRDefault="00F124F6" w:rsidP="00F124F6">
      <w:pPr>
        <w:pStyle w:val="BodyText"/>
      </w:pPr>
    </w:p>
    <w:p w14:paraId="5FDBAC22" w14:textId="77777777" w:rsidR="00F124F6" w:rsidRPr="00E439A8" w:rsidRDefault="00F124F6" w:rsidP="00F124F6">
      <w:pPr>
        <w:pStyle w:val="BodyText"/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 w:rsidRPr="00E439A8">
        <w:rPr>
          <w:rFonts w:eastAsiaTheme="majorEastAsia" w:cstheme="majorBidi"/>
          <w:b/>
          <w:bCs/>
          <w:color w:val="F26522" w:themeColor="accent1"/>
          <w:sz w:val="28"/>
          <w:szCs w:val="28"/>
        </w:rPr>
        <w:t>Example Question</w:t>
      </w:r>
      <w:r>
        <w:rPr>
          <w:rFonts w:eastAsiaTheme="majorEastAsia" w:cstheme="majorBidi"/>
          <w:b/>
          <w:bCs/>
          <w:color w:val="F26522" w:themeColor="accent1"/>
          <w:sz w:val="28"/>
          <w:szCs w:val="28"/>
        </w:rPr>
        <w:t xml:space="preserve"> and Response</w:t>
      </w:r>
    </w:p>
    <w:tbl>
      <w:tblPr>
        <w:tblStyle w:val="NationalGrid"/>
        <w:tblW w:w="10485" w:type="dxa"/>
        <w:tblLook w:val="04A0" w:firstRow="1" w:lastRow="0" w:firstColumn="1" w:lastColumn="0" w:noHBand="0" w:noVBand="1"/>
      </w:tblPr>
      <w:tblGrid>
        <w:gridCol w:w="1497"/>
        <w:gridCol w:w="1233"/>
        <w:gridCol w:w="2085"/>
        <w:gridCol w:w="1327"/>
        <w:gridCol w:w="4343"/>
      </w:tblGrid>
      <w:tr w:rsidR="00F124F6" w:rsidRPr="00204D32" w14:paraId="6CF37755" w14:textId="77777777" w:rsidTr="00D330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97" w:type="dxa"/>
          </w:tcPr>
          <w:p w14:paraId="09676C9F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233" w:type="dxa"/>
          </w:tcPr>
          <w:p w14:paraId="5FBEC230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2085" w:type="dxa"/>
          </w:tcPr>
          <w:p w14:paraId="342C8EA5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27" w:type="dxa"/>
          </w:tcPr>
          <w:p w14:paraId="2C69164D" w14:textId="77777777" w:rsidR="00F124F6" w:rsidRDefault="00F124F6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343" w:type="dxa"/>
          </w:tcPr>
          <w:p w14:paraId="568950F4" w14:textId="77777777" w:rsidR="00F124F6" w:rsidRPr="00D33007" w:rsidRDefault="00F124F6" w:rsidP="00D33007">
            <w:pPr>
              <w:pStyle w:val="BodyText"/>
              <w:rPr>
                <w:b/>
                <w:bCs/>
              </w:rPr>
            </w:pPr>
            <w:r w:rsidRPr="00D33007">
              <w:rPr>
                <w:b/>
                <w:bCs/>
              </w:rPr>
              <w:t>If requirement is not met, but the provider expects to deliver changes through the tender process in order to meet it, please summarise what will be required here.</w:t>
            </w:r>
          </w:p>
        </w:tc>
      </w:tr>
      <w:tr w:rsidR="00F124F6" w:rsidRPr="00204D32" w14:paraId="615EAE07" w14:textId="77777777" w:rsidTr="00D33007">
        <w:tc>
          <w:tcPr>
            <w:tcW w:w="1497" w:type="dxa"/>
          </w:tcPr>
          <w:p w14:paraId="5335D7C9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14:paraId="53A4270A" w14:textId="7076E9C9" w:rsidR="00F124F6" w:rsidRPr="00204D32" w:rsidRDefault="004A2908" w:rsidP="00921E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ESR</w:t>
            </w:r>
            <w:r w:rsidR="00F124F6" w:rsidRPr="00204D32">
              <w:rPr>
                <w:rFonts w:cstheme="minorHAnsi"/>
              </w:rPr>
              <w:t xml:space="preserve"> Auxiliary Unit(s)</w:t>
            </w:r>
          </w:p>
        </w:tc>
        <w:tc>
          <w:tcPr>
            <w:tcW w:w="1233" w:type="dxa"/>
          </w:tcPr>
          <w:p w14:paraId="5B7A8F7C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72h</w:t>
            </w:r>
          </w:p>
        </w:tc>
        <w:tc>
          <w:tcPr>
            <w:tcW w:w="2085" w:type="dxa"/>
          </w:tcPr>
          <w:p w14:paraId="07DF749F" w14:textId="77777777" w:rsidR="00F124F6" w:rsidRPr="001175FB" w:rsidRDefault="00F124F6" w:rsidP="00293C89">
            <w:pPr>
              <w:spacing w:before="120" w:after="120"/>
              <w:rPr>
                <w:rFonts w:cstheme="minorHAnsi"/>
                <w:b/>
              </w:rPr>
            </w:pPr>
            <w:r>
              <w:rPr>
                <w:rFonts w:cstheme="minorHAnsi"/>
              </w:rPr>
              <w:t>State in number of hours</w:t>
            </w:r>
          </w:p>
        </w:tc>
        <w:tc>
          <w:tcPr>
            <w:tcW w:w="1327" w:type="dxa"/>
          </w:tcPr>
          <w:p w14:paraId="2289B2CF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  <w:p w14:paraId="179D67C6" w14:textId="77777777" w:rsidR="00F124F6" w:rsidRPr="001175FB" w:rsidRDefault="00F124F6" w:rsidP="00293C89">
            <w:pPr>
              <w:spacing w:before="120"/>
              <w:rPr>
                <w:rFonts w:cstheme="minorHAnsi"/>
              </w:rPr>
            </w:pPr>
            <w:r w:rsidRPr="001175FB">
              <w:rPr>
                <w:rFonts w:cstheme="minorHAnsi"/>
              </w:rPr>
              <w:t>No auxiliary units on site currently</w:t>
            </w:r>
          </w:p>
        </w:tc>
        <w:tc>
          <w:tcPr>
            <w:tcW w:w="4343" w:type="dxa"/>
          </w:tcPr>
          <w:p w14:paraId="0CA2CFBB" w14:textId="77777777" w:rsidR="00F124F6" w:rsidRDefault="00F124F6" w:rsidP="00921E1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We would propose as part of our submission to purchase and install auxiliary units</w:t>
            </w:r>
          </w:p>
          <w:p w14:paraId="5D07E045" w14:textId="77777777" w:rsidR="00F124F6" w:rsidRDefault="00F124F6" w:rsidP="00921E1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We would/would not require capital to do this</w:t>
            </w:r>
          </w:p>
          <w:p w14:paraId="12339EC5" w14:textId="77777777" w:rsidR="00F124F6" w:rsidRPr="00E439A8" w:rsidRDefault="00F124F6" w:rsidP="00921E1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cstheme="minorHAnsi"/>
              </w:rPr>
            </w:pPr>
            <w:r w:rsidRPr="00E439A8">
              <w:rPr>
                <w:rFonts w:cstheme="minorHAnsi"/>
              </w:rPr>
              <w:t>Once installed, the auxiliary units will have resilience for ≥ 72h</w:t>
            </w:r>
          </w:p>
        </w:tc>
      </w:tr>
    </w:tbl>
    <w:p w14:paraId="084720CE" w14:textId="77777777" w:rsidR="00F124F6" w:rsidRDefault="00F124F6" w:rsidP="00F124F6">
      <w:pPr>
        <w:pStyle w:val="BodyText"/>
      </w:pPr>
    </w:p>
    <w:p w14:paraId="56F6975E" w14:textId="085E2D03" w:rsidR="00F124F6" w:rsidRDefault="00F124F6" w:rsidP="00F124F6">
      <w:pPr>
        <w:pStyle w:val="Heading1"/>
      </w:pPr>
      <w:r>
        <w:t>Provider Declaration of Technical Requirements</w:t>
      </w:r>
    </w:p>
    <w:p w14:paraId="4D19D57A" w14:textId="77777777" w:rsidR="00F124F6" w:rsidRDefault="00F124F6" w:rsidP="00F124F6">
      <w:pPr>
        <w:pStyle w:val="BodyText"/>
      </w:pPr>
    </w:p>
    <w:tbl>
      <w:tblPr>
        <w:tblStyle w:val="NationalGrid"/>
        <w:tblW w:w="10485" w:type="dxa"/>
        <w:tblLook w:val="04A0" w:firstRow="1" w:lastRow="0" w:firstColumn="1" w:lastColumn="0" w:noHBand="0" w:noVBand="1"/>
      </w:tblPr>
      <w:tblGrid>
        <w:gridCol w:w="1557"/>
        <w:gridCol w:w="1562"/>
        <w:gridCol w:w="1696"/>
        <w:gridCol w:w="1377"/>
        <w:gridCol w:w="4293"/>
      </w:tblGrid>
      <w:tr w:rsidR="00F124F6" w:rsidRPr="00760F12" w14:paraId="07243CED" w14:textId="77777777" w:rsidTr="00515D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57" w:type="dxa"/>
          </w:tcPr>
          <w:p w14:paraId="731F8B79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562" w:type="dxa"/>
          </w:tcPr>
          <w:p w14:paraId="1C369F37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1696" w:type="dxa"/>
          </w:tcPr>
          <w:p w14:paraId="7686B700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77" w:type="dxa"/>
          </w:tcPr>
          <w:p w14:paraId="292779C8" w14:textId="77777777" w:rsidR="00F124F6" w:rsidRDefault="00F124F6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293" w:type="dxa"/>
          </w:tcPr>
          <w:p w14:paraId="6A77AE04" w14:textId="77777777" w:rsidR="00F124F6" w:rsidRDefault="00F124F6" w:rsidP="00A2320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If requirement is not met, but the provider expects to deliver changes through the tender process in order to meet it, please summarise what will be required here:</w:t>
            </w:r>
          </w:p>
          <w:p w14:paraId="0C5BD0C8" w14:textId="77777777" w:rsidR="00F124F6" w:rsidRDefault="00F124F6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If changes are required/planned, please briefly describe them.</w:t>
            </w:r>
          </w:p>
          <w:p w14:paraId="39654FC4" w14:textId="77777777" w:rsidR="00F124F6" w:rsidRDefault="00F124F6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Is capital required? Indicative budget </w:t>
            </w:r>
          </w:p>
          <w:p w14:paraId="7EB1D423" w14:textId="77777777" w:rsidR="00F124F6" w:rsidRPr="00F875FB" w:rsidRDefault="00F124F6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 w:rsidRPr="00F875FB">
              <w:rPr>
                <w:rFonts w:cstheme="minorHAnsi"/>
              </w:rPr>
              <w:t>What is the indicative capability post changes?</w:t>
            </w:r>
          </w:p>
        </w:tc>
      </w:tr>
      <w:tr w:rsidR="00F124F6" w:rsidRPr="00760F12" w14:paraId="2EBDB7BF" w14:textId="77777777" w:rsidTr="00515D7E">
        <w:tc>
          <w:tcPr>
            <w:tcW w:w="1557" w:type="dxa"/>
          </w:tcPr>
          <w:p w14:paraId="14420D78" w14:textId="77777777" w:rsidR="00F124F6" w:rsidRPr="00204D32" w:rsidRDefault="00F124F6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Time to Connect </w:t>
            </w:r>
          </w:p>
        </w:tc>
        <w:tc>
          <w:tcPr>
            <w:tcW w:w="1562" w:type="dxa"/>
          </w:tcPr>
          <w:p w14:paraId="450B5F01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≤ 2h</w:t>
            </w:r>
          </w:p>
        </w:tc>
        <w:tc>
          <w:tcPr>
            <w:tcW w:w="1696" w:type="dxa"/>
          </w:tcPr>
          <w:p w14:paraId="60487BDC" w14:textId="77777777" w:rsidR="00F124F6" w:rsidRPr="00204D32" w:rsidRDefault="00F124F6" w:rsidP="00293C89">
            <w:pPr>
              <w:spacing w:before="120" w:after="120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State in number of </w:t>
            </w:r>
            <w:r>
              <w:rPr>
                <w:rFonts w:cstheme="minorHAnsi"/>
              </w:rPr>
              <w:t>hours and minutes.</w:t>
            </w:r>
          </w:p>
        </w:tc>
        <w:tc>
          <w:tcPr>
            <w:tcW w:w="1377" w:type="dxa"/>
          </w:tcPr>
          <w:p w14:paraId="57C4803C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28786B6B" w14:textId="77777777" w:rsidR="00F124F6" w:rsidRPr="00E439A8" w:rsidRDefault="00F124F6" w:rsidP="00921E13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F124F6" w:rsidRPr="00760F12" w14:paraId="11CE483E" w14:textId="77777777" w:rsidTr="00515D7E">
        <w:tc>
          <w:tcPr>
            <w:tcW w:w="1557" w:type="dxa"/>
          </w:tcPr>
          <w:p w14:paraId="3F3EE5FD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Service Availability</w:t>
            </w:r>
          </w:p>
        </w:tc>
        <w:tc>
          <w:tcPr>
            <w:tcW w:w="1562" w:type="dxa"/>
          </w:tcPr>
          <w:p w14:paraId="6B09FF50" w14:textId="78C4ED63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 w:rsidR="000A7167">
              <w:rPr>
                <w:rFonts w:cstheme="minorHAnsi"/>
              </w:rPr>
              <w:t>8</w:t>
            </w:r>
            <w:r w:rsidRPr="00204D32">
              <w:rPr>
                <w:rFonts w:cstheme="minorHAnsi"/>
              </w:rPr>
              <w:t>0%</w:t>
            </w:r>
          </w:p>
        </w:tc>
        <w:tc>
          <w:tcPr>
            <w:tcW w:w="1696" w:type="dxa"/>
          </w:tcPr>
          <w:p w14:paraId="7994892F" w14:textId="2EE4C31A" w:rsidR="000017FA" w:rsidRPr="00204D32" w:rsidRDefault="00F124F6" w:rsidP="00921E13">
            <w:pPr>
              <w:spacing w:before="120"/>
              <w:rPr>
                <w:rFonts w:cstheme="minorHAnsi"/>
              </w:rPr>
            </w:pPr>
            <w:r w:rsidRPr="41B48D70">
              <w:t xml:space="preserve">State percentage of expected average availability between </w:t>
            </w:r>
            <w:r w:rsidR="00A37926">
              <w:t>Dec</w:t>
            </w:r>
            <w:r w:rsidR="000A7167" w:rsidRPr="41B48D70">
              <w:t xml:space="preserve"> 202</w:t>
            </w:r>
            <w:r w:rsidR="00A37926">
              <w:t>6</w:t>
            </w:r>
            <w:r w:rsidR="00F83D9B">
              <w:t>/2028</w:t>
            </w:r>
            <w:r w:rsidRPr="41B48D70">
              <w:t xml:space="preserve"> and </w:t>
            </w:r>
            <w:r w:rsidR="00320DCF" w:rsidRPr="41B48D70">
              <w:t>Dec</w:t>
            </w:r>
            <w:r w:rsidRPr="41B48D70">
              <w:t xml:space="preserve"> 20</w:t>
            </w:r>
            <w:r w:rsidR="000A7167" w:rsidRPr="41B48D70">
              <w:t>3</w:t>
            </w:r>
            <w:r w:rsidR="00F83D9B">
              <w:t>1/2033</w:t>
            </w:r>
            <w:r w:rsidRPr="41B48D70">
              <w:t xml:space="preserve">, based on number of settlement periods where the contracted service is delivered.  </w:t>
            </w:r>
          </w:p>
        </w:tc>
        <w:tc>
          <w:tcPr>
            <w:tcW w:w="1377" w:type="dxa"/>
          </w:tcPr>
          <w:p w14:paraId="525FCA48" w14:textId="77777777" w:rsidR="00F124F6" w:rsidRPr="00204D32" w:rsidRDefault="00F124F6" w:rsidP="00921E13">
            <w:pPr>
              <w:spacing w:before="120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3FE00FE3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43C545EA" w14:textId="77777777" w:rsidTr="00515D7E">
        <w:tc>
          <w:tcPr>
            <w:tcW w:w="1557" w:type="dxa"/>
          </w:tcPr>
          <w:p w14:paraId="31B61EA8" w14:textId="4F79E4A8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lastRenderedPageBreak/>
              <w:t xml:space="preserve">Voltage </w:t>
            </w:r>
            <w:r w:rsidR="000A7167">
              <w:rPr>
                <w:rFonts w:cstheme="minorHAnsi"/>
              </w:rPr>
              <w:t>Regulation</w:t>
            </w:r>
            <w:r w:rsidRPr="00204D32">
              <w:rPr>
                <w:rFonts w:cstheme="minorHAnsi"/>
              </w:rPr>
              <w:t xml:space="preserve"> </w:t>
            </w:r>
          </w:p>
        </w:tc>
        <w:tc>
          <w:tcPr>
            <w:tcW w:w="1562" w:type="dxa"/>
          </w:tcPr>
          <w:p w14:paraId="32C2EC59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Existent</w:t>
            </w:r>
          </w:p>
        </w:tc>
        <w:tc>
          <w:tcPr>
            <w:tcW w:w="1696" w:type="dxa"/>
          </w:tcPr>
          <w:p w14:paraId="7AF1D996" w14:textId="77777777" w:rsidR="00F124F6" w:rsidRPr="00204D32" w:rsidRDefault="00F124F6" w:rsidP="00921E13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2B3545BB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35C0E2B0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04FF068B" w14:textId="77777777" w:rsidTr="00515D7E">
        <w:tc>
          <w:tcPr>
            <w:tcW w:w="1557" w:type="dxa"/>
          </w:tcPr>
          <w:p w14:paraId="021802E5" w14:textId="7CFA26D4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Frequency </w:t>
            </w:r>
            <w:r w:rsidR="000A7167">
              <w:rPr>
                <w:rFonts w:cstheme="minorHAnsi"/>
              </w:rPr>
              <w:t>Regulation</w:t>
            </w:r>
          </w:p>
        </w:tc>
        <w:tc>
          <w:tcPr>
            <w:tcW w:w="1562" w:type="dxa"/>
          </w:tcPr>
          <w:p w14:paraId="6E33B958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Existent</w:t>
            </w:r>
          </w:p>
        </w:tc>
        <w:tc>
          <w:tcPr>
            <w:tcW w:w="1696" w:type="dxa"/>
          </w:tcPr>
          <w:p w14:paraId="515A60FA" w14:textId="77777777" w:rsidR="00F124F6" w:rsidRPr="00204D32" w:rsidRDefault="00F124F6" w:rsidP="00921E13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134738E8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2E5EC6D8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7C3A4B7D" w14:textId="77777777" w:rsidTr="00515D7E">
        <w:tc>
          <w:tcPr>
            <w:tcW w:w="1557" w:type="dxa"/>
          </w:tcPr>
          <w:p w14:paraId="46AAAD35" w14:textId="4D9CF442" w:rsidR="00F124F6" w:rsidRPr="00204D32" w:rsidRDefault="00F124F6" w:rsidP="0237FCE7">
            <w:pPr>
              <w:jc w:val="both"/>
            </w:pPr>
            <w:r w:rsidRPr="0237FCE7">
              <w:t>Resilience of Supply,</w:t>
            </w:r>
          </w:p>
          <w:p w14:paraId="1CC39243" w14:textId="5375CD06" w:rsidR="00F124F6" w:rsidRPr="00204D32" w:rsidRDefault="00701490" w:rsidP="00921E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ESR</w:t>
            </w:r>
            <w:r w:rsidR="00F124F6" w:rsidRPr="00204D32">
              <w:rPr>
                <w:rFonts w:cstheme="minorHAnsi"/>
              </w:rPr>
              <w:t xml:space="preserve"> Service</w:t>
            </w:r>
          </w:p>
        </w:tc>
        <w:tc>
          <w:tcPr>
            <w:tcW w:w="1562" w:type="dxa"/>
          </w:tcPr>
          <w:p w14:paraId="15CEDD2C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10h</w:t>
            </w:r>
          </w:p>
        </w:tc>
        <w:tc>
          <w:tcPr>
            <w:tcW w:w="1696" w:type="dxa"/>
          </w:tcPr>
          <w:p w14:paraId="3C07A9BE" w14:textId="77777777" w:rsidR="00F124F6" w:rsidRPr="00204D32" w:rsidRDefault="00F124F6" w:rsidP="00293C89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State in number of hours</w:t>
            </w:r>
          </w:p>
        </w:tc>
        <w:tc>
          <w:tcPr>
            <w:tcW w:w="1377" w:type="dxa"/>
          </w:tcPr>
          <w:p w14:paraId="0D079FD0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788AB478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731831E2" w14:textId="77777777" w:rsidTr="00515D7E">
        <w:tc>
          <w:tcPr>
            <w:tcW w:w="1557" w:type="dxa"/>
          </w:tcPr>
          <w:p w14:paraId="636EE9D4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14:paraId="310D47C1" w14:textId="77ACD786" w:rsidR="00F124F6" w:rsidRPr="00204D32" w:rsidRDefault="00701490" w:rsidP="00921E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ESR</w:t>
            </w:r>
            <w:r w:rsidR="00F124F6" w:rsidRPr="00204D32">
              <w:rPr>
                <w:rFonts w:cstheme="minorHAnsi"/>
              </w:rPr>
              <w:t xml:space="preserve"> Auxiliary Unit(s)</w:t>
            </w:r>
          </w:p>
        </w:tc>
        <w:tc>
          <w:tcPr>
            <w:tcW w:w="1562" w:type="dxa"/>
          </w:tcPr>
          <w:p w14:paraId="65867381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72h</w:t>
            </w:r>
          </w:p>
        </w:tc>
        <w:tc>
          <w:tcPr>
            <w:tcW w:w="1696" w:type="dxa"/>
          </w:tcPr>
          <w:p w14:paraId="720A0523" w14:textId="77777777" w:rsidR="00F124F6" w:rsidRPr="00204D32" w:rsidRDefault="00F124F6" w:rsidP="00293C89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in number of hours </w:t>
            </w:r>
          </w:p>
        </w:tc>
        <w:tc>
          <w:tcPr>
            <w:tcW w:w="1377" w:type="dxa"/>
          </w:tcPr>
          <w:p w14:paraId="0573F16D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4C0190AE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508A8B4E" w14:textId="77777777" w:rsidTr="00515D7E">
        <w:tc>
          <w:tcPr>
            <w:tcW w:w="1557" w:type="dxa"/>
          </w:tcPr>
          <w:p w14:paraId="023EA0AB" w14:textId="77777777" w:rsidR="00F124F6" w:rsidRPr="00204D32" w:rsidRDefault="00F124F6" w:rsidP="00293C89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Block Loading Size</w:t>
            </w:r>
          </w:p>
        </w:tc>
        <w:tc>
          <w:tcPr>
            <w:tcW w:w="1562" w:type="dxa"/>
          </w:tcPr>
          <w:p w14:paraId="37A67373" w14:textId="0144EA64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 w:rsidR="000A7167">
              <w:rPr>
                <w:rFonts w:cstheme="minorHAnsi"/>
              </w:rPr>
              <w:t>1</w:t>
            </w:r>
            <w:r w:rsidRPr="00204D32">
              <w:rPr>
                <w:rFonts w:cstheme="minorHAnsi"/>
              </w:rPr>
              <w:t>0MW</w:t>
            </w:r>
          </w:p>
        </w:tc>
        <w:tc>
          <w:tcPr>
            <w:tcW w:w="1696" w:type="dxa"/>
          </w:tcPr>
          <w:p w14:paraId="07A7C685" w14:textId="7E4237C8" w:rsidR="00F124F6" w:rsidRPr="00204D32" w:rsidRDefault="00F124F6" w:rsidP="00293C89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</w:t>
            </w:r>
            <w:r w:rsidR="00CD6C18">
              <w:rPr>
                <w:rFonts w:cstheme="minorHAnsi"/>
              </w:rPr>
              <w:t>expected largest</w:t>
            </w:r>
            <w:r>
              <w:rPr>
                <w:rFonts w:cstheme="minorHAnsi"/>
              </w:rPr>
              <w:t xml:space="preserve"> size of block load </w:t>
            </w:r>
          </w:p>
        </w:tc>
        <w:tc>
          <w:tcPr>
            <w:tcW w:w="1377" w:type="dxa"/>
          </w:tcPr>
          <w:p w14:paraId="4A778839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66B1DD7A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  <w:color w:val="454546"/>
                <w:lang w:val="en"/>
              </w:rPr>
            </w:pPr>
          </w:p>
        </w:tc>
      </w:tr>
      <w:tr w:rsidR="00F124F6" w:rsidRPr="00760F12" w14:paraId="211471FF" w14:textId="77777777" w:rsidTr="00515D7E">
        <w:tc>
          <w:tcPr>
            <w:tcW w:w="1557" w:type="dxa"/>
          </w:tcPr>
          <w:p w14:paraId="6E0EFE15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Reactive Capability </w:t>
            </w:r>
          </w:p>
        </w:tc>
        <w:tc>
          <w:tcPr>
            <w:tcW w:w="1562" w:type="dxa"/>
          </w:tcPr>
          <w:p w14:paraId="50366829" w14:textId="3DE0266E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 w:rsidR="000A7167">
              <w:rPr>
                <w:rFonts w:cstheme="minorHAnsi"/>
              </w:rPr>
              <w:t>50M</w:t>
            </w:r>
            <w:r w:rsidRPr="00204D32">
              <w:rPr>
                <w:rFonts w:cstheme="minorHAnsi"/>
              </w:rPr>
              <w:t>VAr Leading</w:t>
            </w:r>
          </w:p>
        </w:tc>
        <w:tc>
          <w:tcPr>
            <w:tcW w:w="1696" w:type="dxa"/>
          </w:tcPr>
          <w:p w14:paraId="5246C289" w14:textId="0EBE2999" w:rsidR="00F124F6" w:rsidRPr="00204D32" w:rsidRDefault="00F124F6" w:rsidP="0237FCE7">
            <w:pPr>
              <w:spacing w:before="120" w:after="120"/>
              <w:jc w:val="both"/>
            </w:pPr>
            <w:r w:rsidRPr="0237FCE7">
              <w:t>State capability in MVAr Leading</w:t>
            </w:r>
          </w:p>
        </w:tc>
        <w:tc>
          <w:tcPr>
            <w:tcW w:w="1377" w:type="dxa"/>
          </w:tcPr>
          <w:p w14:paraId="7FA1F335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02FC389C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</w:p>
        </w:tc>
      </w:tr>
      <w:tr w:rsidR="00F124F6" w:rsidRPr="00760F12" w14:paraId="69A34A49" w14:textId="77777777" w:rsidTr="00515D7E">
        <w:trPr>
          <w:trHeight w:val="519"/>
        </w:trPr>
        <w:tc>
          <w:tcPr>
            <w:tcW w:w="1557" w:type="dxa"/>
          </w:tcPr>
          <w:p w14:paraId="2865F565" w14:textId="5B1D5D75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Sequential </w:t>
            </w:r>
            <w:r w:rsidR="000D3A36">
              <w:rPr>
                <w:rFonts w:cstheme="minorHAnsi"/>
              </w:rPr>
              <w:t>ESR</w:t>
            </w:r>
            <w:r w:rsidRPr="00204D32">
              <w:rPr>
                <w:rFonts w:cstheme="minorHAnsi"/>
              </w:rPr>
              <w:t xml:space="preserve"> Starts </w:t>
            </w:r>
          </w:p>
        </w:tc>
        <w:tc>
          <w:tcPr>
            <w:tcW w:w="1562" w:type="dxa"/>
          </w:tcPr>
          <w:p w14:paraId="6A83DF2F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3</w:t>
            </w:r>
          </w:p>
        </w:tc>
        <w:tc>
          <w:tcPr>
            <w:tcW w:w="1696" w:type="dxa"/>
          </w:tcPr>
          <w:p w14:paraId="6015F074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44B67EF0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28308D23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7E7A8C19" w14:textId="77777777" w:rsidTr="00515D7E">
        <w:trPr>
          <w:trHeight w:val="1437"/>
        </w:trPr>
        <w:tc>
          <w:tcPr>
            <w:tcW w:w="1557" w:type="dxa"/>
            <w:vMerge w:val="restart"/>
          </w:tcPr>
          <w:p w14:paraId="3865B2CE" w14:textId="77777777" w:rsidR="00F124F6" w:rsidRPr="00204D32" w:rsidRDefault="00F124F6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Short-circuit level (following the start of a system disturbance)</w:t>
            </w:r>
          </w:p>
        </w:tc>
        <w:tc>
          <w:tcPr>
            <w:tcW w:w="1562" w:type="dxa"/>
          </w:tcPr>
          <w:p w14:paraId="30894BF9" w14:textId="77777777" w:rsidR="00F124F6" w:rsidRDefault="00F124F6" w:rsidP="00921E13">
            <w:pPr>
              <w:rPr>
                <w:rFonts w:cstheme="minorHAnsi"/>
              </w:rPr>
            </w:pPr>
          </w:p>
          <w:p w14:paraId="1E345FB5" w14:textId="77777777" w:rsidR="00F124F6" w:rsidRPr="006F7A92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6F7A92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≤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 xml:space="preserve">80ms: </w:t>
            </w:r>
          </w:p>
          <w:p w14:paraId="5A486AD5" w14:textId="77777777" w:rsidR="00F124F6" w:rsidRPr="00204D32" w:rsidRDefault="00F124F6" w:rsidP="00921E13">
            <w:pPr>
              <w:rPr>
                <w:rFonts w:cstheme="minorHAnsi"/>
              </w:rPr>
            </w:pPr>
          </w:p>
          <w:p w14:paraId="2737638B" w14:textId="77777777" w:rsidR="00F124F6" w:rsidRDefault="00F124F6" w:rsidP="00921E13">
            <w:pPr>
              <w:jc w:val="center"/>
              <w:rPr>
                <w:rFonts w:eastAsiaTheme="minorEastAsia" w:cstheme="minorHAnsi"/>
              </w:rPr>
            </w:pPr>
            <w:r w:rsidRPr="00204D32">
              <w:rPr>
                <w:rFonts w:eastAsiaTheme="minorEastAsia" w:cstheme="minorHAnsi"/>
              </w:rPr>
              <w:t xml:space="preserve">I </w:t>
            </w:r>
            <w:r>
              <w:rPr>
                <w:rFonts w:eastAsiaTheme="minorEastAsia" w:cstheme="minorHAnsi"/>
              </w:rPr>
              <w:t>≥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240 MVA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∙U</m:t>
                  </m:r>
                </m:den>
              </m:f>
            </m:oMath>
            <w:r w:rsidRPr="00204D32">
              <w:rPr>
                <w:rFonts w:eastAsiaTheme="minorEastAsia" w:cstheme="minorHAnsi"/>
              </w:rPr>
              <w:t xml:space="preserve"> [kA]</w:t>
            </w:r>
          </w:p>
          <w:p w14:paraId="12F29022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</w:p>
          <w:p w14:paraId="7E902A82" w14:textId="77777777" w:rsidR="00F124F6" w:rsidRDefault="00F124F6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U ≡ connection voltage [kV]</w:t>
            </w:r>
          </w:p>
          <w:p w14:paraId="7BBBCC56" w14:textId="77777777" w:rsidR="00F124F6" w:rsidRPr="00204D32" w:rsidRDefault="00F124F6" w:rsidP="00921E13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14:paraId="6E9AFD0B" w14:textId="77777777" w:rsidR="00F124F6" w:rsidRPr="00204D32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23514D">
              <w:rPr>
                <w:rFonts w:cstheme="minorHAnsi"/>
              </w:rPr>
              <w:t>t≤</w:t>
            </w:r>
            <w:r>
              <w:rPr>
                <w:rFonts w:cstheme="minorHAnsi"/>
              </w:rPr>
              <w:t>80ms, please state value of I, in kA</w:t>
            </w:r>
          </w:p>
        </w:tc>
        <w:tc>
          <w:tcPr>
            <w:tcW w:w="1377" w:type="dxa"/>
          </w:tcPr>
          <w:p w14:paraId="4AEA8E4D" w14:textId="77777777" w:rsidR="00F124F6" w:rsidRDefault="00F124F6" w:rsidP="00921E13">
            <w:pPr>
              <w:rPr>
                <w:rFonts w:cstheme="minorHAnsi"/>
              </w:rPr>
            </w:pPr>
          </w:p>
        </w:tc>
        <w:tc>
          <w:tcPr>
            <w:tcW w:w="4293" w:type="dxa"/>
          </w:tcPr>
          <w:p w14:paraId="2361EAD4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07B090CB" w14:textId="77777777" w:rsidTr="00515D7E">
        <w:trPr>
          <w:trHeight w:val="954"/>
        </w:trPr>
        <w:tc>
          <w:tcPr>
            <w:tcW w:w="1557" w:type="dxa"/>
            <w:vMerge/>
          </w:tcPr>
          <w:p w14:paraId="3E5D870E" w14:textId="77777777" w:rsidR="00F124F6" w:rsidRPr="00204D32" w:rsidRDefault="00F124F6" w:rsidP="00921E13">
            <w:pPr>
              <w:rPr>
                <w:rFonts w:cstheme="minorHAnsi"/>
              </w:rPr>
            </w:pPr>
          </w:p>
        </w:tc>
        <w:tc>
          <w:tcPr>
            <w:tcW w:w="1562" w:type="dxa"/>
          </w:tcPr>
          <w:p w14:paraId="2512F430" w14:textId="77777777" w:rsidR="00F124F6" w:rsidRDefault="00F124F6" w:rsidP="00921E13">
            <w:pPr>
              <w:rPr>
                <w:rFonts w:cstheme="minorHAnsi"/>
              </w:rPr>
            </w:pPr>
          </w:p>
          <w:p w14:paraId="632E8F94" w14:textId="77777777" w:rsidR="00F124F6" w:rsidRPr="006F7A92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6F7A92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&gt;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80ms:</w:t>
            </w:r>
          </w:p>
          <w:p w14:paraId="0C471F2C" w14:textId="77777777" w:rsidR="00F124F6" w:rsidRDefault="00F124F6" w:rsidP="00921E13">
            <w:pPr>
              <w:jc w:val="center"/>
              <w:rPr>
                <w:rFonts w:eastAsiaTheme="minorEastAsia" w:cstheme="minorHAnsi"/>
              </w:rPr>
            </w:pPr>
          </w:p>
          <w:p w14:paraId="1F839EDF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eastAsiaTheme="minorEastAsia" w:cstheme="minorHAnsi"/>
              </w:rPr>
              <w:t>I</w:t>
            </w:r>
            <w:r>
              <w:rPr>
                <w:rFonts w:eastAsiaTheme="minorEastAsia" w:cstheme="minorHAnsi"/>
              </w:rPr>
              <w:t xml:space="preserve"> ≥</w:t>
            </w:r>
            <w:r w:rsidRPr="00204D32">
              <w:rPr>
                <w:rFonts w:eastAsiaTheme="minorEastAsia" w:cstheme="minorHAnsi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100 MVA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∙U</m:t>
                  </m:r>
                </m:den>
              </m:f>
            </m:oMath>
            <w:r w:rsidRPr="00204D32">
              <w:rPr>
                <w:rFonts w:eastAsiaTheme="minorEastAsia" w:cstheme="minorHAnsi"/>
              </w:rPr>
              <w:t xml:space="preserve"> [kA]</w:t>
            </w:r>
          </w:p>
          <w:p w14:paraId="17729A38" w14:textId="77777777" w:rsidR="00F124F6" w:rsidRPr="00204D32" w:rsidRDefault="00F124F6" w:rsidP="00921E13">
            <w:pPr>
              <w:rPr>
                <w:rFonts w:cstheme="minorHAnsi"/>
              </w:rPr>
            </w:pPr>
          </w:p>
          <w:p w14:paraId="22931B94" w14:textId="77777777" w:rsidR="00F124F6" w:rsidRDefault="00F124F6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U ≡ connection voltage [kV]</w:t>
            </w:r>
          </w:p>
          <w:p w14:paraId="0095D051" w14:textId="77777777" w:rsidR="00F124F6" w:rsidRPr="00204D32" w:rsidRDefault="00F124F6" w:rsidP="00921E13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14:paraId="0E6554D9" w14:textId="77777777" w:rsidR="00F124F6" w:rsidRDefault="00F124F6" w:rsidP="00921E13">
            <w:pPr>
              <w:rPr>
                <w:rFonts w:cstheme="minorHAnsi"/>
              </w:rPr>
            </w:pPr>
          </w:p>
          <w:p w14:paraId="6074BCC2" w14:textId="77777777" w:rsidR="00F124F6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23514D">
              <w:rPr>
                <w:rFonts w:cstheme="minorHAnsi"/>
              </w:rPr>
              <w:t>t</w:t>
            </w:r>
            <w:r>
              <w:rPr>
                <w:rFonts w:cstheme="minorHAnsi"/>
              </w:rPr>
              <w:t>&gt;80ms, please state value of I, in kA</w:t>
            </w:r>
          </w:p>
        </w:tc>
        <w:tc>
          <w:tcPr>
            <w:tcW w:w="1377" w:type="dxa"/>
          </w:tcPr>
          <w:p w14:paraId="797A3F18" w14:textId="77777777" w:rsidR="00F124F6" w:rsidRDefault="00F124F6" w:rsidP="00921E13">
            <w:pPr>
              <w:rPr>
                <w:rFonts w:cstheme="minorHAnsi"/>
              </w:rPr>
            </w:pPr>
          </w:p>
        </w:tc>
        <w:tc>
          <w:tcPr>
            <w:tcW w:w="4293" w:type="dxa"/>
          </w:tcPr>
          <w:p w14:paraId="61D3715B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040E6DEC" w14:textId="77777777" w:rsidTr="00515D7E">
        <w:trPr>
          <w:trHeight w:val="736"/>
        </w:trPr>
        <w:tc>
          <w:tcPr>
            <w:tcW w:w="1557" w:type="dxa"/>
          </w:tcPr>
          <w:p w14:paraId="1BAF8255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lastRenderedPageBreak/>
              <w:t>Inertia Value</w:t>
            </w:r>
          </w:p>
        </w:tc>
        <w:tc>
          <w:tcPr>
            <w:tcW w:w="1562" w:type="dxa"/>
          </w:tcPr>
          <w:p w14:paraId="3727AE67" w14:textId="30B5A09E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</w:t>
            </w:r>
            <w:r>
              <w:rPr>
                <w:rFonts w:cstheme="minorHAnsi"/>
              </w:rPr>
              <w:t xml:space="preserve"> </w:t>
            </w:r>
            <w:r w:rsidR="000A7167">
              <w:rPr>
                <w:rFonts w:cstheme="minorHAnsi"/>
              </w:rPr>
              <w:t>4</w:t>
            </w:r>
            <w:r w:rsidRPr="00204D32">
              <w:rPr>
                <w:rFonts w:cstheme="minorHAnsi"/>
              </w:rPr>
              <w:t>00 MVA.s</w:t>
            </w:r>
          </w:p>
        </w:tc>
        <w:tc>
          <w:tcPr>
            <w:tcW w:w="1696" w:type="dxa"/>
          </w:tcPr>
          <w:p w14:paraId="085A6FC0" w14:textId="77777777" w:rsidR="00F124F6" w:rsidRPr="00204D32" w:rsidRDefault="00F124F6" w:rsidP="00921E13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Please state value in MVA.s</w:t>
            </w:r>
          </w:p>
        </w:tc>
        <w:tc>
          <w:tcPr>
            <w:tcW w:w="1377" w:type="dxa"/>
          </w:tcPr>
          <w:p w14:paraId="107DD36C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46249254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1A79517F" w14:textId="77777777" w:rsidTr="00515D7E">
        <w:trPr>
          <w:trHeight w:val="736"/>
        </w:trPr>
        <w:tc>
          <w:tcPr>
            <w:tcW w:w="1557" w:type="dxa"/>
          </w:tcPr>
          <w:p w14:paraId="389B9C33" w14:textId="77777777" w:rsidR="00F124F6" w:rsidRPr="00204D32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>All technical requirements listed above can be met at one point of delivery to network.</w:t>
            </w:r>
          </w:p>
        </w:tc>
        <w:tc>
          <w:tcPr>
            <w:tcW w:w="1562" w:type="dxa"/>
          </w:tcPr>
          <w:p w14:paraId="44C42379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Yes</w:t>
            </w:r>
          </w:p>
        </w:tc>
        <w:tc>
          <w:tcPr>
            <w:tcW w:w="1696" w:type="dxa"/>
          </w:tcPr>
          <w:p w14:paraId="3391B5B8" w14:textId="0580665D" w:rsidR="00F124F6" w:rsidRDefault="00F124F6" w:rsidP="0237FCE7">
            <w:pPr>
              <w:spacing w:before="120"/>
              <w:jc w:val="both"/>
            </w:pPr>
            <w:r w:rsidRPr="0237FCE7">
              <w:t xml:space="preserve">Yes/No </w:t>
            </w:r>
          </w:p>
        </w:tc>
        <w:tc>
          <w:tcPr>
            <w:tcW w:w="1377" w:type="dxa"/>
          </w:tcPr>
          <w:p w14:paraId="77F528BC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1328ACC9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</w:tbl>
    <w:p w14:paraId="10D78973" w14:textId="5BAFB40D" w:rsidR="00CB57C4" w:rsidRPr="00CB57C4" w:rsidRDefault="00CB57C4" w:rsidP="00A715AC">
      <w:pPr>
        <w:tabs>
          <w:tab w:val="left" w:pos="1810"/>
        </w:tabs>
      </w:pPr>
    </w:p>
    <w:sectPr w:rsidR="00CB57C4" w:rsidRPr="00CB57C4" w:rsidSect="00B03EE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588" w:right="709" w:bottom="1531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7093D" w14:textId="77777777" w:rsidR="00F46A26" w:rsidRDefault="00F46A26" w:rsidP="00A62BFF">
      <w:pPr>
        <w:spacing w:after="0"/>
      </w:pPr>
      <w:r>
        <w:separator/>
      </w:r>
    </w:p>
  </w:endnote>
  <w:endnote w:type="continuationSeparator" w:id="0">
    <w:p w14:paraId="2BE8F2C3" w14:textId="77777777" w:rsidR="00F46A26" w:rsidRDefault="00F46A26" w:rsidP="00A62BFF">
      <w:pPr>
        <w:spacing w:after="0"/>
      </w:pPr>
      <w:r>
        <w:continuationSeparator/>
      </w:r>
    </w:p>
  </w:endnote>
  <w:endnote w:type="continuationNotice" w:id="1">
    <w:p w14:paraId="37081AC9" w14:textId="77777777" w:rsidR="00F46A26" w:rsidRDefault="00F46A2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921E13" w14:paraId="677370B8" w14:textId="77777777" w:rsidTr="00B26D29">
      <w:tc>
        <w:tcPr>
          <w:tcW w:w="8789" w:type="dxa"/>
          <w:vAlign w:val="bottom"/>
        </w:tcPr>
        <w:p w14:paraId="393E15A1" w14:textId="77777777" w:rsidR="00921E13" w:rsidRDefault="00921E13" w:rsidP="00DD2F95">
          <w:pPr>
            <w:pStyle w:val="Footer"/>
          </w:pPr>
        </w:p>
      </w:tc>
      <w:tc>
        <w:tcPr>
          <w:tcW w:w="1699" w:type="dxa"/>
          <w:vAlign w:val="bottom"/>
        </w:tcPr>
        <w:p w14:paraId="1DD09F13" w14:textId="2CC3FD88" w:rsidR="00921E13" w:rsidRDefault="00921E13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>
            <w:t>3</w:t>
          </w:r>
          <w:r>
            <w:fldChar w:fldCharType="end"/>
          </w:r>
        </w:p>
      </w:tc>
    </w:tr>
  </w:tbl>
  <w:p w14:paraId="52B8345C" w14:textId="77777777" w:rsidR="00921E13" w:rsidRDefault="00921E13" w:rsidP="00B1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10488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921E13" w14:paraId="22F08659" w14:textId="77777777" w:rsidTr="009C1175">
      <w:tc>
        <w:tcPr>
          <w:tcW w:w="8789" w:type="dxa"/>
          <w:vAlign w:val="bottom"/>
        </w:tcPr>
        <w:p w14:paraId="401ADB0B" w14:textId="77777777" w:rsidR="00921E13" w:rsidRDefault="00921E13" w:rsidP="009C1175">
          <w:pPr>
            <w:pStyle w:val="Authors"/>
          </w:pPr>
          <w:r>
            <w:t xml:space="preserve"> </w:t>
          </w:r>
        </w:p>
      </w:tc>
      <w:tc>
        <w:tcPr>
          <w:tcW w:w="1699" w:type="dxa"/>
          <w:vAlign w:val="bottom"/>
        </w:tcPr>
        <w:p w14:paraId="61520757" w14:textId="59B687D1" w:rsidR="00921E13" w:rsidRDefault="00921E13" w:rsidP="009C1175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>
            <w:t>1</w:t>
          </w:r>
          <w:r>
            <w:fldChar w:fldCharType="end"/>
          </w:r>
        </w:p>
      </w:tc>
    </w:tr>
  </w:tbl>
  <w:p w14:paraId="005ED3D6" w14:textId="77777777" w:rsidR="00921E13" w:rsidRDefault="00921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8AF1B" w14:textId="77777777" w:rsidR="00F46A26" w:rsidRDefault="00F46A26" w:rsidP="00A62BFF">
      <w:pPr>
        <w:spacing w:after="0"/>
      </w:pPr>
      <w:r>
        <w:separator/>
      </w:r>
    </w:p>
  </w:footnote>
  <w:footnote w:type="continuationSeparator" w:id="0">
    <w:p w14:paraId="450C026B" w14:textId="77777777" w:rsidR="00F46A26" w:rsidRDefault="00F46A26" w:rsidP="00A62BFF">
      <w:pPr>
        <w:spacing w:after="0"/>
      </w:pPr>
      <w:r>
        <w:continuationSeparator/>
      </w:r>
    </w:p>
  </w:footnote>
  <w:footnote w:type="continuationNotice" w:id="1">
    <w:p w14:paraId="51C61085" w14:textId="77777777" w:rsidR="00F46A26" w:rsidRDefault="00F46A2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5D6E7" w14:textId="38FA6F40" w:rsidR="00921E13" w:rsidRDefault="005B599E" w:rsidP="00D256C4">
    <w:pPr>
      <w:pStyle w:val="Header"/>
    </w:pPr>
    <w:fldSimple w:instr="STYLEREF  &quot;Document Title&quot;  \* MERGEFORMAT">
      <w:r w:rsidR="00F83D9B">
        <w:t>Appendix 2 – EOI Wind Tender submission and technical requirements declaration form</w:t>
      </w:r>
    </w:fldSimple>
    <w:r w:rsidR="00921E13">
      <w:rPr>
        <w:lang w:val="en-US"/>
      </w:rPr>
      <w:drawing>
        <wp:anchor distT="0" distB="0" distL="114300" distR="114300" simplePos="0" relativeHeight="251658240" behindDoc="0" locked="1" layoutInCell="1" allowOverlap="1" wp14:anchorId="5CBAC4DD" wp14:editId="041F32DF">
          <wp:simplePos x="0" y="0"/>
          <wp:positionH relativeFrom="margin">
            <wp:posOffset>0</wp:posOffset>
          </wp:positionH>
          <wp:positionV relativeFrom="page">
            <wp:posOffset>237490</wp:posOffset>
          </wp:positionV>
          <wp:extent cx="2048400" cy="306000"/>
          <wp:effectExtent l="0" t="0" r="0" b="0"/>
          <wp:wrapNone/>
          <wp:docPr id="126" name="Picture 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84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BFABA" w14:textId="77777777" w:rsidR="00921E13" w:rsidRPr="00A6517C" w:rsidRDefault="00921E13" w:rsidP="00D256C4">
    <w:pPr>
      <w:pStyle w:val="Header"/>
    </w:pPr>
    <w:r>
      <w:rPr>
        <w:lang w:val="en-US"/>
      </w:rPr>
      <w:drawing>
        <wp:anchor distT="0" distB="215900" distL="114300" distR="114300" simplePos="0" relativeHeight="251658241" behindDoc="1" locked="1" layoutInCell="1" allowOverlap="1" wp14:anchorId="3BEF4DA8" wp14:editId="66830C2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5865" cy="2758440"/>
          <wp:effectExtent l="0" t="0" r="6985" b="3810"/>
          <wp:wrapTopAndBottom/>
          <wp:docPr id="127" name="Picture 1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ackground-03.png"/>
                  <pic:cNvPicPr preferRelativeResize="0"/>
                </pic:nvPicPr>
                <pic:blipFill rotWithShape="1">
                  <a:blip r:embed="rId1"/>
                  <a:srcRect b="74193"/>
                  <a:stretch/>
                </pic:blipFill>
                <pic:spPr bwMode="auto">
                  <a:xfrm>
                    <a:off x="0" y="0"/>
                    <a:ext cx="7556400" cy="27591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drawing>
        <wp:anchor distT="0" distB="0" distL="114300" distR="114300" simplePos="0" relativeHeight="251658243" behindDoc="0" locked="0" layoutInCell="1" allowOverlap="1" wp14:anchorId="4C764A79" wp14:editId="7113EC08">
          <wp:simplePos x="0" y="0"/>
          <wp:positionH relativeFrom="margin">
            <wp:posOffset>-449580</wp:posOffset>
          </wp:positionH>
          <wp:positionV relativeFrom="paragraph">
            <wp:posOffset>-355600</wp:posOffset>
          </wp:positionV>
          <wp:extent cx="4889500" cy="1327017"/>
          <wp:effectExtent l="0" t="0" r="6350" b="6985"/>
          <wp:wrapNone/>
          <wp:docPr id="128" name="Graphic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0" cy="1327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/>
      </w:rPr>
      <w:drawing>
        <wp:anchor distT="0" distB="0" distL="114300" distR="114300" simplePos="0" relativeHeight="251658242" behindDoc="0" locked="1" layoutInCell="1" allowOverlap="1" wp14:anchorId="2452D436" wp14:editId="18A3E546">
          <wp:simplePos x="0" y="0"/>
          <wp:positionH relativeFrom="margin">
            <wp:posOffset>0</wp:posOffset>
          </wp:positionH>
          <wp:positionV relativeFrom="page">
            <wp:posOffset>236483</wp:posOffset>
          </wp:positionV>
          <wp:extent cx="2048400" cy="306000"/>
          <wp:effectExtent l="0" t="0" r="0" b="0"/>
          <wp:wrapNone/>
          <wp:docPr id="129" name="Pictur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84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FC467E"/>
    <w:multiLevelType w:val="hybridMultilevel"/>
    <w:tmpl w:val="A7E2F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724149"/>
    <w:multiLevelType w:val="multilevel"/>
    <w:tmpl w:val="F8461CFE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0D216DBB"/>
    <w:multiLevelType w:val="hybridMultilevel"/>
    <w:tmpl w:val="DA32580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19731487"/>
    <w:multiLevelType w:val="hybridMultilevel"/>
    <w:tmpl w:val="47A6160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413564"/>
    <w:multiLevelType w:val="hybridMultilevel"/>
    <w:tmpl w:val="058C2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871E7"/>
    <w:multiLevelType w:val="hybridMultilevel"/>
    <w:tmpl w:val="76E23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41A0C"/>
    <w:multiLevelType w:val="hybridMultilevel"/>
    <w:tmpl w:val="3F24C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265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20" w15:restartNumberingAfterBreak="0">
    <w:nsid w:val="67C54747"/>
    <w:multiLevelType w:val="hybridMultilevel"/>
    <w:tmpl w:val="6568A7B0"/>
    <w:lvl w:ilvl="0" w:tplc="5B6A87FC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22" w15:restartNumberingAfterBreak="0">
    <w:nsid w:val="6AD3657F"/>
    <w:multiLevelType w:val="multilevel"/>
    <w:tmpl w:val="F8461CFE"/>
    <w:numStyleLink w:val="Bullets"/>
  </w:abstractNum>
  <w:abstractNum w:abstractNumId="23" w15:restartNumberingAfterBreak="0">
    <w:nsid w:val="778E4D1C"/>
    <w:multiLevelType w:val="multilevel"/>
    <w:tmpl w:val="7D7CA560"/>
    <w:numStyleLink w:val="NumberedBulletsList"/>
  </w:abstractNum>
  <w:abstractNum w:abstractNumId="24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354F8"/>
    <w:multiLevelType w:val="hybridMultilevel"/>
    <w:tmpl w:val="76E23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6"/>
  </w:num>
  <w:num w:numId="13">
    <w:abstractNumId w:val="24"/>
  </w:num>
  <w:num w:numId="14">
    <w:abstractNumId w:val="11"/>
  </w:num>
  <w:num w:numId="15">
    <w:abstractNumId w:val="22"/>
  </w:num>
  <w:num w:numId="16">
    <w:abstractNumId w:val="23"/>
  </w:num>
  <w:num w:numId="17">
    <w:abstractNumId w:val="13"/>
  </w:num>
  <w:num w:numId="18">
    <w:abstractNumId w:val="19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4"/>
  </w:num>
  <w:num w:numId="22">
    <w:abstractNumId w:val="12"/>
  </w:num>
  <w:num w:numId="23">
    <w:abstractNumId w:val="10"/>
  </w:num>
  <w:num w:numId="24">
    <w:abstractNumId w:val="17"/>
  </w:num>
  <w:num w:numId="25">
    <w:abstractNumId w:val="18"/>
  </w:num>
  <w:num w:numId="26">
    <w:abstractNumId w:val="25"/>
  </w:num>
  <w:num w:numId="27">
    <w:abstractNumId w:val="16"/>
  </w:num>
  <w:num w:numId="28">
    <w:abstractNumId w:val="20"/>
  </w:num>
  <w:num w:numId="2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434"/>
    <w:rsid w:val="0000092C"/>
    <w:rsid w:val="000017C7"/>
    <w:rsid w:val="000017FA"/>
    <w:rsid w:val="00007028"/>
    <w:rsid w:val="00011992"/>
    <w:rsid w:val="00013752"/>
    <w:rsid w:val="00013765"/>
    <w:rsid w:val="00015A2A"/>
    <w:rsid w:val="0002009B"/>
    <w:rsid w:val="00021319"/>
    <w:rsid w:val="000213BA"/>
    <w:rsid w:val="000218CE"/>
    <w:rsid w:val="00022819"/>
    <w:rsid w:val="00022B39"/>
    <w:rsid w:val="00023FBA"/>
    <w:rsid w:val="0002463D"/>
    <w:rsid w:val="000246B0"/>
    <w:rsid w:val="00027845"/>
    <w:rsid w:val="00030017"/>
    <w:rsid w:val="00030548"/>
    <w:rsid w:val="00031305"/>
    <w:rsid w:val="0003150E"/>
    <w:rsid w:val="0003395B"/>
    <w:rsid w:val="00034DE8"/>
    <w:rsid w:val="00036E0D"/>
    <w:rsid w:val="00036ECA"/>
    <w:rsid w:val="00037D0E"/>
    <w:rsid w:val="00041BFC"/>
    <w:rsid w:val="000421C8"/>
    <w:rsid w:val="0004277D"/>
    <w:rsid w:val="00043D90"/>
    <w:rsid w:val="00044DA4"/>
    <w:rsid w:val="0004599D"/>
    <w:rsid w:val="000501BC"/>
    <w:rsid w:val="00052EE8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52B7"/>
    <w:rsid w:val="00076586"/>
    <w:rsid w:val="00076840"/>
    <w:rsid w:val="000772BB"/>
    <w:rsid w:val="00081106"/>
    <w:rsid w:val="000816B3"/>
    <w:rsid w:val="00081F84"/>
    <w:rsid w:val="00081FD6"/>
    <w:rsid w:val="000821BE"/>
    <w:rsid w:val="00083974"/>
    <w:rsid w:val="00083E12"/>
    <w:rsid w:val="000847DC"/>
    <w:rsid w:val="00084C5F"/>
    <w:rsid w:val="00087020"/>
    <w:rsid w:val="000903C6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A51B3"/>
    <w:rsid w:val="000A7167"/>
    <w:rsid w:val="000B0F9C"/>
    <w:rsid w:val="000B19B2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2861"/>
    <w:rsid w:val="000C2F9F"/>
    <w:rsid w:val="000C35E2"/>
    <w:rsid w:val="000C5017"/>
    <w:rsid w:val="000C53DB"/>
    <w:rsid w:val="000C64F6"/>
    <w:rsid w:val="000C66C7"/>
    <w:rsid w:val="000D16EC"/>
    <w:rsid w:val="000D2220"/>
    <w:rsid w:val="000D3A36"/>
    <w:rsid w:val="000D3A7B"/>
    <w:rsid w:val="000D3E58"/>
    <w:rsid w:val="000D4C01"/>
    <w:rsid w:val="000D65A7"/>
    <w:rsid w:val="000D75AD"/>
    <w:rsid w:val="000E068A"/>
    <w:rsid w:val="000E1ECB"/>
    <w:rsid w:val="000E3824"/>
    <w:rsid w:val="000E43B5"/>
    <w:rsid w:val="000E496F"/>
    <w:rsid w:val="000E5122"/>
    <w:rsid w:val="000E6380"/>
    <w:rsid w:val="000E6663"/>
    <w:rsid w:val="000E6C6B"/>
    <w:rsid w:val="000E70DA"/>
    <w:rsid w:val="000F033D"/>
    <w:rsid w:val="000F0452"/>
    <w:rsid w:val="000F120C"/>
    <w:rsid w:val="000F224C"/>
    <w:rsid w:val="000F3E38"/>
    <w:rsid w:val="000F5773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45F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2BCB"/>
    <w:rsid w:val="0016337B"/>
    <w:rsid w:val="00164401"/>
    <w:rsid w:val="0016480C"/>
    <w:rsid w:val="001655D2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4995"/>
    <w:rsid w:val="0019567E"/>
    <w:rsid w:val="00195C2B"/>
    <w:rsid w:val="00196281"/>
    <w:rsid w:val="0019677B"/>
    <w:rsid w:val="001A0298"/>
    <w:rsid w:val="001A170B"/>
    <w:rsid w:val="001A24B0"/>
    <w:rsid w:val="001A3BE2"/>
    <w:rsid w:val="001A466F"/>
    <w:rsid w:val="001A4EB3"/>
    <w:rsid w:val="001A574A"/>
    <w:rsid w:val="001A700B"/>
    <w:rsid w:val="001B23BC"/>
    <w:rsid w:val="001B33CC"/>
    <w:rsid w:val="001B3799"/>
    <w:rsid w:val="001B60BF"/>
    <w:rsid w:val="001B799C"/>
    <w:rsid w:val="001B7A30"/>
    <w:rsid w:val="001B7D49"/>
    <w:rsid w:val="001C0639"/>
    <w:rsid w:val="001C1745"/>
    <w:rsid w:val="001C185D"/>
    <w:rsid w:val="001C1930"/>
    <w:rsid w:val="001C30D3"/>
    <w:rsid w:val="001C4ABF"/>
    <w:rsid w:val="001C4DB5"/>
    <w:rsid w:val="001C67DA"/>
    <w:rsid w:val="001D00F7"/>
    <w:rsid w:val="001D14F7"/>
    <w:rsid w:val="001D26B9"/>
    <w:rsid w:val="001D2FA5"/>
    <w:rsid w:val="001D3612"/>
    <w:rsid w:val="001D6359"/>
    <w:rsid w:val="001D682C"/>
    <w:rsid w:val="001D7F6C"/>
    <w:rsid w:val="001E2110"/>
    <w:rsid w:val="001E2E4F"/>
    <w:rsid w:val="001E372F"/>
    <w:rsid w:val="001E4924"/>
    <w:rsid w:val="001E4C34"/>
    <w:rsid w:val="001E54FC"/>
    <w:rsid w:val="001E6636"/>
    <w:rsid w:val="001E74F3"/>
    <w:rsid w:val="001E7752"/>
    <w:rsid w:val="001E7EEB"/>
    <w:rsid w:val="001F0086"/>
    <w:rsid w:val="001F04C9"/>
    <w:rsid w:val="001F101E"/>
    <w:rsid w:val="001F1748"/>
    <w:rsid w:val="001F2EF2"/>
    <w:rsid w:val="001F59CD"/>
    <w:rsid w:val="001F6345"/>
    <w:rsid w:val="001F6599"/>
    <w:rsid w:val="001F77DC"/>
    <w:rsid w:val="002005E2"/>
    <w:rsid w:val="00200E17"/>
    <w:rsid w:val="0020128F"/>
    <w:rsid w:val="002020A0"/>
    <w:rsid w:val="0020555B"/>
    <w:rsid w:val="002070C0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16F"/>
    <w:rsid w:val="00216A65"/>
    <w:rsid w:val="002170E3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4755"/>
    <w:rsid w:val="002349CE"/>
    <w:rsid w:val="0023612C"/>
    <w:rsid w:val="00236931"/>
    <w:rsid w:val="0024092B"/>
    <w:rsid w:val="0024129E"/>
    <w:rsid w:val="00241AA1"/>
    <w:rsid w:val="00241B4F"/>
    <w:rsid w:val="00246FF1"/>
    <w:rsid w:val="00251245"/>
    <w:rsid w:val="00251AC7"/>
    <w:rsid w:val="0025377E"/>
    <w:rsid w:val="00253FF0"/>
    <w:rsid w:val="00254702"/>
    <w:rsid w:val="00254ACB"/>
    <w:rsid w:val="00254E04"/>
    <w:rsid w:val="00254EB1"/>
    <w:rsid w:val="0025501B"/>
    <w:rsid w:val="0025509C"/>
    <w:rsid w:val="00261338"/>
    <w:rsid w:val="00261382"/>
    <w:rsid w:val="00261FDF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C89"/>
    <w:rsid w:val="00293E01"/>
    <w:rsid w:val="0029478F"/>
    <w:rsid w:val="00294D6D"/>
    <w:rsid w:val="002968DD"/>
    <w:rsid w:val="00297C15"/>
    <w:rsid w:val="002A21AE"/>
    <w:rsid w:val="002A42A5"/>
    <w:rsid w:val="002A47B7"/>
    <w:rsid w:val="002A53AC"/>
    <w:rsid w:val="002A7C66"/>
    <w:rsid w:val="002B0B7C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AD9"/>
    <w:rsid w:val="002C112B"/>
    <w:rsid w:val="002C1211"/>
    <w:rsid w:val="002C1261"/>
    <w:rsid w:val="002C2938"/>
    <w:rsid w:val="002C3C01"/>
    <w:rsid w:val="002C4AC0"/>
    <w:rsid w:val="002C4BAB"/>
    <w:rsid w:val="002C5F06"/>
    <w:rsid w:val="002C67B0"/>
    <w:rsid w:val="002C7A80"/>
    <w:rsid w:val="002C7CB6"/>
    <w:rsid w:val="002D02A7"/>
    <w:rsid w:val="002D02FA"/>
    <w:rsid w:val="002D3490"/>
    <w:rsid w:val="002D3503"/>
    <w:rsid w:val="002D4305"/>
    <w:rsid w:val="002D4CD5"/>
    <w:rsid w:val="002D5145"/>
    <w:rsid w:val="002D6406"/>
    <w:rsid w:val="002D6BAE"/>
    <w:rsid w:val="002D728B"/>
    <w:rsid w:val="002E0E15"/>
    <w:rsid w:val="002E2BF9"/>
    <w:rsid w:val="002E5E5E"/>
    <w:rsid w:val="002F1842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E7F"/>
    <w:rsid w:val="0031633F"/>
    <w:rsid w:val="003179A9"/>
    <w:rsid w:val="00320DCF"/>
    <w:rsid w:val="00321D7C"/>
    <w:rsid w:val="00323E4E"/>
    <w:rsid w:val="00323F41"/>
    <w:rsid w:val="00325261"/>
    <w:rsid w:val="003260CD"/>
    <w:rsid w:val="0032644E"/>
    <w:rsid w:val="0032666D"/>
    <w:rsid w:val="00326734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499"/>
    <w:rsid w:val="0034494E"/>
    <w:rsid w:val="003463ED"/>
    <w:rsid w:val="00347736"/>
    <w:rsid w:val="003479D4"/>
    <w:rsid w:val="00351E3A"/>
    <w:rsid w:val="003524B1"/>
    <w:rsid w:val="0035258D"/>
    <w:rsid w:val="003526B2"/>
    <w:rsid w:val="003528CD"/>
    <w:rsid w:val="003537DB"/>
    <w:rsid w:val="003550C3"/>
    <w:rsid w:val="0035561E"/>
    <w:rsid w:val="003568A3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153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026D"/>
    <w:rsid w:val="003B23D7"/>
    <w:rsid w:val="003B3803"/>
    <w:rsid w:val="003B425B"/>
    <w:rsid w:val="003B5C8F"/>
    <w:rsid w:val="003B6831"/>
    <w:rsid w:val="003B6A3F"/>
    <w:rsid w:val="003B6D10"/>
    <w:rsid w:val="003B79DF"/>
    <w:rsid w:val="003C53ED"/>
    <w:rsid w:val="003D01FA"/>
    <w:rsid w:val="003D634B"/>
    <w:rsid w:val="003D6B83"/>
    <w:rsid w:val="003E025B"/>
    <w:rsid w:val="003E0A82"/>
    <w:rsid w:val="003E245C"/>
    <w:rsid w:val="003E2DA4"/>
    <w:rsid w:val="003E300B"/>
    <w:rsid w:val="003E4E47"/>
    <w:rsid w:val="003E59AF"/>
    <w:rsid w:val="003E780E"/>
    <w:rsid w:val="003F3C92"/>
    <w:rsid w:val="003F4485"/>
    <w:rsid w:val="003F699C"/>
    <w:rsid w:val="00400625"/>
    <w:rsid w:val="00400E68"/>
    <w:rsid w:val="004011DE"/>
    <w:rsid w:val="00401DC8"/>
    <w:rsid w:val="00402213"/>
    <w:rsid w:val="004028F1"/>
    <w:rsid w:val="00402C56"/>
    <w:rsid w:val="00403161"/>
    <w:rsid w:val="00403F8F"/>
    <w:rsid w:val="00404065"/>
    <w:rsid w:val="0040422E"/>
    <w:rsid w:val="00405212"/>
    <w:rsid w:val="004132D1"/>
    <w:rsid w:val="00413956"/>
    <w:rsid w:val="00413CEE"/>
    <w:rsid w:val="004140D9"/>
    <w:rsid w:val="0041583A"/>
    <w:rsid w:val="00415A85"/>
    <w:rsid w:val="00416E60"/>
    <w:rsid w:val="00417B8E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05EB"/>
    <w:rsid w:val="004332D8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0BE"/>
    <w:rsid w:val="0045450A"/>
    <w:rsid w:val="0045595E"/>
    <w:rsid w:val="004602DB"/>
    <w:rsid w:val="0046180F"/>
    <w:rsid w:val="00464A3D"/>
    <w:rsid w:val="00467853"/>
    <w:rsid w:val="004710DC"/>
    <w:rsid w:val="004713FB"/>
    <w:rsid w:val="00473562"/>
    <w:rsid w:val="00473C1A"/>
    <w:rsid w:val="00474271"/>
    <w:rsid w:val="00474678"/>
    <w:rsid w:val="00477C68"/>
    <w:rsid w:val="00480421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2FE8"/>
    <w:rsid w:val="00493C98"/>
    <w:rsid w:val="00496719"/>
    <w:rsid w:val="00496763"/>
    <w:rsid w:val="004969EE"/>
    <w:rsid w:val="00497673"/>
    <w:rsid w:val="004A07FA"/>
    <w:rsid w:val="004A0DF3"/>
    <w:rsid w:val="004A1BD6"/>
    <w:rsid w:val="004A2908"/>
    <w:rsid w:val="004A2D02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4F7954"/>
    <w:rsid w:val="00500BE3"/>
    <w:rsid w:val="00501FD8"/>
    <w:rsid w:val="005034BD"/>
    <w:rsid w:val="005035E2"/>
    <w:rsid w:val="0050387B"/>
    <w:rsid w:val="005046DF"/>
    <w:rsid w:val="005048A3"/>
    <w:rsid w:val="00505611"/>
    <w:rsid w:val="00505669"/>
    <w:rsid w:val="00505799"/>
    <w:rsid w:val="005058EB"/>
    <w:rsid w:val="00506216"/>
    <w:rsid w:val="00507AA9"/>
    <w:rsid w:val="0051127D"/>
    <w:rsid w:val="00513FAC"/>
    <w:rsid w:val="00514E24"/>
    <w:rsid w:val="00515D7E"/>
    <w:rsid w:val="00516216"/>
    <w:rsid w:val="0051635D"/>
    <w:rsid w:val="00517A92"/>
    <w:rsid w:val="00522096"/>
    <w:rsid w:val="005220C6"/>
    <w:rsid w:val="005228B8"/>
    <w:rsid w:val="00522F09"/>
    <w:rsid w:val="005253BF"/>
    <w:rsid w:val="00527EF2"/>
    <w:rsid w:val="00530B60"/>
    <w:rsid w:val="00531FD0"/>
    <w:rsid w:val="0053334A"/>
    <w:rsid w:val="005337E8"/>
    <w:rsid w:val="00533C8E"/>
    <w:rsid w:val="00535700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C85"/>
    <w:rsid w:val="00572DD8"/>
    <w:rsid w:val="00573EBB"/>
    <w:rsid w:val="005741D5"/>
    <w:rsid w:val="005745FE"/>
    <w:rsid w:val="00574FB6"/>
    <w:rsid w:val="005753B3"/>
    <w:rsid w:val="00575984"/>
    <w:rsid w:val="0057651A"/>
    <w:rsid w:val="005767E1"/>
    <w:rsid w:val="005771C5"/>
    <w:rsid w:val="00577A69"/>
    <w:rsid w:val="00580E46"/>
    <w:rsid w:val="005818F4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3225"/>
    <w:rsid w:val="005942E0"/>
    <w:rsid w:val="005946B9"/>
    <w:rsid w:val="0059487D"/>
    <w:rsid w:val="00595AA9"/>
    <w:rsid w:val="00596E08"/>
    <w:rsid w:val="00597657"/>
    <w:rsid w:val="005A1824"/>
    <w:rsid w:val="005A1A56"/>
    <w:rsid w:val="005A241E"/>
    <w:rsid w:val="005A263A"/>
    <w:rsid w:val="005A3718"/>
    <w:rsid w:val="005A4B61"/>
    <w:rsid w:val="005A53E0"/>
    <w:rsid w:val="005A683D"/>
    <w:rsid w:val="005B0CD0"/>
    <w:rsid w:val="005B1133"/>
    <w:rsid w:val="005B2215"/>
    <w:rsid w:val="005B27BD"/>
    <w:rsid w:val="005B2A08"/>
    <w:rsid w:val="005B2C13"/>
    <w:rsid w:val="005B2CA5"/>
    <w:rsid w:val="005B4ACD"/>
    <w:rsid w:val="005B50EA"/>
    <w:rsid w:val="005B53DB"/>
    <w:rsid w:val="005B599E"/>
    <w:rsid w:val="005B6CB5"/>
    <w:rsid w:val="005B7AC4"/>
    <w:rsid w:val="005C0E6B"/>
    <w:rsid w:val="005C1268"/>
    <w:rsid w:val="005C1546"/>
    <w:rsid w:val="005C2176"/>
    <w:rsid w:val="005C221A"/>
    <w:rsid w:val="005C3952"/>
    <w:rsid w:val="005C3D28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17BA"/>
    <w:rsid w:val="005E29AC"/>
    <w:rsid w:val="005E2EF0"/>
    <w:rsid w:val="005E384E"/>
    <w:rsid w:val="005E40EB"/>
    <w:rsid w:val="005E4507"/>
    <w:rsid w:val="005E479E"/>
    <w:rsid w:val="005E6A6B"/>
    <w:rsid w:val="005E6BA2"/>
    <w:rsid w:val="005F0BF9"/>
    <w:rsid w:val="005F14E3"/>
    <w:rsid w:val="005F2B4D"/>
    <w:rsid w:val="005F3AEF"/>
    <w:rsid w:val="005F52B5"/>
    <w:rsid w:val="005F55D2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1022B"/>
    <w:rsid w:val="00610A63"/>
    <w:rsid w:val="006114A6"/>
    <w:rsid w:val="00611B4B"/>
    <w:rsid w:val="00616D69"/>
    <w:rsid w:val="00621DC9"/>
    <w:rsid w:val="00622179"/>
    <w:rsid w:val="006237A7"/>
    <w:rsid w:val="00623F9A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4F95"/>
    <w:rsid w:val="0063594F"/>
    <w:rsid w:val="00635D28"/>
    <w:rsid w:val="00637248"/>
    <w:rsid w:val="006405DF"/>
    <w:rsid w:val="0064084D"/>
    <w:rsid w:val="00642453"/>
    <w:rsid w:val="00643F1F"/>
    <w:rsid w:val="00646A97"/>
    <w:rsid w:val="00647811"/>
    <w:rsid w:val="00651070"/>
    <w:rsid w:val="00651BA4"/>
    <w:rsid w:val="00652665"/>
    <w:rsid w:val="0065295B"/>
    <w:rsid w:val="00653D0D"/>
    <w:rsid w:val="0065406D"/>
    <w:rsid w:val="0065429A"/>
    <w:rsid w:val="006566A3"/>
    <w:rsid w:val="00660D70"/>
    <w:rsid w:val="0066143D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197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2754"/>
    <w:rsid w:val="0068310C"/>
    <w:rsid w:val="006834E4"/>
    <w:rsid w:val="00683A15"/>
    <w:rsid w:val="00683D3F"/>
    <w:rsid w:val="00684038"/>
    <w:rsid w:val="006842BD"/>
    <w:rsid w:val="00687B42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5C5B"/>
    <w:rsid w:val="006D02AA"/>
    <w:rsid w:val="006D30C7"/>
    <w:rsid w:val="006D4919"/>
    <w:rsid w:val="006D6073"/>
    <w:rsid w:val="006D6266"/>
    <w:rsid w:val="006E055E"/>
    <w:rsid w:val="006E0E6C"/>
    <w:rsid w:val="006E1030"/>
    <w:rsid w:val="006E5041"/>
    <w:rsid w:val="006E6687"/>
    <w:rsid w:val="006E7597"/>
    <w:rsid w:val="006F2FDC"/>
    <w:rsid w:val="006F3637"/>
    <w:rsid w:val="006F37D9"/>
    <w:rsid w:val="006F4409"/>
    <w:rsid w:val="006F4CCF"/>
    <w:rsid w:val="006F4F97"/>
    <w:rsid w:val="006F537C"/>
    <w:rsid w:val="006F6119"/>
    <w:rsid w:val="006F693E"/>
    <w:rsid w:val="006F6E18"/>
    <w:rsid w:val="00701490"/>
    <w:rsid w:val="00702352"/>
    <w:rsid w:val="00702959"/>
    <w:rsid w:val="00702D7C"/>
    <w:rsid w:val="007032B1"/>
    <w:rsid w:val="00703BB1"/>
    <w:rsid w:val="0070404B"/>
    <w:rsid w:val="007042D7"/>
    <w:rsid w:val="00704D31"/>
    <w:rsid w:val="0070569C"/>
    <w:rsid w:val="0070637B"/>
    <w:rsid w:val="00706660"/>
    <w:rsid w:val="00706725"/>
    <w:rsid w:val="0070713F"/>
    <w:rsid w:val="00707599"/>
    <w:rsid w:val="00707BD7"/>
    <w:rsid w:val="00713F7A"/>
    <w:rsid w:val="00714246"/>
    <w:rsid w:val="00714FD2"/>
    <w:rsid w:val="007155D1"/>
    <w:rsid w:val="00716462"/>
    <w:rsid w:val="00717C5D"/>
    <w:rsid w:val="00722224"/>
    <w:rsid w:val="007246A2"/>
    <w:rsid w:val="00725C76"/>
    <w:rsid w:val="007304EE"/>
    <w:rsid w:val="00732965"/>
    <w:rsid w:val="00732D17"/>
    <w:rsid w:val="007340C2"/>
    <w:rsid w:val="0073539A"/>
    <w:rsid w:val="00735F6C"/>
    <w:rsid w:val="00736A48"/>
    <w:rsid w:val="00736CFD"/>
    <w:rsid w:val="00736D72"/>
    <w:rsid w:val="00737164"/>
    <w:rsid w:val="00737AFE"/>
    <w:rsid w:val="00737B93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4E18"/>
    <w:rsid w:val="007554B0"/>
    <w:rsid w:val="007578B1"/>
    <w:rsid w:val="00757CBA"/>
    <w:rsid w:val="00757E52"/>
    <w:rsid w:val="0076042E"/>
    <w:rsid w:val="007612FB"/>
    <w:rsid w:val="007634AB"/>
    <w:rsid w:val="0076418A"/>
    <w:rsid w:val="007642CB"/>
    <w:rsid w:val="00765226"/>
    <w:rsid w:val="00765520"/>
    <w:rsid w:val="00766879"/>
    <w:rsid w:val="00767CC0"/>
    <w:rsid w:val="00770F29"/>
    <w:rsid w:val="007713DD"/>
    <w:rsid w:val="00772904"/>
    <w:rsid w:val="00773A6C"/>
    <w:rsid w:val="007742FE"/>
    <w:rsid w:val="00774DFB"/>
    <w:rsid w:val="0077660A"/>
    <w:rsid w:val="0078027F"/>
    <w:rsid w:val="00780BC3"/>
    <w:rsid w:val="00780EEC"/>
    <w:rsid w:val="007820C9"/>
    <w:rsid w:val="00782244"/>
    <w:rsid w:val="007826DC"/>
    <w:rsid w:val="00783BDB"/>
    <w:rsid w:val="00783E9A"/>
    <w:rsid w:val="007848A7"/>
    <w:rsid w:val="0078549F"/>
    <w:rsid w:val="00785AAF"/>
    <w:rsid w:val="0078636B"/>
    <w:rsid w:val="00787652"/>
    <w:rsid w:val="00790BEF"/>
    <w:rsid w:val="00791919"/>
    <w:rsid w:val="00791BFC"/>
    <w:rsid w:val="00792077"/>
    <w:rsid w:val="0079312B"/>
    <w:rsid w:val="0079416A"/>
    <w:rsid w:val="00794C2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CA6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8A4"/>
    <w:rsid w:val="007F3E20"/>
    <w:rsid w:val="007F3FBC"/>
    <w:rsid w:val="007F6CA9"/>
    <w:rsid w:val="007F6E70"/>
    <w:rsid w:val="007F6EB7"/>
    <w:rsid w:val="007F6EFC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5EFE"/>
    <w:rsid w:val="0082679B"/>
    <w:rsid w:val="00827A4B"/>
    <w:rsid w:val="00830436"/>
    <w:rsid w:val="008307B9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D9A"/>
    <w:rsid w:val="00847454"/>
    <w:rsid w:val="0085011D"/>
    <w:rsid w:val="008503F5"/>
    <w:rsid w:val="00850743"/>
    <w:rsid w:val="008519C5"/>
    <w:rsid w:val="00851FCD"/>
    <w:rsid w:val="00852AA7"/>
    <w:rsid w:val="00854A1A"/>
    <w:rsid w:val="0085555A"/>
    <w:rsid w:val="00855869"/>
    <w:rsid w:val="00860D17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2F21"/>
    <w:rsid w:val="008737B1"/>
    <w:rsid w:val="00873F83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49D5"/>
    <w:rsid w:val="00884DA9"/>
    <w:rsid w:val="00885439"/>
    <w:rsid w:val="00885573"/>
    <w:rsid w:val="00887A9E"/>
    <w:rsid w:val="00887B6D"/>
    <w:rsid w:val="008916ED"/>
    <w:rsid w:val="00891F1B"/>
    <w:rsid w:val="008934B3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31D"/>
    <w:rsid w:val="008B2E0E"/>
    <w:rsid w:val="008B35B7"/>
    <w:rsid w:val="008B3627"/>
    <w:rsid w:val="008B3A4F"/>
    <w:rsid w:val="008B40F7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1C38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C7988"/>
    <w:rsid w:val="008D00DC"/>
    <w:rsid w:val="008D1455"/>
    <w:rsid w:val="008D21C1"/>
    <w:rsid w:val="008D22AA"/>
    <w:rsid w:val="008D2716"/>
    <w:rsid w:val="008D2C83"/>
    <w:rsid w:val="008D3764"/>
    <w:rsid w:val="008D3981"/>
    <w:rsid w:val="008D4443"/>
    <w:rsid w:val="008D6C5C"/>
    <w:rsid w:val="008D7AD5"/>
    <w:rsid w:val="008D7BA2"/>
    <w:rsid w:val="008E0487"/>
    <w:rsid w:val="008E1748"/>
    <w:rsid w:val="008E307B"/>
    <w:rsid w:val="008E3E97"/>
    <w:rsid w:val="008E487F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1E13"/>
    <w:rsid w:val="00922001"/>
    <w:rsid w:val="00923344"/>
    <w:rsid w:val="009239A3"/>
    <w:rsid w:val="00924420"/>
    <w:rsid w:val="0092544F"/>
    <w:rsid w:val="00931300"/>
    <w:rsid w:val="00934D6B"/>
    <w:rsid w:val="00936933"/>
    <w:rsid w:val="00937B12"/>
    <w:rsid w:val="00937D7A"/>
    <w:rsid w:val="00940B39"/>
    <w:rsid w:val="00941922"/>
    <w:rsid w:val="009420D8"/>
    <w:rsid w:val="0094430D"/>
    <w:rsid w:val="00945D30"/>
    <w:rsid w:val="009470F9"/>
    <w:rsid w:val="00947B08"/>
    <w:rsid w:val="009512F3"/>
    <w:rsid w:val="00951338"/>
    <w:rsid w:val="0095157D"/>
    <w:rsid w:val="00951A9F"/>
    <w:rsid w:val="00951CDE"/>
    <w:rsid w:val="0095324B"/>
    <w:rsid w:val="009539FD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C9D"/>
    <w:rsid w:val="00992E68"/>
    <w:rsid w:val="009935A6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A42"/>
    <w:rsid w:val="009C1175"/>
    <w:rsid w:val="009C2C86"/>
    <w:rsid w:val="009C34E8"/>
    <w:rsid w:val="009C44D0"/>
    <w:rsid w:val="009C4983"/>
    <w:rsid w:val="009C4E4E"/>
    <w:rsid w:val="009C4EF5"/>
    <w:rsid w:val="009C5B29"/>
    <w:rsid w:val="009C621C"/>
    <w:rsid w:val="009C7EDF"/>
    <w:rsid w:val="009D063C"/>
    <w:rsid w:val="009D29E9"/>
    <w:rsid w:val="009D3DB6"/>
    <w:rsid w:val="009D4FA1"/>
    <w:rsid w:val="009D6762"/>
    <w:rsid w:val="009D76D8"/>
    <w:rsid w:val="009D76F3"/>
    <w:rsid w:val="009E1F2D"/>
    <w:rsid w:val="009E23AE"/>
    <w:rsid w:val="009E2FBC"/>
    <w:rsid w:val="009E40C0"/>
    <w:rsid w:val="009E40C8"/>
    <w:rsid w:val="009E5F89"/>
    <w:rsid w:val="009F0292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4906"/>
    <w:rsid w:val="00A061CE"/>
    <w:rsid w:val="00A06AAD"/>
    <w:rsid w:val="00A1119B"/>
    <w:rsid w:val="00A13681"/>
    <w:rsid w:val="00A13FAD"/>
    <w:rsid w:val="00A14511"/>
    <w:rsid w:val="00A1490D"/>
    <w:rsid w:val="00A20612"/>
    <w:rsid w:val="00A207F6"/>
    <w:rsid w:val="00A20B4E"/>
    <w:rsid w:val="00A22194"/>
    <w:rsid w:val="00A221AB"/>
    <w:rsid w:val="00A222B6"/>
    <w:rsid w:val="00A226E7"/>
    <w:rsid w:val="00A2320F"/>
    <w:rsid w:val="00A234B6"/>
    <w:rsid w:val="00A23F19"/>
    <w:rsid w:val="00A24E4E"/>
    <w:rsid w:val="00A25CC7"/>
    <w:rsid w:val="00A26CEB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043"/>
    <w:rsid w:val="00A35211"/>
    <w:rsid w:val="00A36A02"/>
    <w:rsid w:val="00A37926"/>
    <w:rsid w:val="00A37C18"/>
    <w:rsid w:val="00A40213"/>
    <w:rsid w:val="00A40BFE"/>
    <w:rsid w:val="00A430BD"/>
    <w:rsid w:val="00A437E0"/>
    <w:rsid w:val="00A448EB"/>
    <w:rsid w:val="00A47633"/>
    <w:rsid w:val="00A52359"/>
    <w:rsid w:val="00A53D94"/>
    <w:rsid w:val="00A544D7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15AC"/>
    <w:rsid w:val="00A72132"/>
    <w:rsid w:val="00A72448"/>
    <w:rsid w:val="00A72545"/>
    <w:rsid w:val="00A747CE"/>
    <w:rsid w:val="00A74C1D"/>
    <w:rsid w:val="00A7636B"/>
    <w:rsid w:val="00A77D5B"/>
    <w:rsid w:val="00A8461F"/>
    <w:rsid w:val="00A85844"/>
    <w:rsid w:val="00A86291"/>
    <w:rsid w:val="00A863AD"/>
    <w:rsid w:val="00A87456"/>
    <w:rsid w:val="00A87471"/>
    <w:rsid w:val="00A8770E"/>
    <w:rsid w:val="00A907DE"/>
    <w:rsid w:val="00A90FC5"/>
    <w:rsid w:val="00A91751"/>
    <w:rsid w:val="00A938C7"/>
    <w:rsid w:val="00A95EB0"/>
    <w:rsid w:val="00A967FD"/>
    <w:rsid w:val="00A97268"/>
    <w:rsid w:val="00A97281"/>
    <w:rsid w:val="00AA0280"/>
    <w:rsid w:val="00AA640B"/>
    <w:rsid w:val="00AA7BEB"/>
    <w:rsid w:val="00AB051A"/>
    <w:rsid w:val="00AB05A1"/>
    <w:rsid w:val="00AB0A4D"/>
    <w:rsid w:val="00AB0CB2"/>
    <w:rsid w:val="00AB4234"/>
    <w:rsid w:val="00AB4A75"/>
    <w:rsid w:val="00AB5A67"/>
    <w:rsid w:val="00AB6717"/>
    <w:rsid w:val="00AC0A59"/>
    <w:rsid w:val="00AC2267"/>
    <w:rsid w:val="00AC613B"/>
    <w:rsid w:val="00AC721F"/>
    <w:rsid w:val="00AC78CA"/>
    <w:rsid w:val="00AD0A5A"/>
    <w:rsid w:val="00AD1505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6F1"/>
    <w:rsid w:val="00B017A1"/>
    <w:rsid w:val="00B03960"/>
    <w:rsid w:val="00B03EE4"/>
    <w:rsid w:val="00B03EE5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309B6"/>
    <w:rsid w:val="00B30D62"/>
    <w:rsid w:val="00B31D55"/>
    <w:rsid w:val="00B336E9"/>
    <w:rsid w:val="00B3753F"/>
    <w:rsid w:val="00B379FC"/>
    <w:rsid w:val="00B37DFD"/>
    <w:rsid w:val="00B4166E"/>
    <w:rsid w:val="00B425FB"/>
    <w:rsid w:val="00B4286A"/>
    <w:rsid w:val="00B42BC6"/>
    <w:rsid w:val="00B47721"/>
    <w:rsid w:val="00B51375"/>
    <w:rsid w:val="00B528EA"/>
    <w:rsid w:val="00B54EFE"/>
    <w:rsid w:val="00B552D5"/>
    <w:rsid w:val="00B55867"/>
    <w:rsid w:val="00B55BEB"/>
    <w:rsid w:val="00B60E8B"/>
    <w:rsid w:val="00B6242E"/>
    <w:rsid w:val="00B64D66"/>
    <w:rsid w:val="00B71156"/>
    <w:rsid w:val="00B72816"/>
    <w:rsid w:val="00B73DF8"/>
    <w:rsid w:val="00B7445D"/>
    <w:rsid w:val="00B74EB4"/>
    <w:rsid w:val="00B75AEE"/>
    <w:rsid w:val="00B763EA"/>
    <w:rsid w:val="00B81592"/>
    <w:rsid w:val="00B81B6D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6058"/>
    <w:rsid w:val="00B96EBA"/>
    <w:rsid w:val="00B9781B"/>
    <w:rsid w:val="00BA19AF"/>
    <w:rsid w:val="00BA30ED"/>
    <w:rsid w:val="00BA3F94"/>
    <w:rsid w:val="00BA4DF3"/>
    <w:rsid w:val="00BA4DF5"/>
    <w:rsid w:val="00BA5EB2"/>
    <w:rsid w:val="00BA6AF9"/>
    <w:rsid w:val="00BA6E9B"/>
    <w:rsid w:val="00BA6F24"/>
    <w:rsid w:val="00BA76D8"/>
    <w:rsid w:val="00BA7F89"/>
    <w:rsid w:val="00BB0AF1"/>
    <w:rsid w:val="00BB2DB1"/>
    <w:rsid w:val="00BB33EB"/>
    <w:rsid w:val="00BB4553"/>
    <w:rsid w:val="00BB4E49"/>
    <w:rsid w:val="00BB52D8"/>
    <w:rsid w:val="00BB55E9"/>
    <w:rsid w:val="00BB755E"/>
    <w:rsid w:val="00BC099D"/>
    <w:rsid w:val="00BC0E63"/>
    <w:rsid w:val="00BC1019"/>
    <w:rsid w:val="00BC1612"/>
    <w:rsid w:val="00BC249A"/>
    <w:rsid w:val="00BC4850"/>
    <w:rsid w:val="00BC4A18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223A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5B"/>
    <w:rsid w:val="00C0334A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5FF5"/>
    <w:rsid w:val="00C169BE"/>
    <w:rsid w:val="00C17EB3"/>
    <w:rsid w:val="00C22D87"/>
    <w:rsid w:val="00C231A3"/>
    <w:rsid w:val="00C2348B"/>
    <w:rsid w:val="00C23A3B"/>
    <w:rsid w:val="00C23EC0"/>
    <w:rsid w:val="00C23F96"/>
    <w:rsid w:val="00C248CA"/>
    <w:rsid w:val="00C25268"/>
    <w:rsid w:val="00C256AC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5B09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3252"/>
    <w:rsid w:val="00C847C0"/>
    <w:rsid w:val="00C85CB1"/>
    <w:rsid w:val="00C87250"/>
    <w:rsid w:val="00C8796B"/>
    <w:rsid w:val="00C91224"/>
    <w:rsid w:val="00C950D4"/>
    <w:rsid w:val="00C952D5"/>
    <w:rsid w:val="00CA01C4"/>
    <w:rsid w:val="00CA16A2"/>
    <w:rsid w:val="00CA1966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411"/>
    <w:rsid w:val="00CB1A2B"/>
    <w:rsid w:val="00CB57C4"/>
    <w:rsid w:val="00CB5F37"/>
    <w:rsid w:val="00CC089A"/>
    <w:rsid w:val="00CC20BD"/>
    <w:rsid w:val="00CC24AB"/>
    <w:rsid w:val="00CC3406"/>
    <w:rsid w:val="00CC395E"/>
    <w:rsid w:val="00CC5851"/>
    <w:rsid w:val="00CC68EB"/>
    <w:rsid w:val="00CC6CF9"/>
    <w:rsid w:val="00CC79FC"/>
    <w:rsid w:val="00CC7C51"/>
    <w:rsid w:val="00CD1773"/>
    <w:rsid w:val="00CD2FF6"/>
    <w:rsid w:val="00CD6C18"/>
    <w:rsid w:val="00CD7050"/>
    <w:rsid w:val="00CD70A9"/>
    <w:rsid w:val="00CE0C83"/>
    <w:rsid w:val="00CE100B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41B5"/>
    <w:rsid w:val="00D16096"/>
    <w:rsid w:val="00D163C8"/>
    <w:rsid w:val="00D1706F"/>
    <w:rsid w:val="00D2040D"/>
    <w:rsid w:val="00D21110"/>
    <w:rsid w:val="00D2177B"/>
    <w:rsid w:val="00D2182C"/>
    <w:rsid w:val="00D22A18"/>
    <w:rsid w:val="00D22BED"/>
    <w:rsid w:val="00D23BAC"/>
    <w:rsid w:val="00D2454F"/>
    <w:rsid w:val="00D247C0"/>
    <w:rsid w:val="00D256C4"/>
    <w:rsid w:val="00D25A92"/>
    <w:rsid w:val="00D263AC"/>
    <w:rsid w:val="00D26403"/>
    <w:rsid w:val="00D2664A"/>
    <w:rsid w:val="00D26DFC"/>
    <w:rsid w:val="00D31290"/>
    <w:rsid w:val="00D33007"/>
    <w:rsid w:val="00D33B05"/>
    <w:rsid w:val="00D34518"/>
    <w:rsid w:val="00D35562"/>
    <w:rsid w:val="00D36137"/>
    <w:rsid w:val="00D36ADA"/>
    <w:rsid w:val="00D40CF5"/>
    <w:rsid w:val="00D42C87"/>
    <w:rsid w:val="00D43277"/>
    <w:rsid w:val="00D434A8"/>
    <w:rsid w:val="00D43EAB"/>
    <w:rsid w:val="00D45F83"/>
    <w:rsid w:val="00D4627A"/>
    <w:rsid w:val="00D4680A"/>
    <w:rsid w:val="00D4694E"/>
    <w:rsid w:val="00D479C1"/>
    <w:rsid w:val="00D50BDF"/>
    <w:rsid w:val="00D52C83"/>
    <w:rsid w:val="00D53510"/>
    <w:rsid w:val="00D5478A"/>
    <w:rsid w:val="00D5488D"/>
    <w:rsid w:val="00D62A34"/>
    <w:rsid w:val="00D6377A"/>
    <w:rsid w:val="00D638FD"/>
    <w:rsid w:val="00D646AD"/>
    <w:rsid w:val="00D6534C"/>
    <w:rsid w:val="00D65D93"/>
    <w:rsid w:val="00D67A4C"/>
    <w:rsid w:val="00D708D1"/>
    <w:rsid w:val="00D70B3C"/>
    <w:rsid w:val="00D7195E"/>
    <w:rsid w:val="00D71BBC"/>
    <w:rsid w:val="00D73BF4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712"/>
    <w:rsid w:val="00D94027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2ED4"/>
    <w:rsid w:val="00DB304A"/>
    <w:rsid w:val="00DB4920"/>
    <w:rsid w:val="00DB4A0A"/>
    <w:rsid w:val="00DB7E60"/>
    <w:rsid w:val="00DC2EC5"/>
    <w:rsid w:val="00DC36B8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8F4"/>
    <w:rsid w:val="00DF09E2"/>
    <w:rsid w:val="00DF3165"/>
    <w:rsid w:val="00DF371E"/>
    <w:rsid w:val="00DF6407"/>
    <w:rsid w:val="00DF6561"/>
    <w:rsid w:val="00DF6613"/>
    <w:rsid w:val="00E002D6"/>
    <w:rsid w:val="00E03154"/>
    <w:rsid w:val="00E039D5"/>
    <w:rsid w:val="00E052B7"/>
    <w:rsid w:val="00E062A4"/>
    <w:rsid w:val="00E06BA3"/>
    <w:rsid w:val="00E10C58"/>
    <w:rsid w:val="00E10E99"/>
    <w:rsid w:val="00E10FC5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3744B"/>
    <w:rsid w:val="00E41301"/>
    <w:rsid w:val="00E419B8"/>
    <w:rsid w:val="00E41E70"/>
    <w:rsid w:val="00E421FB"/>
    <w:rsid w:val="00E425A2"/>
    <w:rsid w:val="00E43BC9"/>
    <w:rsid w:val="00E43FF6"/>
    <w:rsid w:val="00E44CE1"/>
    <w:rsid w:val="00E44D7D"/>
    <w:rsid w:val="00E46DD1"/>
    <w:rsid w:val="00E4777F"/>
    <w:rsid w:val="00E47DB4"/>
    <w:rsid w:val="00E5062E"/>
    <w:rsid w:val="00E506BB"/>
    <w:rsid w:val="00E519BD"/>
    <w:rsid w:val="00E5247D"/>
    <w:rsid w:val="00E52D70"/>
    <w:rsid w:val="00E5359A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7C4"/>
    <w:rsid w:val="00E65F49"/>
    <w:rsid w:val="00E66396"/>
    <w:rsid w:val="00E6655E"/>
    <w:rsid w:val="00E66D6D"/>
    <w:rsid w:val="00E70392"/>
    <w:rsid w:val="00E7159A"/>
    <w:rsid w:val="00E71846"/>
    <w:rsid w:val="00E71A6D"/>
    <w:rsid w:val="00E71EF9"/>
    <w:rsid w:val="00E727BF"/>
    <w:rsid w:val="00E73B90"/>
    <w:rsid w:val="00E8003A"/>
    <w:rsid w:val="00E825C1"/>
    <w:rsid w:val="00E82641"/>
    <w:rsid w:val="00E82705"/>
    <w:rsid w:val="00E842B3"/>
    <w:rsid w:val="00E844CE"/>
    <w:rsid w:val="00E86BD9"/>
    <w:rsid w:val="00E90E29"/>
    <w:rsid w:val="00E92B4B"/>
    <w:rsid w:val="00E932E0"/>
    <w:rsid w:val="00E93A90"/>
    <w:rsid w:val="00E94720"/>
    <w:rsid w:val="00E94FBF"/>
    <w:rsid w:val="00E96BBC"/>
    <w:rsid w:val="00E97DBE"/>
    <w:rsid w:val="00EA1BE6"/>
    <w:rsid w:val="00EA229A"/>
    <w:rsid w:val="00EA2DC7"/>
    <w:rsid w:val="00EA5402"/>
    <w:rsid w:val="00EA5950"/>
    <w:rsid w:val="00EA6434"/>
    <w:rsid w:val="00EA660C"/>
    <w:rsid w:val="00EA6CF6"/>
    <w:rsid w:val="00EA79DA"/>
    <w:rsid w:val="00EA7B24"/>
    <w:rsid w:val="00EB2129"/>
    <w:rsid w:val="00EB2266"/>
    <w:rsid w:val="00EB5163"/>
    <w:rsid w:val="00EC01C7"/>
    <w:rsid w:val="00EC0C90"/>
    <w:rsid w:val="00EC3B76"/>
    <w:rsid w:val="00EC4F8F"/>
    <w:rsid w:val="00EC5E60"/>
    <w:rsid w:val="00EC7043"/>
    <w:rsid w:val="00EC7935"/>
    <w:rsid w:val="00EC7B7E"/>
    <w:rsid w:val="00EC7C11"/>
    <w:rsid w:val="00ED07EC"/>
    <w:rsid w:val="00ED0870"/>
    <w:rsid w:val="00ED0FCB"/>
    <w:rsid w:val="00ED3627"/>
    <w:rsid w:val="00ED47E6"/>
    <w:rsid w:val="00ED4D3D"/>
    <w:rsid w:val="00ED5D1C"/>
    <w:rsid w:val="00ED6B63"/>
    <w:rsid w:val="00ED7861"/>
    <w:rsid w:val="00EE1FA3"/>
    <w:rsid w:val="00EE3551"/>
    <w:rsid w:val="00EE3968"/>
    <w:rsid w:val="00EE403C"/>
    <w:rsid w:val="00EE4DF3"/>
    <w:rsid w:val="00EE7662"/>
    <w:rsid w:val="00EE78A6"/>
    <w:rsid w:val="00EF0EC7"/>
    <w:rsid w:val="00EF2BA0"/>
    <w:rsid w:val="00EF2D78"/>
    <w:rsid w:val="00EF2F36"/>
    <w:rsid w:val="00EF6D0B"/>
    <w:rsid w:val="00F00265"/>
    <w:rsid w:val="00F024CC"/>
    <w:rsid w:val="00F02534"/>
    <w:rsid w:val="00F05BBE"/>
    <w:rsid w:val="00F061E5"/>
    <w:rsid w:val="00F06D0B"/>
    <w:rsid w:val="00F0728A"/>
    <w:rsid w:val="00F07413"/>
    <w:rsid w:val="00F07551"/>
    <w:rsid w:val="00F10D1D"/>
    <w:rsid w:val="00F10FD5"/>
    <w:rsid w:val="00F124F6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1CFF"/>
    <w:rsid w:val="00F32903"/>
    <w:rsid w:val="00F333B3"/>
    <w:rsid w:val="00F33DC6"/>
    <w:rsid w:val="00F346B9"/>
    <w:rsid w:val="00F34C81"/>
    <w:rsid w:val="00F34FEC"/>
    <w:rsid w:val="00F35C9D"/>
    <w:rsid w:val="00F35E20"/>
    <w:rsid w:val="00F36512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6A26"/>
    <w:rsid w:val="00F4731D"/>
    <w:rsid w:val="00F5070C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053A"/>
    <w:rsid w:val="00F61DBB"/>
    <w:rsid w:val="00F63420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321"/>
    <w:rsid w:val="00F82397"/>
    <w:rsid w:val="00F83D9B"/>
    <w:rsid w:val="00F84531"/>
    <w:rsid w:val="00F846E0"/>
    <w:rsid w:val="00F848AD"/>
    <w:rsid w:val="00F85AA7"/>
    <w:rsid w:val="00F871CF"/>
    <w:rsid w:val="00F872C5"/>
    <w:rsid w:val="00F87BAE"/>
    <w:rsid w:val="00F87DF0"/>
    <w:rsid w:val="00F91C11"/>
    <w:rsid w:val="00F91D74"/>
    <w:rsid w:val="00F92118"/>
    <w:rsid w:val="00F9309F"/>
    <w:rsid w:val="00F935BD"/>
    <w:rsid w:val="00F93F0D"/>
    <w:rsid w:val="00F944FF"/>
    <w:rsid w:val="00F96670"/>
    <w:rsid w:val="00FA03BD"/>
    <w:rsid w:val="00FA03FA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A1B"/>
    <w:rsid w:val="00FC33FC"/>
    <w:rsid w:val="00FC5F75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1455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4A65"/>
    <w:rsid w:val="00FF6CA9"/>
    <w:rsid w:val="00FF6ED8"/>
    <w:rsid w:val="00FF722C"/>
    <w:rsid w:val="0237FCE7"/>
    <w:rsid w:val="02AFE8C9"/>
    <w:rsid w:val="13C74893"/>
    <w:rsid w:val="20D80BC0"/>
    <w:rsid w:val="2CAE17E7"/>
    <w:rsid w:val="31AFFBEB"/>
    <w:rsid w:val="348E5ECD"/>
    <w:rsid w:val="3537CDFC"/>
    <w:rsid w:val="35C2E9CF"/>
    <w:rsid w:val="3971A13E"/>
    <w:rsid w:val="3BFBF9E3"/>
    <w:rsid w:val="3F299B7E"/>
    <w:rsid w:val="41B48D70"/>
    <w:rsid w:val="42530C76"/>
    <w:rsid w:val="4403ED73"/>
    <w:rsid w:val="4A981CB7"/>
    <w:rsid w:val="4C2DDE99"/>
    <w:rsid w:val="4DC9AEFA"/>
    <w:rsid w:val="4E79F5F6"/>
    <w:rsid w:val="4ED29034"/>
    <w:rsid w:val="4F56E07C"/>
    <w:rsid w:val="5534CA1E"/>
    <w:rsid w:val="57ADBDF5"/>
    <w:rsid w:val="57E074D4"/>
    <w:rsid w:val="5A689157"/>
    <w:rsid w:val="63DD5467"/>
    <w:rsid w:val="6D783E4D"/>
    <w:rsid w:val="6E47D390"/>
    <w:rsid w:val="75B6D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1AA94E5B"/>
  <w15:docId w15:val="{E13F7CAE-E934-4E64-BEC5-7BD768073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F81321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/>
      <w:outlineLvl w:val="0"/>
    </w:pPr>
    <w:rPr>
      <w:rFonts w:asciiTheme="majorHAnsi" w:hAnsiTheme="majorHAnsi"/>
      <w:b/>
      <w:noProof/>
      <w:color w:val="F26522" w:themeColor="accent1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5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5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5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6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6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6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character" w:styleId="Mention">
    <w:name w:val="Mention"/>
    <w:basedOn w:val="DefaultParagraphFont"/>
    <w:uiPriority w:val="99"/>
    <w:unhideWhenUsed/>
    <w:rsid w:val="002070C0"/>
    <w:rPr>
      <w:color w:val="2B579A"/>
      <w:shd w:val="clear" w:color="auto" w:fill="E6E6E6"/>
    </w:rPr>
  </w:style>
  <w:style w:type="table" w:styleId="GridTable1Light-Accent1">
    <w:name w:val="Grid Table 1 Light Accent 1"/>
    <w:basedOn w:val="TableNormal"/>
    <w:uiPriority w:val="46"/>
    <w:rsid w:val="006D02AA"/>
    <w:pPr>
      <w:spacing w:after="0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A97268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7268"/>
    <w:rPr>
      <w:color w:val="454545" w:themeColor="text1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97268"/>
    <w:rPr>
      <w:vertAlign w:val="superscript"/>
    </w:rPr>
  </w:style>
  <w:style w:type="paragraph" w:styleId="Revision">
    <w:name w:val="Revision"/>
    <w:hidden/>
    <w:uiPriority w:val="99"/>
    <w:semiHidden/>
    <w:rsid w:val="00573EBB"/>
    <w:pPr>
      <w:spacing w:after="0"/>
    </w:pPr>
    <w:rPr>
      <w:color w:val="454545" w:themeColor="text1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540BE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672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.Holland\Downloads\ESO%20Word%20Template%20-%20Summary%20Briefing%20Note.dotx" TargetMode="External"/></Relationship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98B3EA86840B48926CB84200196B51" ma:contentTypeVersion="16" ma:contentTypeDescription="Create a new document." ma:contentTypeScope="" ma:versionID="cf7d54f9062d743d3c697303512fb9e0">
  <xsd:schema xmlns:xsd="http://www.w3.org/2001/XMLSchema" xmlns:xs="http://www.w3.org/2001/XMLSchema" xmlns:p="http://schemas.microsoft.com/office/2006/metadata/properties" xmlns:ns2="61e97697-796d-45cf-866f-ecc5a7891725" xmlns:ns3="78f916c6-ecd0-4727-ba67-5a29ec0be12f" xmlns:ns4="cadce026-d35b-4a62-a2ee-1436bb44fb55" targetNamespace="http://schemas.microsoft.com/office/2006/metadata/properties" ma:root="true" ma:fieldsID="3987c6f4b51bb4f0901c5bd40d796c12" ns2:_="" ns3:_="" ns4:_="">
    <xsd:import namespace="61e97697-796d-45cf-866f-ecc5a7891725"/>
    <xsd:import namespace="78f916c6-ecd0-4727-ba67-5a29ec0be12f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97697-796d-45cf-866f-ecc5a78917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916c6-ecd0-4727-ba67-5a29ec0be1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a5e025f-1ebe-4da3-9d82-6b3db9e82ef3}" ma:internalName="TaxCatchAll" ma:showField="CatchAllData" ma:web="78f916c6-ecd0-4727-ba67-5a29ec0be1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61e97697-796d-45cf-866f-ecc5a78917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6BCCE3-F102-41A5-88CA-F31446B28A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2BF082-D605-4415-9B3D-03BD88905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D4D522-6A14-4AAC-868D-B5A307277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97697-796d-45cf-866f-ecc5a7891725"/>
    <ds:schemaRef ds:uri="78f916c6-ecd0-4727-ba67-5a29ec0be12f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404EE9-C069-4F71-B7B7-B3648C10D58A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78f916c6-ecd0-4727-ba67-5a29ec0be12f"/>
    <ds:schemaRef ds:uri="http://schemas.microsoft.com/office/2006/documentManagement/types"/>
    <ds:schemaRef ds:uri="cadce026-d35b-4a62-a2ee-1436bb44fb55"/>
    <ds:schemaRef ds:uri="61e97697-796d-45cf-866f-ecc5a7891725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ESO Word Template - Summary Briefing Note.dotx</Template>
  <TotalTime>171</TotalTime>
  <Pages>6</Pages>
  <Words>852</Words>
  <Characters>4862</Characters>
  <Application>Microsoft Office Word</Application>
  <DocSecurity>0</DocSecurity>
  <Lines>40</Lines>
  <Paragraphs>11</Paragraphs>
  <ScaleCrop>false</ScaleCrop>
  <Company>Hamilton-Brown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 Word Template - Summary Briefing Note</dc:title>
  <dc:subject/>
  <dc:creator>National Grid</dc:creator>
  <cp:keywords/>
  <dc:description/>
  <cp:lastModifiedBy>Patel (ESO), Manpreet</cp:lastModifiedBy>
  <cp:revision>148</cp:revision>
  <cp:lastPrinted>2018-02-22T01:46:00Z</cp:lastPrinted>
  <dcterms:created xsi:type="dcterms:W3CDTF">2019-01-30T05:02:00Z</dcterms:created>
  <dcterms:modified xsi:type="dcterms:W3CDTF">2022-11-24T16:02:00Z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0x0101001C98B3EA86840B48926CB84200196B51</vt:lpwstr>
  </property>
  <property fmtid="{D5CDD505-2E9C-101B-9397-08002B2CF9AE}" pid="3" name="MediaServiceImageTags">
    <vt:lpwstr/>
  </property>
</Properties>
</file>