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EC5101"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36E98142" w14:textId="77777777" w:rsidTr="00A747AE">
        <w:trPr>
          <w:trHeight w:val="217"/>
        </w:trPr>
        <w:tc>
          <w:tcPr>
            <w:tcW w:w="9639" w:type="dxa"/>
            <w:gridSpan w:val="4"/>
            <w:shd w:val="clear" w:color="auto" w:fill="F26522" w:themeFill="accent1"/>
          </w:tcPr>
          <w:p w14:paraId="1CEC78F8" w14:textId="77777777" w:rsidR="009A206C" w:rsidRPr="005603D9" w:rsidRDefault="00DB1489" w:rsidP="00A747AE">
            <w:pPr>
              <w:pStyle w:val="Documentname"/>
              <w:framePr w:hSpace="0" w:wrap="auto" w:vAnchor="margin" w:hAnchor="text" w:xAlign="left" w:yAlign="inline"/>
            </w:pPr>
            <w:r w:rsidRPr="00403E9C">
              <w:rPr>
                <w:rFonts w:cs="Arial"/>
                <w:szCs w:val="28"/>
              </w:rPr>
              <w:t xml:space="preserve">Final Modification Report </w:t>
            </w:r>
            <w:r>
              <w:rPr>
                <w:rFonts w:cs="Arial"/>
                <w:szCs w:val="28"/>
              </w:rPr>
              <w:t xml:space="preserve">/ Final </w:t>
            </w:r>
            <w:r w:rsidRPr="00403E9C">
              <w:rPr>
                <w:rFonts w:cs="Arial"/>
                <w:szCs w:val="28"/>
              </w:rPr>
              <w:t>Self-Governance Modification Report</w:t>
            </w:r>
          </w:p>
        </w:tc>
      </w:tr>
      <w:tr w:rsidR="00470B5B" w:rsidRPr="005603D9" w14:paraId="4EEC4063" w14:textId="77777777" w:rsidTr="00765D8E">
        <w:trPr>
          <w:trHeight w:val="4140"/>
        </w:trPr>
        <w:tc>
          <w:tcPr>
            <w:tcW w:w="5103" w:type="dxa"/>
            <w:gridSpan w:val="2"/>
            <w:shd w:val="clear" w:color="auto" w:fill="auto"/>
          </w:tcPr>
          <w:p w14:paraId="64BAF55B" w14:textId="77777777" w:rsidR="001F2192" w:rsidRPr="00F9698C" w:rsidRDefault="00514EED" w:rsidP="001F2192">
            <w:pPr>
              <w:pStyle w:val="Title"/>
              <w:ind w:right="-48"/>
            </w:pPr>
            <w:r w:rsidRPr="00F9698C">
              <w:rPr>
                <w:rFonts w:cs="Arial"/>
              </w:rPr>
              <w:t>GC</w:t>
            </w:r>
            <w:r w:rsidR="00A26C07" w:rsidRPr="00F9698C">
              <w:rPr>
                <w:rFonts w:cs="Arial"/>
              </w:rPr>
              <w:t>0</w:t>
            </w:r>
            <w:r w:rsidR="00AE6A88" w:rsidRPr="00F9698C">
              <w:rPr>
                <w:rFonts w:cs="Arial"/>
              </w:rPr>
              <w:t>153</w:t>
            </w:r>
            <w:r w:rsidRPr="00F9698C">
              <w:rPr>
                <w:rFonts w:cs="Arial"/>
              </w:rPr>
              <w:t>:</w:t>
            </w:r>
            <w:r w:rsidR="001F2192" w:rsidRPr="00F9698C">
              <w:rPr>
                <w:rFonts w:cs="Arial"/>
              </w:rPr>
              <w:t xml:space="preserve"> </w:t>
            </w:r>
            <w:r w:rsidR="001F2192" w:rsidRPr="00F9698C">
              <w:t xml:space="preserve"> </w:t>
            </w:r>
          </w:p>
          <w:p w14:paraId="315AFEA9" w14:textId="0B3754C0" w:rsidR="001F2192" w:rsidRDefault="001F2192" w:rsidP="001F2192">
            <w:pPr>
              <w:pStyle w:val="Title"/>
              <w:ind w:right="-48"/>
            </w:pPr>
            <w:r>
              <w:t xml:space="preserve">Making the </w:t>
            </w:r>
          </w:p>
          <w:p w14:paraId="0AE855B7" w14:textId="77777777" w:rsidR="001F2192" w:rsidRDefault="001F2192" w:rsidP="001F2192">
            <w:pPr>
              <w:pStyle w:val="Title"/>
              <w:ind w:right="-48"/>
              <w:rPr>
                <w:rStyle w:val="TitleChar"/>
                <w:b/>
              </w:rPr>
            </w:pPr>
            <w:r>
              <w:t>Grid Code Gender Neutral</w:t>
            </w:r>
          </w:p>
          <w:p w14:paraId="37109F89" w14:textId="0E2D096D" w:rsidR="00514EED" w:rsidRPr="00612888" w:rsidRDefault="00514EED" w:rsidP="009D3CD2">
            <w:pPr>
              <w:ind w:right="113"/>
              <w:rPr>
                <w:rFonts w:cs="Arial"/>
                <w:b/>
                <w:color w:val="F26522" w:themeColor="accent1"/>
                <w:sz w:val="28"/>
                <w:szCs w:val="28"/>
              </w:rPr>
            </w:pPr>
          </w:p>
          <w:p w14:paraId="0E6D7716" w14:textId="10BB6AFA" w:rsidR="00470B5B" w:rsidRDefault="00514EED" w:rsidP="009D3CD2">
            <w:r>
              <w:rPr>
                <w:rFonts w:cs="Arial"/>
                <w:b/>
              </w:rPr>
              <w:t>Overview:</w:t>
            </w:r>
            <w:r w:rsidRPr="6DC9E538">
              <w:rPr>
                <w:noProof/>
              </w:rPr>
              <w:t xml:space="preserve"> </w:t>
            </w:r>
            <w:r w:rsidR="00EE0961">
              <w:t xml:space="preserve"> To remove any gender specific references or terminology within the Grid Code.</w:t>
            </w:r>
          </w:p>
          <w:p w14:paraId="187E4676" w14:textId="77777777" w:rsidR="005603D9" w:rsidRPr="005603D9" w:rsidRDefault="005603D9" w:rsidP="009D3CD2"/>
        </w:tc>
        <w:tc>
          <w:tcPr>
            <w:tcW w:w="4536" w:type="dxa"/>
            <w:gridSpan w:val="2"/>
            <w:shd w:val="clear" w:color="auto" w:fill="auto"/>
          </w:tcPr>
          <w:p w14:paraId="3F61CA93" w14:textId="77777777" w:rsidR="008B5413" w:rsidRDefault="00F71839" w:rsidP="009D3CD2">
            <w:pPr>
              <w:rPr>
                <w:b/>
              </w:rPr>
            </w:pPr>
            <w:r>
              <w:rPr>
                <w:noProof/>
              </w:rPr>
              <mc:AlternateContent>
                <mc:Choice Requires="wpg">
                  <w:drawing>
                    <wp:anchor distT="0" distB="0" distL="114300" distR="114300" simplePos="0" relativeHeight="251658240" behindDoc="0" locked="0" layoutInCell="1" allowOverlap="1" wp14:anchorId="3B3D69A8" wp14:editId="3E0B2667">
                      <wp:simplePos x="0" y="0"/>
                      <wp:positionH relativeFrom="column">
                        <wp:posOffset>6074</wp:posOffset>
                      </wp:positionH>
                      <wp:positionV relativeFrom="paragraph">
                        <wp:posOffset>194006</wp:posOffset>
                      </wp:positionV>
                      <wp:extent cx="2769193" cy="2404683"/>
                      <wp:effectExtent l="0" t="0" r="12700" b="0"/>
                      <wp:wrapNone/>
                      <wp:docPr id="30" name="Group 30"/>
                      <wp:cNvGraphicFramePr/>
                      <a:graphic xmlns:a="http://schemas.openxmlformats.org/drawingml/2006/main">
                        <a:graphicData uri="http://schemas.microsoft.com/office/word/2010/wordprocessingGroup">
                          <wpg:wgp>
                            <wpg:cNvGrpSpPr/>
                            <wpg:grpSpPr>
                              <a:xfrm>
                                <a:off x="0" y="0"/>
                                <a:ext cx="2769193" cy="2404683"/>
                                <a:chOff x="50" y="0"/>
                                <a:chExt cx="3326080" cy="26673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FD2190" w14:textId="77777777" w:rsidR="009446C6" w:rsidRPr="00C239AA" w:rsidRDefault="009446C6" w:rsidP="008B5413">
                                    <w:pPr>
                                      <w:rPr>
                                        <w:b/>
                                        <w:color w:val="F26522" w:themeColor="accent1"/>
                                        <w:sz w:val="22"/>
                                      </w:rPr>
                                    </w:pPr>
                                    <w:r w:rsidRPr="00C239AA">
                                      <w:rPr>
                                        <w:b/>
                                        <w:color w:val="F26522" w:themeColor="accent1"/>
                                        <w:sz w:val="22"/>
                                      </w:rPr>
                                      <w:t>Proposal Form</w:t>
                                    </w:r>
                                  </w:p>
                                  <w:sdt>
                                    <w:sdtPr>
                                      <w:rPr>
                                        <w:rStyle w:val="TimelineChar"/>
                                      </w:rPr>
                                      <w:alias w:val="Code Administrator Use"/>
                                      <w:tag w:val="Code Administrator Use"/>
                                      <w:id w:val="-407383368"/>
                                      <w:placeholder>
                                        <w:docPart w:val="6656DB7EC2494A49A6C8BC6DAC307579"/>
                                      </w:placeholder>
                                      <w:date w:fullDate="2021-11-10T00:00:00Z">
                                        <w:dateFormat w:val="dd MMMM yyyy"/>
                                        <w:lid w:val="en-GB"/>
                                        <w:storeMappedDataAs w:val="dateTime"/>
                                        <w:calendar w:val="gregorian"/>
                                      </w:date>
                                    </w:sdtPr>
                                    <w:sdtEndPr>
                                      <w:rPr>
                                        <w:rStyle w:val="TimelineChar"/>
                                      </w:rPr>
                                    </w:sdtEndPr>
                                    <w:sdtContent>
                                      <w:p w14:paraId="52FD6ED2" w14:textId="5BBAD7E7" w:rsidR="009446C6" w:rsidRPr="00C239AA" w:rsidRDefault="009446C6" w:rsidP="008B5413">
                                        <w:pPr>
                                          <w:rPr>
                                            <w:rStyle w:val="TimelineChar"/>
                                          </w:rPr>
                                        </w:pPr>
                                        <w:r w:rsidRPr="00C239AA">
                                          <w:rPr>
                                            <w:rStyle w:val="TimelineChar"/>
                                          </w:rPr>
                                          <w:t xml:space="preserve">10 </w:t>
                                        </w:r>
                                        <w:r w:rsidR="000A544B">
                                          <w:rPr>
                                            <w:rStyle w:val="TimelineChar"/>
                                          </w:rPr>
                                          <w:t xml:space="preserve">November </w:t>
                                        </w:r>
                                        <w:r w:rsidRPr="00C239AA">
                                          <w:rPr>
                                            <w:rStyle w:val="TimelineChar"/>
                                          </w:rPr>
                                          <w:t>202</w:t>
                                        </w:r>
                                        <w:r w:rsidR="000A544B">
                                          <w:rPr>
                                            <w:rStyle w:val="TimelineChar"/>
                                          </w:rPr>
                                          <w:t>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7CBE23" w14:textId="77777777" w:rsidR="00F71839" w:rsidRPr="00346A99" w:rsidRDefault="00F71839" w:rsidP="00F71839">
                                    <w:pPr>
                                      <w:rPr>
                                        <w:b/>
                                        <w:color w:val="F26522" w:themeColor="accent1"/>
                                        <w:sz w:val="22"/>
                                      </w:rPr>
                                    </w:pPr>
                                    <w:r w:rsidRPr="00346A99">
                                      <w:rPr>
                                        <w:b/>
                                        <w:color w:val="F26522" w:themeColor="accent1"/>
                                        <w:sz w:val="22"/>
                                      </w:rPr>
                                      <w:t>Code Administrator Consultation</w:t>
                                    </w:r>
                                  </w:p>
                                  <w:p w14:paraId="3797254C" w14:textId="77FD66AD" w:rsidR="009446C6" w:rsidRPr="004F10E6" w:rsidRDefault="00FD77BF" w:rsidP="008B5413">
                                    <w:pPr>
                                      <w:rPr>
                                        <w:color w:val="000000"/>
                                      </w:rPr>
                                    </w:pPr>
                                    <w:sdt>
                                      <w:sdtPr>
                                        <w:rPr>
                                          <w:rStyle w:val="TimelineChar"/>
                                        </w:rPr>
                                        <w:alias w:val="Code Administrator Use"/>
                                        <w:tag w:val="Code Administrator Use"/>
                                        <w:id w:val="1093585705"/>
                                        <w:date w:fullDate="2021-11-29T00:00:00Z">
                                          <w:dateFormat w:val="dd MMMM yyyy"/>
                                          <w:lid w:val="en-GB"/>
                                          <w:storeMappedDataAs w:val="dateTime"/>
                                          <w:calendar w:val="gregorian"/>
                                        </w:date>
                                      </w:sdtPr>
                                      <w:sdtEndPr>
                                        <w:rPr>
                                          <w:rStyle w:val="TimelineChar"/>
                                        </w:rPr>
                                      </w:sdtEndPr>
                                      <w:sdtContent>
                                        <w:r w:rsidR="000A544B">
                                          <w:rPr>
                                            <w:rStyle w:val="TimelineChar"/>
                                          </w:rPr>
                                          <w:t>29 November</w:t>
                                        </w:r>
                                        <w:r w:rsidR="009446C6" w:rsidRPr="00200103">
                                          <w:rPr>
                                            <w:rStyle w:val="TimelineChar"/>
                                          </w:rPr>
                                          <w:t xml:space="preserve"> 202</w:t>
                                        </w:r>
                                        <w:r w:rsidR="000A544B">
                                          <w:rPr>
                                            <w:rStyle w:val="TimelineChar"/>
                                          </w:rPr>
                                          <w:t>1</w:t>
                                        </w:r>
                                      </w:sdtContent>
                                    </w:sdt>
                                    <w:r w:rsidR="009446C6">
                                      <w:rPr>
                                        <w:color w:val="000000"/>
                                      </w:rPr>
                                      <w:t xml:space="preserve"> </w:t>
                                    </w:r>
                                    <w:r w:rsidR="000A544B">
                                      <w:rPr>
                                        <w:color w:val="000000"/>
                                      </w:rPr>
                                      <w:t>–</w:t>
                                    </w:r>
                                    <w:r w:rsidR="009446C6">
                                      <w:rPr>
                                        <w:color w:val="000000"/>
                                      </w:rPr>
                                      <w:t xml:space="preserve"> </w:t>
                                    </w:r>
                                    <w:sdt>
                                      <w:sdtPr>
                                        <w:rPr>
                                          <w:rStyle w:val="TimelineChar"/>
                                        </w:rPr>
                                        <w:alias w:val="Code Administrator Use"/>
                                        <w:tag w:val="Code Administrator Use"/>
                                        <w:id w:val="1385142099"/>
                                        <w:date w:fullDate="2021-12-29T00:00:00Z">
                                          <w:dateFormat w:val="dd MMMM yyyy"/>
                                          <w:lid w:val="en-GB"/>
                                          <w:storeMappedDataAs w:val="dateTime"/>
                                          <w:calendar w:val="gregorian"/>
                                        </w:date>
                                      </w:sdtPr>
                                      <w:sdtEndPr>
                                        <w:rPr>
                                          <w:rStyle w:val="TimelineChar"/>
                                        </w:rPr>
                                      </w:sdtEndPr>
                                      <w:sdtContent>
                                        <w:r w:rsidR="000A544B">
                                          <w:rPr>
                                            <w:rStyle w:val="TimelineChar"/>
                                          </w:rPr>
                                          <w:t>29 December</w:t>
                                        </w:r>
                                        <w:r w:rsidR="009446C6" w:rsidRPr="00200103">
                                          <w:rPr>
                                            <w:rStyle w:val="TimelineChar"/>
                                          </w:rPr>
                                          <w:t xml:space="preserve"> 2021</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BD9A86" w14:textId="77777777" w:rsidR="00765D8E" w:rsidRPr="000B0593" w:rsidRDefault="00765D8E" w:rsidP="00D61FE3">
                                    <w:pPr>
                                      <w:shd w:val="clear" w:color="auto" w:fill="F26522" w:themeFill="accent1"/>
                                      <w:rPr>
                                        <w:b/>
                                        <w:color w:val="FFFFFF" w:themeColor="background1"/>
                                        <w:sz w:val="22"/>
                                      </w:rPr>
                                    </w:pPr>
                                    <w:r w:rsidRPr="000B0593">
                                      <w:rPr>
                                        <w:b/>
                                        <w:color w:val="FFFFFF" w:themeColor="background1"/>
                                        <w:sz w:val="22"/>
                                      </w:rPr>
                                      <w:t xml:space="preserve">Draft </w:t>
                                    </w:r>
                                    <w:r w:rsidRPr="00A26C07">
                                      <w:rPr>
                                        <w:b/>
                                        <w:color w:val="FFFFFF" w:themeColor="background1"/>
                                        <w:sz w:val="22"/>
                                      </w:rPr>
                                      <w:t>SG M</w:t>
                                    </w:r>
                                    <w:r w:rsidRPr="000B0593">
                                      <w:rPr>
                                        <w:b/>
                                        <w:color w:val="FFFFFF" w:themeColor="background1"/>
                                        <w:sz w:val="22"/>
                                      </w:rPr>
                                      <w:t>odification Report</w:t>
                                    </w:r>
                                  </w:p>
                                  <w:sdt>
                                    <w:sdtPr>
                                      <w:rPr>
                                        <w:rStyle w:val="TimelineChar"/>
                                        <w:color w:val="FFFFFF" w:themeColor="background1"/>
                                      </w:rPr>
                                      <w:alias w:val="Code Administrator Use"/>
                                      <w:tag w:val="Code Administrator Use"/>
                                      <w:id w:val="-1189130863"/>
                                      <w:date w:fullDate="2022-01-19T00:00:00Z">
                                        <w:dateFormat w:val="dd MMMM yyyy"/>
                                        <w:lid w:val="en-GB"/>
                                        <w:storeMappedDataAs w:val="dateTime"/>
                                        <w:calendar w:val="gregorian"/>
                                      </w:date>
                                    </w:sdtPr>
                                    <w:sdtEndPr>
                                      <w:rPr>
                                        <w:rStyle w:val="TimelineChar"/>
                                      </w:rPr>
                                    </w:sdtEndPr>
                                    <w:sdtContent>
                                      <w:p w14:paraId="7BDDF69F" w14:textId="03CABEF7" w:rsidR="009446C6" w:rsidRPr="00D61FE3" w:rsidRDefault="00077489" w:rsidP="00D61FE3">
                                        <w:pPr>
                                          <w:shd w:val="clear" w:color="auto" w:fill="F26522" w:themeFill="accent1"/>
                                          <w:rPr>
                                            <w:color w:val="FFFFFF" w:themeColor="background1"/>
                                          </w:rPr>
                                        </w:pPr>
                                        <w:r>
                                          <w:rPr>
                                            <w:rStyle w:val="TimelineChar"/>
                                            <w:color w:val="FFFFFF" w:themeColor="background1"/>
                                          </w:rPr>
                                          <w:t>19</w:t>
                                        </w:r>
                                        <w:r w:rsidR="000A544B">
                                          <w:rPr>
                                            <w:rStyle w:val="TimelineChar"/>
                                            <w:color w:val="FFFFFF" w:themeColor="background1"/>
                                          </w:rPr>
                                          <w:t xml:space="preserve"> January 202</w:t>
                                        </w:r>
                                        <w:r w:rsidR="00625F66">
                                          <w:rPr>
                                            <w:rStyle w:val="TimelineChar"/>
                                            <w:color w:val="FFFFFF" w:themeColor="background1"/>
                                          </w:rPr>
                                          <w:t>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2B0C20" w14:textId="77777777" w:rsidR="00765D8E" w:rsidRPr="000F26AE" w:rsidRDefault="00765D8E" w:rsidP="00765D8E">
                                    <w:pPr>
                                      <w:rPr>
                                        <w:b/>
                                        <w:color w:val="F26522" w:themeColor="accent1"/>
                                        <w:sz w:val="22"/>
                                      </w:rPr>
                                    </w:pPr>
                                    <w:r>
                                      <w:rPr>
                                        <w:b/>
                                        <w:color w:val="F26522" w:themeColor="accent1"/>
                                        <w:sz w:val="22"/>
                                      </w:rPr>
                                      <w:t xml:space="preserve">Final </w:t>
                                    </w:r>
                                    <w:r w:rsidRPr="00A26C07">
                                      <w:rPr>
                                        <w:b/>
                                        <w:color w:val="F26522" w:themeColor="accent1"/>
                                        <w:sz w:val="22"/>
                                      </w:rPr>
                                      <w:t>SG</w:t>
                                    </w:r>
                                    <w:r>
                                      <w:rPr>
                                        <w:b/>
                                        <w:color w:val="F26522" w:themeColor="accent1"/>
                                        <w:sz w:val="22"/>
                                      </w:rPr>
                                      <w:t xml:space="preserve"> </w:t>
                                    </w:r>
                                    <w:r w:rsidRPr="000F26AE">
                                      <w:rPr>
                                        <w:b/>
                                        <w:color w:val="F26522" w:themeColor="accent1"/>
                                        <w:sz w:val="22"/>
                                      </w:rPr>
                                      <w:t>Modification Report</w:t>
                                    </w:r>
                                  </w:p>
                                  <w:p w14:paraId="2F7CD1E3" w14:textId="118C8559" w:rsidR="009446C6" w:rsidRPr="004F10E6" w:rsidRDefault="00FD77BF" w:rsidP="00200103">
                                    <w:pPr>
                                      <w:pStyle w:val="Timeline"/>
                                    </w:pPr>
                                    <w:sdt>
                                      <w:sdtPr>
                                        <w:rPr>
                                          <w:rStyle w:val="TimelineChar"/>
                                        </w:rPr>
                                        <w:alias w:val="Code Administrator Use"/>
                                        <w:tag w:val="Code Administrator Use"/>
                                        <w:id w:val="455525557"/>
                                        <w:date w:fullDate="2022-02-01T00:00:00Z">
                                          <w:dateFormat w:val="dd MMMM yyyy"/>
                                          <w:lid w:val="en-GB"/>
                                          <w:storeMappedDataAs w:val="dateTime"/>
                                          <w:calendar w:val="gregorian"/>
                                        </w:date>
                                      </w:sdtPr>
                                      <w:sdtEndPr>
                                        <w:rPr>
                                          <w:rStyle w:val="TimelineChar"/>
                                        </w:rPr>
                                      </w:sdtEndPr>
                                      <w:sdtContent>
                                        <w:r w:rsidR="000A544B">
                                          <w:rPr>
                                            <w:rStyle w:val="TimelineChar"/>
                                          </w:rPr>
                                          <w:t>01 February</w:t>
                                        </w:r>
                                        <w:r w:rsidR="009446C6" w:rsidRPr="00200103">
                                          <w:rPr>
                                            <w:rStyle w:val="TimelineChar"/>
                                          </w:rPr>
                                          <w:t xml:space="preserve"> 202</w:t>
                                        </w:r>
                                        <w:r w:rsidR="000A544B">
                                          <w:rPr>
                                            <w:rStyle w:val="TimelineChar"/>
                                          </w:rPr>
                                          <w:t>2</w:t>
                                        </w:r>
                                      </w:sdtContent>
                                    </w:sdt>
                                    <w:r w:rsidR="009446C6">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2FE5BC" w14:textId="41009093" w:rsidR="009446C6" w:rsidRPr="000F26AE" w:rsidRDefault="00F9698C" w:rsidP="008B5413">
                                    <w:pPr>
                                      <w:rPr>
                                        <w:b/>
                                        <w:color w:val="F26522" w:themeColor="accent1"/>
                                        <w:sz w:val="22"/>
                                      </w:rPr>
                                    </w:pPr>
                                    <w:r>
                                      <w:rPr>
                                        <w:b/>
                                        <w:color w:val="F26522" w:themeColor="accent1"/>
                                        <w:sz w:val="22"/>
                                      </w:rPr>
                                      <w:t>Implementation</w:t>
                                    </w:r>
                                  </w:p>
                                  <w:sdt>
                                    <w:sdtPr>
                                      <w:rPr>
                                        <w:rStyle w:val="TimelineChar"/>
                                      </w:rPr>
                                      <w:alias w:val="Code Administrator Use"/>
                                      <w:tag w:val="Code Administrator Use"/>
                                      <w:id w:val="-1177729736"/>
                                      <w:date w:fullDate="2022-03-09T00:00:00Z">
                                        <w:dateFormat w:val="dd MMMM yyyy"/>
                                        <w:lid w:val="en-GB"/>
                                        <w:storeMappedDataAs w:val="dateTime"/>
                                        <w:calendar w:val="gregorian"/>
                                      </w:date>
                                    </w:sdtPr>
                                    <w:sdtEndPr>
                                      <w:rPr>
                                        <w:rStyle w:val="TimelineChar"/>
                                      </w:rPr>
                                    </w:sdtEndPr>
                                    <w:sdtContent>
                                      <w:p w14:paraId="078D4A2C" w14:textId="26DC0C19" w:rsidR="009446C6" w:rsidRPr="004F10E6" w:rsidRDefault="00625F66" w:rsidP="008B5413">
                                        <w:pPr>
                                          <w:rPr>
                                            <w:color w:val="000000"/>
                                          </w:rPr>
                                        </w:pPr>
                                        <w:r>
                                          <w:rPr>
                                            <w:rStyle w:val="TimelineChar"/>
                                          </w:rPr>
                                          <w:t>09 March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3BE95"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4316FF"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2F81E5"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B6FA15"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9F70C1"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3D69A8" id="Group 30" o:spid="_x0000_s1026" style="position:absolute;margin-left:.5pt;margin-top:15.3pt;width:218.05pt;height:189.35pt;z-index:251658240;mso-width-relative:margin;mso-height-relative:margin" coordorigin="" coordsize="33260,2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5DFD2190" w14:textId="77777777" w:rsidR="009446C6" w:rsidRPr="00C239AA" w:rsidRDefault="009446C6" w:rsidP="008B5413">
                              <w:pPr>
                                <w:rPr>
                                  <w:b/>
                                  <w:color w:val="F26522" w:themeColor="accent1"/>
                                  <w:sz w:val="22"/>
                                </w:rPr>
                              </w:pPr>
                              <w:r w:rsidRPr="00C239AA">
                                <w:rPr>
                                  <w:b/>
                                  <w:color w:val="F26522" w:themeColor="accent1"/>
                                  <w:sz w:val="22"/>
                                </w:rPr>
                                <w:t>Proposal Form</w:t>
                              </w:r>
                            </w:p>
                            <w:sdt>
                              <w:sdtPr>
                                <w:rPr>
                                  <w:rStyle w:val="TimelineChar"/>
                                </w:rPr>
                                <w:alias w:val="Code Administrator Use"/>
                                <w:tag w:val="Code Administrator Use"/>
                                <w:id w:val="-407383368"/>
                                <w:placeholder>
                                  <w:docPart w:val="6656DB7EC2494A49A6C8BC6DAC307579"/>
                                </w:placeholder>
                                <w:date w:fullDate="2021-11-10T00:00:00Z">
                                  <w:dateFormat w:val="dd MMMM yyyy"/>
                                  <w:lid w:val="en-GB"/>
                                  <w:storeMappedDataAs w:val="dateTime"/>
                                  <w:calendar w:val="gregorian"/>
                                </w:date>
                              </w:sdtPr>
                              <w:sdtEndPr>
                                <w:rPr>
                                  <w:rStyle w:val="TimelineChar"/>
                                </w:rPr>
                              </w:sdtEndPr>
                              <w:sdtContent>
                                <w:p w14:paraId="52FD6ED2" w14:textId="5BBAD7E7" w:rsidR="009446C6" w:rsidRPr="00C239AA" w:rsidRDefault="009446C6" w:rsidP="008B5413">
                                  <w:pPr>
                                    <w:rPr>
                                      <w:rStyle w:val="TimelineChar"/>
                                    </w:rPr>
                                  </w:pPr>
                                  <w:r w:rsidRPr="00C239AA">
                                    <w:rPr>
                                      <w:rStyle w:val="TimelineChar"/>
                                    </w:rPr>
                                    <w:t xml:space="preserve">10 </w:t>
                                  </w:r>
                                  <w:r w:rsidR="000A544B">
                                    <w:rPr>
                                      <w:rStyle w:val="TimelineChar"/>
                                    </w:rPr>
                                    <w:t xml:space="preserve">November </w:t>
                                  </w:r>
                                  <w:r w:rsidRPr="00C239AA">
                                    <w:rPr>
                                      <w:rStyle w:val="TimelineChar"/>
                                    </w:rPr>
                                    <w:t>202</w:t>
                                  </w:r>
                                  <w:r w:rsidR="000A544B">
                                    <w:rPr>
                                      <w:rStyle w:val="TimelineChar"/>
                                    </w:rPr>
                                    <w:t>1</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677CBE23" w14:textId="77777777" w:rsidR="00F71839" w:rsidRPr="00346A99" w:rsidRDefault="00F71839" w:rsidP="00F71839">
                              <w:pPr>
                                <w:rPr>
                                  <w:b/>
                                  <w:color w:val="F26522" w:themeColor="accent1"/>
                                  <w:sz w:val="22"/>
                                </w:rPr>
                              </w:pPr>
                              <w:r w:rsidRPr="00346A99">
                                <w:rPr>
                                  <w:b/>
                                  <w:color w:val="F26522" w:themeColor="accent1"/>
                                  <w:sz w:val="22"/>
                                </w:rPr>
                                <w:t>Code Administrator Consultation</w:t>
                              </w:r>
                            </w:p>
                            <w:p w14:paraId="3797254C" w14:textId="77FD66AD" w:rsidR="009446C6" w:rsidRPr="004F10E6" w:rsidRDefault="00A0580A" w:rsidP="008B5413">
                              <w:pPr>
                                <w:rPr>
                                  <w:color w:val="000000"/>
                                </w:rPr>
                              </w:pPr>
                              <w:sdt>
                                <w:sdtPr>
                                  <w:rPr>
                                    <w:rStyle w:val="TimelineChar"/>
                                  </w:rPr>
                                  <w:alias w:val="Code Administrator Use"/>
                                  <w:tag w:val="Code Administrator Use"/>
                                  <w:id w:val="1093585705"/>
                                  <w:date w:fullDate="2021-11-29T00:00:00Z">
                                    <w:dateFormat w:val="dd MMMM yyyy"/>
                                    <w:lid w:val="en-GB"/>
                                    <w:storeMappedDataAs w:val="dateTime"/>
                                    <w:calendar w:val="gregorian"/>
                                  </w:date>
                                </w:sdtPr>
                                <w:sdtEndPr>
                                  <w:rPr>
                                    <w:rStyle w:val="TimelineChar"/>
                                  </w:rPr>
                                </w:sdtEndPr>
                                <w:sdtContent>
                                  <w:r w:rsidR="000A544B">
                                    <w:rPr>
                                      <w:rStyle w:val="TimelineChar"/>
                                    </w:rPr>
                                    <w:t>29 November</w:t>
                                  </w:r>
                                  <w:r w:rsidR="009446C6" w:rsidRPr="00200103">
                                    <w:rPr>
                                      <w:rStyle w:val="TimelineChar"/>
                                    </w:rPr>
                                    <w:t xml:space="preserve"> 202</w:t>
                                  </w:r>
                                  <w:r w:rsidR="000A544B">
                                    <w:rPr>
                                      <w:rStyle w:val="TimelineChar"/>
                                    </w:rPr>
                                    <w:t>1</w:t>
                                  </w:r>
                                </w:sdtContent>
                              </w:sdt>
                              <w:r w:rsidR="009446C6">
                                <w:rPr>
                                  <w:color w:val="000000"/>
                                </w:rPr>
                                <w:t xml:space="preserve"> </w:t>
                              </w:r>
                              <w:r w:rsidR="000A544B">
                                <w:rPr>
                                  <w:color w:val="000000"/>
                                </w:rPr>
                                <w:t>–</w:t>
                              </w:r>
                              <w:r w:rsidR="009446C6">
                                <w:rPr>
                                  <w:color w:val="000000"/>
                                </w:rPr>
                                <w:t xml:space="preserve"> </w:t>
                              </w:r>
                              <w:sdt>
                                <w:sdtPr>
                                  <w:rPr>
                                    <w:rStyle w:val="TimelineChar"/>
                                  </w:rPr>
                                  <w:alias w:val="Code Administrator Use"/>
                                  <w:tag w:val="Code Administrator Use"/>
                                  <w:id w:val="1385142099"/>
                                  <w:date w:fullDate="2021-12-29T00:00:00Z">
                                    <w:dateFormat w:val="dd MMMM yyyy"/>
                                    <w:lid w:val="en-GB"/>
                                    <w:storeMappedDataAs w:val="dateTime"/>
                                    <w:calendar w:val="gregorian"/>
                                  </w:date>
                                </w:sdtPr>
                                <w:sdtEndPr>
                                  <w:rPr>
                                    <w:rStyle w:val="TimelineChar"/>
                                  </w:rPr>
                                </w:sdtEndPr>
                                <w:sdtContent>
                                  <w:r w:rsidR="000A544B">
                                    <w:rPr>
                                      <w:rStyle w:val="TimelineChar"/>
                                    </w:rPr>
                                    <w:t>29 December</w:t>
                                  </w:r>
                                  <w:r w:rsidR="009446C6" w:rsidRPr="00200103">
                                    <w:rPr>
                                      <w:rStyle w:val="TimelineChar"/>
                                    </w:rPr>
                                    <w:t xml:space="preserve"> 2021</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63BD9A86" w14:textId="77777777" w:rsidR="00765D8E" w:rsidRPr="000B0593" w:rsidRDefault="00765D8E" w:rsidP="00D61FE3">
                              <w:pPr>
                                <w:shd w:val="clear" w:color="auto" w:fill="F26522" w:themeFill="accent1"/>
                                <w:rPr>
                                  <w:b/>
                                  <w:color w:val="FFFFFF" w:themeColor="background1"/>
                                  <w:sz w:val="22"/>
                                </w:rPr>
                              </w:pPr>
                              <w:r w:rsidRPr="000B0593">
                                <w:rPr>
                                  <w:b/>
                                  <w:color w:val="FFFFFF" w:themeColor="background1"/>
                                  <w:sz w:val="22"/>
                                </w:rPr>
                                <w:t xml:space="preserve">Draft </w:t>
                              </w:r>
                              <w:r w:rsidRPr="00A26C07">
                                <w:rPr>
                                  <w:b/>
                                  <w:color w:val="FFFFFF" w:themeColor="background1"/>
                                  <w:sz w:val="22"/>
                                </w:rPr>
                                <w:t>SG M</w:t>
                              </w:r>
                              <w:r w:rsidRPr="000B0593">
                                <w:rPr>
                                  <w:b/>
                                  <w:color w:val="FFFFFF" w:themeColor="background1"/>
                                  <w:sz w:val="22"/>
                                </w:rPr>
                                <w:t>odification Report</w:t>
                              </w:r>
                            </w:p>
                            <w:sdt>
                              <w:sdtPr>
                                <w:rPr>
                                  <w:rStyle w:val="TimelineChar"/>
                                  <w:color w:val="FFFFFF" w:themeColor="background1"/>
                                </w:rPr>
                                <w:alias w:val="Code Administrator Use"/>
                                <w:tag w:val="Code Administrator Use"/>
                                <w:id w:val="-1189130863"/>
                                <w:date w:fullDate="2022-01-19T00:00:00Z">
                                  <w:dateFormat w:val="dd MMMM yyyy"/>
                                  <w:lid w:val="en-GB"/>
                                  <w:storeMappedDataAs w:val="dateTime"/>
                                  <w:calendar w:val="gregorian"/>
                                </w:date>
                              </w:sdtPr>
                              <w:sdtEndPr>
                                <w:rPr>
                                  <w:rStyle w:val="TimelineChar"/>
                                </w:rPr>
                              </w:sdtEndPr>
                              <w:sdtContent>
                                <w:p w14:paraId="7BDDF69F" w14:textId="03CABEF7" w:rsidR="009446C6" w:rsidRPr="00D61FE3" w:rsidRDefault="00077489" w:rsidP="00D61FE3">
                                  <w:pPr>
                                    <w:shd w:val="clear" w:color="auto" w:fill="F26522" w:themeFill="accent1"/>
                                    <w:rPr>
                                      <w:color w:val="FFFFFF" w:themeColor="background1"/>
                                    </w:rPr>
                                  </w:pPr>
                                  <w:r>
                                    <w:rPr>
                                      <w:rStyle w:val="TimelineChar"/>
                                      <w:color w:val="FFFFFF" w:themeColor="background1"/>
                                    </w:rPr>
                                    <w:t>19</w:t>
                                  </w:r>
                                  <w:r w:rsidR="000A544B">
                                    <w:rPr>
                                      <w:rStyle w:val="TimelineChar"/>
                                      <w:color w:val="FFFFFF" w:themeColor="background1"/>
                                    </w:rPr>
                                    <w:t xml:space="preserve"> January 202</w:t>
                                  </w:r>
                                  <w:r w:rsidR="00625F66">
                                    <w:rPr>
                                      <w:rStyle w:val="TimelineChar"/>
                                      <w:color w:val="FFFFFF" w:themeColor="background1"/>
                                    </w:rPr>
                                    <w:t>2</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152B0C20" w14:textId="77777777" w:rsidR="00765D8E" w:rsidRPr="000F26AE" w:rsidRDefault="00765D8E" w:rsidP="00765D8E">
                              <w:pPr>
                                <w:rPr>
                                  <w:b/>
                                  <w:color w:val="F26522" w:themeColor="accent1"/>
                                  <w:sz w:val="22"/>
                                </w:rPr>
                              </w:pPr>
                              <w:r>
                                <w:rPr>
                                  <w:b/>
                                  <w:color w:val="F26522" w:themeColor="accent1"/>
                                  <w:sz w:val="22"/>
                                </w:rPr>
                                <w:t xml:space="preserve">Final </w:t>
                              </w:r>
                              <w:r w:rsidRPr="00A26C07">
                                <w:rPr>
                                  <w:b/>
                                  <w:color w:val="F26522" w:themeColor="accent1"/>
                                  <w:sz w:val="22"/>
                                </w:rPr>
                                <w:t>SG</w:t>
                              </w:r>
                              <w:r>
                                <w:rPr>
                                  <w:b/>
                                  <w:color w:val="F26522" w:themeColor="accent1"/>
                                  <w:sz w:val="22"/>
                                </w:rPr>
                                <w:t xml:space="preserve"> </w:t>
                              </w:r>
                              <w:r w:rsidRPr="000F26AE">
                                <w:rPr>
                                  <w:b/>
                                  <w:color w:val="F26522" w:themeColor="accent1"/>
                                  <w:sz w:val="22"/>
                                </w:rPr>
                                <w:t>Modification Report</w:t>
                              </w:r>
                            </w:p>
                            <w:p w14:paraId="2F7CD1E3" w14:textId="118C8559" w:rsidR="009446C6" w:rsidRPr="004F10E6" w:rsidRDefault="00A0580A" w:rsidP="00200103">
                              <w:pPr>
                                <w:pStyle w:val="Timeline"/>
                              </w:pPr>
                              <w:sdt>
                                <w:sdtPr>
                                  <w:rPr>
                                    <w:rStyle w:val="TimelineChar"/>
                                  </w:rPr>
                                  <w:alias w:val="Code Administrator Use"/>
                                  <w:tag w:val="Code Administrator Use"/>
                                  <w:id w:val="455525557"/>
                                  <w:date w:fullDate="2022-02-01T00:00:00Z">
                                    <w:dateFormat w:val="dd MMMM yyyy"/>
                                    <w:lid w:val="en-GB"/>
                                    <w:storeMappedDataAs w:val="dateTime"/>
                                    <w:calendar w:val="gregorian"/>
                                  </w:date>
                                </w:sdtPr>
                                <w:sdtEndPr>
                                  <w:rPr>
                                    <w:rStyle w:val="TimelineChar"/>
                                  </w:rPr>
                                </w:sdtEndPr>
                                <w:sdtContent>
                                  <w:r w:rsidR="000A544B">
                                    <w:rPr>
                                      <w:rStyle w:val="TimelineChar"/>
                                    </w:rPr>
                                    <w:t>01 February</w:t>
                                  </w:r>
                                  <w:r w:rsidR="009446C6" w:rsidRPr="00200103">
                                    <w:rPr>
                                      <w:rStyle w:val="TimelineChar"/>
                                    </w:rPr>
                                    <w:t xml:space="preserve"> 202</w:t>
                                  </w:r>
                                  <w:r w:rsidR="000A544B">
                                    <w:rPr>
                                      <w:rStyle w:val="TimelineChar"/>
                                    </w:rPr>
                                    <w:t>2</w:t>
                                  </w:r>
                                </w:sdtContent>
                              </w:sdt>
                              <w:r w:rsidR="009446C6">
                                <w:t xml:space="preserve"> </w:t>
                              </w:r>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4B2FE5BC" w14:textId="41009093" w:rsidR="009446C6" w:rsidRPr="000F26AE" w:rsidRDefault="00F9698C" w:rsidP="008B5413">
                              <w:pPr>
                                <w:rPr>
                                  <w:b/>
                                  <w:color w:val="F26522" w:themeColor="accent1"/>
                                  <w:sz w:val="22"/>
                                </w:rPr>
                              </w:pPr>
                              <w:r>
                                <w:rPr>
                                  <w:b/>
                                  <w:color w:val="F26522" w:themeColor="accent1"/>
                                  <w:sz w:val="22"/>
                                </w:rPr>
                                <w:t>Implementation</w:t>
                              </w:r>
                            </w:p>
                            <w:sdt>
                              <w:sdtPr>
                                <w:rPr>
                                  <w:rStyle w:val="TimelineChar"/>
                                </w:rPr>
                                <w:alias w:val="Code Administrator Use"/>
                                <w:tag w:val="Code Administrator Use"/>
                                <w:id w:val="-1177729736"/>
                                <w:date w:fullDate="2022-03-09T00:00:00Z">
                                  <w:dateFormat w:val="dd MMMM yyyy"/>
                                  <w:lid w:val="en-GB"/>
                                  <w:storeMappedDataAs w:val="dateTime"/>
                                  <w:calendar w:val="gregorian"/>
                                </w:date>
                              </w:sdtPr>
                              <w:sdtEndPr>
                                <w:rPr>
                                  <w:rStyle w:val="TimelineChar"/>
                                </w:rPr>
                              </w:sdtEndPr>
                              <w:sdtContent>
                                <w:p w14:paraId="078D4A2C" w14:textId="26DC0C19" w:rsidR="009446C6" w:rsidRPr="004F10E6" w:rsidRDefault="00625F66" w:rsidP="008B5413">
                                  <w:pPr>
                                    <w:rPr>
                                      <w:color w:val="000000"/>
                                    </w:rPr>
                                  </w:pPr>
                                  <w:r>
                                    <w:rPr>
                                      <w:rStyle w:val="TimelineChar"/>
                                    </w:rPr>
                                    <w:t>09 March 2022</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2"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4163BE95" w14:textId="77777777" w:rsidR="009446C6" w:rsidRPr="00B2143A" w:rsidRDefault="009446C6" w:rsidP="008B5413">
                              <w:pPr>
                                <w:jc w:val="center"/>
                                <w:rPr>
                                  <w:b/>
                                  <w:sz w:val="22"/>
                                </w:rPr>
                              </w:pPr>
                              <w:r w:rsidRPr="00B2143A">
                                <w:rPr>
                                  <w:b/>
                                  <w:sz w:val="22"/>
                                </w:rPr>
                                <w:t>1</w:t>
                              </w:r>
                            </w:p>
                          </w:txbxContent>
                        </v:textbox>
                      </v:shape>
                      <v:shape id="Arrow: Chevron 39" o:spid="_x0000_s1033"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D4316FF" w14:textId="77777777" w:rsidR="009446C6" w:rsidRPr="00B2143A" w:rsidRDefault="009446C6" w:rsidP="008B5413">
                              <w:pPr>
                                <w:jc w:val="center"/>
                                <w:rPr>
                                  <w:b/>
                                  <w:sz w:val="22"/>
                                </w:rPr>
                              </w:pPr>
                              <w:r w:rsidRPr="00B2143A">
                                <w:rPr>
                                  <w:b/>
                                  <w:sz w:val="22"/>
                                </w:rPr>
                                <w:t>2</w:t>
                              </w:r>
                            </w:p>
                          </w:txbxContent>
                        </v:textbox>
                      </v:shape>
                      <v:shape id="Arrow: Chevron 40" o:spid="_x0000_s1034"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4D2F81E5" w14:textId="77777777" w:rsidR="009446C6" w:rsidRPr="00B2143A" w:rsidRDefault="009446C6" w:rsidP="008B5413">
                              <w:pPr>
                                <w:jc w:val="center"/>
                                <w:rPr>
                                  <w:b/>
                                  <w:sz w:val="22"/>
                                </w:rPr>
                              </w:pPr>
                              <w:r w:rsidRPr="00B2143A">
                                <w:rPr>
                                  <w:b/>
                                  <w:sz w:val="22"/>
                                </w:rPr>
                                <w:t>3</w:t>
                              </w:r>
                            </w:p>
                          </w:txbxContent>
                        </v:textbox>
                      </v:shape>
                      <v:shape id="Arrow: Chevron 41" o:spid="_x0000_s1035"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68B6FA15" w14:textId="77777777" w:rsidR="009446C6" w:rsidRPr="00B2143A" w:rsidRDefault="009446C6" w:rsidP="008B5413">
                              <w:pPr>
                                <w:jc w:val="center"/>
                                <w:rPr>
                                  <w:b/>
                                  <w:sz w:val="22"/>
                                </w:rPr>
                              </w:pPr>
                              <w:r w:rsidRPr="00B2143A">
                                <w:rPr>
                                  <w:b/>
                                  <w:sz w:val="22"/>
                                </w:rPr>
                                <w:t>4</w:t>
                              </w:r>
                            </w:p>
                          </w:txbxContent>
                        </v:textbox>
                      </v:shape>
                      <v:shape id="Arrow: Chevron 42" o:spid="_x0000_s1036"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279F70C1" w14:textId="77777777" w:rsidR="009446C6" w:rsidRPr="00B2143A" w:rsidRDefault="009446C6" w:rsidP="008B5413">
                              <w:pPr>
                                <w:jc w:val="center"/>
                                <w:rPr>
                                  <w:b/>
                                  <w:sz w:val="22"/>
                                </w:rPr>
                              </w:pPr>
                              <w:r w:rsidRPr="00B2143A">
                                <w:rPr>
                                  <w:b/>
                                  <w:sz w:val="22"/>
                                </w:rPr>
                                <w:t>5</w:t>
                              </w:r>
                            </w:p>
                          </w:txbxContent>
                        </v:textbox>
                      </v:shape>
                    </v:group>
                  </w:pict>
                </mc:Fallback>
              </mc:AlternateContent>
            </w:r>
            <w:r w:rsidR="00470B5B" w:rsidRPr="005603D9">
              <w:rPr>
                <w:b/>
              </w:rPr>
              <w:t xml:space="preserve">Modification process &amp; timetable     </w:t>
            </w:r>
          </w:p>
          <w:p w14:paraId="25A53B9A" w14:textId="77777777" w:rsidR="00470B5B" w:rsidRPr="005603D9" w:rsidRDefault="00470B5B" w:rsidP="009D3CD2">
            <w:pPr>
              <w:rPr>
                <w:b/>
              </w:rPr>
            </w:pPr>
            <w:r w:rsidRPr="005603D9">
              <w:rPr>
                <w:b/>
              </w:rPr>
              <w:t xml:space="preserve">                     </w:t>
            </w:r>
          </w:p>
        </w:tc>
      </w:tr>
      <w:tr w:rsidR="00470B5B" w:rsidRPr="005603D9" w14:paraId="14FFED57" w14:textId="77777777" w:rsidTr="00A747AE">
        <w:trPr>
          <w:trHeight w:val="585"/>
        </w:trPr>
        <w:tc>
          <w:tcPr>
            <w:tcW w:w="9639" w:type="dxa"/>
            <w:gridSpan w:val="4"/>
            <w:shd w:val="clear" w:color="auto" w:fill="auto"/>
          </w:tcPr>
          <w:p w14:paraId="6C8A698B" w14:textId="5B1A1F04" w:rsidR="00470B5B" w:rsidRPr="005603D9" w:rsidRDefault="00470B5B" w:rsidP="009D3CD2">
            <w:r w:rsidRPr="005603D9">
              <w:rPr>
                <w:b/>
              </w:rPr>
              <w:t>Status summary:</w:t>
            </w:r>
            <w:r w:rsidR="00081797" w:rsidRPr="005603D9">
              <w:t xml:space="preserve"> </w:t>
            </w:r>
            <w:r w:rsidR="0078359D" w:rsidRPr="0078359D">
              <w:rPr>
                <w:rFonts w:cs="Arial"/>
                <w:bCs/>
              </w:rPr>
              <w:t xml:space="preserve"> </w:t>
            </w:r>
            <w:r w:rsidR="0078359D" w:rsidRPr="0078359D">
              <w:rPr>
                <w:bCs/>
              </w:rPr>
              <w:t xml:space="preserve">This report has been submitted to </w:t>
            </w:r>
            <w:r w:rsidR="0078359D">
              <w:rPr>
                <w:bCs/>
              </w:rPr>
              <w:t>the Panel</w:t>
            </w:r>
            <w:r w:rsidR="0078359D" w:rsidRPr="0078359D">
              <w:rPr>
                <w:bCs/>
              </w:rPr>
              <w:t xml:space="preserve"> for them to decide whether this change should happen.</w:t>
            </w:r>
          </w:p>
        </w:tc>
      </w:tr>
      <w:tr w:rsidR="00470B5B" w:rsidRPr="005603D9" w14:paraId="5B93FF5B" w14:textId="77777777" w:rsidTr="00A747AE">
        <w:trPr>
          <w:trHeight w:val="395"/>
        </w:trPr>
        <w:tc>
          <w:tcPr>
            <w:tcW w:w="9639" w:type="dxa"/>
            <w:gridSpan w:val="4"/>
            <w:shd w:val="clear" w:color="auto" w:fill="FFFFFF" w:themeFill="background1"/>
          </w:tcPr>
          <w:p w14:paraId="1DB51588" w14:textId="77777777" w:rsidR="00470B5B" w:rsidRDefault="000F7116" w:rsidP="009D3CD2">
            <w:pPr>
              <w:spacing w:line="240" w:lineRule="auto"/>
            </w:pPr>
            <w:r w:rsidRPr="00B00090">
              <w:rPr>
                <w:rFonts w:cs="Arial"/>
                <w:b/>
              </w:rPr>
              <w:t xml:space="preserve">This modification is expected to </w:t>
            </w:r>
            <w:r>
              <w:rPr>
                <w:rFonts w:cs="Arial"/>
                <w:b/>
              </w:rPr>
              <w:t xml:space="preserve">have a: </w:t>
            </w:r>
            <w:r>
              <w:rPr>
                <w:rFonts w:cs="Arial"/>
                <w:b/>
                <w:color w:val="00B050"/>
              </w:rPr>
              <w:t>Low impact</w:t>
            </w:r>
            <w:r w:rsidR="002525D1">
              <w:rPr>
                <w:rFonts w:cs="Arial"/>
                <w:b/>
                <w:color w:val="00B050"/>
              </w:rPr>
              <w:t xml:space="preserve"> </w:t>
            </w:r>
            <w:r w:rsidR="002525D1">
              <w:t xml:space="preserve"> </w:t>
            </w:r>
          </w:p>
          <w:p w14:paraId="2927166C" w14:textId="53862871" w:rsidR="00077489" w:rsidRPr="000F7116" w:rsidRDefault="00FD77BF" w:rsidP="009D3CD2">
            <w:pPr>
              <w:spacing w:line="240" w:lineRule="auto"/>
              <w:rPr>
                <w:rFonts w:cs="Arial"/>
                <w:b/>
                <w:color w:val="00B050"/>
              </w:rPr>
            </w:pPr>
            <w:sdt>
              <w:sdtPr>
                <w:id w:val="-1193601984"/>
                <w:placeholder>
                  <w:docPart w:val="50A4501EC48B4F14AE5EE7B0A8D31047"/>
                </w:placeholder>
              </w:sdtPr>
              <w:sdtEndPr/>
              <w:sdtContent>
                <w:r w:rsidR="00077489">
                  <w:t xml:space="preserve">No parties should be impacted by these minor, non-material changes. </w:t>
                </w:r>
              </w:sdtContent>
            </w:sdt>
          </w:p>
        </w:tc>
      </w:tr>
      <w:tr w:rsidR="000F7116" w:rsidRPr="005603D9" w14:paraId="4E1F870E" w14:textId="77777777" w:rsidTr="00A747AE">
        <w:trPr>
          <w:trHeight w:val="395"/>
        </w:trPr>
        <w:tc>
          <w:tcPr>
            <w:tcW w:w="9639" w:type="dxa"/>
            <w:gridSpan w:val="4"/>
            <w:shd w:val="clear" w:color="auto" w:fill="FFFFFF" w:themeFill="background1"/>
          </w:tcPr>
          <w:p w14:paraId="57B822E5" w14:textId="5FAFB88E" w:rsidR="000F7116" w:rsidRPr="00B00090" w:rsidRDefault="00FD77BF" w:rsidP="009D3CD2">
            <w:pPr>
              <w:spacing w:line="240" w:lineRule="auto"/>
              <w:rPr>
                <w:rFonts w:cs="Arial"/>
                <w:b/>
              </w:rPr>
            </w:pPr>
            <w:sdt>
              <w:sdtPr>
                <w:id w:val="-569121381"/>
                <w:placeholder>
                  <w:docPart w:val="09055008159F4C87BDA101412A212F11"/>
                </w:placeholder>
              </w:sdtPr>
              <w:sdtEndPr/>
              <w:sdtContent>
                <w:r w:rsidR="00335A6C">
                  <w:rPr>
                    <w:b/>
                  </w:rPr>
                  <w:t xml:space="preserve"> Modification drivers</w:t>
                </w:r>
                <w:r w:rsidR="00335A6C" w:rsidRPr="005603D9">
                  <w:rPr>
                    <w:b/>
                  </w:rPr>
                  <w:t>:</w:t>
                </w:r>
                <w:r w:rsidR="00335A6C">
                  <w:rPr>
                    <w:b/>
                  </w:rPr>
                  <w:t xml:space="preserve"> </w:t>
                </w:r>
                <w:r w:rsidR="00B07BDB" w:rsidRPr="00ED1EDC">
                  <w:t>Cross-code change</w:t>
                </w:r>
                <w:r w:rsidR="00B07BDB">
                  <w:t>/</w:t>
                </w:r>
                <w:r w:rsidR="00B07BDB" w:rsidRPr="00ED1EDC">
                  <w:t>Harmonisation</w:t>
                </w:r>
                <w:r w:rsidR="00B07BDB">
                  <w:t xml:space="preserve"> (By r</w:t>
                </w:r>
                <w:r w:rsidR="00B07BDB" w:rsidRPr="00ED1EDC">
                  <w:t xml:space="preserve">emoving </w:t>
                </w:r>
                <w:r w:rsidR="00B07BDB">
                  <w:t xml:space="preserve">any </w:t>
                </w:r>
                <w:r w:rsidR="00B07BDB" w:rsidRPr="00ED1EDC">
                  <w:t>gender bias</w:t>
                </w:r>
                <w:r w:rsidR="00B07BDB">
                  <w:t xml:space="preserve">, inequality, and </w:t>
                </w:r>
                <w:r w:rsidR="00B07BDB" w:rsidRPr="00ED1EDC">
                  <w:t>discriminat</w:t>
                </w:r>
                <w:r w:rsidR="00B07BDB">
                  <w:t>ion across</w:t>
                </w:r>
                <w:r w:rsidR="00B07BDB" w:rsidRPr="00ED1EDC">
                  <w:t xml:space="preserve"> the codes</w:t>
                </w:r>
                <w:r w:rsidR="00B07BDB">
                  <w:t>)</w:t>
                </w:r>
              </w:sdtContent>
            </w:sdt>
          </w:p>
        </w:tc>
      </w:tr>
      <w:tr w:rsidR="0056792D" w:rsidRPr="005603D9" w14:paraId="5B5D8A3B" w14:textId="77777777" w:rsidTr="009D3CD2">
        <w:trPr>
          <w:trHeight w:val="388"/>
        </w:trPr>
        <w:tc>
          <w:tcPr>
            <w:tcW w:w="2268" w:type="dxa"/>
            <w:shd w:val="clear" w:color="auto" w:fill="FFFFFF" w:themeFill="background1"/>
          </w:tcPr>
          <w:p w14:paraId="2A8CF217"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7C301333" w14:textId="317C115D" w:rsidR="0056792D" w:rsidRPr="00F9698C" w:rsidRDefault="00D01285" w:rsidP="009D3CD2">
            <w:pPr>
              <w:spacing w:line="240" w:lineRule="auto"/>
              <w:rPr>
                <w:rFonts w:ascii="Times New Roman" w:hAnsi="Times New Roman"/>
                <w:iCs/>
              </w:rPr>
            </w:pPr>
            <w:r w:rsidRPr="00F9698C">
              <w:rPr>
                <w:rFonts w:cs="Arial"/>
                <w:iCs/>
              </w:rPr>
              <w:t>Self-Governance modification to proceed to Code Administrator Consultation</w:t>
            </w:r>
          </w:p>
        </w:tc>
      </w:tr>
      <w:tr w:rsidR="00820EAF" w:rsidRPr="005603D9" w14:paraId="7854223C" w14:textId="77777777" w:rsidTr="009D3CD2">
        <w:trPr>
          <w:trHeight w:val="1302"/>
        </w:trPr>
        <w:tc>
          <w:tcPr>
            <w:tcW w:w="2268" w:type="dxa"/>
            <w:shd w:val="clear" w:color="auto" w:fill="FFFFFF" w:themeFill="background1"/>
          </w:tcPr>
          <w:p w14:paraId="2E8CD945" w14:textId="77777777" w:rsidR="00820EAF" w:rsidRPr="005603D9" w:rsidRDefault="00820EAF" w:rsidP="00A747AE">
            <w:pPr>
              <w:rPr>
                <w:b/>
              </w:rPr>
            </w:pPr>
            <w:r w:rsidRPr="005603D9">
              <w:rPr>
                <w:b/>
              </w:rPr>
              <w:t>Who can I talk to about the change?</w:t>
            </w:r>
          </w:p>
          <w:p w14:paraId="6C77EBC1" w14:textId="77777777" w:rsidR="00820EAF" w:rsidRPr="005603D9" w:rsidRDefault="00820EAF" w:rsidP="00A747AE"/>
        </w:tc>
        <w:tc>
          <w:tcPr>
            <w:tcW w:w="3832" w:type="dxa"/>
            <w:gridSpan w:val="2"/>
            <w:shd w:val="clear" w:color="auto" w:fill="FFFFFF" w:themeFill="background1"/>
          </w:tcPr>
          <w:p w14:paraId="2A0D5DE6" w14:textId="77777777" w:rsidR="00820EAF" w:rsidRPr="00F9698C" w:rsidRDefault="00820EAF" w:rsidP="009D3CD2">
            <w:pPr>
              <w:rPr>
                <w:color w:val="00B050"/>
              </w:rPr>
            </w:pPr>
            <w:r w:rsidRPr="00F9698C">
              <w:rPr>
                <w:rFonts w:cs="Arial"/>
                <w:b/>
                <w:szCs w:val="20"/>
              </w:rPr>
              <w:t xml:space="preserve">Proposer: </w:t>
            </w:r>
            <w:r w:rsidRPr="00F9698C">
              <w:rPr>
                <w:color w:val="00B050"/>
              </w:rPr>
              <w:t xml:space="preserve"> </w:t>
            </w:r>
          </w:p>
          <w:p w14:paraId="421E188B" w14:textId="77777777" w:rsidR="00C44288" w:rsidRPr="00F9698C" w:rsidRDefault="00C44288" w:rsidP="009D3CD2"/>
          <w:sdt>
            <w:sdtPr>
              <w:alias w:val="Insert text"/>
              <w:tag w:val="Insert text"/>
              <w:id w:val="-1790201705"/>
              <w:placeholder>
                <w:docPart w:val="CC2822F98D6E4FA8BD7F79B2DD1A8EF1"/>
              </w:placeholder>
            </w:sdtPr>
            <w:sdtEndPr/>
            <w:sdtContent>
              <w:p w14:paraId="17A0599A" w14:textId="77777777" w:rsidR="00C44288" w:rsidRPr="00C44288" w:rsidRDefault="00C44288" w:rsidP="00C44288">
                <w:r w:rsidRPr="00C44288">
                  <w:t>Shazia Akhtar</w:t>
                </w:r>
              </w:p>
            </w:sdtContent>
          </w:sdt>
          <w:p w14:paraId="7D9A18E5" w14:textId="77777777" w:rsidR="00C44288" w:rsidRPr="00C44288" w:rsidRDefault="00FD77BF" w:rsidP="00C44288">
            <w:pPr>
              <w:rPr>
                <w:color w:val="00B050"/>
              </w:rPr>
            </w:pPr>
            <w:hyperlink r:id="rId11" w:history="1">
              <w:r w:rsidR="00C44288" w:rsidRPr="00C44288">
                <w:rPr>
                  <w:rStyle w:val="Hyperlink"/>
                </w:rPr>
                <w:t>Shazia.Akhtar2@nationalgrideso.com</w:t>
              </w:r>
            </w:hyperlink>
          </w:p>
          <w:p w14:paraId="4F9C3416" w14:textId="1BBA12FD" w:rsidR="00C44288" w:rsidRPr="00F9698C" w:rsidRDefault="00FD77BF" w:rsidP="00C44288">
            <w:sdt>
              <w:sdtPr>
                <w:rPr>
                  <w:color w:val="00B050"/>
                </w:rPr>
                <w:alias w:val="Insert text"/>
                <w:tag w:val="Insert text"/>
                <w:id w:val="-130099385"/>
                <w:placeholder>
                  <w:docPart w:val="D30B033F65D340D99E7795467405DFC5"/>
                </w:placeholder>
              </w:sdtPr>
              <w:sdtEndPr/>
              <w:sdtContent>
                <w:r w:rsidR="00C44288" w:rsidRPr="00F9698C">
                  <w:t>07787266972</w:t>
                </w:r>
                <w:r w:rsidR="00C44288" w:rsidRPr="00F9698C">
                  <w:rPr>
                    <w:color w:val="00B050"/>
                  </w:rPr>
                  <w:t xml:space="preserve"> </w:t>
                </w:r>
              </w:sdtContent>
            </w:sdt>
          </w:p>
        </w:tc>
        <w:tc>
          <w:tcPr>
            <w:tcW w:w="3539" w:type="dxa"/>
            <w:shd w:val="clear" w:color="auto" w:fill="FFFFFF" w:themeFill="background1"/>
          </w:tcPr>
          <w:p w14:paraId="79D0452F" w14:textId="77777777" w:rsidR="00820EAF" w:rsidRPr="00F9698C" w:rsidRDefault="00820EAF" w:rsidP="009D3CD2">
            <w:pPr>
              <w:rPr>
                <w:color w:val="00B050"/>
              </w:rPr>
            </w:pPr>
            <w:r w:rsidRPr="00F9698C">
              <w:rPr>
                <w:rFonts w:cs="Arial"/>
                <w:b/>
                <w:szCs w:val="20"/>
              </w:rPr>
              <w:t>Code Administrator</w:t>
            </w:r>
            <w:r w:rsidRPr="00F9698C">
              <w:rPr>
                <w:rFonts w:cs="Arial"/>
                <w:szCs w:val="20"/>
              </w:rPr>
              <w:t xml:space="preserve"> </w:t>
            </w:r>
            <w:r w:rsidRPr="00F9698C">
              <w:rPr>
                <w:rFonts w:cs="Arial"/>
                <w:b/>
                <w:szCs w:val="20"/>
              </w:rPr>
              <w:t>Chair</w:t>
            </w:r>
            <w:r w:rsidRPr="00F9698C">
              <w:rPr>
                <w:rFonts w:cs="Arial"/>
                <w:szCs w:val="20"/>
              </w:rPr>
              <w:t xml:space="preserve">: </w:t>
            </w:r>
            <w:r w:rsidRPr="00F9698C">
              <w:rPr>
                <w:color w:val="00B050"/>
              </w:rPr>
              <w:t xml:space="preserve"> </w:t>
            </w:r>
          </w:p>
          <w:p w14:paraId="4DEE7C29" w14:textId="77777777" w:rsidR="00BB514C" w:rsidRPr="00F9698C" w:rsidRDefault="00BB514C" w:rsidP="009D3CD2">
            <w:pPr>
              <w:rPr>
                <w:color w:val="00B050"/>
              </w:rPr>
            </w:pPr>
          </w:p>
          <w:p w14:paraId="511E2123" w14:textId="77777777" w:rsidR="00BB514C" w:rsidRPr="00BB514C" w:rsidRDefault="00FD77BF" w:rsidP="00BB514C">
            <w:sdt>
              <w:sdtPr>
                <w:rPr>
                  <w:color w:val="00B050"/>
                </w:rPr>
                <w:alias w:val="Insert text"/>
                <w:tag w:val="Insert text"/>
                <w:id w:val="857395318"/>
                <w:placeholder>
                  <w:docPart w:val="9A537FA4A15E438F8BE144FCB5E123DA"/>
                </w:placeholder>
              </w:sdtPr>
              <w:sdtEndPr>
                <w:rPr>
                  <w:color w:val="auto"/>
                </w:rPr>
              </w:sdtEndPr>
              <w:sdtContent>
                <w:r w:rsidR="00BB514C" w:rsidRPr="00BB514C">
                  <w:t>Nisar Ahmed</w:t>
                </w:r>
              </w:sdtContent>
            </w:sdt>
          </w:p>
          <w:p w14:paraId="0BEA194E" w14:textId="77777777" w:rsidR="00BB514C" w:rsidRPr="00BB514C" w:rsidRDefault="00FD77BF" w:rsidP="00BB514C">
            <w:pPr>
              <w:rPr>
                <w:color w:val="00B050"/>
              </w:rPr>
            </w:pPr>
            <w:hyperlink r:id="rId12" w:history="1">
              <w:r w:rsidR="00BB514C" w:rsidRPr="00BB514C">
                <w:rPr>
                  <w:rStyle w:val="Hyperlink"/>
                </w:rPr>
                <w:t>Nisar.Ahmed@nationalgrideso.com</w:t>
              </w:r>
            </w:hyperlink>
          </w:p>
          <w:p w14:paraId="36871C44" w14:textId="2ED973CB" w:rsidR="00BB514C" w:rsidRPr="00F9698C" w:rsidRDefault="00FD77BF" w:rsidP="00BB514C">
            <w:sdt>
              <w:sdtPr>
                <w:rPr>
                  <w:color w:val="00B050"/>
                </w:rPr>
                <w:alias w:val="Insert text"/>
                <w:tag w:val="Insert text"/>
                <w:id w:val="-1710791927"/>
                <w:placeholder>
                  <w:docPart w:val="CFD79913D7054232A00C2DCF0D0E5F10"/>
                </w:placeholder>
              </w:sdtPr>
              <w:sdtEndPr/>
              <w:sdtContent>
                <w:r w:rsidR="00BB514C" w:rsidRPr="00F9698C">
                  <w:t>07773043068</w:t>
                </w:r>
              </w:sdtContent>
            </w:sdt>
          </w:p>
        </w:tc>
      </w:tr>
    </w:tbl>
    <w:p w14:paraId="47E93012" w14:textId="77777777" w:rsidR="00470B5B" w:rsidRDefault="00470B5B" w:rsidP="005603D9">
      <w:bookmarkStart w:id="0" w:name="_Executive_Summary"/>
      <w:bookmarkStart w:id="1" w:name="_Workgroup_Consultation_Introduction"/>
      <w:bookmarkEnd w:id="0"/>
      <w:bookmarkEnd w:id="1"/>
    </w:p>
    <w:p w14:paraId="57E60452" w14:textId="77777777" w:rsidR="009A1053" w:rsidRDefault="009A1053">
      <w:pPr>
        <w:spacing w:after="160"/>
        <w:rPr>
          <w:rFonts w:asciiTheme="majorHAnsi" w:eastAsiaTheme="majorEastAsia" w:hAnsiTheme="majorHAnsi" w:cstheme="majorBidi"/>
          <w:b/>
          <w:color w:val="FFFFFF" w:themeColor="background1"/>
          <w:sz w:val="28"/>
          <w:szCs w:val="32"/>
        </w:rPr>
      </w:pPr>
      <w:r>
        <w:br w:type="page"/>
      </w:r>
    </w:p>
    <w:p w14:paraId="2E409934" w14:textId="77777777" w:rsidR="009A206C" w:rsidRDefault="009A206C" w:rsidP="009A206C">
      <w:pPr>
        <w:pStyle w:val="Heading1"/>
      </w:pPr>
      <w:bookmarkStart w:id="2" w:name="_Toc92967909"/>
      <w:r>
        <w:lastRenderedPageBreak/>
        <w:t>Contents</w:t>
      </w:r>
      <w:bookmarkEnd w:id="2"/>
    </w:p>
    <w:p w14:paraId="7F422A71" w14:textId="77777777" w:rsidR="009A206C" w:rsidRPr="009A206C" w:rsidRDefault="009A206C" w:rsidP="009A206C"/>
    <w:p w14:paraId="5BE6DB0B" w14:textId="6C3A431A" w:rsidR="003733D1"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92967909" w:history="1">
        <w:r w:rsidR="003733D1" w:rsidRPr="002F0305">
          <w:rPr>
            <w:rStyle w:val="Hyperlink"/>
            <w:noProof/>
          </w:rPr>
          <w:t>Contents</w:t>
        </w:r>
        <w:r w:rsidR="003733D1">
          <w:rPr>
            <w:noProof/>
            <w:webHidden/>
          </w:rPr>
          <w:tab/>
        </w:r>
        <w:r w:rsidR="003733D1">
          <w:rPr>
            <w:noProof/>
            <w:webHidden/>
          </w:rPr>
          <w:fldChar w:fldCharType="begin"/>
        </w:r>
        <w:r w:rsidR="003733D1">
          <w:rPr>
            <w:noProof/>
            <w:webHidden/>
          </w:rPr>
          <w:instrText xml:space="preserve"> PAGEREF _Toc92967909 \h </w:instrText>
        </w:r>
        <w:r w:rsidR="003733D1">
          <w:rPr>
            <w:noProof/>
            <w:webHidden/>
          </w:rPr>
        </w:r>
        <w:r w:rsidR="003733D1">
          <w:rPr>
            <w:noProof/>
            <w:webHidden/>
          </w:rPr>
          <w:fldChar w:fldCharType="separate"/>
        </w:r>
        <w:r w:rsidR="00F957D5">
          <w:rPr>
            <w:noProof/>
            <w:webHidden/>
          </w:rPr>
          <w:t>2</w:t>
        </w:r>
        <w:r w:rsidR="003733D1">
          <w:rPr>
            <w:noProof/>
            <w:webHidden/>
          </w:rPr>
          <w:fldChar w:fldCharType="end"/>
        </w:r>
      </w:hyperlink>
    </w:p>
    <w:p w14:paraId="426E2B4F" w14:textId="1BACF127" w:rsidR="003733D1" w:rsidRDefault="00FD77BF">
      <w:pPr>
        <w:pStyle w:val="TOC1"/>
        <w:rPr>
          <w:rFonts w:eastAsiaTheme="minorEastAsia"/>
          <w:b w:val="0"/>
          <w:noProof/>
          <w:sz w:val="22"/>
          <w:lang w:eastAsia="en-GB"/>
        </w:rPr>
      </w:pPr>
      <w:hyperlink w:anchor="_Toc92967910" w:history="1">
        <w:r w:rsidR="003733D1" w:rsidRPr="002F0305">
          <w:rPr>
            <w:rStyle w:val="Hyperlink"/>
            <w:noProof/>
          </w:rPr>
          <w:t>What is the issue?</w:t>
        </w:r>
        <w:r w:rsidR="003733D1">
          <w:rPr>
            <w:noProof/>
            <w:webHidden/>
          </w:rPr>
          <w:tab/>
        </w:r>
        <w:r w:rsidR="003733D1">
          <w:rPr>
            <w:noProof/>
            <w:webHidden/>
          </w:rPr>
          <w:fldChar w:fldCharType="begin"/>
        </w:r>
        <w:r w:rsidR="003733D1">
          <w:rPr>
            <w:noProof/>
            <w:webHidden/>
          </w:rPr>
          <w:instrText xml:space="preserve"> PAGEREF _Toc92967910 \h </w:instrText>
        </w:r>
        <w:r w:rsidR="003733D1">
          <w:rPr>
            <w:noProof/>
            <w:webHidden/>
          </w:rPr>
        </w:r>
        <w:r w:rsidR="003733D1">
          <w:rPr>
            <w:noProof/>
            <w:webHidden/>
          </w:rPr>
          <w:fldChar w:fldCharType="separate"/>
        </w:r>
        <w:r w:rsidR="00F957D5">
          <w:rPr>
            <w:noProof/>
            <w:webHidden/>
          </w:rPr>
          <w:t>3</w:t>
        </w:r>
        <w:r w:rsidR="003733D1">
          <w:rPr>
            <w:noProof/>
            <w:webHidden/>
          </w:rPr>
          <w:fldChar w:fldCharType="end"/>
        </w:r>
      </w:hyperlink>
    </w:p>
    <w:p w14:paraId="17804846" w14:textId="6B9E8811" w:rsidR="003733D1" w:rsidRDefault="00FD77BF">
      <w:pPr>
        <w:pStyle w:val="TOC2"/>
        <w:tabs>
          <w:tab w:val="right" w:leader="dot" w:pos="9486"/>
        </w:tabs>
        <w:rPr>
          <w:rFonts w:eastAsiaTheme="minorEastAsia"/>
          <w:noProof/>
          <w:sz w:val="22"/>
          <w:lang w:eastAsia="en-GB"/>
        </w:rPr>
      </w:pPr>
      <w:hyperlink w:anchor="_Toc92967911" w:history="1">
        <w:r w:rsidR="003733D1" w:rsidRPr="002F0305">
          <w:rPr>
            <w:rStyle w:val="Hyperlink"/>
            <w:noProof/>
          </w:rPr>
          <w:t>Why change?</w:t>
        </w:r>
        <w:r w:rsidR="003733D1">
          <w:rPr>
            <w:noProof/>
            <w:webHidden/>
          </w:rPr>
          <w:tab/>
        </w:r>
        <w:r w:rsidR="003733D1">
          <w:rPr>
            <w:noProof/>
            <w:webHidden/>
          </w:rPr>
          <w:fldChar w:fldCharType="begin"/>
        </w:r>
        <w:r w:rsidR="003733D1">
          <w:rPr>
            <w:noProof/>
            <w:webHidden/>
          </w:rPr>
          <w:instrText xml:space="preserve"> PAGEREF _Toc92967911 \h </w:instrText>
        </w:r>
        <w:r w:rsidR="003733D1">
          <w:rPr>
            <w:noProof/>
            <w:webHidden/>
          </w:rPr>
        </w:r>
        <w:r w:rsidR="003733D1">
          <w:rPr>
            <w:noProof/>
            <w:webHidden/>
          </w:rPr>
          <w:fldChar w:fldCharType="separate"/>
        </w:r>
        <w:r w:rsidR="00F957D5">
          <w:rPr>
            <w:noProof/>
            <w:webHidden/>
          </w:rPr>
          <w:t>3</w:t>
        </w:r>
        <w:r w:rsidR="003733D1">
          <w:rPr>
            <w:noProof/>
            <w:webHidden/>
          </w:rPr>
          <w:fldChar w:fldCharType="end"/>
        </w:r>
      </w:hyperlink>
    </w:p>
    <w:p w14:paraId="2F615F5A" w14:textId="3B485A2A" w:rsidR="003733D1" w:rsidRDefault="00FD77BF">
      <w:pPr>
        <w:pStyle w:val="TOC1"/>
        <w:rPr>
          <w:rFonts w:eastAsiaTheme="minorEastAsia"/>
          <w:b w:val="0"/>
          <w:noProof/>
          <w:sz w:val="22"/>
          <w:lang w:eastAsia="en-GB"/>
        </w:rPr>
      </w:pPr>
      <w:hyperlink w:anchor="_Toc92967912" w:history="1">
        <w:r w:rsidR="003733D1" w:rsidRPr="002F0305">
          <w:rPr>
            <w:rStyle w:val="Hyperlink"/>
            <w:noProof/>
          </w:rPr>
          <w:t>What is the solution?</w:t>
        </w:r>
        <w:r w:rsidR="003733D1">
          <w:rPr>
            <w:noProof/>
            <w:webHidden/>
          </w:rPr>
          <w:tab/>
        </w:r>
        <w:r w:rsidR="003733D1">
          <w:rPr>
            <w:noProof/>
            <w:webHidden/>
          </w:rPr>
          <w:fldChar w:fldCharType="begin"/>
        </w:r>
        <w:r w:rsidR="003733D1">
          <w:rPr>
            <w:noProof/>
            <w:webHidden/>
          </w:rPr>
          <w:instrText xml:space="preserve"> PAGEREF _Toc92967912 \h </w:instrText>
        </w:r>
        <w:r w:rsidR="003733D1">
          <w:rPr>
            <w:noProof/>
            <w:webHidden/>
          </w:rPr>
        </w:r>
        <w:r w:rsidR="003733D1">
          <w:rPr>
            <w:noProof/>
            <w:webHidden/>
          </w:rPr>
          <w:fldChar w:fldCharType="separate"/>
        </w:r>
        <w:r w:rsidR="00F957D5">
          <w:rPr>
            <w:noProof/>
            <w:webHidden/>
          </w:rPr>
          <w:t>3</w:t>
        </w:r>
        <w:r w:rsidR="003733D1">
          <w:rPr>
            <w:noProof/>
            <w:webHidden/>
          </w:rPr>
          <w:fldChar w:fldCharType="end"/>
        </w:r>
      </w:hyperlink>
    </w:p>
    <w:p w14:paraId="4593C2D5" w14:textId="6190709C" w:rsidR="003733D1" w:rsidRDefault="00FD77BF">
      <w:pPr>
        <w:pStyle w:val="TOC2"/>
        <w:tabs>
          <w:tab w:val="right" w:leader="dot" w:pos="9486"/>
        </w:tabs>
        <w:rPr>
          <w:rFonts w:eastAsiaTheme="minorEastAsia"/>
          <w:noProof/>
          <w:sz w:val="22"/>
          <w:lang w:eastAsia="en-GB"/>
        </w:rPr>
      </w:pPr>
      <w:hyperlink w:anchor="_Toc92967913" w:history="1">
        <w:r w:rsidR="003733D1" w:rsidRPr="002F0305">
          <w:rPr>
            <w:rStyle w:val="Hyperlink"/>
            <w:noProof/>
          </w:rPr>
          <w:t>Proposer’s solution</w:t>
        </w:r>
        <w:r w:rsidR="003733D1">
          <w:rPr>
            <w:noProof/>
            <w:webHidden/>
          </w:rPr>
          <w:tab/>
        </w:r>
        <w:r w:rsidR="003733D1">
          <w:rPr>
            <w:noProof/>
            <w:webHidden/>
          </w:rPr>
          <w:fldChar w:fldCharType="begin"/>
        </w:r>
        <w:r w:rsidR="003733D1">
          <w:rPr>
            <w:noProof/>
            <w:webHidden/>
          </w:rPr>
          <w:instrText xml:space="preserve"> PAGEREF _Toc92967913 \h </w:instrText>
        </w:r>
        <w:r w:rsidR="003733D1">
          <w:rPr>
            <w:noProof/>
            <w:webHidden/>
          </w:rPr>
        </w:r>
        <w:r w:rsidR="003733D1">
          <w:rPr>
            <w:noProof/>
            <w:webHidden/>
          </w:rPr>
          <w:fldChar w:fldCharType="separate"/>
        </w:r>
        <w:r w:rsidR="00F957D5">
          <w:rPr>
            <w:noProof/>
            <w:webHidden/>
          </w:rPr>
          <w:t>3</w:t>
        </w:r>
        <w:r w:rsidR="003733D1">
          <w:rPr>
            <w:noProof/>
            <w:webHidden/>
          </w:rPr>
          <w:fldChar w:fldCharType="end"/>
        </w:r>
      </w:hyperlink>
    </w:p>
    <w:p w14:paraId="50A635A0" w14:textId="2875AD4D" w:rsidR="003733D1" w:rsidRDefault="00FD77BF">
      <w:pPr>
        <w:pStyle w:val="TOC2"/>
        <w:tabs>
          <w:tab w:val="right" w:leader="dot" w:pos="9486"/>
        </w:tabs>
        <w:rPr>
          <w:rFonts w:eastAsiaTheme="minorEastAsia"/>
          <w:noProof/>
          <w:sz w:val="22"/>
          <w:lang w:eastAsia="en-GB"/>
        </w:rPr>
      </w:pPr>
      <w:hyperlink w:anchor="_Toc92967914" w:history="1">
        <w:r w:rsidR="003733D1" w:rsidRPr="002F0305">
          <w:rPr>
            <w:rStyle w:val="Hyperlink"/>
            <w:noProof/>
          </w:rPr>
          <w:t>Legal text</w:t>
        </w:r>
        <w:r w:rsidR="003733D1">
          <w:rPr>
            <w:noProof/>
            <w:webHidden/>
          </w:rPr>
          <w:tab/>
        </w:r>
        <w:r w:rsidR="003733D1">
          <w:rPr>
            <w:noProof/>
            <w:webHidden/>
          </w:rPr>
          <w:fldChar w:fldCharType="begin"/>
        </w:r>
        <w:r w:rsidR="003733D1">
          <w:rPr>
            <w:noProof/>
            <w:webHidden/>
          </w:rPr>
          <w:instrText xml:space="preserve"> PAGEREF _Toc92967914 \h </w:instrText>
        </w:r>
        <w:r w:rsidR="003733D1">
          <w:rPr>
            <w:noProof/>
            <w:webHidden/>
          </w:rPr>
        </w:r>
        <w:r w:rsidR="003733D1">
          <w:rPr>
            <w:noProof/>
            <w:webHidden/>
          </w:rPr>
          <w:fldChar w:fldCharType="separate"/>
        </w:r>
        <w:r w:rsidR="00F957D5">
          <w:rPr>
            <w:noProof/>
            <w:webHidden/>
          </w:rPr>
          <w:t>3</w:t>
        </w:r>
        <w:r w:rsidR="003733D1">
          <w:rPr>
            <w:noProof/>
            <w:webHidden/>
          </w:rPr>
          <w:fldChar w:fldCharType="end"/>
        </w:r>
      </w:hyperlink>
    </w:p>
    <w:p w14:paraId="13642993" w14:textId="48ACD6AF" w:rsidR="003733D1" w:rsidRDefault="00FD77BF">
      <w:pPr>
        <w:pStyle w:val="TOC1"/>
        <w:rPr>
          <w:rFonts w:eastAsiaTheme="minorEastAsia"/>
          <w:b w:val="0"/>
          <w:noProof/>
          <w:sz w:val="22"/>
          <w:lang w:eastAsia="en-GB"/>
        </w:rPr>
      </w:pPr>
      <w:hyperlink w:anchor="_Toc92967915" w:history="1">
        <w:r w:rsidR="003733D1" w:rsidRPr="002F0305">
          <w:rPr>
            <w:rStyle w:val="Hyperlink"/>
            <w:noProof/>
          </w:rPr>
          <w:t>What is the impact of this change?</w:t>
        </w:r>
        <w:r w:rsidR="003733D1">
          <w:rPr>
            <w:noProof/>
            <w:webHidden/>
          </w:rPr>
          <w:tab/>
        </w:r>
        <w:r w:rsidR="003733D1">
          <w:rPr>
            <w:noProof/>
            <w:webHidden/>
          </w:rPr>
          <w:fldChar w:fldCharType="begin"/>
        </w:r>
        <w:r w:rsidR="003733D1">
          <w:rPr>
            <w:noProof/>
            <w:webHidden/>
          </w:rPr>
          <w:instrText xml:space="preserve"> PAGEREF _Toc92967915 \h </w:instrText>
        </w:r>
        <w:r w:rsidR="003733D1">
          <w:rPr>
            <w:noProof/>
            <w:webHidden/>
          </w:rPr>
        </w:r>
        <w:r w:rsidR="003733D1">
          <w:rPr>
            <w:noProof/>
            <w:webHidden/>
          </w:rPr>
          <w:fldChar w:fldCharType="separate"/>
        </w:r>
        <w:r w:rsidR="00F957D5">
          <w:rPr>
            <w:noProof/>
            <w:webHidden/>
          </w:rPr>
          <w:t>3</w:t>
        </w:r>
        <w:r w:rsidR="003733D1">
          <w:rPr>
            <w:noProof/>
            <w:webHidden/>
          </w:rPr>
          <w:fldChar w:fldCharType="end"/>
        </w:r>
      </w:hyperlink>
    </w:p>
    <w:p w14:paraId="049B95D7" w14:textId="19BE5694" w:rsidR="003733D1" w:rsidRDefault="00FD77BF">
      <w:pPr>
        <w:pStyle w:val="TOC2"/>
        <w:tabs>
          <w:tab w:val="right" w:leader="dot" w:pos="9486"/>
        </w:tabs>
        <w:rPr>
          <w:rFonts w:eastAsiaTheme="minorEastAsia"/>
          <w:noProof/>
          <w:sz w:val="22"/>
          <w:lang w:eastAsia="en-GB"/>
        </w:rPr>
      </w:pPr>
      <w:hyperlink w:anchor="_Toc92967916" w:history="1">
        <w:r w:rsidR="003733D1" w:rsidRPr="002F0305">
          <w:rPr>
            <w:rStyle w:val="Hyperlink"/>
            <w:noProof/>
          </w:rPr>
          <w:t>Proposer’s assessment against the Applicable Objectives</w:t>
        </w:r>
        <w:r w:rsidR="003733D1">
          <w:rPr>
            <w:noProof/>
            <w:webHidden/>
          </w:rPr>
          <w:tab/>
        </w:r>
        <w:r w:rsidR="003733D1">
          <w:rPr>
            <w:noProof/>
            <w:webHidden/>
          </w:rPr>
          <w:fldChar w:fldCharType="begin"/>
        </w:r>
        <w:r w:rsidR="003733D1">
          <w:rPr>
            <w:noProof/>
            <w:webHidden/>
          </w:rPr>
          <w:instrText xml:space="preserve"> PAGEREF _Toc92967916 \h </w:instrText>
        </w:r>
        <w:r w:rsidR="003733D1">
          <w:rPr>
            <w:noProof/>
            <w:webHidden/>
          </w:rPr>
        </w:r>
        <w:r w:rsidR="003733D1">
          <w:rPr>
            <w:noProof/>
            <w:webHidden/>
          </w:rPr>
          <w:fldChar w:fldCharType="separate"/>
        </w:r>
        <w:r w:rsidR="00F957D5">
          <w:rPr>
            <w:noProof/>
            <w:webHidden/>
          </w:rPr>
          <w:t>3</w:t>
        </w:r>
        <w:r w:rsidR="003733D1">
          <w:rPr>
            <w:noProof/>
            <w:webHidden/>
          </w:rPr>
          <w:fldChar w:fldCharType="end"/>
        </w:r>
      </w:hyperlink>
    </w:p>
    <w:p w14:paraId="5FD01DBD" w14:textId="0B1FD34D" w:rsidR="003733D1" w:rsidRDefault="00FD77BF">
      <w:pPr>
        <w:pStyle w:val="TOC3"/>
        <w:rPr>
          <w:rFonts w:eastAsiaTheme="minorEastAsia"/>
          <w:noProof/>
          <w:sz w:val="22"/>
          <w:lang w:eastAsia="en-GB"/>
        </w:rPr>
      </w:pPr>
      <w:hyperlink w:anchor="_Toc92967917" w:history="1">
        <w:r w:rsidR="003733D1" w:rsidRPr="002F0305">
          <w:rPr>
            <w:rStyle w:val="Hyperlink"/>
            <w:noProof/>
          </w:rPr>
          <w:t>Proposer’s assessment against Grid Code Objectives</w:t>
        </w:r>
        <w:r w:rsidR="003733D1">
          <w:rPr>
            <w:noProof/>
            <w:webHidden/>
          </w:rPr>
          <w:tab/>
        </w:r>
        <w:r w:rsidR="003733D1">
          <w:rPr>
            <w:noProof/>
            <w:webHidden/>
          </w:rPr>
          <w:fldChar w:fldCharType="begin"/>
        </w:r>
        <w:r w:rsidR="003733D1">
          <w:rPr>
            <w:noProof/>
            <w:webHidden/>
          </w:rPr>
          <w:instrText xml:space="preserve"> PAGEREF _Toc92967917 \h </w:instrText>
        </w:r>
        <w:r w:rsidR="003733D1">
          <w:rPr>
            <w:noProof/>
            <w:webHidden/>
          </w:rPr>
        </w:r>
        <w:r w:rsidR="003733D1">
          <w:rPr>
            <w:noProof/>
            <w:webHidden/>
          </w:rPr>
          <w:fldChar w:fldCharType="separate"/>
        </w:r>
        <w:r w:rsidR="00F957D5">
          <w:rPr>
            <w:noProof/>
            <w:webHidden/>
          </w:rPr>
          <w:t>3</w:t>
        </w:r>
        <w:r w:rsidR="003733D1">
          <w:rPr>
            <w:noProof/>
            <w:webHidden/>
          </w:rPr>
          <w:fldChar w:fldCharType="end"/>
        </w:r>
      </w:hyperlink>
    </w:p>
    <w:p w14:paraId="4E11C42F" w14:textId="34591A77" w:rsidR="003733D1" w:rsidRDefault="00FD77BF">
      <w:pPr>
        <w:pStyle w:val="TOC3"/>
        <w:rPr>
          <w:rFonts w:eastAsiaTheme="minorEastAsia"/>
          <w:noProof/>
          <w:sz w:val="22"/>
          <w:lang w:eastAsia="en-GB"/>
        </w:rPr>
      </w:pPr>
      <w:hyperlink w:anchor="_Toc92967918" w:history="1">
        <w:r w:rsidR="003733D1" w:rsidRPr="002F0305">
          <w:rPr>
            <w:rStyle w:val="Hyperlink"/>
            <w:noProof/>
          </w:rPr>
          <w:t>Proposer’s assessment of the impact of the modification on the stakeholder / consumer benefit categories</w:t>
        </w:r>
        <w:r w:rsidR="003733D1">
          <w:rPr>
            <w:noProof/>
            <w:webHidden/>
          </w:rPr>
          <w:tab/>
        </w:r>
        <w:r w:rsidR="003733D1">
          <w:rPr>
            <w:noProof/>
            <w:webHidden/>
          </w:rPr>
          <w:fldChar w:fldCharType="begin"/>
        </w:r>
        <w:r w:rsidR="003733D1">
          <w:rPr>
            <w:noProof/>
            <w:webHidden/>
          </w:rPr>
          <w:instrText xml:space="preserve"> PAGEREF _Toc92967918 \h </w:instrText>
        </w:r>
        <w:r w:rsidR="003733D1">
          <w:rPr>
            <w:noProof/>
            <w:webHidden/>
          </w:rPr>
        </w:r>
        <w:r w:rsidR="003733D1">
          <w:rPr>
            <w:noProof/>
            <w:webHidden/>
          </w:rPr>
          <w:fldChar w:fldCharType="separate"/>
        </w:r>
        <w:r w:rsidR="00F957D5">
          <w:rPr>
            <w:noProof/>
            <w:webHidden/>
          </w:rPr>
          <w:t>4</w:t>
        </w:r>
        <w:r w:rsidR="003733D1">
          <w:rPr>
            <w:noProof/>
            <w:webHidden/>
          </w:rPr>
          <w:fldChar w:fldCharType="end"/>
        </w:r>
      </w:hyperlink>
    </w:p>
    <w:p w14:paraId="1AA027D4" w14:textId="4C6A74CC" w:rsidR="003733D1" w:rsidRDefault="00FD77BF">
      <w:pPr>
        <w:pStyle w:val="TOC2"/>
        <w:tabs>
          <w:tab w:val="right" w:leader="dot" w:pos="9486"/>
        </w:tabs>
        <w:rPr>
          <w:rFonts w:eastAsiaTheme="minorEastAsia"/>
          <w:noProof/>
          <w:sz w:val="22"/>
          <w:lang w:eastAsia="en-GB"/>
        </w:rPr>
      </w:pPr>
      <w:hyperlink w:anchor="_Toc92967919" w:history="1">
        <w:r w:rsidR="003733D1" w:rsidRPr="002F0305">
          <w:rPr>
            <w:rStyle w:val="Hyperlink"/>
            <w:noProof/>
          </w:rPr>
          <w:t>Code Administrator consultation summary</w:t>
        </w:r>
        <w:r w:rsidR="003733D1">
          <w:rPr>
            <w:noProof/>
            <w:webHidden/>
          </w:rPr>
          <w:tab/>
        </w:r>
        <w:r w:rsidR="003733D1">
          <w:rPr>
            <w:noProof/>
            <w:webHidden/>
          </w:rPr>
          <w:fldChar w:fldCharType="begin"/>
        </w:r>
        <w:r w:rsidR="003733D1">
          <w:rPr>
            <w:noProof/>
            <w:webHidden/>
          </w:rPr>
          <w:instrText xml:space="preserve"> PAGEREF _Toc92967919 \h </w:instrText>
        </w:r>
        <w:r w:rsidR="003733D1">
          <w:rPr>
            <w:noProof/>
            <w:webHidden/>
          </w:rPr>
        </w:r>
        <w:r w:rsidR="003733D1">
          <w:rPr>
            <w:noProof/>
            <w:webHidden/>
          </w:rPr>
          <w:fldChar w:fldCharType="separate"/>
        </w:r>
        <w:r w:rsidR="00F957D5">
          <w:rPr>
            <w:noProof/>
            <w:webHidden/>
          </w:rPr>
          <w:t>4</w:t>
        </w:r>
        <w:r w:rsidR="003733D1">
          <w:rPr>
            <w:noProof/>
            <w:webHidden/>
          </w:rPr>
          <w:fldChar w:fldCharType="end"/>
        </w:r>
      </w:hyperlink>
    </w:p>
    <w:p w14:paraId="0D24A0F2" w14:textId="0D35046C" w:rsidR="003733D1" w:rsidRDefault="00FD77BF">
      <w:pPr>
        <w:pStyle w:val="TOC2"/>
        <w:tabs>
          <w:tab w:val="right" w:leader="dot" w:pos="9486"/>
        </w:tabs>
        <w:rPr>
          <w:rFonts w:eastAsiaTheme="minorEastAsia"/>
          <w:noProof/>
          <w:sz w:val="22"/>
          <w:lang w:eastAsia="en-GB"/>
        </w:rPr>
      </w:pPr>
      <w:hyperlink w:anchor="_Toc92967920" w:history="1">
        <w:r w:rsidR="003733D1" w:rsidRPr="002F0305">
          <w:rPr>
            <w:rStyle w:val="Hyperlink"/>
            <w:noProof/>
          </w:rPr>
          <w:t>Panel recommendation/determination vote</w:t>
        </w:r>
        <w:r w:rsidR="003733D1">
          <w:rPr>
            <w:noProof/>
            <w:webHidden/>
          </w:rPr>
          <w:tab/>
        </w:r>
        <w:r w:rsidR="003733D1">
          <w:rPr>
            <w:noProof/>
            <w:webHidden/>
          </w:rPr>
          <w:fldChar w:fldCharType="begin"/>
        </w:r>
        <w:r w:rsidR="003733D1">
          <w:rPr>
            <w:noProof/>
            <w:webHidden/>
          </w:rPr>
          <w:instrText xml:space="preserve"> PAGEREF _Toc92967920 \h </w:instrText>
        </w:r>
        <w:r w:rsidR="003733D1">
          <w:rPr>
            <w:noProof/>
            <w:webHidden/>
          </w:rPr>
        </w:r>
        <w:r w:rsidR="003733D1">
          <w:rPr>
            <w:noProof/>
            <w:webHidden/>
          </w:rPr>
          <w:fldChar w:fldCharType="separate"/>
        </w:r>
        <w:r w:rsidR="00F957D5">
          <w:rPr>
            <w:noProof/>
            <w:webHidden/>
          </w:rPr>
          <w:t>5</w:t>
        </w:r>
        <w:r w:rsidR="003733D1">
          <w:rPr>
            <w:noProof/>
            <w:webHidden/>
          </w:rPr>
          <w:fldChar w:fldCharType="end"/>
        </w:r>
      </w:hyperlink>
    </w:p>
    <w:p w14:paraId="7FF4E084" w14:textId="67F8D81A" w:rsidR="003733D1" w:rsidRDefault="00FD77BF">
      <w:pPr>
        <w:pStyle w:val="TOC1"/>
        <w:rPr>
          <w:rFonts w:eastAsiaTheme="minorEastAsia"/>
          <w:b w:val="0"/>
          <w:noProof/>
          <w:sz w:val="22"/>
          <w:lang w:eastAsia="en-GB"/>
        </w:rPr>
      </w:pPr>
      <w:hyperlink w:anchor="_Toc92967922" w:history="1">
        <w:r w:rsidR="003733D1" w:rsidRPr="002F0305">
          <w:rPr>
            <w:rStyle w:val="Hyperlink"/>
            <w:noProof/>
          </w:rPr>
          <w:t>When will this change take place?</w:t>
        </w:r>
        <w:r w:rsidR="003733D1">
          <w:rPr>
            <w:noProof/>
            <w:webHidden/>
          </w:rPr>
          <w:tab/>
        </w:r>
        <w:r w:rsidR="003733D1">
          <w:rPr>
            <w:noProof/>
            <w:webHidden/>
          </w:rPr>
          <w:fldChar w:fldCharType="begin"/>
        </w:r>
        <w:r w:rsidR="003733D1">
          <w:rPr>
            <w:noProof/>
            <w:webHidden/>
          </w:rPr>
          <w:instrText xml:space="preserve"> PAGEREF _Toc92967922 \h </w:instrText>
        </w:r>
        <w:r w:rsidR="003733D1">
          <w:rPr>
            <w:noProof/>
            <w:webHidden/>
          </w:rPr>
        </w:r>
        <w:r w:rsidR="003733D1">
          <w:rPr>
            <w:noProof/>
            <w:webHidden/>
          </w:rPr>
          <w:fldChar w:fldCharType="separate"/>
        </w:r>
        <w:r w:rsidR="00F957D5">
          <w:rPr>
            <w:noProof/>
            <w:webHidden/>
          </w:rPr>
          <w:t>8</w:t>
        </w:r>
        <w:r w:rsidR="003733D1">
          <w:rPr>
            <w:noProof/>
            <w:webHidden/>
          </w:rPr>
          <w:fldChar w:fldCharType="end"/>
        </w:r>
      </w:hyperlink>
    </w:p>
    <w:p w14:paraId="7056362A" w14:textId="725A4F68" w:rsidR="003733D1" w:rsidRDefault="00FD77BF">
      <w:pPr>
        <w:pStyle w:val="TOC3"/>
        <w:rPr>
          <w:rFonts w:eastAsiaTheme="minorEastAsia"/>
          <w:noProof/>
          <w:sz w:val="22"/>
          <w:lang w:eastAsia="en-GB"/>
        </w:rPr>
      </w:pPr>
      <w:hyperlink w:anchor="_Toc92967923" w:history="1">
        <w:r w:rsidR="003733D1" w:rsidRPr="002F0305">
          <w:rPr>
            <w:rStyle w:val="Hyperlink"/>
            <w:noProof/>
          </w:rPr>
          <w:t>Implementation date</w:t>
        </w:r>
        <w:r w:rsidR="003733D1">
          <w:rPr>
            <w:noProof/>
            <w:webHidden/>
          </w:rPr>
          <w:tab/>
        </w:r>
        <w:r w:rsidR="003733D1">
          <w:rPr>
            <w:noProof/>
            <w:webHidden/>
          </w:rPr>
          <w:fldChar w:fldCharType="begin"/>
        </w:r>
        <w:r w:rsidR="003733D1">
          <w:rPr>
            <w:noProof/>
            <w:webHidden/>
          </w:rPr>
          <w:instrText xml:space="preserve"> PAGEREF _Toc92967923 \h </w:instrText>
        </w:r>
        <w:r w:rsidR="003733D1">
          <w:rPr>
            <w:noProof/>
            <w:webHidden/>
          </w:rPr>
        </w:r>
        <w:r w:rsidR="003733D1">
          <w:rPr>
            <w:noProof/>
            <w:webHidden/>
          </w:rPr>
          <w:fldChar w:fldCharType="separate"/>
        </w:r>
        <w:r w:rsidR="00F957D5">
          <w:rPr>
            <w:noProof/>
            <w:webHidden/>
          </w:rPr>
          <w:t>8</w:t>
        </w:r>
        <w:r w:rsidR="003733D1">
          <w:rPr>
            <w:noProof/>
            <w:webHidden/>
          </w:rPr>
          <w:fldChar w:fldCharType="end"/>
        </w:r>
      </w:hyperlink>
    </w:p>
    <w:p w14:paraId="3668E02C" w14:textId="18B43FE2" w:rsidR="003733D1" w:rsidRDefault="00FD77BF">
      <w:pPr>
        <w:pStyle w:val="TOC3"/>
        <w:rPr>
          <w:rFonts w:eastAsiaTheme="minorEastAsia"/>
          <w:noProof/>
          <w:sz w:val="22"/>
          <w:lang w:eastAsia="en-GB"/>
        </w:rPr>
      </w:pPr>
      <w:hyperlink w:anchor="_Toc92967924" w:history="1">
        <w:r w:rsidR="003733D1" w:rsidRPr="002F0305">
          <w:rPr>
            <w:rStyle w:val="Hyperlink"/>
            <w:noProof/>
          </w:rPr>
          <w:t>Date decision required by</w:t>
        </w:r>
        <w:r w:rsidR="003733D1">
          <w:rPr>
            <w:noProof/>
            <w:webHidden/>
          </w:rPr>
          <w:tab/>
        </w:r>
        <w:r w:rsidR="003733D1">
          <w:rPr>
            <w:noProof/>
            <w:webHidden/>
          </w:rPr>
          <w:fldChar w:fldCharType="begin"/>
        </w:r>
        <w:r w:rsidR="003733D1">
          <w:rPr>
            <w:noProof/>
            <w:webHidden/>
          </w:rPr>
          <w:instrText xml:space="preserve"> PAGEREF _Toc92967924 \h </w:instrText>
        </w:r>
        <w:r w:rsidR="003733D1">
          <w:rPr>
            <w:noProof/>
            <w:webHidden/>
          </w:rPr>
        </w:r>
        <w:r w:rsidR="003733D1">
          <w:rPr>
            <w:noProof/>
            <w:webHidden/>
          </w:rPr>
          <w:fldChar w:fldCharType="separate"/>
        </w:r>
        <w:r w:rsidR="00F957D5">
          <w:rPr>
            <w:noProof/>
            <w:webHidden/>
          </w:rPr>
          <w:t>8</w:t>
        </w:r>
        <w:r w:rsidR="003733D1">
          <w:rPr>
            <w:noProof/>
            <w:webHidden/>
          </w:rPr>
          <w:fldChar w:fldCharType="end"/>
        </w:r>
      </w:hyperlink>
    </w:p>
    <w:p w14:paraId="706CB5A6" w14:textId="5F70AE5B" w:rsidR="003733D1" w:rsidRDefault="00FD77BF">
      <w:pPr>
        <w:pStyle w:val="TOC3"/>
        <w:rPr>
          <w:rFonts w:eastAsiaTheme="minorEastAsia"/>
          <w:noProof/>
          <w:sz w:val="22"/>
          <w:lang w:eastAsia="en-GB"/>
        </w:rPr>
      </w:pPr>
      <w:hyperlink w:anchor="_Toc92967925" w:history="1">
        <w:r w:rsidR="003733D1" w:rsidRPr="002F0305">
          <w:rPr>
            <w:rStyle w:val="Hyperlink"/>
            <w:noProof/>
          </w:rPr>
          <w:t>Implementation approach</w:t>
        </w:r>
        <w:r w:rsidR="003733D1">
          <w:rPr>
            <w:noProof/>
            <w:webHidden/>
          </w:rPr>
          <w:tab/>
        </w:r>
        <w:r w:rsidR="003733D1">
          <w:rPr>
            <w:noProof/>
            <w:webHidden/>
          </w:rPr>
          <w:fldChar w:fldCharType="begin"/>
        </w:r>
        <w:r w:rsidR="003733D1">
          <w:rPr>
            <w:noProof/>
            <w:webHidden/>
          </w:rPr>
          <w:instrText xml:space="preserve"> PAGEREF _Toc92967925 \h </w:instrText>
        </w:r>
        <w:r w:rsidR="003733D1">
          <w:rPr>
            <w:noProof/>
            <w:webHidden/>
          </w:rPr>
        </w:r>
        <w:r w:rsidR="003733D1">
          <w:rPr>
            <w:noProof/>
            <w:webHidden/>
          </w:rPr>
          <w:fldChar w:fldCharType="separate"/>
        </w:r>
        <w:r w:rsidR="00F957D5">
          <w:rPr>
            <w:noProof/>
            <w:webHidden/>
          </w:rPr>
          <w:t>8</w:t>
        </w:r>
        <w:r w:rsidR="003733D1">
          <w:rPr>
            <w:noProof/>
            <w:webHidden/>
          </w:rPr>
          <w:fldChar w:fldCharType="end"/>
        </w:r>
      </w:hyperlink>
    </w:p>
    <w:p w14:paraId="15818DF4" w14:textId="56E5338A" w:rsidR="003733D1" w:rsidRDefault="00FD77BF">
      <w:pPr>
        <w:pStyle w:val="TOC1"/>
        <w:rPr>
          <w:rFonts w:eastAsiaTheme="minorEastAsia"/>
          <w:b w:val="0"/>
          <w:noProof/>
          <w:sz w:val="22"/>
          <w:lang w:eastAsia="en-GB"/>
        </w:rPr>
      </w:pPr>
      <w:hyperlink w:anchor="_Toc92967926" w:history="1">
        <w:r w:rsidR="003733D1" w:rsidRPr="002F0305">
          <w:rPr>
            <w:rStyle w:val="Hyperlink"/>
            <w:noProof/>
          </w:rPr>
          <w:t>Interactions</w:t>
        </w:r>
        <w:r w:rsidR="003733D1">
          <w:rPr>
            <w:noProof/>
            <w:webHidden/>
          </w:rPr>
          <w:tab/>
        </w:r>
        <w:r w:rsidR="003733D1">
          <w:rPr>
            <w:noProof/>
            <w:webHidden/>
          </w:rPr>
          <w:fldChar w:fldCharType="begin"/>
        </w:r>
        <w:r w:rsidR="003733D1">
          <w:rPr>
            <w:noProof/>
            <w:webHidden/>
          </w:rPr>
          <w:instrText xml:space="preserve"> PAGEREF _Toc92967926 \h </w:instrText>
        </w:r>
        <w:r w:rsidR="003733D1">
          <w:rPr>
            <w:noProof/>
            <w:webHidden/>
          </w:rPr>
        </w:r>
        <w:r w:rsidR="003733D1">
          <w:rPr>
            <w:noProof/>
            <w:webHidden/>
          </w:rPr>
          <w:fldChar w:fldCharType="separate"/>
        </w:r>
        <w:r w:rsidR="00F957D5">
          <w:rPr>
            <w:noProof/>
            <w:webHidden/>
          </w:rPr>
          <w:t>8</w:t>
        </w:r>
        <w:r w:rsidR="003733D1">
          <w:rPr>
            <w:noProof/>
            <w:webHidden/>
          </w:rPr>
          <w:fldChar w:fldCharType="end"/>
        </w:r>
      </w:hyperlink>
    </w:p>
    <w:p w14:paraId="262F8BCE" w14:textId="71E0373B" w:rsidR="003733D1" w:rsidRDefault="00FD77BF">
      <w:pPr>
        <w:pStyle w:val="TOC1"/>
        <w:rPr>
          <w:rFonts w:eastAsiaTheme="minorEastAsia"/>
          <w:b w:val="0"/>
          <w:noProof/>
          <w:sz w:val="22"/>
          <w:lang w:eastAsia="en-GB"/>
        </w:rPr>
      </w:pPr>
      <w:hyperlink w:anchor="_Toc92967927" w:history="1">
        <w:r w:rsidR="003733D1" w:rsidRPr="002F0305">
          <w:rPr>
            <w:rStyle w:val="Hyperlink"/>
            <w:noProof/>
          </w:rPr>
          <w:t>Acronyms, key terms and reference material</w:t>
        </w:r>
        <w:r w:rsidR="003733D1">
          <w:rPr>
            <w:noProof/>
            <w:webHidden/>
          </w:rPr>
          <w:tab/>
        </w:r>
        <w:r w:rsidR="003733D1">
          <w:rPr>
            <w:noProof/>
            <w:webHidden/>
          </w:rPr>
          <w:fldChar w:fldCharType="begin"/>
        </w:r>
        <w:r w:rsidR="003733D1">
          <w:rPr>
            <w:noProof/>
            <w:webHidden/>
          </w:rPr>
          <w:instrText xml:space="preserve"> PAGEREF _Toc92967927 \h </w:instrText>
        </w:r>
        <w:r w:rsidR="003733D1">
          <w:rPr>
            <w:noProof/>
            <w:webHidden/>
          </w:rPr>
        </w:r>
        <w:r w:rsidR="003733D1">
          <w:rPr>
            <w:noProof/>
            <w:webHidden/>
          </w:rPr>
          <w:fldChar w:fldCharType="separate"/>
        </w:r>
        <w:r w:rsidR="00F957D5">
          <w:rPr>
            <w:noProof/>
            <w:webHidden/>
          </w:rPr>
          <w:t>9</w:t>
        </w:r>
        <w:r w:rsidR="003733D1">
          <w:rPr>
            <w:noProof/>
            <w:webHidden/>
          </w:rPr>
          <w:fldChar w:fldCharType="end"/>
        </w:r>
      </w:hyperlink>
    </w:p>
    <w:p w14:paraId="0913203A" w14:textId="2A42CD5C" w:rsidR="003733D1" w:rsidRDefault="00FD77BF">
      <w:pPr>
        <w:pStyle w:val="TOC3"/>
        <w:rPr>
          <w:rFonts w:eastAsiaTheme="minorEastAsia"/>
          <w:noProof/>
          <w:sz w:val="22"/>
          <w:lang w:eastAsia="en-GB"/>
        </w:rPr>
      </w:pPr>
      <w:hyperlink w:anchor="_Toc92967928" w:history="1">
        <w:r w:rsidR="003733D1" w:rsidRPr="002F0305">
          <w:rPr>
            <w:rStyle w:val="Hyperlink"/>
            <w:noProof/>
          </w:rPr>
          <w:t>Reference material</w:t>
        </w:r>
        <w:r w:rsidR="003733D1">
          <w:rPr>
            <w:noProof/>
            <w:webHidden/>
          </w:rPr>
          <w:tab/>
        </w:r>
        <w:r w:rsidR="003733D1">
          <w:rPr>
            <w:noProof/>
            <w:webHidden/>
          </w:rPr>
          <w:fldChar w:fldCharType="begin"/>
        </w:r>
        <w:r w:rsidR="003733D1">
          <w:rPr>
            <w:noProof/>
            <w:webHidden/>
          </w:rPr>
          <w:instrText xml:space="preserve"> PAGEREF _Toc92967928 \h </w:instrText>
        </w:r>
        <w:r w:rsidR="003733D1">
          <w:rPr>
            <w:noProof/>
            <w:webHidden/>
          </w:rPr>
        </w:r>
        <w:r w:rsidR="003733D1">
          <w:rPr>
            <w:noProof/>
            <w:webHidden/>
          </w:rPr>
          <w:fldChar w:fldCharType="separate"/>
        </w:r>
        <w:r w:rsidR="00F957D5">
          <w:rPr>
            <w:noProof/>
            <w:webHidden/>
          </w:rPr>
          <w:t>9</w:t>
        </w:r>
        <w:r w:rsidR="003733D1">
          <w:rPr>
            <w:noProof/>
            <w:webHidden/>
          </w:rPr>
          <w:fldChar w:fldCharType="end"/>
        </w:r>
      </w:hyperlink>
    </w:p>
    <w:p w14:paraId="3DC80200" w14:textId="59BC73C7" w:rsidR="003733D1" w:rsidRDefault="00FD77BF">
      <w:pPr>
        <w:pStyle w:val="TOC1"/>
        <w:rPr>
          <w:rFonts w:eastAsiaTheme="minorEastAsia"/>
          <w:b w:val="0"/>
          <w:noProof/>
          <w:sz w:val="22"/>
          <w:lang w:eastAsia="en-GB"/>
        </w:rPr>
      </w:pPr>
      <w:hyperlink w:anchor="_Toc92967929" w:history="1">
        <w:r w:rsidR="003733D1" w:rsidRPr="002F0305">
          <w:rPr>
            <w:rStyle w:val="Hyperlink"/>
            <w:noProof/>
          </w:rPr>
          <w:t>Annexes</w:t>
        </w:r>
        <w:r w:rsidR="003733D1">
          <w:rPr>
            <w:noProof/>
            <w:webHidden/>
          </w:rPr>
          <w:tab/>
        </w:r>
        <w:r w:rsidR="003733D1">
          <w:rPr>
            <w:noProof/>
            <w:webHidden/>
          </w:rPr>
          <w:fldChar w:fldCharType="begin"/>
        </w:r>
        <w:r w:rsidR="003733D1">
          <w:rPr>
            <w:noProof/>
            <w:webHidden/>
          </w:rPr>
          <w:instrText xml:space="preserve"> PAGEREF _Toc92967929 \h </w:instrText>
        </w:r>
        <w:r w:rsidR="003733D1">
          <w:rPr>
            <w:noProof/>
            <w:webHidden/>
          </w:rPr>
        </w:r>
        <w:r w:rsidR="003733D1">
          <w:rPr>
            <w:noProof/>
            <w:webHidden/>
          </w:rPr>
          <w:fldChar w:fldCharType="separate"/>
        </w:r>
        <w:r w:rsidR="00F957D5">
          <w:rPr>
            <w:noProof/>
            <w:webHidden/>
          </w:rPr>
          <w:t>9</w:t>
        </w:r>
        <w:r w:rsidR="003733D1">
          <w:rPr>
            <w:noProof/>
            <w:webHidden/>
          </w:rPr>
          <w:fldChar w:fldCharType="end"/>
        </w:r>
      </w:hyperlink>
    </w:p>
    <w:p w14:paraId="3F02FFA2" w14:textId="3D0184EE" w:rsidR="005603D9" w:rsidRDefault="005603D9" w:rsidP="005603D9">
      <w:r>
        <w:fldChar w:fldCharType="end"/>
      </w:r>
    </w:p>
    <w:p w14:paraId="7115B5D4" w14:textId="77777777" w:rsidR="005603D9" w:rsidRPr="005603D9" w:rsidRDefault="005603D9" w:rsidP="005603D9"/>
    <w:p w14:paraId="68ED725C"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4CC9298D" w14:textId="152C6CFE" w:rsidR="00F512DB" w:rsidRPr="0057207A" w:rsidRDefault="00043548" w:rsidP="0057207A">
      <w:pPr>
        <w:pStyle w:val="CA2"/>
      </w:pPr>
      <w:bookmarkStart w:id="4" w:name="_Executive_summary_1"/>
      <w:bookmarkStart w:id="5" w:name="_Toc58837630"/>
      <w:bookmarkStart w:id="6" w:name="_Toc92967910"/>
      <w:bookmarkEnd w:id="3"/>
      <w:bookmarkEnd w:id="4"/>
      <w:r w:rsidRPr="005603D9">
        <w:lastRenderedPageBreak/>
        <w:t>What is the issue?</w:t>
      </w:r>
      <w:bookmarkStart w:id="7" w:name="_Toc58482272"/>
      <w:bookmarkEnd w:id="5"/>
      <w:bookmarkEnd w:id="6"/>
    </w:p>
    <w:bookmarkStart w:id="8" w:name="_Why_change?" w:displacedByCustomXml="next"/>
    <w:bookmarkEnd w:id="8" w:displacedByCustomXml="next"/>
    <w:sdt>
      <w:sdtPr>
        <w:id w:val="-253514757"/>
        <w:placeholder>
          <w:docPart w:val="9582CA59E2B342E5B1C2E8894BA5B2D5"/>
        </w:placeholder>
      </w:sdtPr>
      <w:sdtEndPr/>
      <w:sdtContent>
        <w:p w14:paraId="05C5B5D2" w14:textId="77777777" w:rsidR="00EC0CCF" w:rsidRDefault="00EC0CCF" w:rsidP="00EC0CCF">
          <w:pPr>
            <w:jc w:val="both"/>
          </w:pPr>
          <w:r>
            <w:t xml:space="preserve">This modification is seeking to remove any gender specific references or terminology within the Grid Code and make it Gender Neutral.   </w:t>
          </w:r>
        </w:p>
      </w:sdtContent>
    </w:sdt>
    <w:p w14:paraId="5CF67318" w14:textId="77777777" w:rsidR="00BE213C" w:rsidRDefault="00BE213C" w:rsidP="00BE213C">
      <w:pPr>
        <w:pStyle w:val="Heading2"/>
      </w:pPr>
      <w:bookmarkStart w:id="9" w:name="_Toc92967911"/>
      <w:r>
        <w:t>Why change?</w:t>
      </w:r>
      <w:bookmarkEnd w:id="9"/>
    </w:p>
    <w:sdt>
      <w:sdtPr>
        <w:id w:val="1727561193"/>
        <w:placeholder>
          <w:docPart w:val="A1C62AE4CE5345C0821653611D25FD48"/>
        </w:placeholder>
      </w:sdtPr>
      <w:sdtEndPr/>
      <w:sdtContent>
        <w:sdt>
          <w:sdtPr>
            <w:id w:val="-1936118511"/>
            <w:placeholder>
              <w:docPart w:val="BEC8C337DA394465BFA2DC122AD72080"/>
            </w:placeholder>
          </w:sdtPr>
          <w:sdtEndPr/>
          <w:sdtContent>
            <w:p w14:paraId="64D72361" w14:textId="46E5C5FE" w:rsidR="00F512DB" w:rsidRPr="000E0C5F" w:rsidRDefault="0057207A" w:rsidP="000E0C5F">
              <w:pPr>
                <w:jc w:val="both"/>
              </w:pPr>
              <w:r>
                <w:t xml:space="preserve">These changes will have a positive impact, as they will remove any gender bias, inequality, and discrimination within the Grid Code. They will also acknowledge </w:t>
              </w:r>
              <w:r>
                <w:rPr>
                  <w:rFonts w:ascii="Arial" w:hAnsi="Arial" w:cs="Arial"/>
                  <w:color w:val="202124"/>
                  <w:shd w:val="clear" w:color="auto" w:fill="FFFFFF"/>
                </w:rPr>
                <w:t>diversity and convey respect to all people.</w:t>
              </w:r>
            </w:p>
          </w:sdtContent>
        </w:sdt>
      </w:sdtContent>
    </w:sdt>
    <w:p w14:paraId="224BC823" w14:textId="77777777" w:rsidR="00043548" w:rsidRPr="005603D9" w:rsidRDefault="00043548" w:rsidP="00043548">
      <w:pPr>
        <w:pStyle w:val="CA3"/>
      </w:pPr>
      <w:r w:rsidRPr="005603D9">
        <w:t xml:space="preserve"> </w:t>
      </w:r>
      <w:bookmarkStart w:id="10" w:name="_Toc58837632"/>
      <w:bookmarkStart w:id="11" w:name="_Toc92967912"/>
      <w:r w:rsidRPr="005603D9">
        <w:t xml:space="preserve">What is the </w:t>
      </w:r>
      <w:r w:rsidR="005E3456">
        <w:t>s</w:t>
      </w:r>
      <w:r w:rsidRPr="005603D9">
        <w:t>olution?</w:t>
      </w:r>
      <w:bookmarkEnd w:id="7"/>
      <w:bookmarkEnd w:id="10"/>
      <w:bookmarkEnd w:id="11"/>
    </w:p>
    <w:p w14:paraId="50499BB0" w14:textId="77777777" w:rsidR="00DC39DC" w:rsidRDefault="00DC39DC" w:rsidP="00DC39DC">
      <w:pPr>
        <w:pStyle w:val="Heading2"/>
      </w:pPr>
      <w:bookmarkStart w:id="12" w:name="_Toc92967913"/>
      <w:r>
        <w:t>Proposer’s solution</w:t>
      </w:r>
      <w:bookmarkEnd w:id="12"/>
    </w:p>
    <w:sdt>
      <w:sdtPr>
        <w:id w:val="2024046350"/>
        <w:placeholder>
          <w:docPart w:val="E3315A30E62F444B89FFEB623D2EC486"/>
        </w:placeholder>
      </w:sdtPr>
      <w:sdtEndPr/>
      <w:sdtContent>
        <w:sdt>
          <w:sdtPr>
            <w:id w:val="1920520235"/>
            <w:placeholder>
              <w:docPart w:val="B4E6A47C7AA948088236B17612FD1BC0"/>
            </w:placeholder>
          </w:sdtPr>
          <w:sdtEndPr/>
          <w:sdtContent>
            <w:p w14:paraId="1DB85B79" w14:textId="77777777" w:rsidR="00576434" w:rsidRDefault="00576434" w:rsidP="00576434">
              <w:r>
                <w:t xml:space="preserve">The following changes will be required to the Grid Code (along with some other minor typographical amendments): </w:t>
              </w:r>
            </w:p>
          </w:sdtContent>
        </w:sdt>
        <w:p w14:paraId="4499F3F1" w14:textId="77777777" w:rsidR="00576434" w:rsidRPr="005603D9" w:rsidRDefault="00576434" w:rsidP="00576434">
          <w:r>
            <w:rPr>
              <w:noProof/>
            </w:rPr>
            <w:drawing>
              <wp:inline distT="0" distB="0" distL="0" distR="0" wp14:anchorId="61304D39" wp14:editId="150F7A65">
                <wp:extent cx="6029960" cy="205740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29960" cy="2057400"/>
                        </a:xfrm>
                        <a:prstGeom prst="rect">
                          <a:avLst/>
                        </a:prstGeom>
                      </pic:spPr>
                    </pic:pic>
                  </a:graphicData>
                </a:graphic>
              </wp:inline>
            </w:drawing>
          </w:r>
        </w:p>
      </w:sdtContent>
    </w:sdt>
    <w:p w14:paraId="220CFD20" w14:textId="77777777" w:rsidR="00A13A8D" w:rsidRDefault="00A13A8D" w:rsidP="00A13A8D">
      <w:pPr>
        <w:pStyle w:val="xmsonormal"/>
        <w:jc w:val="both"/>
        <w:rPr>
          <w:rFonts w:ascii="Arial" w:eastAsia="Times New Roman" w:hAnsi="Arial" w:cs="Arial"/>
          <w:sz w:val="24"/>
          <w:szCs w:val="24"/>
        </w:rPr>
      </w:pPr>
      <w:bookmarkStart w:id="13" w:name="_Hlk89374974"/>
    </w:p>
    <w:bookmarkEnd w:id="13"/>
    <w:p w14:paraId="39F11139" w14:textId="4FCED23B" w:rsidR="005A2DCB" w:rsidRDefault="005A2DCB" w:rsidP="005A2DCB">
      <w:pPr>
        <w:pStyle w:val="xmsonormal"/>
        <w:jc w:val="both"/>
        <w:rPr>
          <w:rFonts w:ascii="Arial" w:eastAsia="Times New Roman" w:hAnsi="Arial" w:cs="Arial"/>
          <w:sz w:val="24"/>
          <w:szCs w:val="24"/>
        </w:rPr>
      </w:pPr>
      <w:r w:rsidRPr="00987A14">
        <w:rPr>
          <w:rFonts w:ascii="Arial" w:eastAsia="Times New Roman" w:hAnsi="Arial" w:cs="Arial"/>
          <w:sz w:val="24"/>
          <w:szCs w:val="24"/>
        </w:rPr>
        <w:t xml:space="preserve">Note that following feedback at the CUSC Panel on 26 November 2021, we </w:t>
      </w:r>
      <w:r w:rsidR="001C20E0">
        <w:rPr>
          <w:rFonts w:ascii="Arial" w:eastAsia="Times New Roman" w:hAnsi="Arial" w:cs="Arial"/>
          <w:sz w:val="24"/>
          <w:szCs w:val="24"/>
        </w:rPr>
        <w:t>will</w:t>
      </w:r>
      <w:r w:rsidRPr="00987A14">
        <w:rPr>
          <w:rFonts w:ascii="Arial" w:eastAsia="Times New Roman" w:hAnsi="Arial" w:cs="Arial"/>
          <w:sz w:val="24"/>
          <w:szCs w:val="24"/>
        </w:rPr>
        <w:t xml:space="preserve"> change “Chair” to “Chairperson” to align language with </w:t>
      </w:r>
      <w:r>
        <w:rPr>
          <w:rFonts w:ascii="Arial" w:eastAsia="Times New Roman" w:hAnsi="Arial" w:cs="Arial"/>
          <w:sz w:val="24"/>
          <w:szCs w:val="24"/>
        </w:rPr>
        <w:t>Standard Condition C14 1A(</w:t>
      </w:r>
      <w:proofErr w:type="spellStart"/>
      <w:r>
        <w:rPr>
          <w:rFonts w:ascii="Arial" w:eastAsia="Times New Roman" w:hAnsi="Arial" w:cs="Arial"/>
          <w:sz w:val="24"/>
          <w:szCs w:val="24"/>
        </w:rPr>
        <w:t>i</w:t>
      </w:r>
      <w:proofErr w:type="spellEnd"/>
      <w:r>
        <w:rPr>
          <w:rFonts w:ascii="Arial" w:eastAsia="Times New Roman" w:hAnsi="Arial" w:cs="Arial"/>
          <w:sz w:val="24"/>
          <w:szCs w:val="24"/>
        </w:rPr>
        <w:t xml:space="preserve">) of the </w:t>
      </w:r>
      <w:hyperlink r:id="rId14" w:history="1">
        <w:r w:rsidRPr="00C12ECB">
          <w:rPr>
            <w:rStyle w:val="Hyperlink"/>
            <w:rFonts w:ascii="Arial" w:eastAsia="Times New Roman" w:hAnsi="Arial" w:cs="Arial"/>
            <w:sz w:val="24"/>
            <w:szCs w:val="24"/>
          </w:rPr>
          <w:t>Transmission Licence</w:t>
        </w:r>
      </w:hyperlink>
      <w:r w:rsidRPr="00987A14">
        <w:rPr>
          <w:rFonts w:ascii="Arial" w:eastAsia="Times New Roman" w:hAnsi="Arial" w:cs="Arial"/>
          <w:sz w:val="24"/>
          <w:szCs w:val="24"/>
        </w:rPr>
        <w:t xml:space="preserve">. </w:t>
      </w:r>
      <w:r w:rsidR="001C20E0">
        <w:rPr>
          <w:rFonts w:ascii="Arial" w:eastAsia="Times New Roman" w:hAnsi="Arial" w:cs="Arial"/>
          <w:sz w:val="24"/>
          <w:szCs w:val="24"/>
        </w:rPr>
        <w:t xml:space="preserve">This has been highlighted </w:t>
      </w:r>
      <w:r w:rsidR="00F22E41">
        <w:rPr>
          <w:rFonts w:ascii="Arial" w:eastAsia="Times New Roman" w:hAnsi="Arial" w:cs="Arial"/>
          <w:sz w:val="24"/>
          <w:szCs w:val="24"/>
        </w:rPr>
        <w:t xml:space="preserve">as tracked changes </w:t>
      </w:r>
      <w:r w:rsidR="001C20E0">
        <w:rPr>
          <w:rFonts w:ascii="Arial" w:eastAsia="Times New Roman" w:hAnsi="Arial" w:cs="Arial"/>
          <w:sz w:val="24"/>
          <w:szCs w:val="24"/>
        </w:rPr>
        <w:t>in the</w:t>
      </w:r>
      <w:r w:rsidR="00F22E41">
        <w:rPr>
          <w:rFonts w:ascii="Arial" w:eastAsia="Times New Roman" w:hAnsi="Arial" w:cs="Arial"/>
          <w:sz w:val="24"/>
          <w:szCs w:val="24"/>
        </w:rPr>
        <w:t xml:space="preserve"> draft</w:t>
      </w:r>
      <w:r w:rsidR="001C20E0">
        <w:rPr>
          <w:rFonts w:ascii="Arial" w:eastAsia="Times New Roman" w:hAnsi="Arial" w:cs="Arial"/>
          <w:sz w:val="24"/>
          <w:szCs w:val="24"/>
        </w:rPr>
        <w:t xml:space="preserve"> legal text. </w:t>
      </w:r>
    </w:p>
    <w:p w14:paraId="089113B2" w14:textId="77777777" w:rsidR="00564BBC" w:rsidRPr="00564BBC" w:rsidRDefault="00564BBC" w:rsidP="00043548">
      <w:pPr>
        <w:rPr>
          <w:rFonts w:cstheme="minorHAnsi"/>
          <w:szCs w:val="24"/>
        </w:rPr>
      </w:pPr>
    </w:p>
    <w:p w14:paraId="0C6CCA9E" w14:textId="77777777" w:rsidR="006A46D4" w:rsidRDefault="006A46D4" w:rsidP="006A46D4">
      <w:pPr>
        <w:pStyle w:val="Heading2"/>
      </w:pPr>
      <w:bookmarkStart w:id="14" w:name="_Toc92967914"/>
      <w:r>
        <w:t>Legal text</w:t>
      </w:r>
      <w:bookmarkEnd w:id="14"/>
    </w:p>
    <w:sdt>
      <w:sdtPr>
        <w:id w:val="-1978293373"/>
        <w:placeholder>
          <w:docPart w:val="B318A9AB0965469AA35A2ED212CB0CF7"/>
        </w:placeholder>
      </w:sdtPr>
      <w:sdtEndPr/>
      <w:sdtContent>
        <w:sdt>
          <w:sdtPr>
            <w:id w:val="1062139119"/>
            <w:placeholder>
              <w:docPart w:val="A4D58EC3696046CAB5222191B8E38475"/>
            </w:placeholder>
          </w:sdtPr>
          <w:sdtEndPr/>
          <w:sdtContent>
            <w:p w14:paraId="0272D352" w14:textId="054CBB3C" w:rsidR="004D6B57" w:rsidRPr="005603D9" w:rsidRDefault="004D6B57" w:rsidP="004D6B57">
              <w:r>
                <w:t xml:space="preserve">The full draft legal text, with tracked changes can be found in Annex </w:t>
              </w:r>
              <w:r w:rsidR="00564BBC">
                <w:t>3</w:t>
              </w:r>
              <w:r>
                <w:t xml:space="preserve"> </w:t>
              </w:r>
            </w:p>
          </w:sdtContent>
        </w:sdt>
      </w:sdtContent>
    </w:sdt>
    <w:p w14:paraId="2506EA80" w14:textId="77777777" w:rsidR="00470B5B" w:rsidRPr="005603D9" w:rsidRDefault="00470B5B" w:rsidP="005603D9">
      <w:pPr>
        <w:pStyle w:val="CA6"/>
      </w:pPr>
      <w:bookmarkStart w:id="15" w:name="_Toc92967915"/>
      <w:r w:rsidRPr="005603D9">
        <w:t>What is the impact of this change?</w:t>
      </w:r>
      <w:bookmarkEnd w:id="15"/>
    </w:p>
    <w:p w14:paraId="754874E2" w14:textId="77777777" w:rsidR="00B22FC5" w:rsidRDefault="00B22FC5" w:rsidP="00B22FC5">
      <w:pPr>
        <w:pStyle w:val="Heading2"/>
      </w:pPr>
      <w:bookmarkStart w:id="16" w:name="_Toc92967916"/>
      <w:r>
        <w:t xml:space="preserve">Proposer’s </w:t>
      </w:r>
      <w:r w:rsidR="00A649B8">
        <w:t>a</w:t>
      </w:r>
      <w:r>
        <w:t>ssessment against the Applicable Objectives</w:t>
      </w:r>
      <w:bookmarkEnd w:id="16"/>
      <w:r>
        <w:t xml:space="preserve"> </w:t>
      </w: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C35B27" w:rsidRPr="005603D9" w14:paraId="73097F2E" w14:textId="77777777" w:rsidTr="008966A6">
        <w:trPr>
          <w:trHeight w:hRule="exact" w:val="561"/>
        </w:trPr>
        <w:tc>
          <w:tcPr>
            <w:tcW w:w="9493" w:type="dxa"/>
            <w:gridSpan w:val="2"/>
            <w:shd w:val="clear" w:color="auto" w:fill="F26522" w:themeFill="accent1"/>
            <w:vAlign w:val="center"/>
          </w:tcPr>
          <w:p w14:paraId="71D427D8" w14:textId="77777777" w:rsidR="00C35B27" w:rsidRPr="009A206C" w:rsidRDefault="00C35B27" w:rsidP="008966A6">
            <w:pPr>
              <w:pStyle w:val="Heading3"/>
            </w:pPr>
            <w:bookmarkStart w:id="17" w:name="_Toc87432547"/>
            <w:bookmarkStart w:id="18" w:name="_Toc92967917"/>
            <w:r w:rsidRPr="009A206C">
              <w:rPr>
                <w:color w:val="FFFFFF" w:themeColor="background1"/>
              </w:rPr>
              <w:t xml:space="preserve">Proposer’s </w:t>
            </w:r>
            <w:r>
              <w:rPr>
                <w:color w:val="FFFFFF" w:themeColor="background1"/>
              </w:rPr>
              <w:t>a</w:t>
            </w:r>
            <w:r w:rsidRPr="009A206C">
              <w:rPr>
                <w:color w:val="FFFFFF" w:themeColor="background1"/>
              </w:rPr>
              <w:t xml:space="preserve">ssessment against </w:t>
            </w:r>
            <w:r>
              <w:rPr>
                <w:color w:val="FFFFFF" w:themeColor="background1"/>
              </w:rPr>
              <w:t xml:space="preserve">Grid Code </w:t>
            </w:r>
            <w:r w:rsidRPr="009A206C">
              <w:rPr>
                <w:color w:val="FFFFFF" w:themeColor="background1"/>
              </w:rPr>
              <w:t>Objectives</w:t>
            </w:r>
            <w:bookmarkEnd w:id="17"/>
            <w:bookmarkEnd w:id="18"/>
            <w:r w:rsidRPr="009A206C">
              <w:rPr>
                <w:color w:val="FFFFFF" w:themeColor="background1"/>
              </w:rPr>
              <w:t xml:space="preserve">  </w:t>
            </w:r>
          </w:p>
        </w:tc>
      </w:tr>
      <w:tr w:rsidR="00C35B27" w:rsidRPr="005603D9" w14:paraId="323CB956" w14:textId="77777777" w:rsidTr="008966A6">
        <w:trPr>
          <w:trHeight w:val="397"/>
        </w:trPr>
        <w:tc>
          <w:tcPr>
            <w:tcW w:w="6478" w:type="dxa"/>
          </w:tcPr>
          <w:p w14:paraId="4E60EF56" w14:textId="77777777" w:rsidR="00C35B27" w:rsidRPr="00114732" w:rsidRDefault="00C35B27" w:rsidP="008966A6">
            <w:pPr>
              <w:rPr>
                <w:b/>
              </w:rPr>
            </w:pPr>
            <w:r w:rsidRPr="00114732">
              <w:rPr>
                <w:b/>
              </w:rPr>
              <w:t>Relevant Objective</w:t>
            </w:r>
          </w:p>
        </w:tc>
        <w:tc>
          <w:tcPr>
            <w:tcW w:w="3015" w:type="dxa"/>
          </w:tcPr>
          <w:p w14:paraId="77CA982C" w14:textId="77777777" w:rsidR="00C35B27" w:rsidRPr="00114732" w:rsidRDefault="00C35B27" w:rsidP="008966A6">
            <w:pPr>
              <w:rPr>
                <w:b/>
              </w:rPr>
            </w:pPr>
            <w:r w:rsidRPr="00114732">
              <w:rPr>
                <w:b/>
              </w:rPr>
              <w:t>Identified impact</w:t>
            </w:r>
          </w:p>
        </w:tc>
      </w:tr>
      <w:tr w:rsidR="00C35B27" w:rsidRPr="005603D9" w14:paraId="5AB59EBF" w14:textId="77777777" w:rsidTr="008966A6">
        <w:trPr>
          <w:trHeight w:val="397"/>
        </w:trPr>
        <w:tc>
          <w:tcPr>
            <w:tcW w:w="6478" w:type="dxa"/>
          </w:tcPr>
          <w:p w14:paraId="5E9EDAB4" w14:textId="77777777" w:rsidR="00C35B27" w:rsidRPr="005603D9" w:rsidRDefault="00C35B27" w:rsidP="008966A6">
            <w:r w:rsidRPr="00C66D49">
              <w:rPr>
                <w:szCs w:val="20"/>
              </w:rPr>
              <w:t xml:space="preserve">(a) To permit the development, </w:t>
            </w:r>
            <w:proofErr w:type="gramStart"/>
            <w:r w:rsidRPr="00C66D49">
              <w:rPr>
                <w:szCs w:val="20"/>
              </w:rPr>
              <w:t>maintenance</w:t>
            </w:r>
            <w:proofErr w:type="gramEnd"/>
            <w:r w:rsidRPr="00C66D49">
              <w:rPr>
                <w:szCs w:val="20"/>
              </w:rPr>
              <w:t xml:space="preserve"> and operation of an efficient, coordinated and economical system for the transmission of electricity</w:t>
            </w:r>
          </w:p>
        </w:tc>
        <w:tc>
          <w:tcPr>
            <w:tcW w:w="3015" w:type="dxa"/>
          </w:tcPr>
          <w:sdt>
            <w:sdtPr>
              <w:rPr>
                <w:rStyle w:val="Boldnormaltext"/>
              </w:rPr>
              <w:alias w:val="Impact assessment"/>
              <w:tag w:val="Impact assessment"/>
              <w:id w:val="1488983676"/>
              <w:placeholder>
                <w:docPart w:val="52FDB050D21C4424B8F708A243FF4F00"/>
              </w:placeholder>
              <w:dropDownList>
                <w:listItem w:displayText="Positive" w:value="Positive"/>
                <w:listItem w:displayText="Negative" w:value="Negative"/>
                <w:listItem w:displayText="Neutral" w:value="Neutral"/>
              </w:dropDownList>
            </w:sdtPr>
            <w:sdtEndPr>
              <w:rPr>
                <w:rStyle w:val="Boldnormaltext"/>
              </w:rPr>
            </w:sdtEndPr>
            <w:sdtContent>
              <w:p w14:paraId="0F3909A7" w14:textId="77777777" w:rsidR="00C35B27" w:rsidRDefault="00C35B27" w:rsidP="008966A6">
                <w:r>
                  <w:rPr>
                    <w:rStyle w:val="Boldnormaltext"/>
                  </w:rPr>
                  <w:t>Neutral</w:t>
                </w:r>
              </w:p>
            </w:sdtContent>
          </w:sdt>
          <w:p w14:paraId="1A34127A" w14:textId="77777777" w:rsidR="00C35B27" w:rsidRPr="005603D9" w:rsidRDefault="00C35B27" w:rsidP="008966A6"/>
        </w:tc>
      </w:tr>
      <w:tr w:rsidR="00C35B27" w:rsidRPr="005603D9" w14:paraId="1613C420" w14:textId="77777777" w:rsidTr="008966A6">
        <w:trPr>
          <w:trHeight w:val="397"/>
        </w:trPr>
        <w:tc>
          <w:tcPr>
            <w:tcW w:w="6478" w:type="dxa"/>
          </w:tcPr>
          <w:p w14:paraId="0497E9B8" w14:textId="77777777" w:rsidR="00C35B27" w:rsidRPr="005603D9" w:rsidRDefault="00C35B27" w:rsidP="008966A6">
            <w:r w:rsidRPr="00C66D49">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Style w:val="Boldnormaltext"/>
              </w:rPr>
              <w:alias w:val="Impact assessment"/>
              <w:tag w:val="Impact assessment"/>
              <w:id w:val="-1016308784"/>
              <w:placeholder>
                <w:docPart w:val="6271D33DD009477192CA864C6166A8D7"/>
              </w:placeholder>
              <w:dropDownList>
                <w:listItem w:displayText="Positive" w:value="Positive"/>
                <w:listItem w:displayText="Negative" w:value="Negative"/>
                <w:listItem w:displayText="Neutral" w:value="Neutral"/>
              </w:dropDownList>
            </w:sdtPr>
            <w:sdtEndPr>
              <w:rPr>
                <w:rStyle w:val="Boldnormaltext"/>
              </w:rPr>
            </w:sdtEndPr>
            <w:sdtContent>
              <w:p w14:paraId="52EDF3A3" w14:textId="77777777" w:rsidR="00C35B27" w:rsidRDefault="00C35B27" w:rsidP="008966A6">
                <w:r>
                  <w:rPr>
                    <w:rStyle w:val="Boldnormaltext"/>
                  </w:rPr>
                  <w:t>Neutral</w:t>
                </w:r>
              </w:p>
            </w:sdtContent>
          </w:sdt>
          <w:p w14:paraId="0DA88C1C" w14:textId="77777777" w:rsidR="00C35B27" w:rsidRPr="005603D9" w:rsidRDefault="00C35B27" w:rsidP="008966A6"/>
        </w:tc>
      </w:tr>
      <w:tr w:rsidR="00C35B27" w:rsidRPr="005603D9" w14:paraId="0BDAF467" w14:textId="77777777" w:rsidTr="008966A6">
        <w:trPr>
          <w:trHeight w:val="397"/>
        </w:trPr>
        <w:tc>
          <w:tcPr>
            <w:tcW w:w="6478" w:type="dxa"/>
          </w:tcPr>
          <w:p w14:paraId="0F57AAB6" w14:textId="77777777" w:rsidR="00C35B27" w:rsidRPr="005603D9" w:rsidRDefault="00C35B27" w:rsidP="008966A6">
            <w:r w:rsidRPr="00C66D49">
              <w:rPr>
                <w:szCs w:val="20"/>
              </w:rPr>
              <w:lastRenderedPageBreak/>
              <w:t>(c) Subject to sub-paragraphs (</w:t>
            </w:r>
            <w:proofErr w:type="spellStart"/>
            <w:r w:rsidRPr="00C66D49">
              <w:rPr>
                <w:szCs w:val="20"/>
              </w:rPr>
              <w:t>i</w:t>
            </w:r>
            <w:proofErr w:type="spellEnd"/>
            <w:r w:rsidRPr="00C66D49">
              <w:rPr>
                <w:szCs w:val="20"/>
              </w:rPr>
              <w:t>) and (ii), to promote the security and efficiency of the electricity generation, transmission and distribution systems in the national electricity transmission system operator area taken as a whole;</w:t>
            </w:r>
          </w:p>
        </w:tc>
        <w:tc>
          <w:tcPr>
            <w:tcW w:w="3015" w:type="dxa"/>
          </w:tcPr>
          <w:sdt>
            <w:sdtPr>
              <w:rPr>
                <w:rStyle w:val="Boldnormaltext"/>
              </w:rPr>
              <w:alias w:val="Impact assessment"/>
              <w:tag w:val="Impact assessment"/>
              <w:id w:val="-1936194240"/>
              <w:placeholder>
                <w:docPart w:val="0C3BCF2BB357457EB53ED86060E65894"/>
              </w:placeholder>
              <w:dropDownList>
                <w:listItem w:displayText="Positive" w:value="Positive"/>
                <w:listItem w:displayText="Negative" w:value="Negative"/>
                <w:listItem w:displayText="Neutral" w:value="Neutral"/>
              </w:dropDownList>
            </w:sdtPr>
            <w:sdtEndPr>
              <w:rPr>
                <w:rStyle w:val="Boldnormaltext"/>
              </w:rPr>
            </w:sdtEndPr>
            <w:sdtContent>
              <w:p w14:paraId="313CCC9A" w14:textId="77777777" w:rsidR="00C35B27" w:rsidRDefault="00C35B27" w:rsidP="008966A6">
                <w:r>
                  <w:rPr>
                    <w:rStyle w:val="Boldnormaltext"/>
                  </w:rPr>
                  <w:t>Neutral</w:t>
                </w:r>
              </w:p>
            </w:sdtContent>
          </w:sdt>
          <w:p w14:paraId="04820A8A" w14:textId="77777777" w:rsidR="00C35B27" w:rsidRPr="005603D9" w:rsidRDefault="00C35B27" w:rsidP="008966A6"/>
        </w:tc>
      </w:tr>
      <w:tr w:rsidR="00C35B27" w:rsidRPr="005603D9" w14:paraId="0C8B3D28" w14:textId="77777777" w:rsidTr="008966A6">
        <w:trPr>
          <w:trHeight w:val="397"/>
        </w:trPr>
        <w:tc>
          <w:tcPr>
            <w:tcW w:w="6478" w:type="dxa"/>
          </w:tcPr>
          <w:p w14:paraId="69DEC398" w14:textId="77777777" w:rsidR="00C35B27" w:rsidRPr="005603D9" w:rsidRDefault="00C35B27" w:rsidP="008966A6">
            <w:r w:rsidRPr="00C66D49">
              <w:rPr>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sdt>
            <w:sdtPr>
              <w:rPr>
                <w:rStyle w:val="Boldnormaltext"/>
              </w:rPr>
              <w:alias w:val="Impact assessment"/>
              <w:tag w:val="Impact assessment"/>
              <w:id w:val="-1453706893"/>
              <w:placeholder>
                <w:docPart w:val="F7386BDBB27F49339BD1FF9B897F7C6F"/>
              </w:placeholder>
              <w:dropDownList>
                <w:listItem w:displayText="Positive" w:value="Positive"/>
                <w:listItem w:displayText="Negative" w:value="Negative"/>
                <w:listItem w:displayText="Neutral" w:value="Neutral"/>
              </w:dropDownList>
            </w:sdtPr>
            <w:sdtEndPr>
              <w:rPr>
                <w:rStyle w:val="Boldnormaltext"/>
              </w:rPr>
            </w:sdtEndPr>
            <w:sdtContent>
              <w:p w14:paraId="2202968E" w14:textId="77777777" w:rsidR="00C35B27" w:rsidRDefault="00C35B27" w:rsidP="008966A6">
                <w:r>
                  <w:rPr>
                    <w:rStyle w:val="Boldnormaltext"/>
                  </w:rPr>
                  <w:t>Neutral</w:t>
                </w:r>
              </w:p>
            </w:sdtContent>
          </w:sdt>
          <w:p w14:paraId="5856947C" w14:textId="77777777" w:rsidR="00C35B27" w:rsidRPr="005603D9" w:rsidRDefault="00C35B27" w:rsidP="008966A6"/>
        </w:tc>
      </w:tr>
      <w:tr w:rsidR="00C35B27" w:rsidRPr="005603D9" w14:paraId="01657094" w14:textId="77777777" w:rsidTr="008966A6">
        <w:trPr>
          <w:trHeight w:val="397"/>
        </w:trPr>
        <w:tc>
          <w:tcPr>
            <w:tcW w:w="6478" w:type="dxa"/>
          </w:tcPr>
          <w:p w14:paraId="54B5CE6B" w14:textId="77777777" w:rsidR="00C35B27" w:rsidRPr="005603D9" w:rsidRDefault="00C35B27" w:rsidP="008966A6">
            <w:r w:rsidRPr="00C66D49">
              <w:rPr>
                <w:szCs w:val="20"/>
              </w:rPr>
              <w:t>(e) To promote efficiency in the implementation and administration of the Grid Code arrangements</w:t>
            </w:r>
          </w:p>
        </w:tc>
        <w:tc>
          <w:tcPr>
            <w:tcW w:w="3015" w:type="dxa"/>
          </w:tcPr>
          <w:sdt>
            <w:sdtPr>
              <w:rPr>
                <w:rStyle w:val="Boldnormaltext"/>
              </w:rPr>
              <w:alias w:val="Impact assessment"/>
              <w:tag w:val="Impact assessment"/>
              <w:id w:val="-632713019"/>
              <w:placeholder>
                <w:docPart w:val="0BBBFC14594646DDB30C057A9537CBC0"/>
              </w:placeholder>
              <w:dropDownList>
                <w:listItem w:displayText="Positive" w:value="Positive"/>
                <w:listItem w:displayText="Negative" w:value="Negative"/>
                <w:listItem w:displayText="Neutral" w:value="Neutral"/>
              </w:dropDownList>
            </w:sdtPr>
            <w:sdtEndPr>
              <w:rPr>
                <w:rStyle w:val="Boldnormaltext"/>
              </w:rPr>
            </w:sdtEndPr>
            <w:sdtContent>
              <w:p w14:paraId="5DBCC320" w14:textId="77777777" w:rsidR="00C35B27" w:rsidRDefault="00C35B27" w:rsidP="008966A6">
                <w:r>
                  <w:rPr>
                    <w:rStyle w:val="Boldnormaltext"/>
                  </w:rPr>
                  <w:t>Positive</w:t>
                </w:r>
              </w:p>
            </w:sdtContent>
          </w:sdt>
          <w:sdt>
            <w:sdtPr>
              <w:alias w:val="Insert text"/>
              <w:tag w:val="Insert text"/>
              <w:id w:val="1086035023"/>
              <w:placeholder>
                <w:docPart w:val="D73D0D84796E42859C1FDBC6FFCE89BC"/>
              </w:placeholder>
            </w:sdtPr>
            <w:sdtEndPr/>
            <w:sdtContent>
              <w:p w14:paraId="2D967DD0" w14:textId="77777777" w:rsidR="00C35B27" w:rsidRPr="005603D9" w:rsidRDefault="00FD77BF" w:rsidP="008966A6">
                <w:sdt>
                  <w:sdtPr>
                    <w:alias w:val="Insert text"/>
                    <w:tag w:val="Insert text"/>
                    <w:id w:val="1740516085"/>
                    <w:placeholder>
                      <w:docPart w:val="788C463EEAB64CEB807D09FC22908BFA"/>
                    </w:placeholder>
                  </w:sdtPr>
                  <w:sdtEndPr/>
                  <w:sdtContent>
                    <w:r w:rsidR="00C35B27" w:rsidRPr="0069213A">
                      <w:t xml:space="preserve">By removing any gender bias, inequality, and discrimination within the code and promoting equality and diversity. </w:t>
                    </w:r>
                  </w:sdtContent>
                </w:sdt>
              </w:p>
            </w:sdtContent>
          </w:sdt>
        </w:tc>
      </w:tr>
    </w:tbl>
    <w:p w14:paraId="10A2B030" w14:textId="69C430E9" w:rsidR="00470B5B" w:rsidRDefault="00470B5B" w:rsidP="006B56A8">
      <w:pPr>
        <w:tabs>
          <w:tab w:val="left" w:pos="2319"/>
        </w:tabs>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6B56A8" w14:paraId="07EFB364" w14:textId="77777777" w:rsidTr="008966A6">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48D3FF23" w14:textId="77777777" w:rsidR="006B56A8" w:rsidRDefault="006B56A8" w:rsidP="008966A6">
            <w:pPr>
              <w:pStyle w:val="Heading3"/>
              <w:rPr>
                <w:lang w:eastAsia="en-US"/>
              </w:rPr>
            </w:pPr>
            <w:bookmarkStart w:id="19" w:name="_Toc58837636"/>
            <w:bookmarkStart w:id="20" w:name="_Toc58844718"/>
            <w:bookmarkStart w:id="21" w:name="_Toc58847323"/>
            <w:bookmarkStart w:id="22" w:name="_Toc87432548"/>
            <w:bookmarkStart w:id="23" w:name="_Toc92967918"/>
            <w:r>
              <w:rPr>
                <w:color w:val="FFFFFF" w:themeColor="background1"/>
                <w:lang w:eastAsia="en-US"/>
              </w:rPr>
              <w:t>Proposer’s assessment of the impact of the modification on the stakeholder / consumer benefit categories</w:t>
            </w:r>
            <w:bookmarkEnd w:id="19"/>
            <w:bookmarkEnd w:id="20"/>
            <w:bookmarkEnd w:id="21"/>
            <w:bookmarkEnd w:id="22"/>
            <w:bookmarkEnd w:id="23"/>
          </w:p>
        </w:tc>
      </w:tr>
      <w:tr w:rsidR="006B56A8" w14:paraId="1EEEAF46" w14:textId="77777777" w:rsidTr="008966A6">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1C1B65C" w14:textId="77777777" w:rsidR="006B56A8" w:rsidRDefault="006B56A8" w:rsidP="008966A6">
            <w:pPr>
              <w:rPr>
                <w:b/>
              </w:rPr>
            </w:pPr>
            <w:r>
              <w:rPr>
                <w:b/>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F7D8F48" w14:textId="77777777" w:rsidR="006B56A8" w:rsidRDefault="006B56A8" w:rsidP="008966A6">
            <w:pPr>
              <w:rPr>
                <w:b/>
              </w:rPr>
            </w:pPr>
            <w:r>
              <w:rPr>
                <w:b/>
              </w:rPr>
              <w:t>Identified impact</w:t>
            </w:r>
          </w:p>
        </w:tc>
      </w:tr>
      <w:tr w:rsidR="006B56A8" w14:paraId="6B8FE846" w14:textId="77777777" w:rsidTr="008966A6">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5C6DC68" w14:textId="77777777" w:rsidR="006B56A8" w:rsidRDefault="006B56A8" w:rsidP="008966A6">
            <w:r>
              <w:t>Improved safety and reliability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26155213"/>
              <w:placeholder>
                <w:docPart w:val="F58C4BBBC3584FDEB7136EBF61A63C55"/>
              </w:placeholder>
              <w:dropDownList>
                <w:listItem w:displayText="Positive" w:value="Positive"/>
                <w:listItem w:displayText="Negative" w:value="Negative"/>
                <w:listItem w:displayText="Neutral" w:value="Neutral"/>
              </w:dropDownList>
            </w:sdtPr>
            <w:sdtEndPr>
              <w:rPr>
                <w:rStyle w:val="Boldnormaltext"/>
              </w:rPr>
            </w:sdtEndPr>
            <w:sdtContent>
              <w:p w14:paraId="790262A9" w14:textId="77777777" w:rsidR="006B56A8" w:rsidRPr="00F1732F" w:rsidRDefault="006B56A8" w:rsidP="008966A6">
                <w:r>
                  <w:rPr>
                    <w:rStyle w:val="Boldnormaltext"/>
                  </w:rPr>
                  <w:t>Neutral</w:t>
                </w:r>
              </w:p>
            </w:sdtContent>
          </w:sdt>
        </w:tc>
      </w:tr>
      <w:tr w:rsidR="006B56A8" w14:paraId="7890090F" w14:textId="77777777" w:rsidTr="008966A6">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ACEC171" w14:textId="77777777" w:rsidR="006B56A8" w:rsidRDefault="006B56A8" w:rsidP="008966A6">
            <w: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228303639"/>
              <w:placeholder>
                <w:docPart w:val="98A229DF95144B1DA0DC3898046A2956"/>
              </w:placeholder>
              <w:dropDownList>
                <w:listItem w:displayText="Positive" w:value="Positive"/>
                <w:listItem w:displayText="Negative" w:value="Negative"/>
                <w:listItem w:displayText="Neutral" w:value="Neutral"/>
              </w:dropDownList>
            </w:sdtPr>
            <w:sdtEndPr>
              <w:rPr>
                <w:rStyle w:val="Boldnormaltext"/>
              </w:rPr>
            </w:sdtEndPr>
            <w:sdtContent>
              <w:p w14:paraId="38DFB0D7" w14:textId="77777777" w:rsidR="006B56A8" w:rsidRPr="00F1732F" w:rsidRDefault="006B56A8" w:rsidP="008966A6">
                <w:r>
                  <w:rPr>
                    <w:rStyle w:val="Boldnormaltext"/>
                  </w:rPr>
                  <w:t>Neutral</w:t>
                </w:r>
              </w:p>
            </w:sdtContent>
          </w:sdt>
        </w:tc>
      </w:tr>
      <w:tr w:rsidR="006B56A8" w14:paraId="49E49937" w14:textId="77777777" w:rsidTr="008966A6">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8B8864D" w14:textId="77777777" w:rsidR="006B56A8" w:rsidRDefault="006B56A8" w:rsidP="008966A6">
            <w:r>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947185236"/>
              <w:placeholder>
                <w:docPart w:val="2C30AD4804894DA58F475411A2A1B4AC"/>
              </w:placeholder>
              <w:dropDownList>
                <w:listItem w:displayText="Positive" w:value="Positive"/>
                <w:listItem w:displayText="Negative" w:value="Negative"/>
                <w:listItem w:displayText="Neutral" w:value="Neutral"/>
              </w:dropDownList>
            </w:sdtPr>
            <w:sdtEndPr>
              <w:rPr>
                <w:rStyle w:val="Boldnormaltext"/>
              </w:rPr>
            </w:sdtEndPr>
            <w:sdtContent>
              <w:p w14:paraId="6A050991" w14:textId="77777777" w:rsidR="006B56A8" w:rsidRDefault="006B56A8" w:rsidP="008966A6">
                <w:r>
                  <w:rPr>
                    <w:rStyle w:val="Boldnormaltext"/>
                  </w:rPr>
                  <w:t>Positive</w:t>
                </w:r>
              </w:p>
            </w:sdtContent>
          </w:sdt>
          <w:sdt>
            <w:sdtPr>
              <w:rPr>
                <w:rStyle w:val="Boldnormaltext"/>
                <w:sz w:val="20"/>
              </w:rPr>
              <w:id w:val="1400941745"/>
              <w:placeholder>
                <w:docPart w:val="65FEC184FDFE4E2C970FFAAEAE9F2132"/>
              </w:placeholder>
            </w:sdtPr>
            <w:sdtEndPr>
              <w:rPr>
                <w:rStyle w:val="Boldnormaltext"/>
              </w:rPr>
            </w:sdtEndPr>
            <w:sdtContent>
              <w:p w14:paraId="5E4CF875" w14:textId="77777777" w:rsidR="006B56A8" w:rsidRPr="00BD3590" w:rsidRDefault="00FD77BF" w:rsidP="008966A6">
                <w:pPr>
                  <w:rPr>
                    <w:rStyle w:val="Boldnormaltext"/>
                    <w:sz w:val="20"/>
                  </w:rPr>
                </w:pPr>
                <w:sdt>
                  <w:sdtPr>
                    <w:rPr>
                      <w:rStyle w:val="Boldnormaltext"/>
                      <w:sz w:val="20"/>
                    </w:rPr>
                    <w:id w:val="847293999"/>
                    <w:placeholder>
                      <w:docPart w:val="7CAD2BB1F3854D9382B782EC8440FF67"/>
                    </w:placeholder>
                  </w:sdtPr>
                  <w:sdtEndPr>
                    <w:rPr>
                      <w:rStyle w:val="Boldnormaltext"/>
                    </w:rPr>
                  </w:sdtEndPr>
                  <w:sdtContent>
                    <w:sdt>
                      <w:sdtPr>
                        <w:rPr>
                          <w:rFonts w:ascii="Arial" w:hAnsi="Arial"/>
                          <w:b/>
                        </w:rPr>
                        <w:alias w:val="Insert text"/>
                        <w:tag w:val="Insert text"/>
                        <w:id w:val="-1635778560"/>
                        <w:placeholder>
                          <w:docPart w:val="CF6D0A1A42374CEE9382EA9B80C5BBC6"/>
                        </w:placeholder>
                      </w:sdtPr>
                      <w:sdtEndPr>
                        <w:rPr>
                          <w:rFonts w:asciiTheme="minorHAnsi" w:hAnsiTheme="minorHAnsi"/>
                          <w:b w:val="0"/>
                        </w:rPr>
                      </w:sdtEndPr>
                      <w:sdtContent>
                        <w:r w:rsidR="006B56A8">
                          <w:t>By</w:t>
                        </w:r>
                        <w:r w:rsidR="006B56A8" w:rsidRPr="009529E5">
                          <w:t xml:space="preserve"> removing any gender bias, inequality</w:t>
                        </w:r>
                        <w:r w:rsidR="006B56A8">
                          <w:t>,</w:t>
                        </w:r>
                        <w:r w:rsidR="006B56A8" w:rsidRPr="009529E5">
                          <w:t xml:space="preserve"> and discrimination within the code and promoting equality and diversity. </w:t>
                        </w:r>
                      </w:sdtContent>
                    </w:sdt>
                  </w:sdtContent>
                </w:sdt>
              </w:p>
            </w:sdtContent>
          </w:sdt>
        </w:tc>
      </w:tr>
      <w:tr w:rsidR="006B56A8" w14:paraId="0C9172DD" w14:textId="77777777" w:rsidTr="008966A6">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1D69E5B" w14:textId="77777777" w:rsidR="006B56A8" w:rsidRDefault="006B56A8" w:rsidP="008966A6">
            <w: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622806143"/>
              <w:placeholder>
                <w:docPart w:val="0519E6A2EB9B41FE98C0F5DD06142433"/>
              </w:placeholder>
              <w:dropDownList>
                <w:listItem w:displayText="Positive" w:value="Positive"/>
                <w:listItem w:displayText="Negative" w:value="Negative"/>
                <w:listItem w:displayText="Neutral" w:value="Neutral"/>
              </w:dropDownList>
            </w:sdtPr>
            <w:sdtEndPr>
              <w:rPr>
                <w:rStyle w:val="Boldnormaltext"/>
              </w:rPr>
            </w:sdtEndPr>
            <w:sdtContent>
              <w:p w14:paraId="0185FEED" w14:textId="77777777" w:rsidR="006B56A8" w:rsidRPr="00BD3590" w:rsidRDefault="006B56A8" w:rsidP="008966A6">
                <w:pPr>
                  <w:rPr>
                    <w:rStyle w:val="Boldnormaltext"/>
                    <w:rFonts w:asciiTheme="minorHAnsi" w:hAnsiTheme="minorHAnsi"/>
                    <w:b w:val="0"/>
                  </w:rPr>
                </w:pPr>
                <w:r>
                  <w:rPr>
                    <w:rStyle w:val="Boldnormaltext"/>
                  </w:rPr>
                  <w:t>Neutral</w:t>
                </w:r>
              </w:p>
            </w:sdtContent>
          </w:sdt>
        </w:tc>
      </w:tr>
      <w:tr w:rsidR="006B56A8" w14:paraId="1BE0B93A" w14:textId="77777777" w:rsidTr="008966A6">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2F03492" w14:textId="77777777" w:rsidR="006B56A8" w:rsidRDefault="006B56A8" w:rsidP="008966A6">
            <w: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91413719"/>
              <w:placeholder>
                <w:docPart w:val="E992C6CAF278481E9990A6F7DDBB1654"/>
              </w:placeholder>
              <w:dropDownList>
                <w:listItem w:displayText="Positive" w:value="Positive"/>
                <w:listItem w:displayText="Negative" w:value="Negative"/>
                <w:listItem w:displayText="Neutral" w:value="Neutral"/>
              </w:dropDownList>
            </w:sdtPr>
            <w:sdtEndPr>
              <w:rPr>
                <w:rStyle w:val="Boldnormaltext"/>
              </w:rPr>
            </w:sdtEndPr>
            <w:sdtContent>
              <w:p w14:paraId="141D916E" w14:textId="77777777" w:rsidR="006B56A8" w:rsidRPr="00BD3590" w:rsidRDefault="006B56A8" w:rsidP="008966A6">
                <w:pPr>
                  <w:rPr>
                    <w:rStyle w:val="Boldnormaltext"/>
                  </w:rPr>
                </w:pPr>
                <w:r w:rsidRPr="00BD3590">
                  <w:rPr>
                    <w:rStyle w:val="Boldnormaltext"/>
                  </w:rPr>
                  <w:t>Positive</w:t>
                </w:r>
              </w:p>
            </w:sdtContent>
          </w:sdt>
          <w:p w14:paraId="4D60F696" w14:textId="77777777" w:rsidR="006B56A8" w:rsidRDefault="00FD77BF" w:rsidP="008966A6">
            <w:pPr>
              <w:rPr>
                <w:b/>
                <w:color w:val="808080"/>
              </w:rPr>
            </w:pPr>
            <w:sdt>
              <w:sdtPr>
                <w:rPr>
                  <w:rFonts w:ascii="Arial" w:hAnsi="Arial"/>
                  <w:b/>
                </w:rPr>
                <w:alias w:val="Insert text"/>
                <w:tag w:val="Insert text"/>
                <w:id w:val="1963229317"/>
                <w:placeholder>
                  <w:docPart w:val="C3E45BF1B96E476EB29B5C3DE68A4F68"/>
                </w:placeholder>
              </w:sdtPr>
              <w:sdtEndPr>
                <w:rPr>
                  <w:rFonts w:asciiTheme="minorHAnsi" w:hAnsiTheme="minorHAnsi"/>
                  <w:b w:val="0"/>
                </w:rPr>
              </w:sdtEndPr>
              <w:sdtContent>
                <w:r w:rsidR="006B56A8">
                  <w:t>By</w:t>
                </w:r>
                <w:r w:rsidR="006B56A8" w:rsidRPr="009529E5">
                  <w:t xml:space="preserve"> removing any gender bias, inequality</w:t>
                </w:r>
                <w:r w:rsidR="006B56A8">
                  <w:t>,</w:t>
                </w:r>
                <w:r w:rsidR="006B56A8" w:rsidRPr="009529E5">
                  <w:t xml:space="preserve"> and discrimination within the code and promoting equality and diversity. </w:t>
                </w:r>
              </w:sdtContent>
            </w:sdt>
          </w:p>
        </w:tc>
      </w:tr>
    </w:tbl>
    <w:p w14:paraId="26954DBC" w14:textId="77777777" w:rsidR="006B56A8" w:rsidRDefault="006B56A8" w:rsidP="006B56A8">
      <w:pPr>
        <w:tabs>
          <w:tab w:val="left" w:pos="2319"/>
        </w:tabs>
      </w:pPr>
    </w:p>
    <w:p w14:paraId="4C4DE001" w14:textId="77777777" w:rsidR="000D74DF" w:rsidRPr="005603D9" w:rsidRDefault="000E2957" w:rsidP="00BD6374">
      <w:pPr>
        <w:pStyle w:val="Heading2"/>
      </w:pPr>
      <w:bookmarkStart w:id="24" w:name="_Toc92967919"/>
      <w:r w:rsidRPr="000E2957">
        <w:t xml:space="preserve">Code Administrator </w:t>
      </w:r>
      <w:r w:rsidR="0014503B">
        <w:t>c</w:t>
      </w:r>
      <w:r w:rsidRPr="000E2957">
        <w:t xml:space="preserve">onsultation </w:t>
      </w:r>
      <w:r w:rsidR="0014503B">
        <w:t>s</w:t>
      </w:r>
      <w:r w:rsidRPr="000E2957">
        <w:t>ummary</w:t>
      </w:r>
      <w:bookmarkEnd w:id="24"/>
    </w:p>
    <w:p w14:paraId="6297538A" w14:textId="0CF20513" w:rsidR="0052061F" w:rsidRDefault="0052061F" w:rsidP="0052061F">
      <w:pPr>
        <w:spacing w:line="268" w:lineRule="auto"/>
        <w:ind w:right="320"/>
        <w:rPr>
          <w:rStyle w:val="eop"/>
          <w:rFonts w:cs="Arial"/>
          <w:color w:val="000000"/>
          <w:shd w:val="clear" w:color="auto" w:fill="FFFFFF"/>
        </w:rPr>
      </w:pPr>
      <w:r w:rsidRPr="00D82F20">
        <w:rPr>
          <w:rStyle w:val="eop"/>
          <w:rFonts w:cs="Arial"/>
          <w:color w:val="000000"/>
          <w:shd w:val="clear" w:color="auto" w:fill="FFFFFF"/>
        </w:rPr>
        <w:t xml:space="preserve">The Code Administrator Consultation was issued on the </w:t>
      </w:r>
      <w:r w:rsidR="00452A90">
        <w:rPr>
          <w:rStyle w:val="eop"/>
          <w:rFonts w:cs="Arial"/>
          <w:color w:val="000000"/>
          <w:shd w:val="clear" w:color="auto" w:fill="FFFFFF"/>
        </w:rPr>
        <w:t>03 December 2021</w:t>
      </w:r>
      <w:r w:rsidRPr="00D82F20">
        <w:rPr>
          <w:rStyle w:val="eop"/>
          <w:rFonts w:cs="Arial"/>
          <w:color w:val="000000"/>
          <w:shd w:val="clear" w:color="auto" w:fill="FFFFFF"/>
        </w:rPr>
        <w:t xml:space="preserve"> closed on </w:t>
      </w:r>
      <w:r w:rsidR="00452A90">
        <w:rPr>
          <w:rStyle w:val="eop"/>
          <w:rFonts w:cs="Arial"/>
          <w:color w:val="000000"/>
          <w:shd w:val="clear" w:color="auto" w:fill="FFFFFF"/>
        </w:rPr>
        <w:t>07 January</w:t>
      </w:r>
      <w:r w:rsidRPr="00D82F20">
        <w:rPr>
          <w:rStyle w:val="eop"/>
          <w:rFonts w:cs="Arial"/>
          <w:color w:val="000000"/>
          <w:shd w:val="clear" w:color="auto" w:fill="FFFFFF"/>
        </w:rPr>
        <w:t xml:space="preserve"> and received </w:t>
      </w:r>
      <w:r w:rsidR="004316D8">
        <w:rPr>
          <w:rStyle w:val="eop"/>
          <w:rFonts w:cs="Arial"/>
          <w:color w:val="000000"/>
          <w:shd w:val="clear" w:color="auto" w:fill="FFFFFF"/>
        </w:rPr>
        <w:t>1 r</w:t>
      </w:r>
      <w:r w:rsidRPr="00D82F20">
        <w:rPr>
          <w:rStyle w:val="eop"/>
          <w:rFonts w:cs="Arial"/>
          <w:color w:val="000000"/>
          <w:shd w:val="clear" w:color="auto" w:fill="FFFFFF"/>
        </w:rPr>
        <w:t>esponse</w:t>
      </w:r>
      <w:r w:rsidR="008141B3">
        <w:rPr>
          <w:rStyle w:val="eop"/>
          <w:rFonts w:cs="Arial"/>
          <w:color w:val="000000"/>
          <w:shd w:val="clear" w:color="auto" w:fill="FFFFFF"/>
        </w:rPr>
        <w:t xml:space="preserve"> from the ESO outlined in table</w:t>
      </w:r>
      <w:r w:rsidRPr="00D82F20">
        <w:rPr>
          <w:rStyle w:val="eop"/>
          <w:rFonts w:cs="Arial"/>
          <w:color w:val="000000"/>
          <w:shd w:val="clear" w:color="auto" w:fill="FFFFFF"/>
        </w:rPr>
        <w:t xml:space="preserve"> below</w:t>
      </w:r>
      <w:r w:rsidR="008141B3">
        <w:rPr>
          <w:rStyle w:val="eop"/>
          <w:rFonts w:cs="Arial"/>
          <w:color w:val="000000"/>
          <w:shd w:val="clear" w:color="auto" w:fill="FFFFFF"/>
        </w:rPr>
        <w:t xml:space="preserve"> and available in Annex </w:t>
      </w:r>
      <w:r w:rsidR="00792EB8">
        <w:rPr>
          <w:rStyle w:val="eop"/>
          <w:rFonts w:cs="Arial"/>
          <w:color w:val="000000"/>
          <w:shd w:val="clear" w:color="auto" w:fill="FFFFFF"/>
        </w:rPr>
        <w:t>4</w:t>
      </w:r>
      <w:r w:rsidR="008141B3">
        <w:rPr>
          <w:rStyle w:val="eop"/>
          <w:rFonts w:cs="Arial"/>
          <w:color w:val="000000"/>
          <w:shd w:val="clear" w:color="auto" w:fill="FFFFFF"/>
        </w:rPr>
        <w:t>.</w:t>
      </w:r>
    </w:p>
    <w:p w14:paraId="626CB26B" w14:textId="77777777" w:rsidR="00470B5B" w:rsidRDefault="00470B5B" w:rsidP="005603D9"/>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31"/>
        <w:gridCol w:w="5247"/>
      </w:tblGrid>
      <w:tr w:rsidR="00764293" w:rsidRPr="00052B7F" w14:paraId="13C5CA5A" w14:textId="77777777" w:rsidTr="008966A6">
        <w:trPr>
          <w:trHeight w:val="636"/>
          <w:jc w:val="center"/>
        </w:trPr>
        <w:tc>
          <w:tcPr>
            <w:tcW w:w="5000" w:type="pct"/>
            <w:gridSpan w:val="2"/>
            <w:shd w:val="clear" w:color="auto" w:fill="F26522" w:themeFill="accent1"/>
            <w:tcMar>
              <w:top w:w="15" w:type="dxa"/>
              <w:left w:w="108" w:type="dxa"/>
              <w:bottom w:w="0" w:type="dxa"/>
              <w:right w:w="108" w:type="dxa"/>
            </w:tcMar>
          </w:tcPr>
          <w:p w14:paraId="7F05922D" w14:textId="77777777" w:rsidR="00764293" w:rsidRPr="00052B7F" w:rsidRDefault="00764293" w:rsidP="008966A6">
            <w:pPr>
              <w:rPr>
                <w:rFonts w:cs="Arial"/>
                <w:b/>
                <w:bCs/>
                <w:color w:val="FFFFFF"/>
              </w:rPr>
            </w:pPr>
            <w:r>
              <w:rPr>
                <w:rFonts w:cs="Arial"/>
                <w:b/>
                <w:bCs/>
                <w:color w:val="FFFFFF"/>
              </w:rPr>
              <w:t xml:space="preserve">Code Administrator Consultation summary </w:t>
            </w:r>
          </w:p>
        </w:tc>
      </w:tr>
      <w:tr w:rsidR="00764293" w:rsidRPr="00052B7F" w14:paraId="19FEE9D5" w14:textId="77777777" w:rsidTr="008966A6">
        <w:trPr>
          <w:trHeight w:val="55"/>
          <w:jc w:val="center"/>
        </w:trPr>
        <w:tc>
          <w:tcPr>
            <w:tcW w:w="5000" w:type="pct"/>
            <w:gridSpan w:val="2"/>
            <w:shd w:val="clear" w:color="auto" w:fill="auto"/>
            <w:tcMar>
              <w:top w:w="15" w:type="dxa"/>
              <w:left w:w="108" w:type="dxa"/>
              <w:bottom w:w="0" w:type="dxa"/>
              <w:right w:w="108" w:type="dxa"/>
            </w:tcMar>
          </w:tcPr>
          <w:p w14:paraId="25F097DE" w14:textId="77777777" w:rsidR="00764293" w:rsidRPr="00052B7F" w:rsidRDefault="00764293" w:rsidP="008966A6">
            <w:pPr>
              <w:rPr>
                <w:rFonts w:cs="Arial"/>
                <w:b/>
              </w:rPr>
            </w:pPr>
            <w:r w:rsidRPr="00581574">
              <w:rPr>
                <w:rFonts w:cs="Arial"/>
                <w:b/>
                <w:bCs/>
              </w:rPr>
              <w:t>Question</w:t>
            </w:r>
          </w:p>
        </w:tc>
      </w:tr>
      <w:tr w:rsidR="00764293" w:rsidRPr="00052B7F" w14:paraId="57CB48AA" w14:textId="77777777" w:rsidTr="008966A6">
        <w:trPr>
          <w:trHeight w:val="55"/>
          <w:jc w:val="center"/>
        </w:trPr>
        <w:tc>
          <w:tcPr>
            <w:tcW w:w="2232" w:type="pct"/>
            <w:shd w:val="clear" w:color="auto" w:fill="auto"/>
            <w:tcMar>
              <w:top w:w="15" w:type="dxa"/>
              <w:left w:w="108" w:type="dxa"/>
              <w:bottom w:w="0" w:type="dxa"/>
              <w:right w:w="108" w:type="dxa"/>
            </w:tcMar>
          </w:tcPr>
          <w:p w14:paraId="635D3D1C" w14:textId="242CA01C" w:rsidR="00764293" w:rsidRPr="00260B04" w:rsidRDefault="00764293" w:rsidP="008966A6">
            <w:pPr>
              <w:rPr>
                <w:rFonts w:cs="Arial"/>
                <w:bCs/>
              </w:rPr>
            </w:pPr>
            <w:r w:rsidRPr="00260B04">
              <w:rPr>
                <w:rFonts w:cs="Arial"/>
                <w:bCs/>
              </w:rPr>
              <w:t>Do you believe that the GC</w:t>
            </w:r>
            <w:r w:rsidR="00452A90">
              <w:rPr>
                <w:rFonts w:cs="Arial"/>
                <w:bCs/>
              </w:rPr>
              <w:t>0155</w:t>
            </w:r>
            <w:r w:rsidRPr="00260B04">
              <w:rPr>
                <w:rFonts w:cs="Arial"/>
                <w:bCs/>
              </w:rPr>
              <w:t xml:space="preserve"> Original Proposal better facilitates the Grid Code Objectives?</w:t>
            </w:r>
          </w:p>
        </w:tc>
        <w:sdt>
          <w:sdtPr>
            <w:rPr>
              <w:rFonts w:asciiTheme="minorHAnsi" w:eastAsiaTheme="minorHAnsi" w:hAnsiTheme="minorHAnsi" w:cstheme="minorBidi"/>
              <w:sz w:val="24"/>
              <w:szCs w:val="22"/>
              <w:lang w:eastAsia="en-US"/>
            </w:rPr>
            <w:id w:val="-1563557985"/>
            <w:placeholder>
              <w:docPart w:val="286984900C0A44C0BA3DD35FD9150849"/>
            </w:placeholder>
          </w:sdtPr>
          <w:sdtEndPr/>
          <w:sdtContent>
            <w:tc>
              <w:tcPr>
                <w:tcW w:w="2768" w:type="pct"/>
              </w:tcPr>
              <w:p w14:paraId="7B6A494E" w14:textId="061BF0C3" w:rsidR="009176AF" w:rsidRDefault="009176AF" w:rsidP="009176AF">
                <w:pPr>
                  <w:pStyle w:val="BodyText"/>
                  <w:rPr>
                    <w:sz w:val="24"/>
                  </w:rPr>
                </w:pPr>
                <w:r>
                  <w:rPr>
                    <w:sz w:val="24"/>
                  </w:rPr>
                  <w:t>Yes, the Original Proposal better supports objective e of the Grid Code Objectives.</w:t>
                </w:r>
              </w:p>
              <w:p w14:paraId="0AFE45E0" w14:textId="378B37F0" w:rsidR="00764293" w:rsidRPr="00B81DA5" w:rsidRDefault="009176AF" w:rsidP="009176AF">
                <w:pPr>
                  <w:rPr>
                    <w:rFonts w:cs="Arial"/>
                    <w:i/>
                    <w:color w:val="FF0000"/>
                  </w:rPr>
                </w:pPr>
                <w:r>
                  <w:lastRenderedPageBreak/>
                  <w:t xml:space="preserve">The Original Proposal will achieve this by removing any gender bias, inequality and discrimination within the code and promote equality and diversity. </w:t>
                </w:r>
              </w:p>
            </w:tc>
          </w:sdtContent>
        </w:sdt>
      </w:tr>
      <w:tr w:rsidR="00764293" w:rsidRPr="00052B7F" w14:paraId="1E6F152C" w14:textId="77777777" w:rsidTr="008966A6">
        <w:trPr>
          <w:trHeight w:val="55"/>
          <w:jc w:val="center"/>
        </w:trPr>
        <w:tc>
          <w:tcPr>
            <w:tcW w:w="2232" w:type="pct"/>
            <w:shd w:val="clear" w:color="auto" w:fill="auto"/>
            <w:tcMar>
              <w:top w:w="15" w:type="dxa"/>
              <w:left w:w="108" w:type="dxa"/>
              <w:bottom w:w="0" w:type="dxa"/>
              <w:right w:w="108" w:type="dxa"/>
            </w:tcMar>
          </w:tcPr>
          <w:p w14:paraId="2CAF74A1" w14:textId="77777777" w:rsidR="00764293" w:rsidRPr="00260B04" w:rsidRDefault="00764293" w:rsidP="008966A6">
            <w:pPr>
              <w:rPr>
                <w:rFonts w:cs="Arial"/>
              </w:rPr>
            </w:pPr>
            <w:r w:rsidRPr="00260B04">
              <w:rPr>
                <w:rStyle w:val="normaltextrun"/>
                <w:rFonts w:cs="Arial"/>
              </w:rPr>
              <w:lastRenderedPageBreak/>
              <w:t>Do you support the proposed implementation approach?</w:t>
            </w:r>
            <w:r w:rsidRPr="00260B04">
              <w:rPr>
                <w:rStyle w:val="eop"/>
                <w:rFonts w:cs="Arial"/>
              </w:rPr>
              <w:t> </w:t>
            </w:r>
          </w:p>
        </w:tc>
        <w:tc>
          <w:tcPr>
            <w:tcW w:w="2768" w:type="pct"/>
          </w:tcPr>
          <w:p w14:paraId="621A1A48" w14:textId="67DC763E" w:rsidR="00764293" w:rsidRPr="008141B3" w:rsidRDefault="008141B3" w:rsidP="008966A6">
            <w:pPr>
              <w:rPr>
                <w:rFonts w:cs="Arial"/>
                <w:bCs/>
              </w:rPr>
            </w:pPr>
            <w:r w:rsidRPr="008141B3">
              <w:rPr>
                <w:rFonts w:cs="Arial"/>
                <w:bCs/>
              </w:rPr>
              <w:t>Y</w:t>
            </w:r>
            <w:r w:rsidRPr="008141B3">
              <w:rPr>
                <w:bCs/>
              </w:rPr>
              <w:t>es</w:t>
            </w:r>
          </w:p>
        </w:tc>
      </w:tr>
      <w:tr w:rsidR="00764293" w:rsidRPr="00052B7F" w14:paraId="286D6F5A" w14:textId="77777777" w:rsidTr="008966A6">
        <w:trPr>
          <w:trHeight w:val="55"/>
          <w:jc w:val="center"/>
        </w:trPr>
        <w:tc>
          <w:tcPr>
            <w:tcW w:w="2232" w:type="pct"/>
            <w:shd w:val="clear" w:color="auto" w:fill="auto"/>
            <w:tcMar>
              <w:top w:w="15" w:type="dxa"/>
              <w:left w:w="108" w:type="dxa"/>
              <w:bottom w:w="0" w:type="dxa"/>
              <w:right w:w="108" w:type="dxa"/>
            </w:tcMar>
          </w:tcPr>
          <w:p w14:paraId="268C0ABC" w14:textId="77777777" w:rsidR="00764293" w:rsidRPr="00260B04" w:rsidRDefault="00764293" w:rsidP="008966A6">
            <w:pPr>
              <w:rPr>
                <w:rFonts w:cs="Arial"/>
                <w:bCs/>
              </w:rPr>
            </w:pPr>
            <w:r w:rsidRPr="00260B04">
              <w:rPr>
                <w:rFonts w:cs="Arial"/>
                <w:bCs/>
              </w:rPr>
              <w:t>Do you have any other comments?</w:t>
            </w:r>
          </w:p>
        </w:tc>
        <w:sdt>
          <w:sdtPr>
            <w:rPr>
              <w:rFonts w:cs="Arial"/>
            </w:rPr>
            <w:id w:val="1307668979"/>
            <w:placeholder>
              <w:docPart w:val="EB3671C39E874533BA01FD3909B155DE"/>
            </w:placeholder>
          </w:sdtPr>
          <w:sdtEndPr/>
          <w:sdtContent>
            <w:tc>
              <w:tcPr>
                <w:tcW w:w="2768" w:type="pct"/>
              </w:tcPr>
              <w:p w14:paraId="6584884A" w14:textId="64A0F755" w:rsidR="00764293" w:rsidRPr="00052B7F" w:rsidRDefault="008141B3" w:rsidP="008966A6">
                <w:pPr>
                  <w:rPr>
                    <w:rFonts w:cs="Arial"/>
                    <w:b/>
                  </w:rPr>
                </w:pPr>
                <w:r>
                  <w:rPr>
                    <w:rFonts w:cs="Arial"/>
                  </w:rPr>
                  <w:t xml:space="preserve">The proposal will ensure consistency with the Connection and Use of System Code (CUSC) modification (CMP380). </w:t>
                </w:r>
              </w:p>
            </w:tc>
          </w:sdtContent>
        </w:sdt>
      </w:tr>
    </w:tbl>
    <w:p w14:paraId="2CA24854" w14:textId="77777777" w:rsidR="00DA5DB8" w:rsidRDefault="00DA5DB8" w:rsidP="005603D9"/>
    <w:p w14:paraId="68BD7EE0" w14:textId="77777777" w:rsidR="00A70AD0" w:rsidRDefault="00A70AD0" w:rsidP="00BD6374">
      <w:pPr>
        <w:pStyle w:val="Heading2"/>
      </w:pPr>
      <w:bookmarkStart w:id="25" w:name="_Toc92967920"/>
      <w:r>
        <w:t>Panel recommendation/determination vote</w:t>
      </w:r>
      <w:bookmarkEnd w:id="25"/>
    </w:p>
    <w:p w14:paraId="48B958B3" w14:textId="78B11DDD" w:rsidR="00E826BE" w:rsidRPr="008141B3" w:rsidRDefault="00E826BE" w:rsidP="00E826BE">
      <w:pPr>
        <w:spacing w:line="268" w:lineRule="auto"/>
        <w:ind w:right="320"/>
        <w:jc w:val="both"/>
        <w:rPr>
          <w:rStyle w:val="eop"/>
          <w:rFonts w:cs="Arial"/>
          <w:color w:val="000000"/>
          <w:shd w:val="clear" w:color="auto" w:fill="FFFFFF"/>
        </w:rPr>
      </w:pPr>
      <w:r w:rsidRPr="00D027D5">
        <w:rPr>
          <w:rStyle w:val="eop"/>
          <w:rFonts w:cs="Arial"/>
          <w:color w:val="000000"/>
          <w:shd w:val="clear" w:color="auto" w:fill="FFFFFF"/>
        </w:rPr>
        <w:t xml:space="preserve">The Panel </w:t>
      </w:r>
      <w:r w:rsidR="00C711C3">
        <w:rPr>
          <w:rStyle w:val="eop"/>
          <w:rFonts w:cs="Arial"/>
          <w:color w:val="000000"/>
          <w:shd w:val="clear" w:color="auto" w:fill="FFFFFF"/>
        </w:rPr>
        <w:t xml:space="preserve">will meet on </w:t>
      </w:r>
      <w:r w:rsidR="0086729B">
        <w:rPr>
          <w:rStyle w:val="eop"/>
          <w:rFonts w:cs="Arial"/>
          <w:color w:val="000000"/>
          <w:shd w:val="clear" w:color="auto" w:fill="FFFFFF"/>
        </w:rPr>
        <w:t>27 January 2022</w:t>
      </w:r>
      <w:r w:rsidRPr="00D027D5">
        <w:rPr>
          <w:rStyle w:val="eop"/>
          <w:rFonts w:cs="Arial"/>
          <w:color w:val="000000"/>
          <w:shd w:val="clear" w:color="auto" w:fill="FFFFFF"/>
        </w:rPr>
        <w:t xml:space="preserve"> to carry out </w:t>
      </w:r>
      <w:r w:rsidRPr="008141B3">
        <w:rPr>
          <w:rStyle w:val="eop"/>
          <w:rFonts w:cs="Arial"/>
          <w:color w:val="000000"/>
          <w:shd w:val="clear" w:color="auto" w:fill="FFFFFF"/>
        </w:rPr>
        <w:t xml:space="preserve">their </w:t>
      </w:r>
      <w:r w:rsidR="0092758C" w:rsidRPr="008141B3">
        <w:rPr>
          <w:rStyle w:val="eop"/>
          <w:rFonts w:cs="Arial"/>
          <w:color w:val="000000"/>
          <w:shd w:val="clear" w:color="auto" w:fill="FFFFFF"/>
        </w:rPr>
        <w:t>determination</w:t>
      </w:r>
      <w:r w:rsidRPr="008141B3">
        <w:rPr>
          <w:rStyle w:val="eop"/>
          <w:rFonts w:cs="Arial"/>
          <w:color w:val="000000"/>
          <w:shd w:val="clear" w:color="auto" w:fill="FFFFFF"/>
        </w:rPr>
        <w:t xml:space="preserve"> vote.</w:t>
      </w:r>
    </w:p>
    <w:p w14:paraId="098CB880" w14:textId="22DBAC5D" w:rsidR="00E826BE" w:rsidRDefault="00E826BE" w:rsidP="00E826BE">
      <w:pPr>
        <w:spacing w:line="268" w:lineRule="auto"/>
        <w:ind w:right="320"/>
        <w:jc w:val="both"/>
        <w:rPr>
          <w:rStyle w:val="eop"/>
          <w:rFonts w:cs="Arial"/>
          <w:color w:val="000000"/>
          <w:shd w:val="clear" w:color="auto" w:fill="FFFFFF"/>
        </w:rPr>
      </w:pPr>
      <w:r w:rsidRPr="008141B3">
        <w:rPr>
          <w:rStyle w:val="eop"/>
          <w:rFonts w:cs="Arial"/>
          <w:color w:val="000000"/>
          <w:shd w:val="clear" w:color="auto" w:fill="FFFFFF"/>
        </w:rPr>
        <w:t>They assessed whether a change should be made to the Grid Code by assessing the proposed change and any alternatives against the Applicable Objectives</w:t>
      </w:r>
      <w:r w:rsidRPr="00D027D5">
        <w:rPr>
          <w:rStyle w:val="eop"/>
          <w:rFonts w:cs="Arial"/>
          <w:color w:val="000000"/>
          <w:shd w:val="clear" w:color="auto" w:fill="FFFFFF"/>
        </w:rPr>
        <w:t xml:space="preserve">.  </w:t>
      </w:r>
    </w:p>
    <w:p w14:paraId="25DB847D" w14:textId="77777777" w:rsidR="005002B6" w:rsidRDefault="005002B6" w:rsidP="005002B6">
      <w:pPr>
        <w:spacing w:line="266" w:lineRule="auto"/>
        <w:ind w:right="320"/>
        <w:jc w:val="both"/>
        <w:rPr>
          <w:rStyle w:val="eop"/>
          <w:rFonts w:cs="Arial"/>
          <w:color w:val="000000"/>
          <w:highlight w:val="yellow"/>
          <w:shd w:val="clear" w:color="auto" w:fill="FFFFFF"/>
        </w:rPr>
      </w:pPr>
    </w:p>
    <w:p w14:paraId="5F0606D6" w14:textId="77777777" w:rsidR="00E826BE" w:rsidRDefault="00E826BE" w:rsidP="00E826BE">
      <w:pPr>
        <w:spacing w:line="268" w:lineRule="auto"/>
        <w:ind w:right="320"/>
        <w:jc w:val="both"/>
        <w:rPr>
          <w:rStyle w:val="eop"/>
          <w:rFonts w:cs="Arial"/>
          <w:b/>
          <w:color w:val="000000"/>
          <w:shd w:val="clear" w:color="auto" w:fill="FFFFFF"/>
        </w:rPr>
      </w:pPr>
    </w:p>
    <w:p w14:paraId="6C05AD94" w14:textId="77777777" w:rsidR="00556F8A" w:rsidRPr="00A1681E"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30E10373" w14:textId="77777777" w:rsidR="00556F8A" w:rsidRPr="00F015E9" w:rsidRDefault="00556F8A" w:rsidP="00556F8A">
      <w:pPr>
        <w:rPr>
          <w:rFonts w:cs="Arial"/>
        </w:rPr>
      </w:pPr>
      <w:r w:rsidRPr="00F015E9">
        <w:rPr>
          <w:rFonts w:cs="Arial"/>
        </w:rPr>
        <w:t>Panel Member:</w:t>
      </w:r>
      <w:r w:rsidRPr="00A33C93">
        <w:rPr>
          <w:rFonts w:cs="Arial"/>
          <w:b/>
        </w:rPr>
        <w:t xml:space="preserve"> </w:t>
      </w:r>
      <w:r>
        <w:rPr>
          <w:rFonts w:cs="Arial"/>
          <w:b/>
        </w:rPr>
        <w:t>Alan Creighton: Northern Power Grid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72E19FEF"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34E0FD8"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4C2ACBC"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B6964EA"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5513CD2"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8973FFF"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7EEF47"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9AE683C"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20ECA950"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54C1815E"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8CE292"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DDCB257"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B26908"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5741EEF"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2D3BE86"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040CC5C" w14:textId="77777777" w:rsidR="00556F8A" w:rsidRPr="00FB6273" w:rsidRDefault="00556F8A" w:rsidP="008966A6">
            <w:pPr>
              <w:jc w:val="center"/>
              <w:rPr>
                <w:rFonts w:cs="Arial"/>
                <w:color w:val="000000"/>
              </w:rPr>
            </w:pPr>
          </w:p>
        </w:tc>
      </w:tr>
      <w:tr w:rsidR="00556F8A" w:rsidRPr="00F015E9" w14:paraId="2113F258"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2281BE9"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C375D0"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08B80EF"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2DE1887"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D5FECBA"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40974CF"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D30FDA" w14:textId="77777777" w:rsidR="00556F8A" w:rsidRPr="00FB6273" w:rsidRDefault="00556F8A" w:rsidP="008966A6">
            <w:pPr>
              <w:jc w:val="center"/>
              <w:rPr>
                <w:rFonts w:cs="Arial"/>
                <w:color w:val="000000"/>
              </w:rPr>
            </w:pPr>
          </w:p>
        </w:tc>
      </w:tr>
      <w:tr w:rsidR="00556F8A" w:rsidRPr="00F015E9" w14:paraId="2EBA71A7"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544CCC6"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708141"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61B4C5D"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04D7D01"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C15487"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D46542"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3D60E1" w14:textId="77777777" w:rsidR="00556F8A" w:rsidRPr="00FB6273" w:rsidRDefault="00556F8A" w:rsidP="008966A6">
            <w:pPr>
              <w:jc w:val="center"/>
              <w:rPr>
                <w:rFonts w:cs="Arial"/>
                <w:color w:val="000000"/>
              </w:rPr>
            </w:pPr>
          </w:p>
        </w:tc>
      </w:tr>
      <w:tr w:rsidR="00556F8A" w:rsidRPr="00F015E9" w14:paraId="3BC467F8"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A6EC4F"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2D5E6BE5"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D563B1" w14:textId="77777777" w:rsidR="00556F8A" w:rsidRPr="00F85EF5" w:rsidRDefault="00556F8A" w:rsidP="008966A6">
            <w:pPr>
              <w:rPr>
                <w:rFonts w:cs="Arial"/>
                <w:color w:val="FFFFFF"/>
              </w:rPr>
            </w:pPr>
          </w:p>
        </w:tc>
      </w:tr>
    </w:tbl>
    <w:p w14:paraId="1A5E0DEE" w14:textId="77777777" w:rsidR="00556F8A" w:rsidRDefault="00556F8A" w:rsidP="00556F8A">
      <w:pPr>
        <w:rPr>
          <w:rFonts w:cs="Arial"/>
          <w:b/>
          <w:u w:val="single"/>
        </w:rPr>
      </w:pPr>
    </w:p>
    <w:p w14:paraId="25491FDB" w14:textId="77777777" w:rsidR="00556F8A" w:rsidRPr="00A1681E"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0157D779" w14:textId="77777777" w:rsidR="00556F8A" w:rsidRPr="00F015E9" w:rsidRDefault="00556F8A" w:rsidP="00556F8A">
      <w:pPr>
        <w:rPr>
          <w:rFonts w:cs="Arial"/>
        </w:rPr>
      </w:pPr>
      <w:r w:rsidRPr="00F015E9">
        <w:rPr>
          <w:rFonts w:cs="Arial"/>
        </w:rPr>
        <w:t>Panel Member:</w:t>
      </w:r>
      <w:r w:rsidRPr="00A33C93">
        <w:rPr>
          <w:rFonts w:cs="Arial"/>
          <w:b/>
        </w:rPr>
        <w:t xml:space="preserve"> </w:t>
      </w:r>
      <w:r>
        <w:rPr>
          <w:rFonts w:cs="Arial"/>
          <w:b/>
        </w:rPr>
        <w:t>Alastair Frew: Drax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79E9C6E3"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1F1F84D"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ACF766B"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3FEC10C"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F40C72C"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325A659"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66B631F"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0C67E58"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51E5FAD8"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187FF943"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8A507E"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3E9A62"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DB58CAC"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E29D72"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BED4A9"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F144B7" w14:textId="77777777" w:rsidR="00556F8A" w:rsidRPr="00FB6273" w:rsidRDefault="00556F8A" w:rsidP="008966A6">
            <w:pPr>
              <w:jc w:val="center"/>
              <w:rPr>
                <w:rFonts w:cs="Arial"/>
                <w:color w:val="000000"/>
              </w:rPr>
            </w:pPr>
          </w:p>
        </w:tc>
      </w:tr>
      <w:tr w:rsidR="00556F8A" w:rsidRPr="00F015E9" w14:paraId="19EEAA95"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ED50C8D"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E4F867E"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E7609F"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728D3A"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A0BF45"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D65B56"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27ABE98" w14:textId="77777777" w:rsidR="00556F8A" w:rsidRPr="00FB6273" w:rsidRDefault="00556F8A" w:rsidP="008966A6">
            <w:pPr>
              <w:jc w:val="center"/>
              <w:rPr>
                <w:rFonts w:cs="Arial"/>
                <w:color w:val="000000"/>
              </w:rPr>
            </w:pPr>
          </w:p>
        </w:tc>
      </w:tr>
      <w:tr w:rsidR="00556F8A" w:rsidRPr="00F015E9" w14:paraId="785BAD6D"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412D60A"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AA3B84"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B9F06C"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494549"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F3EA7E"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377CFF8"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724205" w14:textId="77777777" w:rsidR="00556F8A" w:rsidRPr="00FB6273" w:rsidRDefault="00556F8A" w:rsidP="008966A6">
            <w:pPr>
              <w:jc w:val="center"/>
              <w:rPr>
                <w:rFonts w:cs="Arial"/>
                <w:color w:val="000000"/>
              </w:rPr>
            </w:pPr>
          </w:p>
        </w:tc>
      </w:tr>
      <w:tr w:rsidR="00556F8A" w:rsidRPr="00F015E9" w14:paraId="12B4CE52"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193936"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09318D72"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D5BE373" w14:textId="77777777" w:rsidR="00556F8A" w:rsidRPr="00F85EF5" w:rsidRDefault="00556F8A" w:rsidP="008966A6">
            <w:pPr>
              <w:rPr>
                <w:rFonts w:cs="Arial"/>
                <w:color w:val="FFFFFF"/>
              </w:rPr>
            </w:pPr>
          </w:p>
        </w:tc>
      </w:tr>
    </w:tbl>
    <w:p w14:paraId="4D0BF9A6" w14:textId="77777777" w:rsidR="00556F8A" w:rsidRDefault="00556F8A" w:rsidP="00556F8A">
      <w:pPr>
        <w:rPr>
          <w:rFonts w:cs="Arial"/>
          <w:b/>
          <w:u w:val="single"/>
        </w:rPr>
      </w:pPr>
    </w:p>
    <w:p w14:paraId="5F7527B9" w14:textId="77777777" w:rsidR="00556F8A" w:rsidRPr="00A1681E"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2C81DCEB" w14:textId="77777777" w:rsidR="00556F8A" w:rsidRPr="00F015E9" w:rsidRDefault="00556F8A" w:rsidP="00556F8A">
      <w:pPr>
        <w:rPr>
          <w:rFonts w:cs="Arial"/>
        </w:rPr>
      </w:pPr>
      <w:r w:rsidRPr="00F015E9">
        <w:rPr>
          <w:rFonts w:cs="Arial"/>
        </w:rPr>
        <w:t>Panel Member:</w:t>
      </w:r>
      <w:r w:rsidRPr="00A33C93">
        <w:rPr>
          <w:rFonts w:cs="Arial"/>
          <w:b/>
        </w:rPr>
        <w:t xml:space="preserve"> </w:t>
      </w:r>
      <w:r>
        <w:rPr>
          <w:rFonts w:cs="Arial"/>
          <w:b/>
        </w:rPr>
        <w:t>Christopher Smith: National Grid Viking Link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1FAB3EAE"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D04EEC1"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1480B41"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3E46561"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C11E685"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5C56392"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89970E"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974C4B5"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3D7CE6E1"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07905468"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02E04A"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634DCC"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AC7FED"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4B46164"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091F4E"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02E0F5" w14:textId="77777777" w:rsidR="00556F8A" w:rsidRPr="00FB6273" w:rsidRDefault="00556F8A" w:rsidP="008966A6">
            <w:pPr>
              <w:jc w:val="center"/>
              <w:rPr>
                <w:rFonts w:cs="Arial"/>
                <w:color w:val="000000"/>
              </w:rPr>
            </w:pPr>
          </w:p>
        </w:tc>
      </w:tr>
      <w:tr w:rsidR="00556F8A" w:rsidRPr="00F015E9" w14:paraId="22D9A441"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7BB21156"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501B02"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12904DB"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ABF30A"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97AA49"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6CA2D6"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BAFD05E" w14:textId="77777777" w:rsidR="00556F8A" w:rsidRPr="00FB6273" w:rsidRDefault="00556F8A" w:rsidP="008966A6">
            <w:pPr>
              <w:jc w:val="center"/>
              <w:rPr>
                <w:rFonts w:cs="Arial"/>
                <w:color w:val="000000"/>
              </w:rPr>
            </w:pPr>
          </w:p>
        </w:tc>
      </w:tr>
      <w:tr w:rsidR="00556F8A" w:rsidRPr="00F015E9" w14:paraId="597E9D5A"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127F2011"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FDE679"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47F6F91"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E8160B"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A2944F"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20A59D"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7E6F3F" w14:textId="77777777" w:rsidR="00556F8A" w:rsidRPr="00FB6273" w:rsidRDefault="00556F8A" w:rsidP="008966A6">
            <w:pPr>
              <w:jc w:val="center"/>
              <w:rPr>
                <w:rFonts w:cs="Arial"/>
                <w:color w:val="000000"/>
              </w:rPr>
            </w:pPr>
          </w:p>
        </w:tc>
      </w:tr>
      <w:tr w:rsidR="00556F8A" w:rsidRPr="00F015E9" w14:paraId="3D16A476"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675AE3"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0544B4B5"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B00F39" w14:textId="77777777" w:rsidR="00556F8A" w:rsidRPr="00F85EF5" w:rsidRDefault="00556F8A" w:rsidP="008966A6">
            <w:pPr>
              <w:rPr>
                <w:rFonts w:cs="Arial"/>
                <w:color w:val="FFFFFF"/>
              </w:rPr>
            </w:pPr>
          </w:p>
        </w:tc>
      </w:tr>
    </w:tbl>
    <w:p w14:paraId="37D543AB" w14:textId="77777777" w:rsidR="00556F8A" w:rsidRDefault="00556F8A" w:rsidP="00556F8A">
      <w:pPr>
        <w:rPr>
          <w:rFonts w:cs="Arial"/>
          <w:b/>
          <w:u w:val="single"/>
        </w:rPr>
      </w:pPr>
    </w:p>
    <w:p w14:paraId="0B91CEA4" w14:textId="77777777" w:rsidR="00556F8A" w:rsidRPr="00A1681E"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73B1230C" w14:textId="77777777" w:rsidR="00556F8A" w:rsidRPr="00F015E9" w:rsidRDefault="00556F8A" w:rsidP="00556F8A">
      <w:pPr>
        <w:rPr>
          <w:rFonts w:cs="Arial"/>
        </w:rPr>
      </w:pPr>
      <w:r w:rsidRPr="00F015E9">
        <w:rPr>
          <w:rFonts w:cs="Arial"/>
        </w:rPr>
        <w:t>Panel Member:</w:t>
      </w:r>
      <w:r w:rsidRPr="00A33C93">
        <w:rPr>
          <w:rFonts w:cs="Arial"/>
          <w:b/>
        </w:rPr>
        <w:t xml:space="preserve"> </w:t>
      </w:r>
      <w:r>
        <w:rPr>
          <w:rFonts w:cs="Arial"/>
          <w:b/>
        </w:rPr>
        <w:t xml:space="preserve">Guy Nicholson: </w:t>
      </w:r>
      <w:proofErr w:type="spellStart"/>
      <w:r>
        <w:rPr>
          <w:rFonts w:cs="Arial"/>
          <w:b/>
        </w:rPr>
        <w:t>Statkraft</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48676D45"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D9A6969"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7CACA45"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9BE8CEA"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E30AA4D"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C0215C6"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0A49E9"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0C24895"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3591682A"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42D7D48C"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D01C896"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8791880"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ADE9FF"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F6D373"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21AA742"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8F8FEF" w14:textId="77777777" w:rsidR="00556F8A" w:rsidRPr="00FB6273" w:rsidRDefault="00556F8A" w:rsidP="008966A6">
            <w:pPr>
              <w:jc w:val="center"/>
              <w:rPr>
                <w:rFonts w:cs="Arial"/>
                <w:color w:val="000000"/>
              </w:rPr>
            </w:pPr>
          </w:p>
        </w:tc>
      </w:tr>
      <w:tr w:rsidR="00556F8A" w:rsidRPr="00F015E9" w14:paraId="6EA770B0"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655F0C5"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A02836B"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D786F25"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4CBF05"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492830"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979F90"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3D14741" w14:textId="77777777" w:rsidR="00556F8A" w:rsidRPr="00FB6273" w:rsidRDefault="00556F8A" w:rsidP="008966A6">
            <w:pPr>
              <w:jc w:val="center"/>
              <w:rPr>
                <w:rFonts w:cs="Arial"/>
                <w:color w:val="000000"/>
              </w:rPr>
            </w:pPr>
          </w:p>
        </w:tc>
      </w:tr>
      <w:tr w:rsidR="00556F8A" w:rsidRPr="00F015E9" w14:paraId="1BA81CF8"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89AF53E"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BF152D"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C9C4E64"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783383"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55CF29E"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9D482EB"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AF6450" w14:textId="77777777" w:rsidR="00556F8A" w:rsidRPr="00FB6273" w:rsidRDefault="00556F8A" w:rsidP="008966A6">
            <w:pPr>
              <w:jc w:val="center"/>
              <w:rPr>
                <w:rFonts w:cs="Arial"/>
                <w:color w:val="000000"/>
              </w:rPr>
            </w:pPr>
          </w:p>
        </w:tc>
      </w:tr>
      <w:tr w:rsidR="00556F8A" w:rsidRPr="00F015E9" w14:paraId="1ABAD796"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6C09A6"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0565CBA9"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ED4467" w14:textId="77777777" w:rsidR="00556F8A" w:rsidRPr="00F85EF5" w:rsidRDefault="00556F8A" w:rsidP="008966A6">
            <w:pPr>
              <w:rPr>
                <w:rFonts w:cs="Arial"/>
                <w:color w:val="FFFFFF"/>
              </w:rPr>
            </w:pPr>
          </w:p>
        </w:tc>
      </w:tr>
    </w:tbl>
    <w:p w14:paraId="2D42B443" w14:textId="77777777" w:rsidR="00556F8A" w:rsidRDefault="00556F8A" w:rsidP="00556F8A">
      <w:pPr>
        <w:rPr>
          <w:rFonts w:cs="Arial"/>
          <w:b/>
          <w:u w:val="single"/>
        </w:rPr>
      </w:pPr>
    </w:p>
    <w:p w14:paraId="730A4C13" w14:textId="77777777" w:rsidR="00556F8A" w:rsidRPr="00A1681E"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6D1557A8" w14:textId="77777777" w:rsidR="00556F8A" w:rsidRPr="00F015E9" w:rsidRDefault="00556F8A" w:rsidP="00556F8A">
      <w:pPr>
        <w:rPr>
          <w:rFonts w:cs="Arial"/>
        </w:rPr>
      </w:pPr>
      <w:r w:rsidRPr="00F015E9">
        <w:rPr>
          <w:rFonts w:cs="Arial"/>
        </w:rPr>
        <w:t>Panel Member:</w:t>
      </w:r>
      <w:r w:rsidRPr="00A33C93">
        <w:rPr>
          <w:rFonts w:cs="Arial"/>
          <w:b/>
        </w:rPr>
        <w:t xml:space="preserve"> </w:t>
      </w:r>
      <w:r>
        <w:rPr>
          <w:rFonts w:cs="Arial"/>
          <w:b/>
        </w:rPr>
        <w:t>John Harrower: SSE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56971477"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6D0B174"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F349EDB"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0BF3117"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1CB312C"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B2A3B73"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E379C25"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66E0A89"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7461DF18"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7CF90C3E"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9579FC1"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98AB6C"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8F50EE6"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495E06"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5A90F88"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C597EA" w14:textId="77777777" w:rsidR="00556F8A" w:rsidRPr="00FB6273" w:rsidRDefault="00556F8A" w:rsidP="008966A6">
            <w:pPr>
              <w:jc w:val="center"/>
              <w:rPr>
                <w:rFonts w:cs="Arial"/>
                <w:color w:val="000000"/>
              </w:rPr>
            </w:pPr>
          </w:p>
        </w:tc>
      </w:tr>
      <w:tr w:rsidR="00556F8A" w:rsidRPr="00F015E9" w14:paraId="3B478BEC"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69B89BEB"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A427E7B"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FB150B"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63111A"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D93DE92"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CE75DC"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8C4533" w14:textId="77777777" w:rsidR="00556F8A" w:rsidRPr="00FB6273" w:rsidRDefault="00556F8A" w:rsidP="008966A6">
            <w:pPr>
              <w:jc w:val="center"/>
              <w:rPr>
                <w:rFonts w:cs="Arial"/>
                <w:color w:val="000000"/>
              </w:rPr>
            </w:pPr>
          </w:p>
        </w:tc>
      </w:tr>
      <w:tr w:rsidR="00556F8A" w:rsidRPr="00F015E9" w14:paraId="6FFFF3D7"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2CFA0C5"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2577CB6"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580F1B"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A487978"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68B156"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067E152"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C3BDFA8" w14:textId="77777777" w:rsidR="00556F8A" w:rsidRPr="00FB6273" w:rsidRDefault="00556F8A" w:rsidP="008966A6">
            <w:pPr>
              <w:jc w:val="center"/>
              <w:rPr>
                <w:rFonts w:cs="Arial"/>
                <w:color w:val="000000"/>
              </w:rPr>
            </w:pPr>
          </w:p>
        </w:tc>
      </w:tr>
      <w:tr w:rsidR="00556F8A" w:rsidRPr="00F015E9" w14:paraId="60A9541B"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93A67B5"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0AFDC046"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0C8957" w14:textId="77777777" w:rsidR="00556F8A" w:rsidRPr="00F85EF5" w:rsidRDefault="00556F8A" w:rsidP="008966A6">
            <w:pPr>
              <w:rPr>
                <w:rFonts w:cs="Arial"/>
                <w:color w:val="FFFFFF"/>
              </w:rPr>
            </w:pPr>
          </w:p>
        </w:tc>
      </w:tr>
    </w:tbl>
    <w:p w14:paraId="43C605F6" w14:textId="77777777" w:rsidR="00556F8A" w:rsidRDefault="00556F8A" w:rsidP="00556F8A">
      <w:pPr>
        <w:rPr>
          <w:rFonts w:cs="Arial"/>
          <w:b/>
          <w:u w:val="single"/>
        </w:rPr>
      </w:pPr>
    </w:p>
    <w:p w14:paraId="1EDF819D" w14:textId="77777777" w:rsidR="00556F8A" w:rsidRPr="00A1681E"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7F7C364E" w14:textId="77777777" w:rsidR="00556F8A" w:rsidRPr="00F015E9" w:rsidRDefault="00556F8A" w:rsidP="00556F8A">
      <w:pPr>
        <w:rPr>
          <w:rFonts w:cs="Arial"/>
        </w:rPr>
      </w:pPr>
      <w:r w:rsidRPr="00F015E9">
        <w:rPr>
          <w:rFonts w:cs="Arial"/>
        </w:rPr>
        <w:t>Panel Member:</w:t>
      </w:r>
      <w:r w:rsidRPr="00A33C93">
        <w:rPr>
          <w:rFonts w:cs="Arial"/>
          <w:b/>
        </w:rPr>
        <w:t xml:space="preserve"> </w:t>
      </w:r>
      <w:r>
        <w:rPr>
          <w:rFonts w:cs="Arial"/>
          <w:b/>
        </w:rPr>
        <w:t>Rob Wilson: National Grid ESO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70B0DBE0"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B3C391C"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067BADE"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678AC5F"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E796432"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205A809"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0C1AE4"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1706A75"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529FF0C4"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4BF00441"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1E01066"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E1EA48"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E57BBC"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2C8C240"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AD0DAC1"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64FF39" w14:textId="77777777" w:rsidR="00556F8A" w:rsidRPr="00FB6273" w:rsidRDefault="00556F8A" w:rsidP="008966A6">
            <w:pPr>
              <w:jc w:val="center"/>
              <w:rPr>
                <w:rFonts w:cs="Arial"/>
                <w:color w:val="000000"/>
              </w:rPr>
            </w:pPr>
          </w:p>
        </w:tc>
      </w:tr>
      <w:tr w:rsidR="00556F8A" w:rsidRPr="00F015E9" w14:paraId="6CF594B6"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5CE47ED8"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E31709"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6F783B1"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840BD1"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4C64E0F"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6AD561D"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2CD6703" w14:textId="77777777" w:rsidR="00556F8A" w:rsidRPr="00FB6273" w:rsidRDefault="00556F8A" w:rsidP="008966A6">
            <w:pPr>
              <w:jc w:val="center"/>
              <w:rPr>
                <w:rFonts w:cs="Arial"/>
                <w:color w:val="000000"/>
              </w:rPr>
            </w:pPr>
          </w:p>
        </w:tc>
      </w:tr>
      <w:tr w:rsidR="00556F8A" w:rsidRPr="00F015E9" w14:paraId="50F45C20"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456F3EB"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D84421"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1BA83F3"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64D294"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5EF2E50"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D095E5"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4133C12" w14:textId="77777777" w:rsidR="00556F8A" w:rsidRPr="00FB6273" w:rsidRDefault="00556F8A" w:rsidP="008966A6">
            <w:pPr>
              <w:jc w:val="center"/>
              <w:rPr>
                <w:rFonts w:cs="Arial"/>
                <w:color w:val="000000"/>
              </w:rPr>
            </w:pPr>
          </w:p>
        </w:tc>
      </w:tr>
      <w:tr w:rsidR="00556F8A" w:rsidRPr="00F015E9" w14:paraId="2A0D3C92"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97F0C72"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27698D57"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8D967A2" w14:textId="77777777" w:rsidR="00556F8A" w:rsidRPr="00F85EF5" w:rsidRDefault="00556F8A" w:rsidP="008966A6">
            <w:pPr>
              <w:rPr>
                <w:rFonts w:cs="Arial"/>
                <w:color w:val="FFFFFF"/>
              </w:rPr>
            </w:pPr>
          </w:p>
        </w:tc>
      </w:tr>
    </w:tbl>
    <w:p w14:paraId="17601421" w14:textId="77777777" w:rsidR="00556F8A" w:rsidRDefault="00556F8A" w:rsidP="00556F8A">
      <w:pPr>
        <w:rPr>
          <w:rFonts w:cs="Arial"/>
          <w:b/>
          <w:u w:val="single"/>
        </w:rPr>
      </w:pPr>
    </w:p>
    <w:p w14:paraId="5BF10171" w14:textId="77777777" w:rsidR="00556F8A" w:rsidRPr="00A1681E"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47D12285" w14:textId="77777777" w:rsidR="00556F8A" w:rsidRPr="00F015E9" w:rsidRDefault="00556F8A" w:rsidP="00556F8A">
      <w:pPr>
        <w:rPr>
          <w:rFonts w:cs="Arial"/>
        </w:rPr>
      </w:pPr>
      <w:r w:rsidRPr="00F015E9">
        <w:rPr>
          <w:rFonts w:cs="Arial"/>
        </w:rPr>
        <w:t>Panel Member:</w:t>
      </w:r>
      <w:r w:rsidRPr="00A33C93">
        <w:rPr>
          <w:rFonts w:cs="Arial"/>
          <w:b/>
        </w:rPr>
        <w:t xml:space="preserve"> </w:t>
      </w:r>
      <w:r>
        <w:rPr>
          <w:rFonts w:cs="Arial"/>
          <w:b/>
        </w:rPr>
        <w:t>Robert Longden: Cornwall Energy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1A68BB7D"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D261352"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8C003CE"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95EFFED"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C8D1E4F"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CD0963D"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9207E52"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E9AF9A9"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0FE7ADC6"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3EED5DE3"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3379F23"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E0DB1A"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842690A"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6C44A05"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3589428"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38A390" w14:textId="77777777" w:rsidR="00556F8A" w:rsidRPr="00FB6273" w:rsidRDefault="00556F8A" w:rsidP="008966A6">
            <w:pPr>
              <w:jc w:val="center"/>
              <w:rPr>
                <w:rFonts w:cs="Arial"/>
                <w:color w:val="000000"/>
              </w:rPr>
            </w:pPr>
          </w:p>
        </w:tc>
      </w:tr>
      <w:tr w:rsidR="00556F8A" w:rsidRPr="00F015E9" w14:paraId="775CC4B3"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46022BF8"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C5D94EB"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D26F4AF"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8593F9"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8A8C59"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B372AD2"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E7270C3" w14:textId="77777777" w:rsidR="00556F8A" w:rsidRPr="00FB6273" w:rsidRDefault="00556F8A" w:rsidP="008966A6">
            <w:pPr>
              <w:jc w:val="center"/>
              <w:rPr>
                <w:rFonts w:cs="Arial"/>
                <w:color w:val="000000"/>
              </w:rPr>
            </w:pPr>
          </w:p>
        </w:tc>
      </w:tr>
      <w:tr w:rsidR="00556F8A" w:rsidRPr="00F015E9" w14:paraId="1103008E"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CF2FB64"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A3089D"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8E4E59"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360619C"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8D56C5"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04686C8"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CAD5783" w14:textId="77777777" w:rsidR="00556F8A" w:rsidRPr="00FB6273" w:rsidRDefault="00556F8A" w:rsidP="008966A6">
            <w:pPr>
              <w:jc w:val="center"/>
              <w:rPr>
                <w:rFonts w:cs="Arial"/>
                <w:color w:val="000000"/>
              </w:rPr>
            </w:pPr>
          </w:p>
        </w:tc>
      </w:tr>
      <w:tr w:rsidR="00556F8A" w:rsidRPr="00F015E9" w14:paraId="14B97E57"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B38FFC8"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00665FB1"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308B8D" w14:textId="77777777" w:rsidR="00556F8A" w:rsidRPr="00F85EF5" w:rsidRDefault="00556F8A" w:rsidP="008966A6">
            <w:pPr>
              <w:rPr>
                <w:rFonts w:cs="Arial"/>
                <w:color w:val="FFFFFF"/>
              </w:rPr>
            </w:pPr>
          </w:p>
        </w:tc>
      </w:tr>
    </w:tbl>
    <w:p w14:paraId="7271B701" w14:textId="77777777" w:rsidR="00556F8A"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0F8699ED" w14:textId="77777777" w:rsidR="00556F8A" w:rsidRPr="00A1681E" w:rsidRDefault="00556F8A" w:rsidP="00556F8A">
      <w:pPr>
        <w:jc w:val="both"/>
      </w:pPr>
    </w:p>
    <w:p w14:paraId="39CBE500" w14:textId="77777777" w:rsidR="00556F8A" w:rsidRPr="00F015E9" w:rsidRDefault="00556F8A" w:rsidP="00556F8A">
      <w:pPr>
        <w:rPr>
          <w:rFonts w:cs="Arial"/>
        </w:rPr>
      </w:pPr>
      <w:r w:rsidRPr="00F015E9">
        <w:rPr>
          <w:rFonts w:cs="Arial"/>
        </w:rPr>
        <w:lastRenderedPageBreak/>
        <w:t>Panel Member:</w:t>
      </w:r>
      <w:r w:rsidRPr="00A33C93">
        <w:rPr>
          <w:rFonts w:cs="Arial"/>
          <w:b/>
        </w:rPr>
        <w:t xml:space="preserve"> </w:t>
      </w:r>
      <w:r>
        <w:rPr>
          <w:rFonts w:cs="Arial"/>
          <w:b/>
        </w:rPr>
        <w:t>Roddy Wilson: SHE Transmission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2E3A16F8"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E1D0AEA"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B388BA7"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3523492"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3B7BA00"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A678099"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FBD24F5"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63F8765"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36E81632"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058FE371"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C151421"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FB22B07"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1297AE5"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5C6461"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83B822"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63B95A2" w14:textId="77777777" w:rsidR="00556F8A" w:rsidRPr="00FB6273" w:rsidRDefault="00556F8A" w:rsidP="008966A6">
            <w:pPr>
              <w:jc w:val="center"/>
              <w:rPr>
                <w:rFonts w:cs="Arial"/>
                <w:color w:val="000000"/>
              </w:rPr>
            </w:pPr>
          </w:p>
        </w:tc>
      </w:tr>
      <w:tr w:rsidR="00556F8A" w:rsidRPr="00F015E9" w14:paraId="2D048E5A"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0A8500D"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413B047"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25E7E6C"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E24A005"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E1BAECA"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70D6675"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205FB6" w14:textId="77777777" w:rsidR="00556F8A" w:rsidRPr="00FB6273" w:rsidRDefault="00556F8A" w:rsidP="008966A6">
            <w:pPr>
              <w:jc w:val="center"/>
              <w:rPr>
                <w:rFonts w:cs="Arial"/>
                <w:color w:val="000000"/>
              </w:rPr>
            </w:pPr>
          </w:p>
        </w:tc>
      </w:tr>
      <w:tr w:rsidR="00556F8A" w:rsidRPr="00F015E9" w14:paraId="1EE72023"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22D5E63E"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2EEA04F"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788AAA1"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106913E"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3FEF58E"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71F1025"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DBB20D3" w14:textId="77777777" w:rsidR="00556F8A" w:rsidRPr="00FB6273" w:rsidRDefault="00556F8A" w:rsidP="008966A6">
            <w:pPr>
              <w:jc w:val="center"/>
              <w:rPr>
                <w:rFonts w:cs="Arial"/>
                <w:color w:val="000000"/>
              </w:rPr>
            </w:pPr>
          </w:p>
        </w:tc>
      </w:tr>
      <w:tr w:rsidR="00556F8A" w:rsidRPr="00F015E9" w14:paraId="626BFEA6"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C89E42"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18AFCF35"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4151ABE" w14:textId="77777777" w:rsidR="00556F8A" w:rsidRPr="00F85EF5" w:rsidRDefault="00556F8A" w:rsidP="008966A6">
            <w:pPr>
              <w:rPr>
                <w:rFonts w:cs="Arial"/>
                <w:color w:val="FFFFFF"/>
              </w:rPr>
            </w:pPr>
          </w:p>
        </w:tc>
      </w:tr>
    </w:tbl>
    <w:p w14:paraId="2BACD21D" w14:textId="77777777" w:rsidR="00556F8A" w:rsidRDefault="00556F8A" w:rsidP="00556F8A">
      <w:pPr>
        <w:rPr>
          <w:rFonts w:cs="Arial"/>
          <w:b/>
          <w:u w:val="single"/>
        </w:rPr>
      </w:pPr>
    </w:p>
    <w:p w14:paraId="20055C4F" w14:textId="77777777" w:rsidR="00556F8A" w:rsidRPr="00A1681E"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08B2F7E7" w14:textId="77777777" w:rsidR="00556F8A" w:rsidRPr="00F015E9" w:rsidRDefault="00556F8A" w:rsidP="00556F8A">
      <w:pPr>
        <w:rPr>
          <w:rFonts w:cs="Arial"/>
        </w:rPr>
      </w:pPr>
      <w:r w:rsidRPr="00F015E9">
        <w:rPr>
          <w:rFonts w:cs="Arial"/>
        </w:rPr>
        <w:t>Panel Member:</w:t>
      </w:r>
      <w:r w:rsidRPr="00A33C93">
        <w:rPr>
          <w:rFonts w:cs="Arial"/>
          <w:b/>
        </w:rPr>
        <w:t xml:space="preserve"> </w:t>
      </w:r>
      <w:r>
        <w:rPr>
          <w:rFonts w:cs="Arial"/>
          <w:b/>
        </w:rPr>
        <w:t>Sigrid Bolik: Siemens PLC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1F4B3414"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4DD0B0B"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EFD92B1"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0F16725"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80EBDEC"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1898EB84"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8FE631"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47ECB54"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06C7E1EC"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23199F96"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90BF970"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6CFD27"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F38953D"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8C2175C"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906E1DD"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813B306" w14:textId="77777777" w:rsidR="00556F8A" w:rsidRPr="00FB6273" w:rsidRDefault="00556F8A" w:rsidP="008966A6">
            <w:pPr>
              <w:jc w:val="center"/>
              <w:rPr>
                <w:rFonts w:cs="Arial"/>
                <w:color w:val="000000"/>
              </w:rPr>
            </w:pPr>
          </w:p>
        </w:tc>
      </w:tr>
      <w:tr w:rsidR="00556F8A" w:rsidRPr="00F015E9" w14:paraId="3E3CC823"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D32CE10"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117FF8C"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0B37F7D"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12ED240"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C44B431"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2C1BEED"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DC65F23" w14:textId="77777777" w:rsidR="00556F8A" w:rsidRPr="00FB6273" w:rsidRDefault="00556F8A" w:rsidP="008966A6">
            <w:pPr>
              <w:jc w:val="center"/>
              <w:rPr>
                <w:rFonts w:cs="Arial"/>
                <w:color w:val="000000"/>
              </w:rPr>
            </w:pPr>
          </w:p>
        </w:tc>
      </w:tr>
      <w:tr w:rsidR="00556F8A" w:rsidRPr="00F015E9" w14:paraId="31CFDC49"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3CD6BB76"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4E2620E"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BD871CD"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992A096"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276F8A"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8EEBAD5"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9822B9D" w14:textId="77777777" w:rsidR="00556F8A" w:rsidRPr="00FB6273" w:rsidRDefault="00556F8A" w:rsidP="008966A6">
            <w:pPr>
              <w:jc w:val="center"/>
              <w:rPr>
                <w:rFonts w:cs="Arial"/>
                <w:color w:val="000000"/>
              </w:rPr>
            </w:pPr>
          </w:p>
        </w:tc>
      </w:tr>
      <w:tr w:rsidR="00556F8A" w:rsidRPr="00F015E9" w14:paraId="2D8659AF"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E42A37B"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1AA7B84D"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2B6AAA" w14:textId="77777777" w:rsidR="00556F8A" w:rsidRPr="00F85EF5" w:rsidRDefault="00556F8A" w:rsidP="008966A6">
            <w:pPr>
              <w:rPr>
                <w:rFonts w:cs="Arial"/>
                <w:color w:val="FFFFFF"/>
              </w:rPr>
            </w:pPr>
          </w:p>
        </w:tc>
      </w:tr>
    </w:tbl>
    <w:p w14:paraId="2F5632D2" w14:textId="77777777" w:rsidR="00556F8A" w:rsidRDefault="00556F8A" w:rsidP="00556F8A">
      <w:pPr>
        <w:rPr>
          <w:rFonts w:cs="Arial"/>
          <w:b/>
          <w:u w:val="single"/>
        </w:rPr>
      </w:pPr>
    </w:p>
    <w:p w14:paraId="18E87BC2" w14:textId="77777777" w:rsidR="00556F8A" w:rsidRPr="00A1681E" w:rsidRDefault="00556F8A" w:rsidP="00556F8A">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29E0704F" w14:textId="77777777" w:rsidR="00556F8A" w:rsidRPr="00F015E9" w:rsidRDefault="00556F8A" w:rsidP="00556F8A">
      <w:pPr>
        <w:rPr>
          <w:rFonts w:cs="Arial"/>
        </w:rPr>
      </w:pPr>
      <w:r w:rsidRPr="00F015E9">
        <w:rPr>
          <w:rFonts w:cs="Arial"/>
        </w:rPr>
        <w:t>Panel Member:</w:t>
      </w:r>
      <w:r w:rsidRPr="00A33C93">
        <w:rPr>
          <w:rFonts w:cs="Arial"/>
          <w:b/>
        </w:rPr>
        <w:t xml:space="preserve"> </w:t>
      </w:r>
      <w:r>
        <w:rPr>
          <w:rFonts w:cs="Arial"/>
          <w:b/>
        </w:rPr>
        <w:t>Steve Cox: ENWL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556F8A" w:rsidRPr="00F015E9" w14:paraId="75368A69" w14:textId="77777777" w:rsidTr="008966A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2414E55" w14:textId="77777777" w:rsidR="00556F8A" w:rsidRPr="00684224" w:rsidRDefault="00556F8A" w:rsidP="008966A6">
            <w:pPr>
              <w:rPr>
                <w:rFonts w:cs="Arial"/>
                <w:b/>
                <w:color w:val="FFFFFF"/>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E66DF3B" w14:textId="77777777" w:rsidR="00556F8A" w:rsidRPr="00684224" w:rsidRDefault="00556F8A" w:rsidP="008966A6">
            <w:pPr>
              <w:rPr>
                <w:rFonts w:cs="Arial"/>
                <w:color w:val="FFFFFF"/>
              </w:rPr>
            </w:pPr>
            <w:r w:rsidRPr="00684224">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B8EB7CC" w14:textId="77777777" w:rsidR="00556F8A" w:rsidRPr="00684224" w:rsidRDefault="00556F8A" w:rsidP="008966A6">
            <w:pPr>
              <w:rPr>
                <w:rFonts w:cs="Arial"/>
                <w:color w:val="FFFFFF"/>
              </w:rPr>
            </w:pPr>
            <w:r w:rsidRPr="00684224">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7D2DCD05" w14:textId="77777777" w:rsidR="00556F8A" w:rsidRPr="00684224" w:rsidRDefault="00556F8A" w:rsidP="008966A6">
            <w:pPr>
              <w:rPr>
                <w:rFonts w:cs="Arial"/>
                <w:color w:val="FFFFFF"/>
              </w:rPr>
            </w:pPr>
            <w:r w:rsidRPr="00684224">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11F36B2" w14:textId="77777777" w:rsidR="00556F8A" w:rsidRPr="00684224" w:rsidRDefault="00556F8A" w:rsidP="008966A6">
            <w:pPr>
              <w:ind w:right="-120"/>
              <w:rPr>
                <w:rFonts w:cs="Arial"/>
                <w:color w:val="FFFFFF"/>
              </w:rPr>
            </w:pPr>
            <w:r w:rsidRPr="00684224">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5822A80" w14:textId="77777777" w:rsidR="00556F8A" w:rsidRPr="00684224" w:rsidRDefault="00556F8A" w:rsidP="008966A6">
            <w:pPr>
              <w:ind w:right="-120"/>
              <w:rPr>
                <w:rFonts w:cs="Arial"/>
                <w:color w:val="FFFFFF"/>
              </w:rPr>
            </w:pPr>
            <w:r w:rsidRPr="00684224">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DA53030" w14:textId="77777777" w:rsidR="00556F8A" w:rsidRPr="00264C99" w:rsidRDefault="00556F8A" w:rsidP="008966A6">
            <w:pPr>
              <w:ind w:right="-120"/>
              <w:rPr>
                <w:rFonts w:cs="Arial"/>
                <w:color w:val="FFFFFF"/>
                <w:highlight w:val="yellow"/>
              </w:rPr>
            </w:pPr>
            <w:r w:rsidRPr="00535AFD">
              <w:rPr>
                <w:rFonts w:cs="Arial"/>
                <w:color w:val="FFFFFF"/>
              </w:rPr>
              <w:t>Overall (Y/N)</w:t>
            </w:r>
          </w:p>
        </w:tc>
      </w:tr>
      <w:tr w:rsidR="00556F8A" w:rsidRPr="00F015E9" w14:paraId="1172F452"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4868CA6A" w14:textId="77777777" w:rsidR="00556F8A" w:rsidRPr="00F015E9" w:rsidRDefault="00556F8A" w:rsidP="008966A6">
            <w:pPr>
              <w:jc w:val="both"/>
              <w:rPr>
                <w:rFonts w:cs="Arial"/>
              </w:rPr>
            </w:pPr>
            <w:r w:rsidRPr="00F015E9">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72A307A"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892AEB5"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E452F4C"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F342C68"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F987BA7"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7CCA8C2" w14:textId="77777777" w:rsidR="00556F8A" w:rsidRPr="00FB6273" w:rsidRDefault="00556F8A" w:rsidP="008966A6">
            <w:pPr>
              <w:jc w:val="center"/>
              <w:rPr>
                <w:rFonts w:cs="Arial"/>
                <w:color w:val="000000"/>
              </w:rPr>
            </w:pPr>
          </w:p>
        </w:tc>
      </w:tr>
      <w:tr w:rsidR="00556F8A" w:rsidRPr="00F015E9" w14:paraId="178609BA"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213991A"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44E52D79"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70E4930"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A1A72D4"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3B4184B"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F14B096"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7C7654C" w14:textId="77777777" w:rsidR="00556F8A" w:rsidRPr="00FB6273" w:rsidRDefault="00556F8A" w:rsidP="008966A6">
            <w:pPr>
              <w:jc w:val="center"/>
              <w:rPr>
                <w:rFonts w:cs="Arial"/>
                <w:color w:val="000000"/>
              </w:rPr>
            </w:pPr>
          </w:p>
        </w:tc>
      </w:tr>
      <w:tr w:rsidR="00556F8A" w:rsidRPr="00F015E9" w14:paraId="0E1554F1" w14:textId="77777777" w:rsidTr="008966A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tcPr>
          <w:p w14:paraId="0C2FD461" w14:textId="77777777" w:rsidR="00556F8A" w:rsidRPr="00995B4F" w:rsidRDefault="00556F8A" w:rsidP="008966A6">
            <w:pPr>
              <w:jc w:val="both"/>
              <w:rPr>
                <w:rFonts w:cs="Arial"/>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1F33C5F"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0B5FC5A8"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42E79E5" w14:textId="77777777" w:rsidR="00556F8A" w:rsidRPr="00FB6273" w:rsidRDefault="00556F8A" w:rsidP="008966A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6074B6A" w14:textId="77777777" w:rsidR="00556F8A" w:rsidRPr="00FB6273" w:rsidRDefault="00556F8A" w:rsidP="008966A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0E4F9D9" w14:textId="77777777" w:rsidR="00556F8A" w:rsidRPr="00FB6273" w:rsidRDefault="00556F8A" w:rsidP="008966A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7B51D996" w14:textId="77777777" w:rsidR="00556F8A" w:rsidRPr="00FB6273" w:rsidRDefault="00556F8A" w:rsidP="008966A6">
            <w:pPr>
              <w:jc w:val="center"/>
              <w:rPr>
                <w:rFonts w:cs="Arial"/>
                <w:color w:val="000000"/>
              </w:rPr>
            </w:pPr>
          </w:p>
        </w:tc>
      </w:tr>
      <w:tr w:rsidR="00556F8A" w:rsidRPr="00F015E9" w14:paraId="37785DD9"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368685B" w14:textId="77777777" w:rsidR="00556F8A" w:rsidRPr="00F85EF5" w:rsidRDefault="00556F8A" w:rsidP="008966A6">
            <w:pPr>
              <w:rPr>
                <w:rFonts w:cs="Arial"/>
                <w:color w:val="FFFFFF"/>
              </w:rPr>
            </w:pPr>
            <w:r w:rsidRPr="00F85EF5">
              <w:rPr>
                <w:rFonts w:cs="Arial"/>
                <w:color w:val="FFFFFF"/>
              </w:rPr>
              <w:t>Voting Statement</w:t>
            </w:r>
          </w:p>
        </w:tc>
      </w:tr>
      <w:tr w:rsidR="00556F8A" w:rsidRPr="00F015E9" w14:paraId="0552310E" w14:textId="77777777" w:rsidTr="008966A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B5322A" w14:textId="77777777" w:rsidR="00556F8A" w:rsidRPr="00F85EF5" w:rsidRDefault="00556F8A" w:rsidP="008966A6">
            <w:pPr>
              <w:rPr>
                <w:rFonts w:cs="Arial"/>
                <w:color w:val="FFFFFF"/>
              </w:rPr>
            </w:pPr>
          </w:p>
        </w:tc>
      </w:tr>
    </w:tbl>
    <w:p w14:paraId="3D30979D" w14:textId="77777777" w:rsidR="00556F8A" w:rsidRDefault="00556F8A" w:rsidP="00556F8A">
      <w:pPr>
        <w:rPr>
          <w:rFonts w:cs="Arial"/>
          <w:b/>
          <w:u w:val="single"/>
        </w:rPr>
      </w:pPr>
    </w:p>
    <w:p w14:paraId="0C353E5A" w14:textId="77777777" w:rsidR="00556F8A" w:rsidRDefault="00556F8A" w:rsidP="00556F8A">
      <w:pPr>
        <w:rPr>
          <w:rFonts w:cs="Arial"/>
          <w:b/>
          <w:u w:val="single"/>
        </w:rPr>
      </w:pPr>
    </w:p>
    <w:p w14:paraId="71A5ADC7" w14:textId="77777777" w:rsidR="00556F8A" w:rsidRPr="00A1681E" w:rsidRDefault="00556F8A" w:rsidP="00556F8A">
      <w:pPr>
        <w:rPr>
          <w:rFonts w:cs="Arial"/>
          <w:b/>
          <w:i/>
        </w:rPr>
      </w:pPr>
      <w:r w:rsidRPr="00A1681E">
        <w:rPr>
          <w:rFonts w:cs="Arial"/>
          <w:b/>
        </w:rPr>
        <w:t xml:space="preserve">Vote 2 – </w:t>
      </w:r>
      <w:r w:rsidRPr="00A1681E">
        <w:rPr>
          <w:rFonts w:cs="Arial"/>
        </w:rPr>
        <w:t>Which option is the best?</w:t>
      </w:r>
    </w:p>
    <w:p w14:paraId="7C089623" w14:textId="77777777" w:rsidR="00556F8A" w:rsidRPr="00F015E9" w:rsidRDefault="00556F8A" w:rsidP="00556F8A">
      <w:pPr>
        <w:rPr>
          <w:rFonts w:cs="Arial"/>
          <w:b/>
        </w:rPr>
      </w:pPr>
    </w:p>
    <w:tbl>
      <w:tblPr>
        <w:tblW w:w="4890" w:type="pct"/>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199"/>
        <w:gridCol w:w="3039"/>
        <w:gridCol w:w="3039"/>
      </w:tblGrid>
      <w:tr w:rsidR="00556F8A" w:rsidRPr="00F015E9" w14:paraId="0B9A9063" w14:textId="77777777" w:rsidTr="008966A6">
        <w:trPr>
          <w:trHeight w:val="626"/>
        </w:trPr>
        <w:tc>
          <w:tcPr>
            <w:tcW w:w="1724" w:type="pct"/>
            <w:shd w:val="clear" w:color="auto" w:fill="F26522" w:themeFill="accent1"/>
            <w:tcMar>
              <w:top w:w="15" w:type="dxa"/>
              <w:left w:w="108" w:type="dxa"/>
              <w:bottom w:w="0" w:type="dxa"/>
              <w:right w:w="108" w:type="dxa"/>
            </w:tcMar>
            <w:vAlign w:val="center"/>
            <w:hideMark/>
          </w:tcPr>
          <w:p w14:paraId="7074BDD0" w14:textId="77777777" w:rsidR="00556F8A" w:rsidRPr="00F015E9" w:rsidRDefault="00556F8A" w:rsidP="008966A6">
            <w:pPr>
              <w:rPr>
                <w:rFonts w:cs="Arial"/>
                <w:b/>
                <w:color w:val="FFFFFF"/>
              </w:rPr>
            </w:pPr>
            <w:r w:rsidRPr="00F015E9">
              <w:rPr>
                <w:rFonts w:cs="Arial"/>
                <w:b/>
                <w:bCs/>
                <w:color w:val="FFFFFF"/>
              </w:rPr>
              <w:t>Panel Member</w:t>
            </w:r>
          </w:p>
        </w:tc>
        <w:tc>
          <w:tcPr>
            <w:tcW w:w="1638" w:type="pct"/>
            <w:shd w:val="clear" w:color="auto" w:fill="F26522" w:themeFill="accent1"/>
            <w:tcMar>
              <w:top w:w="15" w:type="dxa"/>
              <w:left w:w="108" w:type="dxa"/>
              <w:bottom w:w="0" w:type="dxa"/>
              <w:right w:w="108" w:type="dxa"/>
            </w:tcMar>
            <w:vAlign w:val="center"/>
            <w:hideMark/>
          </w:tcPr>
          <w:p w14:paraId="49A2D391" w14:textId="77777777" w:rsidR="00556F8A" w:rsidRPr="00F015E9" w:rsidRDefault="00556F8A" w:rsidP="008966A6">
            <w:pPr>
              <w:rPr>
                <w:rFonts w:cs="Arial"/>
                <w:b/>
                <w:color w:val="FFFFFF"/>
              </w:rPr>
            </w:pPr>
            <w:r w:rsidRPr="00F015E9">
              <w:rPr>
                <w:rFonts w:cs="Arial"/>
                <w:b/>
                <w:bCs/>
                <w:color w:val="FFFFFF"/>
              </w:rPr>
              <w:t>BEST Option?</w:t>
            </w:r>
          </w:p>
        </w:tc>
        <w:tc>
          <w:tcPr>
            <w:tcW w:w="1638" w:type="pct"/>
            <w:shd w:val="clear" w:color="auto" w:fill="F26522" w:themeFill="accent1"/>
          </w:tcPr>
          <w:p w14:paraId="069B3706" w14:textId="77777777" w:rsidR="00556F8A" w:rsidRPr="00F015E9" w:rsidRDefault="00556F8A" w:rsidP="008966A6">
            <w:pPr>
              <w:rPr>
                <w:rFonts w:cs="Arial"/>
                <w:b/>
                <w:bCs/>
                <w:color w:val="FFFFFF"/>
              </w:rPr>
            </w:pPr>
            <w:r>
              <w:rPr>
                <w:rFonts w:cs="Arial"/>
                <w:b/>
                <w:color w:val="FFFFFF"/>
              </w:rPr>
              <w:t>Which objectives does this option better facilitate? (If baseline not applicable).</w:t>
            </w:r>
          </w:p>
        </w:tc>
      </w:tr>
      <w:tr w:rsidR="00556F8A" w:rsidRPr="00F015E9" w14:paraId="7A874FD1" w14:textId="77777777" w:rsidTr="008966A6">
        <w:trPr>
          <w:trHeight w:val="54"/>
        </w:trPr>
        <w:tc>
          <w:tcPr>
            <w:tcW w:w="1724" w:type="pct"/>
            <w:shd w:val="clear" w:color="auto" w:fill="auto"/>
            <w:tcMar>
              <w:top w:w="15" w:type="dxa"/>
              <w:left w:w="108" w:type="dxa"/>
              <w:bottom w:w="0" w:type="dxa"/>
              <w:right w:w="108" w:type="dxa"/>
            </w:tcMar>
            <w:vAlign w:val="bottom"/>
          </w:tcPr>
          <w:p w14:paraId="43A1EA13" w14:textId="77777777" w:rsidR="00556F8A" w:rsidRPr="00BA7457" w:rsidRDefault="00556F8A" w:rsidP="008966A6">
            <w:pPr>
              <w:rPr>
                <w:rFonts w:cs="Arial"/>
                <w:szCs w:val="24"/>
              </w:rPr>
            </w:pPr>
            <w:r w:rsidRPr="00367433">
              <w:rPr>
                <w:rFonts w:ascii="Arial" w:eastAsia="Times New Roman" w:hAnsi="Arial" w:cs="Arial"/>
                <w:color w:val="000000"/>
                <w:szCs w:val="24"/>
                <w:lang w:eastAsia="en-GB"/>
              </w:rPr>
              <w:t>Alan Creighton</w:t>
            </w:r>
          </w:p>
        </w:tc>
        <w:tc>
          <w:tcPr>
            <w:tcW w:w="1638" w:type="pct"/>
            <w:shd w:val="clear" w:color="auto" w:fill="auto"/>
            <w:tcMar>
              <w:top w:w="15" w:type="dxa"/>
              <w:left w:w="108" w:type="dxa"/>
              <w:bottom w:w="0" w:type="dxa"/>
              <w:right w:w="108" w:type="dxa"/>
            </w:tcMar>
            <w:vAlign w:val="center"/>
          </w:tcPr>
          <w:p w14:paraId="359DB903" w14:textId="77777777" w:rsidR="00556F8A" w:rsidRPr="007846DC" w:rsidRDefault="00556F8A" w:rsidP="008966A6">
            <w:pPr>
              <w:rPr>
                <w:rFonts w:cs="Arial"/>
              </w:rPr>
            </w:pPr>
          </w:p>
        </w:tc>
        <w:tc>
          <w:tcPr>
            <w:tcW w:w="1638" w:type="pct"/>
          </w:tcPr>
          <w:p w14:paraId="7ECF8752" w14:textId="77777777" w:rsidR="00556F8A" w:rsidRPr="007846DC" w:rsidRDefault="00556F8A" w:rsidP="008966A6">
            <w:pPr>
              <w:rPr>
                <w:rFonts w:cs="Arial"/>
              </w:rPr>
            </w:pPr>
          </w:p>
        </w:tc>
      </w:tr>
      <w:tr w:rsidR="00556F8A" w:rsidRPr="00F015E9" w14:paraId="3647E1E7" w14:textId="77777777" w:rsidTr="008966A6">
        <w:trPr>
          <w:trHeight w:val="54"/>
        </w:trPr>
        <w:tc>
          <w:tcPr>
            <w:tcW w:w="1724" w:type="pct"/>
            <w:shd w:val="clear" w:color="auto" w:fill="auto"/>
            <w:tcMar>
              <w:top w:w="15" w:type="dxa"/>
              <w:left w:w="108" w:type="dxa"/>
              <w:bottom w:w="0" w:type="dxa"/>
              <w:right w:w="108" w:type="dxa"/>
            </w:tcMar>
            <w:vAlign w:val="bottom"/>
          </w:tcPr>
          <w:p w14:paraId="340E0F05" w14:textId="77777777" w:rsidR="00556F8A" w:rsidRPr="00BA7457" w:rsidRDefault="00556F8A" w:rsidP="008966A6">
            <w:pPr>
              <w:rPr>
                <w:rFonts w:cs="Arial"/>
                <w:szCs w:val="24"/>
              </w:rPr>
            </w:pPr>
            <w:r w:rsidRPr="00367433">
              <w:rPr>
                <w:rFonts w:ascii="Arial" w:eastAsia="Times New Roman" w:hAnsi="Arial" w:cs="Arial"/>
                <w:color w:val="000000"/>
                <w:szCs w:val="24"/>
                <w:lang w:eastAsia="en-GB"/>
              </w:rPr>
              <w:t>Alastair Frew</w:t>
            </w:r>
          </w:p>
        </w:tc>
        <w:tc>
          <w:tcPr>
            <w:tcW w:w="1638" w:type="pct"/>
            <w:shd w:val="clear" w:color="auto" w:fill="auto"/>
            <w:tcMar>
              <w:top w:w="15" w:type="dxa"/>
              <w:left w:w="108" w:type="dxa"/>
              <w:bottom w:w="0" w:type="dxa"/>
              <w:right w:w="108" w:type="dxa"/>
            </w:tcMar>
            <w:vAlign w:val="center"/>
          </w:tcPr>
          <w:p w14:paraId="1A6303AB" w14:textId="77777777" w:rsidR="00556F8A" w:rsidRPr="007846DC" w:rsidRDefault="00556F8A" w:rsidP="008966A6">
            <w:pPr>
              <w:rPr>
                <w:rFonts w:cs="Arial"/>
              </w:rPr>
            </w:pPr>
          </w:p>
        </w:tc>
        <w:tc>
          <w:tcPr>
            <w:tcW w:w="1638" w:type="pct"/>
          </w:tcPr>
          <w:p w14:paraId="63906A38" w14:textId="77777777" w:rsidR="00556F8A" w:rsidRPr="007846DC" w:rsidRDefault="00556F8A" w:rsidP="008966A6">
            <w:pPr>
              <w:rPr>
                <w:rFonts w:cs="Arial"/>
              </w:rPr>
            </w:pPr>
          </w:p>
        </w:tc>
      </w:tr>
      <w:tr w:rsidR="00556F8A" w:rsidRPr="00F015E9" w14:paraId="7B5891FC" w14:textId="77777777" w:rsidTr="008966A6">
        <w:trPr>
          <w:trHeight w:val="54"/>
        </w:trPr>
        <w:tc>
          <w:tcPr>
            <w:tcW w:w="1724" w:type="pct"/>
            <w:shd w:val="clear" w:color="auto" w:fill="auto"/>
            <w:tcMar>
              <w:top w:w="15" w:type="dxa"/>
              <w:left w:w="108" w:type="dxa"/>
              <w:bottom w:w="0" w:type="dxa"/>
              <w:right w:w="108" w:type="dxa"/>
            </w:tcMar>
            <w:vAlign w:val="bottom"/>
          </w:tcPr>
          <w:p w14:paraId="7EB2228C" w14:textId="77777777" w:rsidR="00556F8A" w:rsidRPr="00BA7457" w:rsidRDefault="00556F8A" w:rsidP="008966A6">
            <w:pPr>
              <w:rPr>
                <w:rFonts w:cs="Arial"/>
                <w:szCs w:val="24"/>
              </w:rPr>
            </w:pPr>
            <w:r w:rsidRPr="00367433">
              <w:rPr>
                <w:rFonts w:ascii="Arial" w:eastAsia="Times New Roman" w:hAnsi="Arial" w:cs="Arial"/>
                <w:color w:val="000000"/>
                <w:szCs w:val="24"/>
                <w:lang w:eastAsia="en-GB"/>
              </w:rPr>
              <w:t>Christopher Smith</w:t>
            </w:r>
          </w:p>
        </w:tc>
        <w:tc>
          <w:tcPr>
            <w:tcW w:w="1638" w:type="pct"/>
            <w:shd w:val="clear" w:color="auto" w:fill="auto"/>
            <w:tcMar>
              <w:top w:w="15" w:type="dxa"/>
              <w:left w:w="108" w:type="dxa"/>
              <w:bottom w:w="0" w:type="dxa"/>
              <w:right w:w="108" w:type="dxa"/>
            </w:tcMar>
            <w:vAlign w:val="center"/>
          </w:tcPr>
          <w:p w14:paraId="12E44794" w14:textId="77777777" w:rsidR="00556F8A" w:rsidRPr="007846DC" w:rsidRDefault="00556F8A" w:rsidP="008966A6">
            <w:pPr>
              <w:rPr>
                <w:rFonts w:cs="Arial"/>
              </w:rPr>
            </w:pPr>
          </w:p>
        </w:tc>
        <w:tc>
          <w:tcPr>
            <w:tcW w:w="1638" w:type="pct"/>
          </w:tcPr>
          <w:p w14:paraId="5A9AAFD6" w14:textId="77777777" w:rsidR="00556F8A" w:rsidRPr="007846DC" w:rsidRDefault="00556F8A" w:rsidP="008966A6">
            <w:pPr>
              <w:rPr>
                <w:rFonts w:cs="Arial"/>
              </w:rPr>
            </w:pPr>
          </w:p>
        </w:tc>
      </w:tr>
      <w:tr w:rsidR="00556F8A" w:rsidRPr="00F015E9" w14:paraId="26A1E7CE" w14:textId="77777777" w:rsidTr="008966A6">
        <w:trPr>
          <w:trHeight w:val="54"/>
        </w:trPr>
        <w:tc>
          <w:tcPr>
            <w:tcW w:w="1724" w:type="pct"/>
            <w:shd w:val="clear" w:color="auto" w:fill="auto"/>
            <w:tcMar>
              <w:top w:w="15" w:type="dxa"/>
              <w:left w:w="108" w:type="dxa"/>
              <w:bottom w:w="0" w:type="dxa"/>
              <w:right w:w="108" w:type="dxa"/>
            </w:tcMar>
            <w:vAlign w:val="bottom"/>
          </w:tcPr>
          <w:p w14:paraId="0FE56A4F" w14:textId="77777777" w:rsidR="00556F8A" w:rsidRPr="00BA7457" w:rsidRDefault="00556F8A" w:rsidP="008966A6">
            <w:pPr>
              <w:rPr>
                <w:rFonts w:cs="Arial"/>
                <w:szCs w:val="24"/>
              </w:rPr>
            </w:pPr>
            <w:r w:rsidRPr="00367433">
              <w:rPr>
                <w:rFonts w:ascii="Arial" w:eastAsia="Times New Roman" w:hAnsi="Arial" w:cs="Arial"/>
                <w:color w:val="000000"/>
                <w:szCs w:val="24"/>
                <w:lang w:eastAsia="en-GB"/>
              </w:rPr>
              <w:t>Guy Nicholson</w:t>
            </w:r>
          </w:p>
        </w:tc>
        <w:tc>
          <w:tcPr>
            <w:tcW w:w="1638" w:type="pct"/>
            <w:shd w:val="clear" w:color="auto" w:fill="auto"/>
            <w:tcMar>
              <w:top w:w="15" w:type="dxa"/>
              <w:left w:w="108" w:type="dxa"/>
              <w:bottom w:w="0" w:type="dxa"/>
              <w:right w:w="108" w:type="dxa"/>
            </w:tcMar>
            <w:vAlign w:val="center"/>
          </w:tcPr>
          <w:p w14:paraId="6F2C129E" w14:textId="77777777" w:rsidR="00556F8A" w:rsidRPr="007846DC" w:rsidRDefault="00556F8A" w:rsidP="008966A6">
            <w:pPr>
              <w:rPr>
                <w:rFonts w:cs="Arial"/>
              </w:rPr>
            </w:pPr>
          </w:p>
        </w:tc>
        <w:tc>
          <w:tcPr>
            <w:tcW w:w="1638" w:type="pct"/>
          </w:tcPr>
          <w:p w14:paraId="08D320E7" w14:textId="77777777" w:rsidR="00556F8A" w:rsidRPr="007846DC" w:rsidRDefault="00556F8A" w:rsidP="008966A6">
            <w:pPr>
              <w:rPr>
                <w:rFonts w:cs="Arial"/>
              </w:rPr>
            </w:pPr>
          </w:p>
        </w:tc>
      </w:tr>
      <w:tr w:rsidR="00556F8A" w:rsidRPr="00F015E9" w14:paraId="595E55EC" w14:textId="77777777" w:rsidTr="008966A6">
        <w:trPr>
          <w:trHeight w:val="54"/>
        </w:trPr>
        <w:tc>
          <w:tcPr>
            <w:tcW w:w="1724" w:type="pct"/>
            <w:shd w:val="clear" w:color="auto" w:fill="auto"/>
            <w:tcMar>
              <w:top w:w="15" w:type="dxa"/>
              <w:left w:w="108" w:type="dxa"/>
              <w:bottom w:w="0" w:type="dxa"/>
              <w:right w:w="108" w:type="dxa"/>
            </w:tcMar>
            <w:vAlign w:val="bottom"/>
          </w:tcPr>
          <w:p w14:paraId="2C4691EB" w14:textId="77777777" w:rsidR="00556F8A" w:rsidRPr="00BA7457" w:rsidRDefault="00556F8A" w:rsidP="008966A6">
            <w:pPr>
              <w:rPr>
                <w:rFonts w:cs="Arial"/>
                <w:szCs w:val="24"/>
              </w:rPr>
            </w:pPr>
            <w:r w:rsidRPr="00367433">
              <w:rPr>
                <w:rFonts w:ascii="Arial" w:eastAsia="Times New Roman" w:hAnsi="Arial" w:cs="Arial"/>
                <w:color w:val="000000"/>
                <w:szCs w:val="24"/>
                <w:lang w:eastAsia="en-GB"/>
              </w:rPr>
              <w:t>John Harrower</w:t>
            </w:r>
          </w:p>
        </w:tc>
        <w:tc>
          <w:tcPr>
            <w:tcW w:w="1638" w:type="pct"/>
            <w:shd w:val="clear" w:color="auto" w:fill="auto"/>
            <w:tcMar>
              <w:top w:w="15" w:type="dxa"/>
              <w:left w:w="108" w:type="dxa"/>
              <w:bottom w:w="0" w:type="dxa"/>
              <w:right w:w="108" w:type="dxa"/>
            </w:tcMar>
            <w:vAlign w:val="center"/>
          </w:tcPr>
          <w:p w14:paraId="2A58B42C" w14:textId="77777777" w:rsidR="00556F8A" w:rsidRPr="007846DC" w:rsidRDefault="00556F8A" w:rsidP="008966A6">
            <w:pPr>
              <w:rPr>
                <w:rFonts w:cs="Arial"/>
              </w:rPr>
            </w:pPr>
          </w:p>
        </w:tc>
        <w:tc>
          <w:tcPr>
            <w:tcW w:w="1638" w:type="pct"/>
          </w:tcPr>
          <w:p w14:paraId="2804C09F" w14:textId="77777777" w:rsidR="00556F8A" w:rsidRPr="007846DC" w:rsidRDefault="00556F8A" w:rsidP="008966A6">
            <w:pPr>
              <w:rPr>
                <w:rFonts w:cs="Arial"/>
              </w:rPr>
            </w:pPr>
          </w:p>
        </w:tc>
      </w:tr>
      <w:tr w:rsidR="00556F8A" w:rsidRPr="00F015E9" w14:paraId="563AE6D2" w14:textId="77777777" w:rsidTr="008966A6">
        <w:trPr>
          <w:trHeight w:val="54"/>
        </w:trPr>
        <w:tc>
          <w:tcPr>
            <w:tcW w:w="1724" w:type="pct"/>
            <w:shd w:val="clear" w:color="auto" w:fill="auto"/>
            <w:tcMar>
              <w:top w:w="15" w:type="dxa"/>
              <w:left w:w="108" w:type="dxa"/>
              <w:bottom w:w="0" w:type="dxa"/>
              <w:right w:w="108" w:type="dxa"/>
            </w:tcMar>
            <w:vAlign w:val="bottom"/>
          </w:tcPr>
          <w:p w14:paraId="1313277D" w14:textId="77777777" w:rsidR="00556F8A" w:rsidRPr="00BA7457" w:rsidRDefault="00556F8A" w:rsidP="008966A6">
            <w:pPr>
              <w:rPr>
                <w:rFonts w:cs="Arial"/>
                <w:szCs w:val="24"/>
              </w:rPr>
            </w:pPr>
            <w:r w:rsidRPr="00367433">
              <w:rPr>
                <w:rFonts w:ascii="Arial" w:eastAsia="Times New Roman" w:hAnsi="Arial" w:cs="Arial"/>
                <w:szCs w:val="24"/>
                <w:lang w:eastAsia="en-GB"/>
              </w:rPr>
              <w:t>Rob Wilson</w:t>
            </w:r>
          </w:p>
        </w:tc>
        <w:tc>
          <w:tcPr>
            <w:tcW w:w="1638" w:type="pct"/>
            <w:shd w:val="clear" w:color="auto" w:fill="auto"/>
            <w:tcMar>
              <w:top w:w="15" w:type="dxa"/>
              <w:left w:w="108" w:type="dxa"/>
              <w:bottom w:w="0" w:type="dxa"/>
              <w:right w:w="108" w:type="dxa"/>
            </w:tcMar>
            <w:vAlign w:val="center"/>
          </w:tcPr>
          <w:p w14:paraId="60DE9756" w14:textId="77777777" w:rsidR="00556F8A" w:rsidRPr="007846DC" w:rsidRDefault="00556F8A" w:rsidP="008966A6">
            <w:pPr>
              <w:rPr>
                <w:rFonts w:cs="Arial"/>
              </w:rPr>
            </w:pPr>
          </w:p>
        </w:tc>
        <w:tc>
          <w:tcPr>
            <w:tcW w:w="1638" w:type="pct"/>
          </w:tcPr>
          <w:p w14:paraId="5660AF88" w14:textId="77777777" w:rsidR="00556F8A" w:rsidRPr="007846DC" w:rsidRDefault="00556F8A" w:rsidP="008966A6">
            <w:pPr>
              <w:rPr>
                <w:rFonts w:cs="Arial"/>
              </w:rPr>
            </w:pPr>
          </w:p>
        </w:tc>
      </w:tr>
      <w:tr w:rsidR="00556F8A" w:rsidRPr="00F015E9" w14:paraId="7CC5FA29" w14:textId="77777777" w:rsidTr="008966A6">
        <w:trPr>
          <w:trHeight w:val="54"/>
        </w:trPr>
        <w:tc>
          <w:tcPr>
            <w:tcW w:w="1724" w:type="pct"/>
            <w:shd w:val="clear" w:color="auto" w:fill="auto"/>
            <w:tcMar>
              <w:top w:w="15" w:type="dxa"/>
              <w:left w:w="108" w:type="dxa"/>
              <w:bottom w:w="0" w:type="dxa"/>
              <w:right w:w="108" w:type="dxa"/>
            </w:tcMar>
            <w:vAlign w:val="bottom"/>
          </w:tcPr>
          <w:p w14:paraId="2CB5EE24" w14:textId="77777777" w:rsidR="00556F8A" w:rsidRPr="00BA7457" w:rsidRDefault="00556F8A" w:rsidP="008966A6">
            <w:pPr>
              <w:rPr>
                <w:rFonts w:cs="Arial"/>
                <w:szCs w:val="24"/>
              </w:rPr>
            </w:pPr>
            <w:r w:rsidRPr="00367433">
              <w:rPr>
                <w:rFonts w:ascii="Arial" w:eastAsia="Times New Roman" w:hAnsi="Arial" w:cs="Arial"/>
                <w:color w:val="000000"/>
                <w:szCs w:val="24"/>
                <w:lang w:eastAsia="en-GB"/>
              </w:rPr>
              <w:t>Robert Longden</w:t>
            </w:r>
          </w:p>
        </w:tc>
        <w:tc>
          <w:tcPr>
            <w:tcW w:w="1638" w:type="pct"/>
            <w:shd w:val="clear" w:color="auto" w:fill="auto"/>
            <w:tcMar>
              <w:top w:w="15" w:type="dxa"/>
              <w:left w:w="108" w:type="dxa"/>
              <w:bottom w:w="0" w:type="dxa"/>
              <w:right w:w="108" w:type="dxa"/>
            </w:tcMar>
            <w:vAlign w:val="center"/>
          </w:tcPr>
          <w:p w14:paraId="5A7DAB7A" w14:textId="77777777" w:rsidR="00556F8A" w:rsidRPr="007846DC" w:rsidRDefault="00556F8A" w:rsidP="008966A6">
            <w:pPr>
              <w:rPr>
                <w:rFonts w:cs="Arial"/>
              </w:rPr>
            </w:pPr>
          </w:p>
        </w:tc>
        <w:tc>
          <w:tcPr>
            <w:tcW w:w="1638" w:type="pct"/>
          </w:tcPr>
          <w:p w14:paraId="22283D57" w14:textId="77777777" w:rsidR="00556F8A" w:rsidRPr="007846DC" w:rsidRDefault="00556F8A" w:rsidP="008966A6">
            <w:pPr>
              <w:rPr>
                <w:rFonts w:cs="Arial"/>
              </w:rPr>
            </w:pPr>
          </w:p>
        </w:tc>
      </w:tr>
      <w:tr w:rsidR="00556F8A" w:rsidRPr="00F015E9" w14:paraId="2F85E3AA" w14:textId="77777777" w:rsidTr="008966A6">
        <w:trPr>
          <w:trHeight w:val="54"/>
        </w:trPr>
        <w:tc>
          <w:tcPr>
            <w:tcW w:w="1724" w:type="pct"/>
            <w:shd w:val="clear" w:color="auto" w:fill="auto"/>
            <w:tcMar>
              <w:top w:w="15" w:type="dxa"/>
              <w:left w:w="108" w:type="dxa"/>
              <w:bottom w:w="0" w:type="dxa"/>
              <w:right w:w="108" w:type="dxa"/>
            </w:tcMar>
            <w:vAlign w:val="bottom"/>
          </w:tcPr>
          <w:p w14:paraId="521AE2A4" w14:textId="77777777" w:rsidR="00556F8A" w:rsidRPr="00BA7457" w:rsidRDefault="00556F8A" w:rsidP="008966A6">
            <w:pPr>
              <w:rPr>
                <w:rFonts w:cs="Arial"/>
                <w:szCs w:val="24"/>
              </w:rPr>
            </w:pPr>
            <w:r w:rsidRPr="00367433">
              <w:rPr>
                <w:rFonts w:ascii="Arial" w:eastAsia="Times New Roman" w:hAnsi="Arial" w:cs="Arial"/>
                <w:szCs w:val="24"/>
                <w:lang w:eastAsia="en-GB"/>
              </w:rPr>
              <w:t>Roddy Wilson</w:t>
            </w:r>
          </w:p>
        </w:tc>
        <w:tc>
          <w:tcPr>
            <w:tcW w:w="1638" w:type="pct"/>
            <w:shd w:val="clear" w:color="auto" w:fill="auto"/>
            <w:tcMar>
              <w:top w:w="15" w:type="dxa"/>
              <w:left w:w="108" w:type="dxa"/>
              <w:bottom w:w="0" w:type="dxa"/>
              <w:right w:w="108" w:type="dxa"/>
            </w:tcMar>
            <w:vAlign w:val="center"/>
          </w:tcPr>
          <w:p w14:paraId="6C758F35" w14:textId="77777777" w:rsidR="00556F8A" w:rsidRPr="007846DC" w:rsidRDefault="00556F8A" w:rsidP="008966A6">
            <w:pPr>
              <w:rPr>
                <w:rFonts w:cs="Arial"/>
              </w:rPr>
            </w:pPr>
          </w:p>
        </w:tc>
        <w:tc>
          <w:tcPr>
            <w:tcW w:w="1638" w:type="pct"/>
          </w:tcPr>
          <w:p w14:paraId="7503D817" w14:textId="77777777" w:rsidR="00556F8A" w:rsidRPr="007846DC" w:rsidRDefault="00556F8A" w:rsidP="008966A6">
            <w:pPr>
              <w:rPr>
                <w:rFonts w:cs="Arial"/>
              </w:rPr>
            </w:pPr>
          </w:p>
        </w:tc>
      </w:tr>
      <w:tr w:rsidR="00556F8A" w:rsidRPr="00F015E9" w14:paraId="70E740B2" w14:textId="77777777" w:rsidTr="008966A6">
        <w:trPr>
          <w:trHeight w:val="54"/>
        </w:trPr>
        <w:tc>
          <w:tcPr>
            <w:tcW w:w="1724" w:type="pct"/>
            <w:shd w:val="clear" w:color="auto" w:fill="auto"/>
            <w:tcMar>
              <w:top w:w="15" w:type="dxa"/>
              <w:left w:w="108" w:type="dxa"/>
              <w:bottom w:w="0" w:type="dxa"/>
              <w:right w:w="108" w:type="dxa"/>
            </w:tcMar>
            <w:vAlign w:val="bottom"/>
          </w:tcPr>
          <w:p w14:paraId="3E7BCD98" w14:textId="77777777" w:rsidR="00556F8A" w:rsidRPr="00BA7457" w:rsidRDefault="00556F8A" w:rsidP="008966A6">
            <w:pPr>
              <w:rPr>
                <w:rFonts w:cs="Arial"/>
                <w:szCs w:val="24"/>
              </w:rPr>
            </w:pPr>
            <w:r w:rsidRPr="00367433">
              <w:rPr>
                <w:rFonts w:ascii="Arial" w:eastAsia="Times New Roman" w:hAnsi="Arial" w:cs="Arial"/>
                <w:color w:val="000000"/>
                <w:szCs w:val="24"/>
                <w:lang w:eastAsia="en-GB"/>
              </w:rPr>
              <w:lastRenderedPageBreak/>
              <w:t>Sigrid Bolik</w:t>
            </w:r>
          </w:p>
        </w:tc>
        <w:tc>
          <w:tcPr>
            <w:tcW w:w="1638" w:type="pct"/>
            <w:shd w:val="clear" w:color="auto" w:fill="auto"/>
            <w:tcMar>
              <w:top w:w="15" w:type="dxa"/>
              <w:left w:w="108" w:type="dxa"/>
              <w:bottom w:w="0" w:type="dxa"/>
              <w:right w:w="108" w:type="dxa"/>
            </w:tcMar>
            <w:vAlign w:val="center"/>
          </w:tcPr>
          <w:p w14:paraId="2E8B1C15" w14:textId="77777777" w:rsidR="00556F8A" w:rsidRPr="007846DC" w:rsidRDefault="00556F8A" w:rsidP="008966A6">
            <w:pPr>
              <w:rPr>
                <w:rFonts w:cs="Arial"/>
              </w:rPr>
            </w:pPr>
          </w:p>
        </w:tc>
        <w:tc>
          <w:tcPr>
            <w:tcW w:w="1638" w:type="pct"/>
          </w:tcPr>
          <w:p w14:paraId="29C11FA2" w14:textId="77777777" w:rsidR="00556F8A" w:rsidRPr="007846DC" w:rsidRDefault="00556F8A" w:rsidP="008966A6">
            <w:pPr>
              <w:rPr>
                <w:rFonts w:cs="Arial"/>
              </w:rPr>
            </w:pPr>
          </w:p>
        </w:tc>
      </w:tr>
      <w:tr w:rsidR="00556F8A" w:rsidRPr="00F015E9" w14:paraId="23D951B8" w14:textId="77777777" w:rsidTr="008966A6">
        <w:trPr>
          <w:trHeight w:val="54"/>
        </w:trPr>
        <w:tc>
          <w:tcPr>
            <w:tcW w:w="1724" w:type="pct"/>
            <w:shd w:val="clear" w:color="auto" w:fill="auto"/>
            <w:tcMar>
              <w:top w:w="15" w:type="dxa"/>
              <w:left w:w="108" w:type="dxa"/>
              <w:bottom w:w="0" w:type="dxa"/>
              <w:right w:w="108" w:type="dxa"/>
            </w:tcMar>
            <w:vAlign w:val="bottom"/>
          </w:tcPr>
          <w:p w14:paraId="72A9EB5D" w14:textId="77777777" w:rsidR="00556F8A" w:rsidRPr="00BA7457" w:rsidRDefault="00556F8A" w:rsidP="008966A6">
            <w:pPr>
              <w:rPr>
                <w:rFonts w:cs="Arial"/>
                <w:szCs w:val="24"/>
              </w:rPr>
            </w:pPr>
            <w:r w:rsidRPr="00367433">
              <w:rPr>
                <w:rFonts w:ascii="Arial" w:eastAsia="Times New Roman" w:hAnsi="Arial" w:cs="Arial"/>
                <w:color w:val="000000"/>
                <w:szCs w:val="24"/>
                <w:lang w:eastAsia="en-GB"/>
              </w:rPr>
              <w:t>Steve Cox</w:t>
            </w:r>
          </w:p>
        </w:tc>
        <w:tc>
          <w:tcPr>
            <w:tcW w:w="1638" w:type="pct"/>
            <w:shd w:val="clear" w:color="auto" w:fill="auto"/>
            <w:tcMar>
              <w:top w:w="15" w:type="dxa"/>
              <w:left w:w="108" w:type="dxa"/>
              <w:bottom w:w="0" w:type="dxa"/>
              <w:right w:w="108" w:type="dxa"/>
            </w:tcMar>
            <w:vAlign w:val="center"/>
          </w:tcPr>
          <w:p w14:paraId="7BB754FA" w14:textId="77777777" w:rsidR="00556F8A" w:rsidRPr="007846DC" w:rsidRDefault="00556F8A" w:rsidP="008966A6">
            <w:pPr>
              <w:rPr>
                <w:rFonts w:cs="Arial"/>
              </w:rPr>
            </w:pPr>
          </w:p>
        </w:tc>
        <w:tc>
          <w:tcPr>
            <w:tcW w:w="1638" w:type="pct"/>
          </w:tcPr>
          <w:p w14:paraId="43440750" w14:textId="77777777" w:rsidR="00556F8A" w:rsidRPr="007846DC" w:rsidRDefault="00556F8A" w:rsidP="008966A6">
            <w:pPr>
              <w:rPr>
                <w:rFonts w:cs="Arial"/>
              </w:rPr>
            </w:pPr>
          </w:p>
        </w:tc>
      </w:tr>
    </w:tbl>
    <w:p w14:paraId="0456E20A" w14:textId="5807601C" w:rsidR="00E826BE" w:rsidRDefault="00E826BE" w:rsidP="00E826BE"/>
    <w:p w14:paraId="2DFF04E3" w14:textId="77777777" w:rsidR="00681B77" w:rsidRPr="00E826BE" w:rsidRDefault="00681B77" w:rsidP="00E826BE"/>
    <w:p w14:paraId="142A3BBA" w14:textId="77777777" w:rsidR="00470B5B" w:rsidRPr="005603D9" w:rsidRDefault="00470B5B" w:rsidP="009A206C">
      <w:pPr>
        <w:pStyle w:val="CA4"/>
      </w:pPr>
      <w:bookmarkStart w:id="26" w:name="_Toc92967922"/>
      <w:r w:rsidRPr="005603D9">
        <w:t>When will this change take place?</w:t>
      </w:r>
      <w:bookmarkEnd w:id="26"/>
    </w:p>
    <w:p w14:paraId="3524B12F" w14:textId="77777777" w:rsidR="00C160FC" w:rsidRDefault="00C160FC" w:rsidP="00C160FC">
      <w:pPr>
        <w:pStyle w:val="Heading3"/>
      </w:pPr>
      <w:bookmarkStart w:id="27" w:name="_Toc87432550"/>
      <w:bookmarkStart w:id="28" w:name="_Toc92967923"/>
      <w:r w:rsidRPr="009A206C">
        <w:t>Implementation date</w:t>
      </w:r>
      <w:bookmarkEnd w:id="27"/>
      <w:bookmarkEnd w:id="28"/>
    </w:p>
    <w:sdt>
      <w:sdtPr>
        <w:alias w:val="Insert text"/>
        <w:tag w:val="Insert text"/>
        <w:id w:val="975099323"/>
        <w:placeholder>
          <w:docPart w:val="B9CF87A259CF4AFEA2F7A4B5D1F586ED"/>
        </w:placeholder>
      </w:sdtPr>
      <w:sdtEndPr/>
      <w:sdtContent>
        <w:sdt>
          <w:sdtPr>
            <w:alias w:val="Insert text"/>
            <w:tag w:val="Insert text"/>
            <w:id w:val="-1634484996"/>
            <w:placeholder>
              <w:docPart w:val="0DF77750B7E4484C9DF9905E46919F60"/>
            </w:placeholder>
          </w:sdtPr>
          <w:sdtEndPr/>
          <w:sdtContent>
            <w:p w14:paraId="5BAE3309" w14:textId="77777777" w:rsidR="00C160FC" w:rsidRDefault="00C160FC" w:rsidP="00C160FC">
              <w:r>
                <w:t>9 March 2022.</w:t>
              </w:r>
            </w:p>
            <w:p w14:paraId="44E8CDBD" w14:textId="77777777" w:rsidR="00C160FC" w:rsidRPr="005603D9" w:rsidRDefault="00C160FC" w:rsidP="00C160FC">
              <w:pPr>
                <w:jc w:val="both"/>
              </w:pPr>
              <w:r>
                <w:t>This modification will be implemented 5 working days after the appeals window closes (5pm on 2 March 2022), providing no objections have been raised.</w:t>
              </w:r>
            </w:p>
          </w:sdtContent>
        </w:sdt>
      </w:sdtContent>
    </w:sdt>
    <w:p w14:paraId="3229B3F6" w14:textId="77777777" w:rsidR="00C160FC" w:rsidRPr="009A206C" w:rsidRDefault="00C160FC" w:rsidP="00C160FC">
      <w:pPr>
        <w:pStyle w:val="Heading3"/>
      </w:pPr>
      <w:bookmarkStart w:id="29" w:name="_Toc87432551"/>
      <w:bookmarkStart w:id="30" w:name="_Toc92967924"/>
      <w:r w:rsidRPr="009A206C">
        <w:t>Date decision required by</w:t>
      </w:r>
      <w:bookmarkEnd w:id="29"/>
      <w:bookmarkEnd w:id="30"/>
    </w:p>
    <w:sdt>
      <w:sdtPr>
        <w:alias w:val="Insert text"/>
        <w:tag w:val="Insert text"/>
        <w:id w:val="-2033334967"/>
        <w:placeholder>
          <w:docPart w:val="0779189E263B40AB84E6A63675644DF8"/>
        </w:placeholder>
      </w:sdtPr>
      <w:sdtEndPr/>
      <w:sdtContent>
        <w:p w14:paraId="04E9B837" w14:textId="77777777" w:rsidR="00C160FC" w:rsidRPr="00BD1B76" w:rsidRDefault="00C160FC" w:rsidP="00C160FC">
          <w:r w:rsidRPr="00BD1B76">
            <w:t xml:space="preserve">Panel Self-Governance vote </w:t>
          </w:r>
          <w:r>
            <w:t>needs to take place by</w:t>
          </w:r>
          <w:r w:rsidRPr="00BD1B76">
            <w:t xml:space="preserve"> </w:t>
          </w:r>
          <w:r>
            <w:t>27</w:t>
          </w:r>
          <w:r>
            <w:rPr>
              <w:vertAlign w:val="superscript"/>
            </w:rPr>
            <w:t xml:space="preserve"> </w:t>
          </w:r>
          <w:r w:rsidRPr="00BD1B76">
            <w:t>January 2022</w:t>
          </w:r>
          <w:r>
            <w:t xml:space="preserve">. </w:t>
          </w:r>
        </w:p>
      </w:sdtContent>
    </w:sdt>
    <w:p w14:paraId="154CD346" w14:textId="77777777" w:rsidR="00C160FC" w:rsidRPr="009A206C" w:rsidRDefault="00C160FC" w:rsidP="00C160FC">
      <w:pPr>
        <w:pStyle w:val="Heading3"/>
      </w:pPr>
      <w:bookmarkStart w:id="31" w:name="_Toc87432552"/>
      <w:bookmarkStart w:id="32" w:name="_Toc92967925"/>
      <w:r w:rsidRPr="009A206C">
        <w:t>Implementation approach</w:t>
      </w:r>
      <w:bookmarkEnd w:id="31"/>
      <w:bookmarkEnd w:id="32"/>
    </w:p>
    <w:sdt>
      <w:sdtPr>
        <w:alias w:val="Insert text"/>
        <w:tag w:val="Insert text"/>
        <w:id w:val="-1959724088"/>
        <w:placeholder>
          <w:docPart w:val="ECC0EAE4D2E446C483CE7BAB090A258C"/>
        </w:placeholder>
      </w:sdtPr>
      <w:sdtEndPr/>
      <w:sdtContent>
        <w:sdt>
          <w:sdtPr>
            <w:alias w:val="Insert text"/>
            <w:tag w:val="Insert text"/>
            <w:id w:val="-1426642607"/>
            <w:placeholder>
              <w:docPart w:val="4C08E851CFF74522BB792DF008DEB8F4"/>
            </w:placeholder>
          </w:sdtPr>
          <w:sdtEndPr/>
          <w:sdtContent>
            <w:p w14:paraId="3F51EE3C" w14:textId="77777777" w:rsidR="00C160FC" w:rsidRDefault="00C160FC" w:rsidP="00C160FC">
              <w:r>
                <w:t xml:space="preserve">No systems or processes will need to be amended </w:t>
              </w:r>
              <w:proofErr w:type="gramStart"/>
              <w:r>
                <w:t>as a result of</w:t>
              </w:r>
              <w:proofErr w:type="gramEnd"/>
              <w:r>
                <w:t xml:space="preserve"> this proposal.</w:t>
              </w:r>
            </w:p>
          </w:sdtContent>
        </w:sdt>
      </w:sdtContent>
    </w:sdt>
    <w:p w14:paraId="13052E4A" w14:textId="77777777" w:rsidR="00CA5691" w:rsidRPr="00CA5691" w:rsidRDefault="00CA5691" w:rsidP="00CA5691">
      <w:pPr>
        <w:rPr>
          <w:lang w:eastAsia="en-GB"/>
        </w:rPr>
      </w:pPr>
    </w:p>
    <w:p w14:paraId="48CD812F" w14:textId="77777777" w:rsidR="00470B5B" w:rsidRPr="005603D9" w:rsidRDefault="00470B5B" w:rsidP="009A206C">
      <w:pPr>
        <w:pStyle w:val="CA5"/>
      </w:pPr>
      <w:bookmarkStart w:id="33" w:name="_Workgroup_Consultation_1"/>
      <w:bookmarkStart w:id="34" w:name="_Toc92967926"/>
      <w:bookmarkEnd w:id="33"/>
      <w:r w:rsidRPr="005603D9">
        <w:t>Interactions</w:t>
      </w:r>
      <w:bookmarkEnd w:id="3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64CC3A25" w14:textId="77777777" w:rsidTr="006277ED">
        <w:tc>
          <w:tcPr>
            <w:tcW w:w="2371" w:type="dxa"/>
          </w:tcPr>
          <w:p w14:paraId="0EE1B9AD" w14:textId="5A9B6138" w:rsidR="00C53337" w:rsidRDefault="00FD77BF" w:rsidP="00950875">
            <w:sdt>
              <w:sdtPr>
                <w:id w:val="226509414"/>
                <w14:checkbox>
                  <w14:checked w14:val="1"/>
                  <w14:checkedState w14:val="2612" w14:font="MS Gothic"/>
                  <w14:uncheckedState w14:val="2610" w14:font="MS Gothic"/>
                </w14:checkbox>
              </w:sdtPr>
              <w:sdtEndPr/>
              <w:sdtContent>
                <w:r w:rsidR="00D4682E">
                  <w:rPr>
                    <w:rFonts w:ascii="MS Gothic" w:eastAsia="MS Gothic" w:hAnsi="MS Gothic" w:hint="eastAsia"/>
                  </w:rPr>
                  <w:t>☒</w:t>
                </w:r>
              </w:sdtContent>
            </w:sdt>
            <w:r w:rsidR="00D4682E">
              <w:t>Grid Code</w:t>
            </w:r>
          </w:p>
        </w:tc>
        <w:tc>
          <w:tcPr>
            <w:tcW w:w="2371" w:type="dxa"/>
          </w:tcPr>
          <w:p w14:paraId="049CCDE9" w14:textId="77777777" w:rsidR="00C53337" w:rsidRDefault="00866060" w:rsidP="00950875">
            <w:r>
              <w:rPr>
                <w:rFonts w:ascii="MS Gothic" w:eastAsia="MS Gothic" w:hAnsi="MS Gothic" w:hint="eastAsia"/>
              </w:rPr>
              <w:t>☐</w:t>
            </w:r>
            <w:r>
              <w:t>BSC</w:t>
            </w:r>
          </w:p>
        </w:tc>
        <w:tc>
          <w:tcPr>
            <w:tcW w:w="2372" w:type="dxa"/>
          </w:tcPr>
          <w:p w14:paraId="0E940FA1" w14:textId="229E243C" w:rsidR="00C53337" w:rsidRDefault="00FD77BF" w:rsidP="00950875">
            <w:sdt>
              <w:sdtPr>
                <w:id w:val="455062906"/>
                <w14:checkbox>
                  <w14:checked w14:val="1"/>
                  <w14:checkedState w14:val="2612" w14:font="MS Gothic"/>
                  <w14:uncheckedState w14:val="2610" w14:font="MS Gothic"/>
                </w14:checkbox>
              </w:sdtPr>
              <w:sdtEndPr/>
              <w:sdtContent>
                <w:r w:rsidR="00D4682E">
                  <w:rPr>
                    <w:rFonts w:ascii="MS Gothic" w:eastAsia="MS Gothic" w:hAnsi="MS Gothic" w:hint="eastAsia"/>
                  </w:rPr>
                  <w:t>☒</w:t>
                </w:r>
              </w:sdtContent>
            </w:sdt>
            <w:r w:rsidR="00D4682E">
              <w:t>STC</w:t>
            </w:r>
          </w:p>
        </w:tc>
        <w:tc>
          <w:tcPr>
            <w:tcW w:w="2372" w:type="dxa"/>
          </w:tcPr>
          <w:p w14:paraId="61285EDD" w14:textId="5406D3B6" w:rsidR="00C53337" w:rsidRDefault="00FD77BF" w:rsidP="00950875">
            <w:sdt>
              <w:sdtPr>
                <w:id w:val="301123433"/>
                <w14:checkbox>
                  <w14:checked w14:val="1"/>
                  <w14:checkedState w14:val="2612" w14:font="MS Gothic"/>
                  <w14:uncheckedState w14:val="2610" w14:font="MS Gothic"/>
                </w14:checkbox>
              </w:sdtPr>
              <w:sdtEndPr/>
              <w:sdtContent>
                <w:r w:rsidR="00D4682E">
                  <w:rPr>
                    <w:rFonts w:ascii="MS Gothic" w:eastAsia="MS Gothic" w:hAnsi="MS Gothic" w:hint="eastAsia"/>
                  </w:rPr>
                  <w:t>☒</w:t>
                </w:r>
              </w:sdtContent>
            </w:sdt>
            <w:r w:rsidR="00D4682E">
              <w:t>SQSS</w:t>
            </w:r>
          </w:p>
        </w:tc>
      </w:tr>
      <w:tr w:rsidR="00950875" w14:paraId="7FF8BF23" w14:textId="77777777" w:rsidTr="006277ED">
        <w:tc>
          <w:tcPr>
            <w:tcW w:w="2371" w:type="dxa"/>
          </w:tcPr>
          <w:p w14:paraId="09DF92EF" w14:textId="77777777" w:rsidR="00950875" w:rsidRDefault="006277ED" w:rsidP="00950875">
            <w:r>
              <w:rPr>
                <w:rFonts w:ascii="MS Gothic" w:eastAsia="MS Gothic" w:hAnsi="MS Gothic" w:hint="eastAsia"/>
              </w:rPr>
              <w:t>☐</w:t>
            </w:r>
            <w:r>
              <w:t xml:space="preserve">European Network Codes </w:t>
            </w:r>
          </w:p>
          <w:p w14:paraId="6114871B" w14:textId="77777777" w:rsidR="00950875" w:rsidRDefault="00950875" w:rsidP="00C53337"/>
        </w:tc>
        <w:tc>
          <w:tcPr>
            <w:tcW w:w="2371" w:type="dxa"/>
          </w:tcPr>
          <w:p w14:paraId="6B8FFE0F" w14:textId="77777777" w:rsidR="00950875" w:rsidRDefault="006277ED" w:rsidP="006277ED">
            <w:r>
              <w:rPr>
                <w:rFonts w:ascii="MS Gothic" w:eastAsia="MS Gothic" w:hAnsi="MS Gothic" w:hint="eastAsia"/>
              </w:rPr>
              <w:t>☐</w:t>
            </w:r>
            <w:r w:rsidRPr="005603D9">
              <w:t xml:space="preserve"> </w:t>
            </w:r>
            <w:r w:rsidR="00796343">
              <w:t>EBR</w:t>
            </w:r>
            <w:r w:rsidRPr="005603D9">
              <w:t xml:space="preserve"> Article 18 T&amp;Cs</w:t>
            </w:r>
            <w:r>
              <w:rPr>
                <w:rStyle w:val="FootnoteReference"/>
              </w:rPr>
              <w:footnoteReference w:id="2"/>
            </w:r>
          </w:p>
        </w:tc>
        <w:tc>
          <w:tcPr>
            <w:tcW w:w="2372" w:type="dxa"/>
          </w:tcPr>
          <w:p w14:paraId="0E126AD5" w14:textId="6474C5A9" w:rsidR="00951276" w:rsidRDefault="00951276" w:rsidP="00951276">
            <w:r>
              <w:rPr>
                <w:rFonts w:ascii="MS Gothic" w:eastAsia="MS Gothic" w:hAnsi="MS Gothic" w:hint="eastAsia"/>
              </w:rPr>
              <w:t>☐</w:t>
            </w:r>
            <w:r>
              <w:t>Other modifications</w:t>
            </w:r>
            <w:r w:rsidR="00F37707">
              <w:t xml:space="preserve">                   </w:t>
            </w:r>
          </w:p>
          <w:p w14:paraId="739917B6" w14:textId="77777777" w:rsidR="00950875" w:rsidRDefault="00950875" w:rsidP="00950875"/>
        </w:tc>
        <w:tc>
          <w:tcPr>
            <w:tcW w:w="2372" w:type="dxa"/>
          </w:tcPr>
          <w:p w14:paraId="532F9302" w14:textId="77777777" w:rsidR="00950875" w:rsidRDefault="00950875" w:rsidP="00950875">
            <w:r>
              <w:rPr>
                <w:rFonts w:ascii="MS Gothic" w:eastAsia="MS Gothic" w:hAnsi="MS Gothic" w:hint="eastAsia"/>
              </w:rPr>
              <w:t>☐</w:t>
            </w:r>
            <w:r>
              <w:t>Other</w:t>
            </w:r>
          </w:p>
          <w:p w14:paraId="63279129" w14:textId="6ECFC0EE" w:rsidR="00950875" w:rsidRDefault="00FD77BF" w:rsidP="00C53337">
            <w:sdt>
              <w:sdtPr>
                <w:id w:val="-933661782"/>
                <w14:checkbox>
                  <w14:checked w14:val="1"/>
                  <w14:checkedState w14:val="2612" w14:font="MS Gothic"/>
                  <w14:uncheckedState w14:val="2610" w14:font="MS Gothic"/>
                </w14:checkbox>
              </w:sdtPr>
              <w:sdtEndPr/>
              <w:sdtContent>
                <w:r w:rsidR="00F37707">
                  <w:rPr>
                    <w:rFonts w:ascii="MS Gothic" w:eastAsia="MS Gothic" w:hAnsi="MS Gothic" w:hint="eastAsia"/>
                  </w:rPr>
                  <w:t>☒</w:t>
                </w:r>
              </w:sdtContent>
            </w:sdt>
            <w:r w:rsidR="00F37707">
              <w:t>CUSC</w:t>
            </w:r>
          </w:p>
        </w:tc>
      </w:tr>
    </w:tbl>
    <w:p w14:paraId="04C99B7A" w14:textId="59D0763F" w:rsidR="004B0932" w:rsidRDefault="004B0932" w:rsidP="00E0319F">
      <w:pPr>
        <w:rPr>
          <w:i/>
          <w:color w:val="00B050"/>
        </w:rPr>
      </w:pPr>
    </w:p>
    <w:sdt>
      <w:sdtPr>
        <w:alias w:val="Insert text"/>
        <w:tag w:val="Insert text"/>
        <w:id w:val="735590961"/>
        <w:placeholder>
          <w:docPart w:val="669743AFF5DB48889D068C2CC521F698"/>
        </w:placeholder>
      </w:sdtPr>
      <w:sdtEndPr/>
      <w:sdtContent>
        <w:p w14:paraId="1B5AFC39" w14:textId="77777777" w:rsidR="0072302C" w:rsidRDefault="0072302C" w:rsidP="0072302C">
          <w:pPr>
            <w:spacing w:after="160"/>
            <w:jc w:val="both"/>
          </w:pPr>
          <w:r w:rsidRPr="001D539C">
            <w:t xml:space="preserve">This Proposal is closely linked to </w:t>
          </w:r>
          <w:hyperlink r:id="rId15" w:history="1">
            <w:r w:rsidRPr="00AE0543">
              <w:rPr>
                <w:rStyle w:val="Hyperlink"/>
                <w:color w:val="FFBF22" w:themeColor="accent6"/>
              </w:rPr>
              <w:t>CMP380</w:t>
            </w:r>
          </w:hyperlink>
          <w:r w:rsidRPr="001D539C">
            <w:t xml:space="preserve">, which will make the CUSC Gender Neutral. Further modifications to make similar changes to the STC and SQSS will also be raised in January 2022. </w:t>
          </w:r>
        </w:p>
      </w:sdtContent>
    </w:sdt>
    <w:p w14:paraId="2D552F05" w14:textId="37F9AE61" w:rsidR="00F80F52" w:rsidRPr="0072302C" w:rsidRDefault="00F80F52" w:rsidP="00E0319F">
      <w:pPr>
        <w:rPr>
          <w:iCs/>
          <w:color w:val="00B050"/>
        </w:rPr>
      </w:pPr>
    </w:p>
    <w:p w14:paraId="00A397BC" w14:textId="091540D9" w:rsidR="00F80F52" w:rsidRDefault="00F80F52" w:rsidP="00E0319F">
      <w:pPr>
        <w:rPr>
          <w:i/>
          <w:color w:val="00B050"/>
        </w:rPr>
      </w:pPr>
    </w:p>
    <w:p w14:paraId="71247C79" w14:textId="7ACCA30D" w:rsidR="00F80F52" w:rsidRDefault="00F80F52" w:rsidP="00E0319F">
      <w:pPr>
        <w:rPr>
          <w:i/>
          <w:color w:val="00B050"/>
        </w:rPr>
      </w:pPr>
    </w:p>
    <w:p w14:paraId="17981E64" w14:textId="39BF90D5" w:rsidR="00F80F52" w:rsidRDefault="00F80F52" w:rsidP="00E0319F">
      <w:pPr>
        <w:rPr>
          <w:iCs/>
        </w:rPr>
      </w:pPr>
    </w:p>
    <w:p w14:paraId="05240C61" w14:textId="52FBA646" w:rsidR="008141B3" w:rsidRDefault="008141B3" w:rsidP="00E0319F">
      <w:pPr>
        <w:rPr>
          <w:iCs/>
        </w:rPr>
      </w:pPr>
    </w:p>
    <w:p w14:paraId="1B26BEBF" w14:textId="56F937FC" w:rsidR="008141B3" w:rsidRDefault="008141B3" w:rsidP="00E0319F">
      <w:pPr>
        <w:rPr>
          <w:iCs/>
        </w:rPr>
      </w:pPr>
    </w:p>
    <w:p w14:paraId="31E59F48" w14:textId="511C53BD" w:rsidR="000D5430" w:rsidRDefault="000D5430" w:rsidP="00E0319F">
      <w:pPr>
        <w:rPr>
          <w:iCs/>
        </w:rPr>
      </w:pPr>
    </w:p>
    <w:p w14:paraId="46C5578C" w14:textId="1BBC6031" w:rsidR="000D5430" w:rsidRDefault="000D5430" w:rsidP="00E0319F">
      <w:pPr>
        <w:rPr>
          <w:iCs/>
        </w:rPr>
      </w:pPr>
    </w:p>
    <w:p w14:paraId="24C2F279" w14:textId="65DCC80C" w:rsidR="000D5430" w:rsidRDefault="000D5430" w:rsidP="00E0319F">
      <w:pPr>
        <w:rPr>
          <w:iCs/>
        </w:rPr>
      </w:pPr>
    </w:p>
    <w:p w14:paraId="61F3681F" w14:textId="2208E5ED" w:rsidR="000D5430" w:rsidRDefault="000D5430" w:rsidP="00E0319F">
      <w:pPr>
        <w:rPr>
          <w:iCs/>
        </w:rPr>
      </w:pPr>
    </w:p>
    <w:p w14:paraId="4A696F18" w14:textId="49D7B5D3" w:rsidR="00681B77" w:rsidRDefault="00681B77" w:rsidP="00E0319F">
      <w:pPr>
        <w:rPr>
          <w:iCs/>
        </w:rPr>
      </w:pPr>
    </w:p>
    <w:p w14:paraId="73672BC7" w14:textId="77777777" w:rsidR="00681B77" w:rsidRDefault="00681B77" w:rsidP="00E0319F">
      <w:pPr>
        <w:rPr>
          <w:iCs/>
        </w:rPr>
      </w:pPr>
    </w:p>
    <w:p w14:paraId="40D0B816" w14:textId="77777777" w:rsidR="000D5430" w:rsidRDefault="000D5430" w:rsidP="00E0319F">
      <w:pPr>
        <w:rPr>
          <w:iCs/>
        </w:rPr>
      </w:pPr>
    </w:p>
    <w:p w14:paraId="746F7EE8" w14:textId="77777777" w:rsidR="007A0B3B" w:rsidRDefault="007A0B3B" w:rsidP="00E0319F">
      <w:pPr>
        <w:rPr>
          <w:iCs/>
        </w:rPr>
      </w:pPr>
    </w:p>
    <w:p w14:paraId="4C6733BB" w14:textId="77777777" w:rsidR="007A0B3B" w:rsidRDefault="007A0B3B" w:rsidP="00E0319F">
      <w:pPr>
        <w:rPr>
          <w:iCs/>
        </w:rPr>
      </w:pPr>
    </w:p>
    <w:p w14:paraId="4C2FE3E0" w14:textId="77777777" w:rsidR="008141B3" w:rsidRDefault="008141B3" w:rsidP="00E0319F">
      <w:pPr>
        <w:rPr>
          <w:iCs/>
        </w:rPr>
      </w:pPr>
    </w:p>
    <w:p w14:paraId="30B08F9A" w14:textId="77777777" w:rsidR="005853AB" w:rsidRPr="00F80F52" w:rsidRDefault="005853AB" w:rsidP="00E0319F">
      <w:pPr>
        <w:rPr>
          <w:iCs/>
        </w:rPr>
      </w:pPr>
    </w:p>
    <w:p w14:paraId="550301DB" w14:textId="77777777" w:rsidR="00F80F52" w:rsidRPr="009A206C" w:rsidRDefault="00F80F52" w:rsidP="00F80F52">
      <w:pPr>
        <w:pStyle w:val="CA7"/>
      </w:pPr>
      <w:bookmarkStart w:id="35" w:name="_How_to_respond"/>
      <w:bookmarkStart w:id="36" w:name="_Toc87432555"/>
      <w:bookmarkStart w:id="37" w:name="_Toc92967927"/>
      <w:bookmarkEnd w:id="35"/>
      <w:r w:rsidRPr="005603D9">
        <w:lastRenderedPageBreak/>
        <w:t xml:space="preserve">Acronyms, key </w:t>
      </w:r>
      <w:proofErr w:type="gramStart"/>
      <w:r w:rsidRPr="005603D9">
        <w:t>terms</w:t>
      </w:r>
      <w:proofErr w:type="gramEnd"/>
      <w:r w:rsidRPr="005603D9">
        <w:t xml:space="preserve"> and reference material</w:t>
      </w:r>
      <w:bookmarkEnd w:id="36"/>
      <w:bookmarkEnd w:id="37"/>
    </w:p>
    <w:tbl>
      <w:tblPr>
        <w:tblStyle w:val="TableGrid"/>
        <w:tblW w:w="9493" w:type="dxa"/>
        <w:tblLook w:val="04A0" w:firstRow="1" w:lastRow="0" w:firstColumn="1" w:lastColumn="0" w:noHBand="0" w:noVBand="1"/>
      </w:tblPr>
      <w:tblGrid>
        <w:gridCol w:w="2547"/>
        <w:gridCol w:w="6946"/>
      </w:tblGrid>
      <w:tr w:rsidR="00F80F52" w:rsidRPr="005603D9" w14:paraId="0A9CFC4D" w14:textId="77777777" w:rsidTr="008966A6">
        <w:tc>
          <w:tcPr>
            <w:tcW w:w="2547" w:type="dxa"/>
            <w:shd w:val="clear" w:color="auto" w:fill="727274" w:themeFill="text2"/>
          </w:tcPr>
          <w:p w14:paraId="6F6AFF41" w14:textId="77777777" w:rsidR="00F80F52" w:rsidRPr="009A206C" w:rsidRDefault="00F80F52" w:rsidP="008966A6">
            <w:pPr>
              <w:rPr>
                <w:b/>
                <w:color w:val="FFFFFF" w:themeColor="background1"/>
              </w:rPr>
            </w:pPr>
            <w:r w:rsidRPr="009A206C">
              <w:rPr>
                <w:b/>
                <w:color w:val="FFFFFF" w:themeColor="background1"/>
              </w:rPr>
              <w:t>Acronym / key term</w:t>
            </w:r>
          </w:p>
        </w:tc>
        <w:tc>
          <w:tcPr>
            <w:tcW w:w="6946" w:type="dxa"/>
            <w:shd w:val="clear" w:color="auto" w:fill="727274" w:themeFill="text2"/>
          </w:tcPr>
          <w:p w14:paraId="76CF5280" w14:textId="77777777" w:rsidR="00F80F52" w:rsidRPr="009A206C" w:rsidRDefault="00F80F52" w:rsidP="008966A6">
            <w:pPr>
              <w:rPr>
                <w:b/>
                <w:color w:val="FFFFFF" w:themeColor="background1"/>
              </w:rPr>
            </w:pPr>
            <w:r w:rsidRPr="009A206C">
              <w:rPr>
                <w:b/>
                <w:color w:val="FFFFFF" w:themeColor="background1"/>
              </w:rPr>
              <w:t>Meaning</w:t>
            </w:r>
          </w:p>
        </w:tc>
      </w:tr>
      <w:tr w:rsidR="00F80F52" w:rsidRPr="005603D9" w14:paraId="267C2ABE" w14:textId="77777777" w:rsidTr="008966A6">
        <w:tc>
          <w:tcPr>
            <w:tcW w:w="2547" w:type="dxa"/>
          </w:tcPr>
          <w:p w14:paraId="4387DCEE" w14:textId="77777777" w:rsidR="00F80F52" w:rsidRDefault="00F80F52" w:rsidP="008966A6">
            <w:r>
              <w:t>BSC</w:t>
            </w:r>
          </w:p>
        </w:tc>
        <w:tc>
          <w:tcPr>
            <w:tcW w:w="6946" w:type="dxa"/>
          </w:tcPr>
          <w:p w14:paraId="4E3370D3" w14:textId="77777777" w:rsidR="00F80F52" w:rsidRDefault="00F80F52" w:rsidP="008966A6">
            <w:r>
              <w:t>Balancing and Settlement Code</w:t>
            </w:r>
          </w:p>
        </w:tc>
      </w:tr>
      <w:tr w:rsidR="00F80F52" w:rsidRPr="005603D9" w14:paraId="4107DC25" w14:textId="77777777" w:rsidTr="008966A6">
        <w:tc>
          <w:tcPr>
            <w:tcW w:w="2547" w:type="dxa"/>
          </w:tcPr>
          <w:p w14:paraId="04807792" w14:textId="77777777" w:rsidR="00F80F52" w:rsidRPr="005603D9" w:rsidRDefault="00F80F52" w:rsidP="008966A6">
            <w:r>
              <w:t>CUSC</w:t>
            </w:r>
          </w:p>
        </w:tc>
        <w:tc>
          <w:tcPr>
            <w:tcW w:w="6946" w:type="dxa"/>
          </w:tcPr>
          <w:p w14:paraId="4F77C686" w14:textId="77777777" w:rsidR="00F80F52" w:rsidRPr="005603D9" w:rsidRDefault="00F80F52" w:rsidP="008966A6">
            <w:r>
              <w:t>Connection and Use of System Code</w:t>
            </w:r>
          </w:p>
        </w:tc>
      </w:tr>
      <w:tr w:rsidR="00F80F52" w:rsidRPr="005603D9" w14:paraId="2CBDE12F" w14:textId="77777777" w:rsidTr="008966A6">
        <w:tc>
          <w:tcPr>
            <w:tcW w:w="2547" w:type="dxa"/>
          </w:tcPr>
          <w:p w14:paraId="65954CA2" w14:textId="77777777" w:rsidR="00F80F52" w:rsidRPr="005603D9" w:rsidRDefault="00F80F52" w:rsidP="008966A6">
            <w:r>
              <w:t>EBR</w:t>
            </w:r>
          </w:p>
        </w:tc>
        <w:tc>
          <w:tcPr>
            <w:tcW w:w="6946" w:type="dxa"/>
          </w:tcPr>
          <w:p w14:paraId="2BA9D0D9" w14:textId="77777777" w:rsidR="00F80F52" w:rsidRPr="005603D9" w:rsidRDefault="00F80F52" w:rsidP="008966A6">
            <w:r>
              <w:t>Electricity Balancing Regulation</w:t>
            </w:r>
          </w:p>
        </w:tc>
      </w:tr>
      <w:tr w:rsidR="00F80F52" w:rsidRPr="005603D9" w14:paraId="0E74E077" w14:textId="77777777" w:rsidTr="008966A6">
        <w:tc>
          <w:tcPr>
            <w:tcW w:w="2547" w:type="dxa"/>
          </w:tcPr>
          <w:p w14:paraId="0B74A570" w14:textId="77777777" w:rsidR="00F80F52" w:rsidRDefault="00F80F52" w:rsidP="008966A6">
            <w:r>
              <w:t>GC</w:t>
            </w:r>
          </w:p>
        </w:tc>
        <w:tc>
          <w:tcPr>
            <w:tcW w:w="6946" w:type="dxa"/>
          </w:tcPr>
          <w:p w14:paraId="14FB799B" w14:textId="77777777" w:rsidR="00F80F52" w:rsidRDefault="00F80F52" w:rsidP="008966A6">
            <w:r>
              <w:t>Grid Code</w:t>
            </w:r>
          </w:p>
        </w:tc>
      </w:tr>
      <w:tr w:rsidR="00F80F52" w:rsidRPr="005603D9" w14:paraId="610FFB3D" w14:textId="77777777" w:rsidTr="008966A6">
        <w:tc>
          <w:tcPr>
            <w:tcW w:w="2547" w:type="dxa"/>
          </w:tcPr>
          <w:p w14:paraId="34D3EEB4" w14:textId="77777777" w:rsidR="00F80F52" w:rsidRPr="005603D9" w:rsidRDefault="00F80F52" w:rsidP="008966A6">
            <w:r>
              <w:t>STC</w:t>
            </w:r>
          </w:p>
        </w:tc>
        <w:tc>
          <w:tcPr>
            <w:tcW w:w="6946" w:type="dxa"/>
          </w:tcPr>
          <w:p w14:paraId="41792F14" w14:textId="77777777" w:rsidR="00F80F52" w:rsidRPr="005603D9" w:rsidRDefault="00F80F52" w:rsidP="008966A6">
            <w:r>
              <w:t>System Operator Transmission Owner Code</w:t>
            </w:r>
          </w:p>
        </w:tc>
      </w:tr>
      <w:tr w:rsidR="00F80F52" w:rsidRPr="005603D9" w14:paraId="246A3917" w14:textId="77777777" w:rsidTr="008966A6">
        <w:tc>
          <w:tcPr>
            <w:tcW w:w="2547" w:type="dxa"/>
          </w:tcPr>
          <w:p w14:paraId="3D263F5B" w14:textId="77777777" w:rsidR="00F80F52" w:rsidRPr="005603D9" w:rsidRDefault="00F80F52" w:rsidP="008966A6">
            <w:r>
              <w:t>SQSS</w:t>
            </w:r>
          </w:p>
        </w:tc>
        <w:tc>
          <w:tcPr>
            <w:tcW w:w="6946" w:type="dxa"/>
          </w:tcPr>
          <w:p w14:paraId="7F596AFC" w14:textId="77777777" w:rsidR="00F80F52" w:rsidRPr="005603D9" w:rsidRDefault="00F80F52" w:rsidP="008966A6">
            <w:r>
              <w:t>Security and Quality of Supply Standards</w:t>
            </w:r>
          </w:p>
        </w:tc>
      </w:tr>
      <w:tr w:rsidR="00F80F52" w:rsidRPr="005603D9" w14:paraId="3F2A79DD" w14:textId="77777777" w:rsidTr="008966A6">
        <w:tc>
          <w:tcPr>
            <w:tcW w:w="2547" w:type="dxa"/>
          </w:tcPr>
          <w:p w14:paraId="1A1CDE6E" w14:textId="77777777" w:rsidR="00F80F52" w:rsidRPr="005603D9" w:rsidRDefault="00F80F52" w:rsidP="008966A6">
            <w:r>
              <w:t>T&amp;Cs</w:t>
            </w:r>
          </w:p>
        </w:tc>
        <w:tc>
          <w:tcPr>
            <w:tcW w:w="6946" w:type="dxa"/>
          </w:tcPr>
          <w:p w14:paraId="608DE8D7" w14:textId="77777777" w:rsidR="00F80F52" w:rsidRPr="005603D9" w:rsidRDefault="00F80F52" w:rsidP="008966A6">
            <w:r>
              <w:t>Terms and Conditions</w:t>
            </w:r>
          </w:p>
        </w:tc>
      </w:tr>
    </w:tbl>
    <w:p w14:paraId="5B91F37E" w14:textId="77777777" w:rsidR="00F80F52" w:rsidRDefault="00F80F52" w:rsidP="00F80F52">
      <w:pPr>
        <w:pStyle w:val="Heading3"/>
      </w:pPr>
      <w:bookmarkStart w:id="38" w:name="_Toc87432556"/>
    </w:p>
    <w:p w14:paraId="09370B4F" w14:textId="77777777" w:rsidR="00F80F52" w:rsidRPr="005603D9" w:rsidRDefault="00F80F52" w:rsidP="00F80F52">
      <w:pPr>
        <w:pStyle w:val="Heading3"/>
      </w:pPr>
      <w:bookmarkStart w:id="39" w:name="_Toc92967928"/>
      <w:r w:rsidRPr="005603D9">
        <w:t>Reference material</w:t>
      </w:r>
      <w:bookmarkEnd w:id="38"/>
      <w:bookmarkEnd w:id="39"/>
    </w:p>
    <w:sdt>
      <w:sdtPr>
        <w:rPr>
          <w:rFonts w:asciiTheme="minorHAnsi" w:eastAsiaTheme="minorHAnsi" w:hAnsiTheme="minorHAnsi" w:cstheme="minorBidi"/>
          <w:szCs w:val="22"/>
          <w:lang w:eastAsia="en-US"/>
        </w:rPr>
        <w:alias w:val="Insert text"/>
        <w:tag w:val="Insert text"/>
        <w:id w:val="1587108592"/>
        <w:placeholder>
          <w:docPart w:val="5C5B708843CE40999BAC1FBC119B2FD3"/>
        </w:placeholder>
      </w:sdtPr>
      <w:sdtEndPr/>
      <w:sdtContent>
        <w:p w14:paraId="1FB983B5" w14:textId="77777777" w:rsidR="00F80F52" w:rsidRDefault="00F80F52" w:rsidP="00F80F52">
          <w:pPr>
            <w:pStyle w:val="ListParagraph"/>
            <w:numPr>
              <w:ilvl w:val="0"/>
              <w:numId w:val="16"/>
            </w:numPr>
          </w:pPr>
          <w:r>
            <w:t>None</w:t>
          </w:r>
        </w:p>
        <w:p w14:paraId="2AFE7E76" w14:textId="77777777" w:rsidR="00F80F52" w:rsidRDefault="00FD77BF" w:rsidP="00F80F52">
          <w:pPr>
            <w:ind w:left="360"/>
          </w:pPr>
        </w:p>
      </w:sdtContent>
    </w:sdt>
    <w:p w14:paraId="00464831" w14:textId="77777777" w:rsidR="00F80F52" w:rsidRPr="009A206C" w:rsidRDefault="00F80F52" w:rsidP="00F80F52">
      <w:pPr>
        <w:pStyle w:val="CA7"/>
      </w:pPr>
      <w:bookmarkStart w:id="40" w:name="_Toc87425429"/>
      <w:bookmarkStart w:id="41" w:name="_Toc87432557"/>
      <w:bookmarkStart w:id="42" w:name="_Toc92967929"/>
      <w:r w:rsidRPr="005603D9">
        <w:t>A</w:t>
      </w:r>
      <w:r>
        <w:t>nnexes</w:t>
      </w:r>
      <w:bookmarkEnd w:id="40"/>
      <w:bookmarkEnd w:id="41"/>
      <w:bookmarkEnd w:id="42"/>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gridCol w:w="7230"/>
      </w:tblGrid>
      <w:tr w:rsidR="00F80F52" w:rsidRPr="00AB3347" w14:paraId="0149F9E3" w14:textId="77777777" w:rsidTr="008966A6">
        <w:tc>
          <w:tcPr>
            <w:tcW w:w="2250" w:type="dxa"/>
            <w:tcBorders>
              <w:top w:val="single" w:sz="6" w:space="0" w:color="auto"/>
              <w:left w:val="single" w:sz="6" w:space="0" w:color="auto"/>
              <w:bottom w:val="single" w:sz="6" w:space="0" w:color="auto"/>
              <w:right w:val="single" w:sz="6" w:space="0" w:color="auto"/>
            </w:tcBorders>
            <w:shd w:val="clear" w:color="auto" w:fill="727274"/>
            <w:hideMark/>
          </w:tcPr>
          <w:p w14:paraId="234C32AE" w14:textId="77777777" w:rsidR="00F80F52" w:rsidRPr="00AB3347" w:rsidRDefault="00F80F52" w:rsidP="008966A6">
            <w:pPr>
              <w:spacing w:line="240" w:lineRule="auto"/>
              <w:textAlignment w:val="baseline"/>
              <w:rPr>
                <w:rFonts w:ascii="Times New Roman" w:eastAsia="Times New Roman" w:hAnsi="Times New Roman" w:cs="Times New Roman"/>
                <w:szCs w:val="24"/>
                <w:lang w:eastAsia="en-GB"/>
              </w:rPr>
            </w:pPr>
            <w:r w:rsidRPr="00AB3347">
              <w:rPr>
                <w:rFonts w:ascii="Arial" w:eastAsia="Times New Roman" w:hAnsi="Arial" w:cs="Arial"/>
                <w:b/>
                <w:bCs/>
                <w:color w:val="FFFFFF"/>
                <w:szCs w:val="24"/>
                <w:lang w:val="en-NZ" w:eastAsia="en-GB"/>
              </w:rPr>
              <w:t>Annex</w:t>
            </w:r>
            <w:r w:rsidRPr="00AB3347">
              <w:rPr>
                <w:rFonts w:ascii="Arial" w:eastAsia="Times New Roman" w:hAnsi="Arial" w:cs="Arial"/>
                <w:color w:val="FFFFFF"/>
                <w:szCs w:val="24"/>
                <w:lang w:eastAsia="en-GB"/>
              </w:rPr>
              <w:t> </w:t>
            </w:r>
          </w:p>
        </w:tc>
        <w:tc>
          <w:tcPr>
            <w:tcW w:w="7230" w:type="dxa"/>
            <w:tcBorders>
              <w:top w:val="single" w:sz="6" w:space="0" w:color="auto"/>
              <w:left w:val="single" w:sz="6" w:space="0" w:color="auto"/>
              <w:bottom w:val="single" w:sz="6" w:space="0" w:color="auto"/>
              <w:right w:val="single" w:sz="6" w:space="0" w:color="auto"/>
            </w:tcBorders>
            <w:shd w:val="clear" w:color="auto" w:fill="727274"/>
            <w:hideMark/>
          </w:tcPr>
          <w:p w14:paraId="3D40FD80" w14:textId="77777777" w:rsidR="00F80F52" w:rsidRPr="00AB3347" w:rsidRDefault="00F80F52" w:rsidP="008966A6">
            <w:pPr>
              <w:spacing w:line="240" w:lineRule="auto"/>
              <w:textAlignment w:val="baseline"/>
              <w:rPr>
                <w:rFonts w:ascii="Times New Roman" w:eastAsia="Times New Roman" w:hAnsi="Times New Roman" w:cs="Times New Roman"/>
                <w:szCs w:val="24"/>
                <w:lang w:eastAsia="en-GB"/>
              </w:rPr>
            </w:pPr>
            <w:r w:rsidRPr="00AB3347">
              <w:rPr>
                <w:rFonts w:ascii="Arial" w:eastAsia="Times New Roman" w:hAnsi="Arial" w:cs="Arial"/>
                <w:b/>
                <w:bCs/>
                <w:color w:val="FFFFFF"/>
                <w:szCs w:val="24"/>
                <w:lang w:val="en-NZ" w:eastAsia="en-GB"/>
              </w:rPr>
              <w:t>Information</w:t>
            </w:r>
            <w:r w:rsidRPr="00AB3347">
              <w:rPr>
                <w:rFonts w:ascii="Arial" w:eastAsia="Times New Roman" w:hAnsi="Arial" w:cs="Arial"/>
                <w:color w:val="FFFFFF"/>
                <w:szCs w:val="24"/>
                <w:lang w:eastAsia="en-GB"/>
              </w:rPr>
              <w:t> </w:t>
            </w:r>
          </w:p>
        </w:tc>
      </w:tr>
      <w:tr w:rsidR="00F80F52" w:rsidRPr="00AB3347" w14:paraId="17DBACEB" w14:textId="77777777" w:rsidTr="008966A6">
        <w:tc>
          <w:tcPr>
            <w:tcW w:w="2250" w:type="dxa"/>
            <w:tcBorders>
              <w:top w:val="single" w:sz="6" w:space="0" w:color="auto"/>
              <w:left w:val="single" w:sz="6" w:space="0" w:color="auto"/>
              <w:bottom w:val="single" w:sz="6" w:space="0" w:color="auto"/>
              <w:right w:val="single" w:sz="6" w:space="0" w:color="auto"/>
            </w:tcBorders>
            <w:shd w:val="clear" w:color="auto" w:fill="auto"/>
            <w:hideMark/>
          </w:tcPr>
          <w:p w14:paraId="0E04198A" w14:textId="77777777" w:rsidR="00F80F52" w:rsidRPr="00AB3347" w:rsidRDefault="00F80F52" w:rsidP="008966A6">
            <w:pPr>
              <w:spacing w:line="240" w:lineRule="auto"/>
              <w:textAlignment w:val="baseline"/>
              <w:rPr>
                <w:rFonts w:ascii="Times New Roman" w:eastAsia="Times New Roman" w:hAnsi="Times New Roman" w:cs="Times New Roman"/>
                <w:szCs w:val="24"/>
                <w:lang w:eastAsia="en-GB"/>
              </w:rPr>
            </w:pPr>
            <w:r w:rsidRPr="00AB3347">
              <w:rPr>
                <w:rFonts w:ascii="Arial" w:eastAsia="Times New Roman" w:hAnsi="Arial" w:cs="Arial"/>
                <w:szCs w:val="24"/>
                <w:lang w:val="en-NZ" w:eastAsia="en-GB"/>
              </w:rPr>
              <w:t>Annex 1</w:t>
            </w:r>
            <w:r w:rsidRPr="00AB3347">
              <w:rPr>
                <w:rFonts w:ascii="Arial" w:eastAsia="Times New Roman" w:hAnsi="Arial" w:cs="Arial"/>
                <w:szCs w:val="24"/>
                <w:lang w:eastAsia="en-GB"/>
              </w:rPr>
              <w:t> </w:t>
            </w:r>
          </w:p>
        </w:tc>
        <w:tc>
          <w:tcPr>
            <w:tcW w:w="7230" w:type="dxa"/>
            <w:tcBorders>
              <w:top w:val="single" w:sz="6" w:space="0" w:color="auto"/>
              <w:left w:val="single" w:sz="6" w:space="0" w:color="auto"/>
              <w:bottom w:val="single" w:sz="6" w:space="0" w:color="auto"/>
              <w:right w:val="single" w:sz="6" w:space="0" w:color="auto"/>
            </w:tcBorders>
            <w:shd w:val="clear" w:color="auto" w:fill="auto"/>
            <w:hideMark/>
          </w:tcPr>
          <w:p w14:paraId="4E546CB8" w14:textId="6767115A" w:rsidR="00F80F52" w:rsidRPr="00AB3347" w:rsidRDefault="00792EB8" w:rsidP="008966A6">
            <w:pPr>
              <w:spacing w:line="240" w:lineRule="auto"/>
              <w:textAlignment w:val="baseline"/>
              <w:rPr>
                <w:rFonts w:ascii="Times New Roman" w:eastAsia="Times New Roman" w:hAnsi="Times New Roman" w:cs="Times New Roman"/>
                <w:szCs w:val="24"/>
                <w:lang w:eastAsia="en-GB"/>
              </w:rPr>
            </w:pPr>
            <w:r>
              <w:rPr>
                <w:szCs w:val="20"/>
                <w:lang w:val="en-NZ"/>
              </w:rPr>
              <w:t>Proposal Form</w:t>
            </w:r>
            <w:r w:rsidR="00F80F52">
              <w:rPr>
                <w:rFonts w:ascii="Times New Roman" w:eastAsia="Times New Roman" w:hAnsi="Times New Roman" w:cs="Times New Roman"/>
                <w:szCs w:val="24"/>
                <w:lang w:eastAsia="en-GB"/>
              </w:rPr>
              <w:t xml:space="preserve"> </w:t>
            </w:r>
          </w:p>
        </w:tc>
      </w:tr>
      <w:tr w:rsidR="008141B3" w:rsidRPr="00AB3347" w14:paraId="616DB0EB" w14:textId="77777777" w:rsidTr="008966A6">
        <w:tc>
          <w:tcPr>
            <w:tcW w:w="2250" w:type="dxa"/>
            <w:tcBorders>
              <w:top w:val="single" w:sz="6" w:space="0" w:color="auto"/>
              <w:left w:val="single" w:sz="6" w:space="0" w:color="auto"/>
              <w:bottom w:val="single" w:sz="6" w:space="0" w:color="auto"/>
              <w:right w:val="single" w:sz="6" w:space="0" w:color="auto"/>
            </w:tcBorders>
            <w:shd w:val="clear" w:color="auto" w:fill="auto"/>
          </w:tcPr>
          <w:p w14:paraId="63387E12" w14:textId="52A232F4" w:rsidR="008141B3" w:rsidRPr="00AB3347" w:rsidRDefault="008141B3" w:rsidP="008966A6">
            <w:pPr>
              <w:spacing w:line="240" w:lineRule="auto"/>
              <w:textAlignment w:val="baseline"/>
              <w:rPr>
                <w:rFonts w:ascii="Arial" w:eastAsia="Times New Roman" w:hAnsi="Arial" w:cs="Arial"/>
                <w:szCs w:val="24"/>
                <w:lang w:val="en-NZ" w:eastAsia="en-GB"/>
              </w:rPr>
            </w:pPr>
            <w:r>
              <w:rPr>
                <w:rFonts w:ascii="Arial" w:eastAsia="Times New Roman" w:hAnsi="Arial" w:cs="Arial"/>
                <w:szCs w:val="24"/>
                <w:lang w:val="en-NZ" w:eastAsia="en-GB"/>
              </w:rPr>
              <w:t>A</w:t>
            </w:r>
            <w:r>
              <w:rPr>
                <w:rFonts w:ascii="Arial" w:eastAsia="Times New Roman" w:hAnsi="Arial"/>
                <w:szCs w:val="24"/>
                <w:lang w:val="en-NZ" w:eastAsia="en-GB"/>
              </w:rPr>
              <w:t xml:space="preserve">nnex 2 </w:t>
            </w:r>
          </w:p>
        </w:tc>
        <w:tc>
          <w:tcPr>
            <w:tcW w:w="7230" w:type="dxa"/>
            <w:tcBorders>
              <w:top w:val="single" w:sz="6" w:space="0" w:color="auto"/>
              <w:left w:val="single" w:sz="6" w:space="0" w:color="auto"/>
              <w:bottom w:val="single" w:sz="6" w:space="0" w:color="auto"/>
              <w:right w:val="single" w:sz="6" w:space="0" w:color="auto"/>
            </w:tcBorders>
            <w:shd w:val="clear" w:color="auto" w:fill="auto"/>
          </w:tcPr>
          <w:p w14:paraId="09497081" w14:textId="47A5895E" w:rsidR="008141B3" w:rsidRPr="00AB3347" w:rsidRDefault="00792EB8" w:rsidP="008966A6">
            <w:pPr>
              <w:spacing w:line="240" w:lineRule="auto"/>
              <w:textAlignment w:val="baseline"/>
              <w:rPr>
                <w:szCs w:val="20"/>
                <w:lang w:val="en-NZ"/>
              </w:rPr>
            </w:pPr>
            <w:r>
              <w:rPr>
                <w:szCs w:val="20"/>
                <w:lang w:val="en-NZ"/>
              </w:rPr>
              <w:t>Self-Governance Statement</w:t>
            </w:r>
          </w:p>
        </w:tc>
      </w:tr>
      <w:tr w:rsidR="00792EB8" w:rsidRPr="00AB3347" w14:paraId="6F2774B2" w14:textId="77777777" w:rsidTr="008966A6">
        <w:tc>
          <w:tcPr>
            <w:tcW w:w="2250" w:type="dxa"/>
            <w:tcBorders>
              <w:top w:val="single" w:sz="6" w:space="0" w:color="auto"/>
              <w:left w:val="single" w:sz="6" w:space="0" w:color="auto"/>
              <w:bottom w:val="single" w:sz="6" w:space="0" w:color="auto"/>
              <w:right w:val="single" w:sz="6" w:space="0" w:color="auto"/>
            </w:tcBorders>
            <w:shd w:val="clear" w:color="auto" w:fill="auto"/>
          </w:tcPr>
          <w:p w14:paraId="74C6AB8C" w14:textId="2CDBF268" w:rsidR="00792EB8" w:rsidRDefault="00792EB8" w:rsidP="008966A6">
            <w:pPr>
              <w:spacing w:line="240" w:lineRule="auto"/>
              <w:textAlignment w:val="baseline"/>
              <w:rPr>
                <w:rFonts w:ascii="Arial" w:eastAsia="Times New Roman" w:hAnsi="Arial" w:cs="Arial"/>
                <w:szCs w:val="24"/>
                <w:lang w:val="en-NZ" w:eastAsia="en-GB"/>
              </w:rPr>
            </w:pPr>
            <w:r>
              <w:rPr>
                <w:rFonts w:ascii="Arial" w:eastAsia="Times New Roman" w:hAnsi="Arial" w:cs="Arial"/>
                <w:szCs w:val="24"/>
                <w:lang w:val="en-NZ" w:eastAsia="en-GB"/>
              </w:rPr>
              <w:t>A</w:t>
            </w:r>
            <w:r>
              <w:rPr>
                <w:rFonts w:ascii="Arial" w:eastAsia="Times New Roman" w:hAnsi="Arial"/>
                <w:szCs w:val="24"/>
                <w:lang w:val="en-NZ" w:eastAsia="en-GB"/>
              </w:rPr>
              <w:t>nnex 3</w:t>
            </w:r>
          </w:p>
        </w:tc>
        <w:tc>
          <w:tcPr>
            <w:tcW w:w="7230" w:type="dxa"/>
            <w:tcBorders>
              <w:top w:val="single" w:sz="6" w:space="0" w:color="auto"/>
              <w:left w:val="single" w:sz="6" w:space="0" w:color="auto"/>
              <w:bottom w:val="single" w:sz="6" w:space="0" w:color="auto"/>
              <w:right w:val="single" w:sz="6" w:space="0" w:color="auto"/>
            </w:tcBorders>
            <w:shd w:val="clear" w:color="auto" w:fill="auto"/>
          </w:tcPr>
          <w:p w14:paraId="04B0011D" w14:textId="011C645E" w:rsidR="00792EB8" w:rsidRDefault="00792EB8" w:rsidP="008966A6">
            <w:pPr>
              <w:spacing w:line="240" w:lineRule="auto"/>
              <w:textAlignment w:val="baseline"/>
              <w:rPr>
                <w:szCs w:val="20"/>
                <w:lang w:val="en-NZ"/>
              </w:rPr>
            </w:pPr>
            <w:r>
              <w:rPr>
                <w:szCs w:val="20"/>
                <w:lang w:val="en-NZ"/>
              </w:rPr>
              <w:t>Legal Text</w:t>
            </w:r>
          </w:p>
        </w:tc>
      </w:tr>
      <w:tr w:rsidR="00792EB8" w:rsidRPr="00AB3347" w14:paraId="5AB4075C" w14:textId="77777777" w:rsidTr="008966A6">
        <w:tc>
          <w:tcPr>
            <w:tcW w:w="2250" w:type="dxa"/>
            <w:tcBorders>
              <w:top w:val="single" w:sz="6" w:space="0" w:color="auto"/>
              <w:left w:val="single" w:sz="6" w:space="0" w:color="auto"/>
              <w:bottom w:val="single" w:sz="6" w:space="0" w:color="auto"/>
              <w:right w:val="single" w:sz="6" w:space="0" w:color="auto"/>
            </w:tcBorders>
            <w:shd w:val="clear" w:color="auto" w:fill="auto"/>
          </w:tcPr>
          <w:p w14:paraId="7DE9C6AA" w14:textId="5778F7B9" w:rsidR="00792EB8" w:rsidRDefault="00792EB8" w:rsidP="008966A6">
            <w:pPr>
              <w:spacing w:line="240" w:lineRule="auto"/>
              <w:textAlignment w:val="baseline"/>
              <w:rPr>
                <w:rFonts w:ascii="Arial" w:eastAsia="Times New Roman" w:hAnsi="Arial" w:cs="Arial"/>
                <w:szCs w:val="24"/>
                <w:lang w:val="en-NZ" w:eastAsia="en-GB"/>
              </w:rPr>
            </w:pPr>
            <w:r>
              <w:rPr>
                <w:rFonts w:ascii="Arial" w:eastAsia="Times New Roman" w:hAnsi="Arial" w:cs="Arial"/>
                <w:szCs w:val="24"/>
                <w:lang w:val="en-NZ" w:eastAsia="en-GB"/>
              </w:rPr>
              <w:t>A</w:t>
            </w:r>
            <w:r>
              <w:rPr>
                <w:rFonts w:ascii="Arial" w:eastAsia="Times New Roman" w:hAnsi="Arial"/>
                <w:szCs w:val="24"/>
                <w:lang w:val="en-NZ" w:eastAsia="en-GB"/>
              </w:rPr>
              <w:t>nnex 4</w:t>
            </w:r>
          </w:p>
        </w:tc>
        <w:tc>
          <w:tcPr>
            <w:tcW w:w="7230" w:type="dxa"/>
            <w:tcBorders>
              <w:top w:val="single" w:sz="6" w:space="0" w:color="auto"/>
              <w:left w:val="single" w:sz="6" w:space="0" w:color="auto"/>
              <w:bottom w:val="single" w:sz="6" w:space="0" w:color="auto"/>
              <w:right w:val="single" w:sz="6" w:space="0" w:color="auto"/>
            </w:tcBorders>
            <w:shd w:val="clear" w:color="auto" w:fill="auto"/>
          </w:tcPr>
          <w:p w14:paraId="0C77603F" w14:textId="164EF063" w:rsidR="00792EB8" w:rsidRDefault="00792EB8" w:rsidP="008966A6">
            <w:pPr>
              <w:spacing w:line="240" w:lineRule="auto"/>
              <w:textAlignment w:val="baseline"/>
              <w:rPr>
                <w:szCs w:val="20"/>
                <w:lang w:val="en-NZ"/>
              </w:rPr>
            </w:pPr>
            <w:r>
              <w:rPr>
                <w:szCs w:val="20"/>
                <w:lang w:val="en-NZ"/>
              </w:rPr>
              <w:t>Code Administrator Consultation Response</w:t>
            </w:r>
          </w:p>
        </w:tc>
      </w:tr>
    </w:tbl>
    <w:p w14:paraId="61857BE6" w14:textId="77777777" w:rsidR="00F80F52" w:rsidRPr="005603D9" w:rsidRDefault="00F80F52" w:rsidP="00F80F52"/>
    <w:sectPr w:rsidR="00F80F52" w:rsidRPr="005603D9" w:rsidSect="00FB5A3B">
      <w:headerReference w:type="even" r:id="rId16"/>
      <w:headerReference w:type="default" r:id="rId17"/>
      <w:footerReference w:type="default" r:id="rId18"/>
      <w:headerReference w:type="first" r:id="rId19"/>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72A3B9" w14:textId="77777777" w:rsidR="003F2F6C" w:rsidRDefault="003F2F6C" w:rsidP="00B72663">
      <w:pPr>
        <w:spacing w:line="240" w:lineRule="auto"/>
      </w:pPr>
      <w:r>
        <w:separator/>
      </w:r>
    </w:p>
  </w:endnote>
  <w:endnote w:type="continuationSeparator" w:id="0">
    <w:p w14:paraId="329B2FAE" w14:textId="77777777" w:rsidR="003F2F6C" w:rsidRDefault="003F2F6C" w:rsidP="00B72663">
      <w:pPr>
        <w:spacing w:line="240" w:lineRule="auto"/>
      </w:pPr>
      <w:r>
        <w:continuationSeparator/>
      </w:r>
    </w:p>
  </w:endnote>
  <w:endnote w:type="continuationNotice" w:id="1">
    <w:p w14:paraId="1DD7A54D" w14:textId="77777777" w:rsidR="003F2F6C" w:rsidRDefault="003F2F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55A63"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DCCD9" w14:textId="77777777" w:rsidR="003F2F6C" w:rsidRDefault="003F2F6C" w:rsidP="00B72663">
      <w:pPr>
        <w:spacing w:line="240" w:lineRule="auto"/>
      </w:pPr>
      <w:r>
        <w:separator/>
      </w:r>
    </w:p>
  </w:footnote>
  <w:footnote w:type="continuationSeparator" w:id="0">
    <w:p w14:paraId="1FE7964C" w14:textId="77777777" w:rsidR="003F2F6C" w:rsidRDefault="003F2F6C" w:rsidP="00B72663">
      <w:pPr>
        <w:spacing w:line="240" w:lineRule="auto"/>
      </w:pPr>
      <w:r>
        <w:continuationSeparator/>
      </w:r>
    </w:p>
  </w:footnote>
  <w:footnote w:type="continuationNotice" w:id="1">
    <w:p w14:paraId="7C0BA244" w14:textId="77777777" w:rsidR="003F2F6C" w:rsidRDefault="003F2F6C">
      <w:pPr>
        <w:spacing w:line="240" w:lineRule="auto"/>
      </w:pPr>
    </w:p>
  </w:footnote>
  <w:footnote w:id="2">
    <w:p w14:paraId="1D754169"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set out in Article 18 of the European Electricity Balancing Guideline (EBGL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DF7B53" w14:textId="77777777" w:rsidR="009D6930" w:rsidRDefault="00FD77BF">
    <w:pPr>
      <w:pStyle w:val="Header"/>
    </w:pPr>
    <w:r>
      <w:rPr>
        <w:noProof/>
      </w:rPr>
      <w:pict w14:anchorId="258E92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19" o:spid="_x0000_s2050" type="#_x0000_t136" style="position:absolute;margin-left:0;margin-top:0;width:478.15pt;height:191.25pt;rotation:315;z-index:-25165823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DF6C8" w14:textId="2F4C1E1B" w:rsidR="000E6646" w:rsidRDefault="00FD77BF" w:rsidP="000E6646">
    <w:pPr>
      <w:pStyle w:val="Header"/>
      <w:ind w:left="720" w:firstLine="720"/>
      <w:jc w:val="right"/>
    </w:pPr>
    <w:bookmarkStart w:id="43" w:name="_Hlk31876634"/>
    <w:bookmarkStart w:id="44" w:name="_Hlk31876635"/>
    <w:r>
      <w:rPr>
        <w:noProof/>
      </w:rPr>
      <w:pict w14:anchorId="6995EA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20" o:spid="_x0000_s2051" type="#_x0000_t136" style="position:absolute;left:0;text-align:left;margin-left:0;margin-top:0;width:478.15pt;height:191.25pt;rotation:315;z-index:-251658237;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9446C6" w:rsidRPr="00184853">
      <w:rPr>
        <w:noProof/>
      </w:rPr>
      <w:drawing>
        <wp:anchor distT="0" distB="0" distL="114300" distR="114300" simplePos="0" relativeHeight="251658240" behindDoc="0" locked="1" layoutInCell="1" allowOverlap="1" wp14:anchorId="375E6357" wp14:editId="3B15CD68">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446C6">
      <w:tab/>
    </w:r>
    <w:r w:rsidR="009446C6">
      <w:tab/>
    </w:r>
    <w:bookmarkEnd w:id="43"/>
    <w:bookmarkEnd w:id="44"/>
    <w:r w:rsidR="000E6646">
      <w:t xml:space="preserve">Final </w:t>
    </w:r>
    <w:r w:rsidR="00F85788" w:rsidRPr="00F9698C">
      <w:t>SG</w:t>
    </w:r>
    <w:r w:rsidR="00F85788">
      <w:t xml:space="preserve"> </w:t>
    </w:r>
    <w:r w:rsidR="000E6646">
      <w:t xml:space="preserve">Modification Report </w:t>
    </w:r>
    <w:r w:rsidR="00F9698C">
      <w:t>GC0153</w:t>
    </w:r>
    <w:r w:rsidR="000E6646">
      <w:t xml:space="preserve"> </w:t>
    </w:r>
  </w:p>
  <w:p w14:paraId="5AF154AF" w14:textId="0BBA5C12" w:rsidR="000E6646" w:rsidRDefault="000E6646" w:rsidP="000E6646">
    <w:pPr>
      <w:pStyle w:val="Header"/>
      <w:ind w:left="720" w:firstLine="720"/>
      <w:jc w:val="right"/>
    </w:pPr>
    <w:r>
      <w:t xml:space="preserve">Published on </w:t>
    </w:r>
    <w:r w:rsidR="00792EB8">
      <w:t>19 January 2022</w:t>
    </w:r>
  </w:p>
  <w:p w14:paraId="774AAB57" w14:textId="77777777" w:rsidR="009446C6" w:rsidRDefault="009446C6"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39AAE" w14:textId="77777777" w:rsidR="009D6930" w:rsidRDefault="00FD77BF">
    <w:pPr>
      <w:pStyle w:val="Header"/>
    </w:pPr>
    <w:r>
      <w:rPr>
        <w:noProof/>
      </w:rPr>
      <w:pict w14:anchorId="4E75EF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18" o:spid="_x0000_s2049" type="#_x0000_t136" style="position:absolute;margin-left:0;margin-top:0;width:478.15pt;height:191.25pt;rotation:315;z-index:-251658239;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5"/>
  </w:num>
  <w:num w:numId="4">
    <w:abstractNumId w:val="16"/>
  </w:num>
  <w:num w:numId="5">
    <w:abstractNumId w:val="8"/>
  </w:num>
  <w:num w:numId="6">
    <w:abstractNumId w:val="3"/>
  </w:num>
  <w:num w:numId="7">
    <w:abstractNumId w:val="9"/>
  </w:num>
  <w:num w:numId="8">
    <w:abstractNumId w:val="0"/>
  </w:num>
  <w:num w:numId="9">
    <w:abstractNumId w:val="14"/>
  </w:num>
  <w:num w:numId="10">
    <w:abstractNumId w:val="2"/>
  </w:num>
  <w:num w:numId="11">
    <w:abstractNumId w:val="5"/>
  </w:num>
  <w:num w:numId="12">
    <w:abstractNumId w:val="11"/>
  </w:num>
  <w:num w:numId="13">
    <w:abstractNumId w:val="13"/>
  </w:num>
  <w:num w:numId="14">
    <w:abstractNumId w:val="18"/>
  </w:num>
  <w:num w:numId="15">
    <w:abstractNumId w:val="12"/>
  </w:num>
  <w:num w:numId="16">
    <w:abstractNumId w:val="7"/>
  </w:num>
  <w:num w:numId="17">
    <w:abstractNumId w:val="4"/>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FAC"/>
    <w:rsid w:val="00001E89"/>
    <w:rsid w:val="0001641F"/>
    <w:rsid w:val="00024DE4"/>
    <w:rsid w:val="00027145"/>
    <w:rsid w:val="00043548"/>
    <w:rsid w:val="00050444"/>
    <w:rsid w:val="00054F28"/>
    <w:rsid w:val="00060B91"/>
    <w:rsid w:val="00077489"/>
    <w:rsid w:val="00081797"/>
    <w:rsid w:val="000A544B"/>
    <w:rsid w:val="000B0593"/>
    <w:rsid w:val="000B513F"/>
    <w:rsid w:val="000D5430"/>
    <w:rsid w:val="000D61EF"/>
    <w:rsid w:val="000D74DF"/>
    <w:rsid w:val="000E0C5F"/>
    <w:rsid w:val="000E18C2"/>
    <w:rsid w:val="000E2957"/>
    <w:rsid w:val="000E6646"/>
    <w:rsid w:val="000E7929"/>
    <w:rsid w:val="000F0E64"/>
    <w:rsid w:val="000F26AE"/>
    <w:rsid w:val="000F7116"/>
    <w:rsid w:val="00101B2C"/>
    <w:rsid w:val="00102871"/>
    <w:rsid w:val="00114732"/>
    <w:rsid w:val="001243A6"/>
    <w:rsid w:val="00134B60"/>
    <w:rsid w:val="0014503B"/>
    <w:rsid w:val="00153022"/>
    <w:rsid w:val="00161EBD"/>
    <w:rsid w:val="001654DE"/>
    <w:rsid w:val="00165E9B"/>
    <w:rsid w:val="00170B88"/>
    <w:rsid w:val="0017158C"/>
    <w:rsid w:val="00172C15"/>
    <w:rsid w:val="00180ECC"/>
    <w:rsid w:val="001960B5"/>
    <w:rsid w:val="001A10AC"/>
    <w:rsid w:val="001A56FD"/>
    <w:rsid w:val="001B7BC4"/>
    <w:rsid w:val="001C020D"/>
    <w:rsid w:val="001C20E0"/>
    <w:rsid w:val="001C731C"/>
    <w:rsid w:val="001D3BE4"/>
    <w:rsid w:val="001D6FA3"/>
    <w:rsid w:val="001E1568"/>
    <w:rsid w:val="001E22EA"/>
    <w:rsid w:val="001E2D15"/>
    <w:rsid w:val="001F2192"/>
    <w:rsid w:val="001F2C94"/>
    <w:rsid w:val="00200103"/>
    <w:rsid w:val="00201813"/>
    <w:rsid w:val="00211F18"/>
    <w:rsid w:val="00212E1F"/>
    <w:rsid w:val="0021749E"/>
    <w:rsid w:val="00222810"/>
    <w:rsid w:val="00224793"/>
    <w:rsid w:val="002254FD"/>
    <w:rsid w:val="00243D34"/>
    <w:rsid w:val="00251E4A"/>
    <w:rsid w:val="002525D1"/>
    <w:rsid w:val="00261D90"/>
    <w:rsid w:val="00262B1A"/>
    <w:rsid w:val="00265A05"/>
    <w:rsid w:val="00270BA6"/>
    <w:rsid w:val="00270F36"/>
    <w:rsid w:val="002729E3"/>
    <w:rsid w:val="00294408"/>
    <w:rsid w:val="002A5369"/>
    <w:rsid w:val="002B3915"/>
    <w:rsid w:val="002C03E1"/>
    <w:rsid w:val="002C44EC"/>
    <w:rsid w:val="002C7437"/>
    <w:rsid w:val="002D28DB"/>
    <w:rsid w:val="002F2733"/>
    <w:rsid w:val="002F5514"/>
    <w:rsid w:val="003234B7"/>
    <w:rsid w:val="00332DFE"/>
    <w:rsid w:val="003332D9"/>
    <w:rsid w:val="00335A6C"/>
    <w:rsid w:val="00337740"/>
    <w:rsid w:val="0034456B"/>
    <w:rsid w:val="00346A99"/>
    <w:rsid w:val="003647DA"/>
    <w:rsid w:val="003733D1"/>
    <w:rsid w:val="00373651"/>
    <w:rsid w:val="00396ED2"/>
    <w:rsid w:val="003A0208"/>
    <w:rsid w:val="003C686A"/>
    <w:rsid w:val="003D13EB"/>
    <w:rsid w:val="003D34C7"/>
    <w:rsid w:val="003F2F6C"/>
    <w:rsid w:val="003F7C8D"/>
    <w:rsid w:val="00407886"/>
    <w:rsid w:val="004113FD"/>
    <w:rsid w:val="00423A09"/>
    <w:rsid w:val="00424D96"/>
    <w:rsid w:val="004316D8"/>
    <w:rsid w:val="00437253"/>
    <w:rsid w:val="00452A90"/>
    <w:rsid w:val="00470B5B"/>
    <w:rsid w:val="00470FE1"/>
    <w:rsid w:val="00486A97"/>
    <w:rsid w:val="0049281A"/>
    <w:rsid w:val="004A1380"/>
    <w:rsid w:val="004A6C31"/>
    <w:rsid w:val="004B0932"/>
    <w:rsid w:val="004B2DC2"/>
    <w:rsid w:val="004C38D2"/>
    <w:rsid w:val="004C39E3"/>
    <w:rsid w:val="004D12C6"/>
    <w:rsid w:val="004D5AB5"/>
    <w:rsid w:val="004D6B57"/>
    <w:rsid w:val="004E216E"/>
    <w:rsid w:val="004E402B"/>
    <w:rsid w:val="004F10E6"/>
    <w:rsid w:val="004F369A"/>
    <w:rsid w:val="004F4375"/>
    <w:rsid w:val="004F5692"/>
    <w:rsid w:val="005002B6"/>
    <w:rsid w:val="00510045"/>
    <w:rsid w:val="00513DBF"/>
    <w:rsid w:val="00514EE2"/>
    <w:rsid w:val="00514EED"/>
    <w:rsid w:val="00517106"/>
    <w:rsid w:val="0052061F"/>
    <w:rsid w:val="005216D1"/>
    <w:rsid w:val="005310F4"/>
    <w:rsid w:val="00540807"/>
    <w:rsid w:val="005529CA"/>
    <w:rsid w:val="00556F8A"/>
    <w:rsid w:val="005603D9"/>
    <w:rsid w:val="00564462"/>
    <w:rsid w:val="00564BBC"/>
    <w:rsid w:val="00566ABB"/>
    <w:rsid w:val="0056792D"/>
    <w:rsid w:val="0057207A"/>
    <w:rsid w:val="00576434"/>
    <w:rsid w:val="005764EC"/>
    <w:rsid w:val="005766CB"/>
    <w:rsid w:val="00583DF8"/>
    <w:rsid w:val="005853AB"/>
    <w:rsid w:val="00590159"/>
    <w:rsid w:val="00591634"/>
    <w:rsid w:val="00591BC3"/>
    <w:rsid w:val="00592099"/>
    <w:rsid w:val="00593CC1"/>
    <w:rsid w:val="0059567B"/>
    <w:rsid w:val="005A2DCB"/>
    <w:rsid w:val="005B778B"/>
    <w:rsid w:val="005C221F"/>
    <w:rsid w:val="005C34DD"/>
    <w:rsid w:val="005C5ED9"/>
    <w:rsid w:val="005E188C"/>
    <w:rsid w:val="005E3456"/>
    <w:rsid w:val="005F5FAC"/>
    <w:rsid w:val="005F7701"/>
    <w:rsid w:val="006024BB"/>
    <w:rsid w:val="0060367A"/>
    <w:rsid w:val="00604BFB"/>
    <w:rsid w:val="00604C97"/>
    <w:rsid w:val="006103EB"/>
    <w:rsid w:val="00612888"/>
    <w:rsid w:val="00616962"/>
    <w:rsid w:val="006219D8"/>
    <w:rsid w:val="00625F66"/>
    <w:rsid w:val="006277ED"/>
    <w:rsid w:val="00634579"/>
    <w:rsid w:val="00640CAC"/>
    <w:rsid w:val="006423C4"/>
    <w:rsid w:val="0065298C"/>
    <w:rsid w:val="006533F7"/>
    <w:rsid w:val="00657D3D"/>
    <w:rsid w:val="00681B77"/>
    <w:rsid w:val="00690D22"/>
    <w:rsid w:val="006953BB"/>
    <w:rsid w:val="00696A5C"/>
    <w:rsid w:val="006A46D4"/>
    <w:rsid w:val="006B56A8"/>
    <w:rsid w:val="006C04FC"/>
    <w:rsid w:val="006C072F"/>
    <w:rsid w:val="006C2553"/>
    <w:rsid w:val="006C258E"/>
    <w:rsid w:val="006F1EF7"/>
    <w:rsid w:val="006F27D8"/>
    <w:rsid w:val="0070195A"/>
    <w:rsid w:val="00714E8E"/>
    <w:rsid w:val="00716992"/>
    <w:rsid w:val="0071699E"/>
    <w:rsid w:val="007216FB"/>
    <w:rsid w:val="0072302C"/>
    <w:rsid w:val="00727AF5"/>
    <w:rsid w:val="00732ABC"/>
    <w:rsid w:val="00735476"/>
    <w:rsid w:val="00737726"/>
    <w:rsid w:val="00740090"/>
    <w:rsid w:val="00751E50"/>
    <w:rsid w:val="00764293"/>
    <w:rsid w:val="00765D8E"/>
    <w:rsid w:val="00771D34"/>
    <w:rsid w:val="00771DE2"/>
    <w:rsid w:val="00775B65"/>
    <w:rsid w:val="0078359D"/>
    <w:rsid w:val="00784122"/>
    <w:rsid w:val="00792EB8"/>
    <w:rsid w:val="00795251"/>
    <w:rsid w:val="00796343"/>
    <w:rsid w:val="007A0B3B"/>
    <w:rsid w:val="007B493A"/>
    <w:rsid w:val="007B5008"/>
    <w:rsid w:val="007D6C8E"/>
    <w:rsid w:val="0080290C"/>
    <w:rsid w:val="008141B3"/>
    <w:rsid w:val="00820EAF"/>
    <w:rsid w:val="00833FC9"/>
    <w:rsid w:val="00836119"/>
    <w:rsid w:val="00836223"/>
    <w:rsid w:val="008519EE"/>
    <w:rsid w:val="00863741"/>
    <w:rsid w:val="00866060"/>
    <w:rsid w:val="0086729B"/>
    <w:rsid w:val="00877A04"/>
    <w:rsid w:val="00880FC5"/>
    <w:rsid w:val="008837C4"/>
    <w:rsid w:val="00884CC6"/>
    <w:rsid w:val="00885BAE"/>
    <w:rsid w:val="008867A1"/>
    <w:rsid w:val="00886D2A"/>
    <w:rsid w:val="008905D8"/>
    <w:rsid w:val="008966A6"/>
    <w:rsid w:val="008978F6"/>
    <w:rsid w:val="008B1B52"/>
    <w:rsid w:val="008B1CE9"/>
    <w:rsid w:val="008B5413"/>
    <w:rsid w:val="008C43C9"/>
    <w:rsid w:val="008D2BD4"/>
    <w:rsid w:val="008D3EBC"/>
    <w:rsid w:val="008E0179"/>
    <w:rsid w:val="008E1078"/>
    <w:rsid w:val="008E13FB"/>
    <w:rsid w:val="008E2468"/>
    <w:rsid w:val="008E3D3F"/>
    <w:rsid w:val="008F19A7"/>
    <w:rsid w:val="008F19B4"/>
    <w:rsid w:val="008F6B2A"/>
    <w:rsid w:val="009027DA"/>
    <w:rsid w:val="00903D12"/>
    <w:rsid w:val="00903EBA"/>
    <w:rsid w:val="00910115"/>
    <w:rsid w:val="009112D8"/>
    <w:rsid w:val="009176AF"/>
    <w:rsid w:val="0091783A"/>
    <w:rsid w:val="00922BD0"/>
    <w:rsid w:val="00923426"/>
    <w:rsid w:val="0092758C"/>
    <w:rsid w:val="00932A8E"/>
    <w:rsid w:val="00936098"/>
    <w:rsid w:val="009446C6"/>
    <w:rsid w:val="00950875"/>
    <w:rsid w:val="00951276"/>
    <w:rsid w:val="00966DF4"/>
    <w:rsid w:val="00973D5A"/>
    <w:rsid w:val="00975A35"/>
    <w:rsid w:val="009765EA"/>
    <w:rsid w:val="00977BD6"/>
    <w:rsid w:val="00982FBE"/>
    <w:rsid w:val="00983F95"/>
    <w:rsid w:val="009850A7"/>
    <w:rsid w:val="009A1053"/>
    <w:rsid w:val="009A206C"/>
    <w:rsid w:val="009A7732"/>
    <w:rsid w:val="009B0AD1"/>
    <w:rsid w:val="009B5A69"/>
    <w:rsid w:val="009C29E3"/>
    <w:rsid w:val="009C36B4"/>
    <w:rsid w:val="009C52A3"/>
    <w:rsid w:val="009D3CD2"/>
    <w:rsid w:val="009D57EB"/>
    <w:rsid w:val="009D6930"/>
    <w:rsid w:val="009F7D4B"/>
    <w:rsid w:val="00A0347C"/>
    <w:rsid w:val="00A0580A"/>
    <w:rsid w:val="00A132B4"/>
    <w:rsid w:val="00A13A8D"/>
    <w:rsid w:val="00A14136"/>
    <w:rsid w:val="00A24464"/>
    <w:rsid w:val="00A25D09"/>
    <w:rsid w:val="00A26C07"/>
    <w:rsid w:val="00A3267F"/>
    <w:rsid w:val="00A35A30"/>
    <w:rsid w:val="00A407B0"/>
    <w:rsid w:val="00A43F55"/>
    <w:rsid w:val="00A57385"/>
    <w:rsid w:val="00A649B8"/>
    <w:rsid w:val="00A659EF"/>
    <w:rsid w:val="00A70AD0"/>
    <w:rsid w:val="00A74296"/>
    <w:rsid w:val="00A747AE"/>
    <w:rsid w:val="00A74A94"/>
    <w:rsid w:val="00A74E36"/>
    <w:rsid w:val="00A76164"/>
    <w:rsid w:val="00A812C4"/>
    <w:rsid w:val="00A82D2E"/>
    <w:rsid w:val="00A83239"/>
    <w:rsid w:val="00A97BD2"/>
    <w:rsid w:val="00AB1535"/>
    <w:rsid w:val="00AC067A"/>
    <w:rsid w:val="00AC1063"/>
    <w:rsid w:val="00AC59FF"/>
    <w:rsid w:val="00AD6D90"/>
    <w:rsid w:val="00AE1E56"/>
    <w:rsid w:val="00AE3043"/>
    <w:rsid w:val="00AE3BAD"/>
    <w:rsid w:val="00AE657B"/>
    <w:rsid w:val="00AE6A88"/>
    <w:rsid w:val="00AF0BDD"/>
    <w:rsid w:val="00AF6A2B"/>
    <w:rsid w:val="00B07BDB"/>
    <w:rsid w:val="00B2143A"/>
    <w:rsid w:val="00B22FC5"/>
    <w:rsid w:val="00B44C61"/>
    <w:rsid w:val="00B44CB9"/>
    <w:rsid w:val="00B509A3"/>
    <w:rsid w:val="00B531A8"/>
    <w:rsid w:val="00B554B1"/>
    <w:rsid w:val="00B65F80"/>
    <w:rsid w:val="00B7116D"/>
    <w:rsid w:val="00B72663"/>
    <w:rsid w:val="00B9422D"/>
    <w:rsid w:val="00BA6453"/>
    <w:rsid w:val="00BB514C"/>
    <w:rsid w:val="00BC51C8"/>
    <w:rsid w:val="00BD0ED2"/>
    <w:rsid w:val="00BD6374"/>
    <w:rsid w:val="00BE0981"/>
    <w:rsid w:val="00BE213C"/>
    <w:rsid w:val="00BE6E10"/>
    <w:rsid w:val="00C02D56"/>
    <w:rsid w:val="00C030E2"/>
    <w:rsid w:val="00C06491"/>
    <w:rsid w:val="00C160FC"/>
    <w:rsid w:val="00C20FF7"/>
    <w:rsid w:val="00C2197C"/>
    <w:rsid w:val="00C222E7"/>
    <w:rsid w:val="00C239AA"/>
    <w:rsid w:val="00C27F89"/>
    <w:rsid w:val="00C3241B"/>
    <w:rsid w:val="00C33D59"/>
    <w:rsid w:val="00C35B27"/>
    <w:rsid w:val="00C43F6D"/>
    <w:rsid w:val="00C44288"/>
    <w:rsid w:val="00C52EC0"/>
    <w:rsid w:val="00C53337"/>
    <w:rsid w:val="00C711C3"/>
    <w:rsid w:val="00C842EE"/>
    <w:rsid w:val="00C85617"/>
    <w:rsid w:val="00C92E92"/>
    <w:rsid w:val="00CA5691"/>
    <w:rsid w:val="00CB6A53"/>
    <w:rsid w:val="00CC6916"/>
    <w:rsid w:val="00CD0E32"/>
    <w:rsid w:val="00CD11B8"/>
    <w:rsid w:val="00CD466F"/>
    <w:rsid w:val="00CE6F55"/>
    <w:rsid w:val="00CE73C7"/>
    <w:rsid w:val="00CF6F13"/>
    <w:rsid w:val="00D01285"/>
    <w:rsid w:val="00D016B8"/>
    <w:rsid w:val="00D025D4"/>
    <w:rsid w:val="00D042E7"/>
    <w:rsid w:val="00D0594B"/>
    <w:rsid w:val="00D1347E"/>
    <w:rsid w:val="00D20E29"/>
    <w:rsid w:val="00D24FEC"/>
    <w:rsid w:val="00D3031A"/>
    <w:rsid w:val="00D34CB9"/>
    <w:rsid w:val="00D4682E"/>
    <w:rsid w:val="00D61FE3"/>
    <w:rsid w:val="00D77602"/>
    <w:rsid w:val="00DA5DB8"/>
    <w:rsid w:val="00DA6C38"/>
    <w:rsid w:val="00DB0BF2"/>
    <w:rsid w:val="00DB0E3D"/>
    <w:rsid w:val="00DB1489"/>
    <w:rsid w:val="00DB3A94"/>
    <w:rsid w:val="00DB4E9B"/>
    <w:rsid w:val="00DC0F08"/>
    <w:rsid w:val="00DC1364"/>
    <w:rsid w:val="00DC2DEB"/>
    <w:rsid w:val="00DC39DC"/>
    <w:rsid w:val="00DF2437"/>
    <w:rsid w:val="00E018D1"/>
    <w:rsid w:val="00E024B5"/>
    <w:rsid w:val="00E02DC4"/>
    <w:rsid w:val="00E0319F"/>
    <w:rsid w:val="00E11875"/>
    <w:rsid w:val="00E277C2"/>
    <w:rsid w:val="00E32767"/>
    <w:rsid w:val="00E41D6E"/>
    <w:rsid w:val="00E43130"/>
    <w:rsid w:val="00E47B59"/>
    <w:rsid w:val="00E52308"/>
    <w:rsid w:val="00E55782"/>
    <w:rsid w:val="00E608BB"/>
    <w:rsid w:val="00E6107E"/>
    <w:rsid w:val="00E70251"/>
    <w:rsid w:val="00E826BE"/>
    <w:rsid w:val="00E83EC6"/>
    <w:rsid w:val="00E85D81"/>
    <w:rsid w:val="00EA407E"/>
    <w:rsid w:val="00EB7561"/>
    <w:rsid w:val="00EC0CCF"/>
    <w:rsid w:val="00EC31CF"/>
    <w:rsid w:val="00EE0961"/>
    <w:rsid w:val="00EE30FA"/>
    <w:rsid w:val="00EF286D"/>
    <w:rsid w:val="00EF2FDA"/>
    <w:rsid w:val="00EF5FB7"/>
    <w:rsid w:val="00F03711"/>
    <w:rsid w:val="00F1276A"/>
    <w:rsid w:val="00F16AD9"/>
    <w:rsid w:val="00F16C3F"/>
    <w:rsid w:val="00F22E41"/>
    <w:rsid w:val="00F27011"/>
    <w:rsid w:val="00F36416"/>
    <w:rsid w:val="00F37707"/>
    <w:rsid w:val="00F44CB8"/>
    <w:rsid w:val="00F464CC"/>
    <w:rsid w:val="00F512DB"/>
    <w:rsid w:val="00F63AB1"/>
    <w:rsid w:val="00F64477"/>
    <w:rsid w:val="00F67A13"/>
    <w:rsid w:val="00F71839"/>
    <w:rsid w:val="00F80F52"/>
    <w:rsid w:val="00F82FEA"/>
    <w:rsid w:val="00F83C09"/>
    <w:rsid w:val="00F85788"/>
    <w:rsid w:val="00F87E3E"/>
    <w:rsid w:val="00F957D5"/>
    <w:rsid w:val="00F9698C"/>
    <w:rsid w:val="00FA1E8F"/>
    <w:rsid w:val="00FB5A3B"/>
    <w:rsid w:val="00FC7012"/>
    <w:rsid w:val="00FD60FB"/>
    <w:rsid w:val="00FD77BF"/>
    <w:rsid w:val="00FE002A"/>
    <w:rsid w:val="00FE1AA8"/>
    <w:rsid w:val="00FE318E"/>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8FE611"/>
  <w15:chartTrackingRefBased/>
  <w15:docId w15:val="{FE441DF0-3135-4DFE-AA13-CEF83ED6C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AC59FF"/>
    <w:pPr>
      <w:tabs>
        <w:tab w:val="right" w:leader="dot" w:pos="9486"/>
      </w:tabs>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AC59FF"/>
    <w:rPr>
      <w:color w:val="454545" w:themeColor="followedHyperlink"/>
      <w:u w:val="single"/>
    </w:rPr>
  </w:style>
  <w:style w:type="character" w:styleId="UnresolvedMention">
    <w:name w:val="Unresolved Mention"/>
    <w:basedOn w:val="DefaultParagraphFont"/>
    <w:uiPriority w:val="99"/>
    <w:semiHidden/>
    <w:unhideWhenUsed/>
    <w:rsid w:val="00C44288"/>
    <w:rPr>
      <w:color w:val="605E5C"/>
      <w:shd w:val="clear" w:color="auto" w:fill="E1DFDD"/>
    </w:rPr>
  </w:style>
  <w:style w:type="paragraph" w:styleId="BodyText">
    <w:name w:val="Body Text"/>
    <w:basedOn w:val="Normal"/>
    <w:link w:val="BodyTextChar"/>
    <w:rsid w:val="009176AF"/>
    <w:pPr>
      <w:spacing w:after="120" w:line="300" w:lineRule="atLeast"/>
    </w:pPr>
    <w:rPr>
      <w:rFonts w:ascii="Arial" w:eastAsia="Times New Roman" w:hAnsi="Arial" w:cs="Times New Roman"/>
      <w:sz w:val="22"/>
      <w:szCs w:val="24"/>
      <w:lang w:eastAsia="en-GB"/>
    </w:rPr>
  </w:style>
  <w:style w:type="character" w:customStyle="1" w:styleId="BodyTextChar">
    <w:name w:val="Body Text Char"/>
    <w:basedOn w:val="DefaultParagraphFont"/>
    <w:link w:val="BodyText"/>
    <w:rsid w:val="009176AF"/>
    <w:rPr>
      <w:rFonts w:ascii="Arial" w:eastAsia="Times New Roman" w:hAnsi="Arial" w:cs="Times New Roman"/>
      <w:szCs w:val="24"/>
      <w:lang w:eastAsia="en-GB"/>
    </w:rPr>
  </w:style>
  <w:style w:type="paragraph" w:customStyle="1" w:styleId="xmsonormal">
    <w:name w:val="x_msonormal"/>
    <w:basedOn w:val="Normal"/>
    <w:rsid w:val="00A13A8D"/>
    <w:pPr>
      <w:spacing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403527523">
      <w:bodyDiv w:val="1"/>
      <w:marLeft w:val="0"/>
      <w:marRight w:val="0"/>
      <w:marTop w:val="0"/>
      <w:marBottom w:val="0"/>
      <w:divBdr>
        <w:top w:val="none" w:sz="0" w:space="0" w:color="auto"/>
        <w:left w:val="none" w:sz="0" w:space="0" w:color="auto"/>
        <w:bottom w:val="none" w:sz="0" w:space="0" w:color="auto"/>
        <w:right w:val="none" w:sz="0" w:space="0" w:color="auto"/>
      </w:divBdr>
    </w:div>
    <w:div w:id="1621259739">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211971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hazia.Akhtar2@nationalgrideso.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hazia.Akhtar2@nationalgrideso.com" TargetMode="External"/><Relationship Id="rId5" Type="http://schemas.openxmlformats.org/officeDocument/2006/relationships/numbering" Target="numbering.xml"/><Relationship Id="rId15" Type="http://schemas.openxmlformats.org/officeDocument/2006/relationships/hyperlink" Target="https://www.nationalgrideso.com/industry-information/codes/connection-and-use-system-code-cusc-old/modifications/cmp380-making-cusc"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pr.ofgem.gov.uk/Content/Documents/Electricity%20transmission%20full%20set%20of%20consolidated%20standard%20licence%20conditions%20-%20Current%20Version.pdf"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Desktop\DFMR%20FMR%20template%20(No%20workgroup)v.5%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656DB7EC2494A49A6C8BC6DAC307579"/>
        <w:category>
          <w:name w:val="General"/>
          <w:gallery w:val="placeholder"/>
        </w:category>
        <w:types>
          <w:type w:val="bbPlcHdr"/>
        </w:types>
        <w:behaviors>
          <w:behavior w:val="content"/>
        </w:behaviors>
        <w:guid w:val="{B23590A3-8C01-4858-B8E2-F9A8F67BC243}"/>
      </w:docPartPr>
      <w:docPartBody>
        <w:p w:rsidR="001F7BC7" w:rsidRDefault="001F7BC7">
          <w:pPr>
            <w:pStyle w:val="6656DB7EC2494A49A6C8BC6DAC307579"/>
          </w:pPr>
          <w:r w:rsidRPr="00625C74">
            <w:rPr>
              <w:rStyle w:val="PlaceholderText"/>
            </w:rPr>
            <w:t>Click or tap to enter a date.</w:t>
          </w:r>
        </w:p>
      </w:docPartBody>
    </w:docPart>
    <w:docPart>
      <w:docPartPr>
        <w:name w:val="09055008159F4C87BDA101412A212F11"/>
        <w:category>
          <w:name w:val="General"/>
          <w:gallery w:val="placeholder"/>
        </w:category>
        <w:types>
          <w:type w:val="bbPlcHdr"/>
        </w:types>
        <w:behaviors>
          <w:behavior w:val="content"/>
        </w:behaviors>
        <w:guid w:val="{2892279D-DC46-44F3-B83D-34F08524A608}"/>
      </w:docPartPr>
      <w:docPartBody>
        <w:p w:rsidR="002C1931" w:rsidRDefault="001F7BC7" w:rsidP="001F7BC7">
          <w:pPr>
            <w:pStyle w:val="09055008159F4C87BDA101412A212F11"/>
          </w:pPr>
          <w:r w:rsidRPr="00625C74">
            <w:rPr>
              <w:rStyle w:val="PlaceholderText"/>
            </w:rPr>
            <w:t>Click or tap here to enter text.</w:t>
          </w:r>
        </w:p>
      </w:docPartBody>
    </w:docPart>
    <w:docPart>
      <w:docPartPr>
        <w:name w:val="CC2822F98D6E4FA8BD7F79B2DD1A8EF1"/>
        <w:category>
          <w:name w:val="General"/>
          <w:gallery w:val="placeholder"/>
        </w:category>
        <w:types>
          <w:type w:val="bbPlcHdr"/>
        </w:types>
        <w:behaviors>
          <w:behavior w:val="content"/>
        </w:behaviors>
        <w:guid w:val="{2BCC3620-7AF7-4D37-B68E-CE940E51AA05}"/>
      </w:docPartPr>
      <w:docPartBody>
        <w:p w:rsidR="002C1931" w:rsidRDefault="001F7BC7" w:rsidP="001F7BC7">
          <w:pPr>
            <w:pStyle w:val="CC2822F98D6E4FA8BD7F79B2DD1A8EF1"/>
          </w:pPr>
          <w:r w:rsidRPr="00C2197C">
            <w:rPr>
              <w:rStyle w:val="PlaceholderText"/>
            </w:rPr>
            <w:t>[</w:t>
          </w:r>
          <w:r>
            <w:rPr>
              <w:rStyle w:val="PlaceholderText"/>
            </w:rPr>
            <w:t>Y</w:t>
          </w:r>
          <w:r w:rsidRPr="00C2197C">
            <w:rPr>
              <w:rStyle w:val="PlaceholderText"/>
            </w:rPr>
            <w:t>our name]</w:t>
          </w:r>
        </w:p>
      </w:docPartBody>
    </w:docPart>
    <w:docPart>
      <w:docPartPr>
        <w:name w:val="D30B033F65D340D99E7795467405DFC5"/>
        <w:category>
          <w:name w:val="General"/>
          <w:gallery w:val="placeholder"/>
        </w:category>
        <w:types>
          <w:type w:val="bbPlcHdr"/>
        </w:types>
        <w:behaviors>
          <w:behavior w:val="content"/>
        </w:behaviors>
        <w:guid w:val="{39C9D917-F64D-4FA2-8AA5-D883E237062E}"/>
      </w:docPartPr>
      <w:docPartBody>
        <w:p w:rsidR="002C1931" w:rsidRDefault="001F7BC7" w:rsidP="001F7BC7">
          <w:pPr>
            <w:pStyle w:val="D30B033F65D340D99E7795467405DFC5"/>
          </w:pPr>
          <w:r>
            <w:rPr>
              <w:rStyle w:val="PlaceholderText"/>
            </w:rPr>
            <w:t>[Your phone number]</w:t>
          </w:r>
        </w:p>
      </w:docPartBody>
    </w:docPart>
    <w:docPart>
      <w:docPartPr>
        <w:name w:val="9A537FA4A15E438F8BE144FCB5E123DA"/>
        <w:category>
          <w:name w:val="General"/>
          <w:gallery w:val="placeholder"/>
        </w:category>
        <w:types>
          <w:type w:val="bbPlcHdr"/>
        </w:types>
        <w:behaviors>
          <w:behavior w:val="content"/>
        </w:behaviors>
        <w:guid w:val="{B4AF0387-DA9F-42E6-88E8-CEE03064CC1B}"/>
      </w:docPartPr>
      <w:docPartBody>
        <w:p w:rsidR="002C1931" w:rsidRDefault="001F7BC7" w:rsidP="001F7BC7">
          <w:pPr>
            <w:pStyle w:val="9A537FA4A15E438F8BE144FCB5E123DA"/>
          </w:pPr>
          <w:r w:rsidRPr="00C2197C">
            <w:rPr>
              <w:rStyle w:val="PlaceholderText"/>
            </w:rPr>
            <w:t>[</w:t>
          </w:r>
          <w:r>
            <w:rPr>
              <w:rStyle w:val="PlaceholderText"/>
            </w:rPr>
            <w:t>Y</w:t>
          </w:r>
          <w:r w:rsidRPr="00C2197C">
            <w:rPr>
              <w:rStyle w:val="PlaceholderText"/>
            </w:rPr>
            <w:t>our name]</w:t>
          </w:r>
        </w:p>
      </w:docPartBody>
    </w:docPart>
    <w:docPart>
      <w:docPartPr>
        <w:name w:val="CFD79913D7054232A00C2DCF0D0E5F10"/>
        <w:category>
          <w:name w:val="General"/>
          <w:gallery w:val="placeholder"/>
        </w:category>
        <w:types>
          <w:type w:val="bbPlcHdr"/>
        </w:types>
        <w:behaviors>
          <w:behavior w:val="content"/>
        </w:behaviors>
        <w:guid w:val="{4373F8F8-F257-4B71-AB1E-B4386B24511A}"/>
      </w:docPartPr>
      <w:docPartBody>
        <w:p w:rsidR="002C1931" w:rsidRDefault="001F7BC7" w:rsidP="001F7BC7">
          <w:pPr>
            <w:pStyle w:val="CFD79913D7054232A00C2DCF0D0E5F10"/>
          </w:pPr>
          <w:r>
            <w:rPr>
              <w:rStyle w:val="PlaceholderText"/>
            </w:rPr>
            <w:t>[Your phone number]</w:t>
          </w:r>
        </w:p>
      </w:docPartBody>
    </w:docPart>
    <w:docPart>
      <w:docPartPr>
        <w:name w:val="9582CA59E2B342E5B1C2E8894BA5B2D5"/>
        <w:category>
          <w:name w:val="General"/>
          <w:gallery w:val="placeholder"/>
        </w:category>
        <w:types>
          <w:type w:val="bbPlcHdr"/>
        </w:types>
        <w:behaviors>
          <w:behavior w:val="content"/>
        </w:behaviors>
        <w:guid w:val="{1A74B1A7-B01F-437C-B9A9-C498164FC01B}"/>
      </w:docPartPr>
      <w:docPartBody>
        <w:p w:rsidR="002C1931" w:rsidRDefault="001F7BC7" w:rsidP="001F7BC7">
          <w:pPr>
            <w:pStyle w:val="9582CA59E2B342E5B1C2E8894BA5B2D5"/>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A1C62AE4CE5345C0821653611D25FD48"/>
        <w:category>
          <w:name w:val="General"/>
          <w:gallery w:val="placeholder"/>
        </w:category>
        <w:types>
          <w:type w:val="bbPlcHdr"/>
        </w:types>
        <w:behaviors>
          <w:behavior w:val="content"/>
        </w:behaviors>
        <w:guid w:val="{219C6F03-FB6E-4215-AB8B-68E97FD56A2E}"/>
      </w:docPartPr>
      <w:docPartBody>
        <w:p w:rsidR="002C1931" w:rsidRDefault="001F7BC7" w:rsidP="001F7BC7">
          <w:pPr>
            <w:pStyle w:val="A1C62AE4CE5345C0821653611D25FD48"/>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BEC8C337DA394465BFA2DC122AD72080"/>
        <w:category>
          <w:name w:val="General"/>
          <w:gallery w:val="placeholder"/>
        </w:category>
        <w:types>
          <w:type w:val="bbPlcHdr"/>
        </w:types>
        <w:behaviors>
          <w:behavior w:val="content"/>
        </w:behaviors>
        <w:guid w:val="{524BD5B3-C47A-47B5-A441-713A04B5E0C5}"/>
      </w:docPartPr>
      <w:docPartBody>
        <w:p w:rsidR="002C1931" w:rsidRDefault="001F7BC7" w:rsidP="001F7BC7">
          <w:pPr>
            <w:pStyle w:val="BEC8C337DA394465BFA2DC122AD72080"/>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E3315A30E62F444B89FFEB623D2EC486"/>
        <w:category>
          <w:name w:val="General"/>
          <w:gallery w:val="placeholder"/>
        </w:category>
        <w:types>
          <w:type w:val="bbPlcHdr"/>
        </w:types>
        <w:behaviors>
          <w:behavior w:val="content"/>
        </w:behaviors>
        <w:guid w:val="{47F49572-5AD9-49B2-8253-FED3F8AABED1}"/>
      </w:docPartPr>
      <w:docPartBody>
        <w:p w:rsidR="002C1931" w:rsidRDefault="001F7BC7" w:rsidP="001F7BC7">
          <w:pPr>
            <w:pStyle w:val="E3315A30E62F444B89FFEB623D2EC486"/>
          </w:pPr>
          <w:r w:rsidRPr="002A4279">
            <w:rPr>
              <w:rStyle w:val="PlaceholderText"/>
            </w:rPr>
            <w:t xml:space="preserve">[Insert your solution. Please identify which part of the code will need to be changed.]  </w:t>
          </w:r>
        </w:p>
      </w:docPartBody>
    </w:docPart>
    <w:docPart>
      <w:docPartPr>
        <w:name w:val="B4E6A47C7AA948088236B17612FD1BC0"/>
        <w:category>
          <w:name w:val="General"/>
          <w:gallery w:val="placeholder"/>
        </w:category>
        <w:types>
          <w:type w:val="bbPlcHdr"/>
        </w:types>
        <w:behaviors>
          <w:behavior w:val="content"/>
        </w:behaviors>
        <w:guid w:val="{B033E269-AC68-425B-B95E-5D9935FE9A29}"/>
      </w:docPartPr>
      <w:docPartBody>
        <w:p w:rsidR="002C1931" w:rsidRDefault="001F7BC7" w:rsidP="001F7BC7">
          <w:pPr>
            <w:pStyle w:val="B4E6A47C7AA948088236B17612FD1BC0"/>
          </w:pPr>
          <w:r w:rsidRPr="002A4279">
            <w:rPr>
              <w:rStyle w:val="PlaceholderText"/>
            </w:rPr>
            <w:t xml:space="preserve">[Insert your solution. Please identify which part of the code will need to be changed.]  </w:t>
          </w:r>
        </w:p>
      </w:docPartBody>
    </w:docPart>
    <w:docPart>
      <w:docPartPr>
        <w:name w:val="B318A9AB0965469AA35A2ED212CB0CF7"/>
        <w:category>
          <w:name w:val="General"/>
          <w:gallery w:val="placeholder"/>
        </w:category>
        <w:types>
          <w:type w:val="bbPlcHdr"/>
        </w:types>
        <w:behaviors>
          <w:behavior w:val="content"/>
        </w:behaviors>
        <w:guid w:val="{C92016E0-44E6-47BE-B7A1-2F7AE9C58E0E}"/>
      </w:docPartPr>
      <w:docPartBody>
        <w:p w:rsidR="001F7BC7" w:rsidRPr="002A4279" w:rsidRDefault="001F7BC7" w:rsidP="00244E38">
          <w:pPr>
            <w:rPr>
              <w:rStyle w:val="PlaceholderText"/>
            </w:rPr>
          </w:pPr>
          <w:r w:rsidRPr="002A4279">
            <w:rPr>
              <w:rStyle w:val="PlaceholderText"/>
            </w:rPr>
            <w:t xml:space="preserve">[Detail the proposed legal text or proposed route to finalise the legal text. </w:t>
          </w:r>
        </w:p>
        <w:p w:rsidR="002C1931" w:rsidRDefault="001F7BC7" w:rsidP="001F7BC7">
          <w:pPr>
            <w:pStyle w:val="B318A9AB0965469AA35A2ED212CB0CF7"/>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A4D58EC3696046CAB5222191B8E38475"/>
        <w:category>
          <w:name w:val="General"/>
          <w:gallery w:val="placeholder"/>
        </w:category>
        <w:types>
          <w:type w:val="bbPlcHdr"/>
        </w:types>
        <w:behaviors>
          <w:behavior w:val="content"/>
        </w:behaviors>
        <w:guid w:val="{88A26AA7-3F0B-45EC-9580-1ED2F6FECE37}"/>
      </w:docPartPr>
      <w:docPartBody>
        <w:p w:rsidR="001F7BC7" w:rsidRPr="002A4279" w:rsidRDefault="001F7BC7" w:rsidP="00244E38">
          <w:pPr>
            <w:rPr>
              <w:rStyle w:val="PlaceholderText"/>
            </w:rPr>
          </w:pPr>
          <w:r w:rsidRPr="002A4279">
            <w:rPr>
              <w:rStyle w:val="PlaceholderText"/>
            </w:rPr>
            <w:t xml:space="preserve">[Detail the proposed legal text or proposed route to finalise the legal text. </w:t>
          </w:r>
        </w:p>
        <w:p w:rsidR="002C1931" w:rsidRDefault="001F7BC7" w:rsidP="001F7BC7">
          <w:pPr>
            <w:pStyle w:val="A4D58EC3696046CAB5222191B8E38475"/>
          </w:pPr>
          <w:r w:rsidRPr="002A4279">
            <w:rPr>
              <w:rStyle w:val="PlaceholderText"/>
            </w:rPr>
            <w:t>If you’re recommending a governance route which is either Fast-track or straight to Code Administrator Consultation, the legal text must be supplied with the proposal form. If it is less than a page long, please insert it into this section. If it is more than a page long, please send as an attachment.]</w:t>
          </w:r>
        </w:p>
      </w:docPartBody>
    </w:docPart>
    <w:docPart>
      <w:docPartPr>
        <w:name w:val="52FDB050D21C4424B8F708A243FF4F00"/>
        <w:category>
          <w:name w:val="General"/>
          <w:gallery w:val="placeholder"/>
        </w:category>
        <w:types>
          <w:type w:val="bbPlcHdr"/>
        </w:types>
        <w:behaviors>
          <w:behavior w:val="content"/>
        </w:behaviors>
        <w:guid w:val="{5DE04152-7D6A-40D4-BB62-956CD4916E44}"/>
      </w:docPartPr>
      <w:docPartBody>
        <w:p w:rsidR="002C1931" w:rsidRDefault="001F7BC7" w:rsidP="001F7BC7">
          <w:pPr>
            <w:pStyle w:val="52FDB050D21C4424B8F708A243FF4F00"/>
          </w:pPr>
          <w:r w:rsidRPr="00625C74">
            <w:rPr>
              <w:rStyle w:val="PlaceholderText"/>
            </w:rPr>
            <w:t>Choose an item.</w:t>
          </w:r>
        </w:p>
      </w:docPartBody>
    </w:docPart>
    <w:docPart>
      <w:docPartPr>
        <w:name w:val="6271D33DD009477192CA864C6166A8D7"/>
        <w:category>
          <w:name w:val="General"/>
          <w:gallery w:val="placeholder"/>
        </w:category>
        <w:types>
          <w:type w:val="bbPlcHdr"/>
        </w:types>
        <w:behaviors>
          <w:behavior w:val="content"/>
        </w:behaviors>
        <w:guid w:val="{FA8C9F04-EBC8-4977-BE8D-F9AA6124B2D9}"/>
      </w:docPartPr>
      <w:docPartBody>
        <w:p w:rsidR="002C1931" w:rsidRDefault="001F7BC7" w:rsidP="001F7BC7">
          <w:pPr>
            <w:pStyle w:val="6271D33DD009477192CA864C6166A8D7"/>
          </w:pPr>
          <w:r w:rsidRPr="00625C74">
            <w:rPr>
              <w:rStyle w:val="PlaceholderText"/>
            </w:rPr>
            <w:t>Choose an item.</w:t>
          </w:r>
        </w:p>
      </w:docPartBody>
    </w:docPart>
    <w:docPart>
      <w:docPartPr>
        <w:name w:val="0C3BCF2BB357457EB53ED86060E65894"/>
        <w:category>
          <w:name w:val="General"/>
          <w:gallery w:val="placeholder"/>
        </w:category>
        <w:types>
          <w:type w:val="bbPlcHdr"/>
        </w:types>
        <w:behaviors>
          <w:behavior w:val="content"/>
        </w:behaviors>
        <w:guid w:val="{8C8927EC-924E-4E1F-8C49-8CB32B9D9C2A}"/>
      </w:docPartPr>
      <w:docPartBody>
        <w:p w:rsidR="002C1931" w:rsidRDefault="001F7BC7" w:rsidP="001F7BC7">
          <w:pPr>
            <w:pStyle w:val="0C3BCF2BB357457EB53ED86060E65894"/>
          </w:pPr>
          <w:r w:rsidRPr="00625C74">
            <w:rPr>
              <w:rStyle w:val="PlaceholderText"/>
            </w:rPr>
            <w:t>Choose an item.</w:t>
          </w:r>
        </w:p>
      </w:docPartBody>
    </w:docPart>
    <w:docPart>
      <w:docPartPr>
        <w:name w:val="F7386BDBB27F49339BD1FF9B897F7C6F"/>
        <w:category>
          <w:name w:val="General"/>
          <w:gallery w:val="placeholder"/>
        </w:category>
        <w:types>
          <w:type w:val="bbPlcHdr"/>
        </w:types>
        <w:behaviors>
          <w:behavior w:val="content"/>
        </w:behaviors>
        <w:guid w:val="{74EE181D-4FDE-4532-B8FA-D3CCCBC37F42}"/>
      </w:docPartPr>
      <w:docPartBody>
        <w:p w:rsidR="002C1931" w:rsidRDefault="001F7BC7" w:rsidP="001F7BC7">
          <w:pPr>
            <w:pStyle w:val="F7386BDBB27F49339BD1FF9B897F7C6F"/>
          </w:pPr>
          <w:r w:rsidRPr="00625C74">
            <w:rPr>
              <w:rStyle w:val="PlaceholderText"/>
            </w:rPr>
            <w:t>Choose an item.</w:t>
          </w:r>
        </w:p>
      </w:docPartBody>
    </w:docPart>
    <w:docPart>
      <w:docPartPr>
        <w:name w:val="0BBBFC14594646DDB30C057A9537CBC0"/>
        <w:category>
          <w:name w:val="General"/>
          <w:gallery w:val="placeholder"/>
        </w:category>
        <w:types>
          <w:type w:val="bbPlcHdr"/>
        </w:types>
        <w:behaviors>
          <w:behavior w:val="content"/>
        </w:behaviors>
        <w:guid w:val="{765E35C9-4656-4FFE-8465-01F49B14E803}"/>
      </w:docPartPr>
      <w:docPartBody>
        <w:p w:rsidR="002C1931" w:rsidRDefault="001F7BC7" w:rsidP="001F7BC7">
          <w:pPr>
            <w:pStyle w:val="0BBBFC14594646DDB30C057A9537CBC0"/>
          </w:pPr>
          <w:r w:rsidRPr="00625C74">
            <w:rPr>
              <w:rStyle w:val="PlaceholderText"/>
            </w:rPr>
            <w:t>Choose an item.</w:t>
          </w:r>
        </w:p>
      </w:docPartBody>
    </w:docPart>
    <w:docPart>
      <w:docPartPr>
        <w:name w:val="D73D0D84796E42859C1FDBC6FFCE89BC"/>
        <w:category>
          <w:name w:val="General"/>
          <w:gallery w:val="placeholder"/>
        </w:category>
        <w:types>
          <w:type w:val="bbPlcHdr"/>
        </w:types>
        <w:behaviors>
          <w:behavior w:val="content"/>
        </w:behaviors>
        <w:guid w:val="{6C87E244-DF13-40FB-A8F3-F3F01F364071}"/>
      </w:docPartPr>
      <w:docPartBody>
        <w:p w:rsidR="002C1931" w:rsidRDefault="001F7BC7" w:rsidP="001F7BC7">
          <w:pPr>
            <w:pStyle w:val="D73D0D84796E42859C1FDBC6FFCE89BC"/>
          </w:pPr>
          <w:r>
            <w:rPr>
              <w:rStyle w:val="PlaceholderText"/>
            </w:rPr>
            <w:t>[Please provide your rationale]</w:t>
          </w:r>
        </w:p>
      </w:docPartBody>
    </w:docPart>
    <w:docPart>
      <w:docPartPr>
        <w:name w:val="788C463EEAB64CEB807D09FC22908BFA"/>
        <w:category>
          <w:name w:val="General"/>
          <w:gallery w:val="placeholder"/>
        </w:category>
        <w:types>
          <w:type w:val="bbPlcHdr"/>
        </w:types>
        <w:behaviors>
          <w:behavior w:val="content"/>
        </w:behaviors>
        <w:guid w:val="{7F7609AE-55A7-44F9-A8DD-4533DC712AA6}"/>
      </w:docPartPr>
      <w:docPartBody>
        <w:p w:rsidR="002C1931" w:rsidRDefault="001F7BC7" w:rsidP="001F7BC7">
          <w:pPr>
            <w:pStyle w:val="788C463EEAB64CEB807D09FC22908BFA"/>
          </w:pPr>
          <w:r>
            <w:rPr>
              <w:rStyle w:val="PlaceholderText"/>
            </w:rPr>
            <w:t>[Please provide your rationale]</w:t>
          </w:r>
        </w:p>
      </w:docPartBody>
    </w:docPart>
    <w:docPart>
      <w:docPartPr>
        <w:name w:val="F58C4BBBC3584FDEB7136EBF61A63C55"/>
        <w:category>
          <w:name w:val="General"/>
          <w:gallery w:val="placeholder"/>
        </w:category>
        <w:types>
          <w:type w:val="bbPlcHdr"/>
        </w:types>
        <w:behaviors>
          <w:behavior w:val="content"/>
        </w:behaviors>
        <w:guid w:val="{6DBCDB94-1546-4725-BC93-70ABED830A02}"/>
      </w:docPartPr>
      <w:docPartBody>
        <w:p w:rsidR="002C1931" w:rsidRDefault="001F7BC7" w:rsidP="001F7BC7">
          <w:pPr>
            <w:pStyle w:val="F58C4BBBC3584FDEB7136EBF61A63C55"/>
          </w:pPr>
          <w:r>
            <w:rPr>
              <w:rStyle w:val="PlaceholderText"/>
            </w:rPr>
            <w:t>Choose an item.</w:t>
          </w:r>
        </w:p>
      </w:docPartBody>
    </w:docPart>
    <w:docPart>
      <w:docPartPr>
        <w:name w:val="98A229DF95144B1DA0DC3898046A2956"/>
        <w:category>
          <w:name w:val="General"/>
          <w:gallery w:val="placeholder"/>
        </w:category>
        <w:types>
          <w:type w:val="bbPlcHdr"/>
        </w:types>
        <w:behaviors>
          <w:behavior w:val="content"/>
        </w:behaviors>
        <w:guid w:val="{C41589B2-5CB6-4E6D-AB64-F96AEE196050}"/>
      </w:docPartPr>
      <w:docPartBody>
        <w:p w:rsidR="002C1931" w:rsidRDefault="001F7BC7" w:rsidP="001F7BC7">
          <w:pPr>
            <w:pStyle w:val="98A229DF95144B1DA0DC3898046A2956"/>
          </w:pPr>
          <w:r>
            <w:rPr>
              <w:rStyle w:val="PlaceholderText"/>
            </w:rPr>
            <w:t>Choose an item.</w:t>
          </w:r>
        </w:p>
      </w:docPartBody>
    </w:docPart>
    <w:docPart>
      <w:docPartPr>
        <w:name w:val="2C30AD4804894DA58F475411A2A1B4AC"/>
        <w:category>
          <w:name w:val="General"/>
          <w:gallery w:val="placeholder"/>
        </w:category>
        <w:types>
          <w:type w:val="bbPlcHdr"/>
        </w:types>
        <w:behaviors>
          <w:behavior w:val="content"/>
        </w:behaviors>
        <w:guid w:val="{9F18D5C3-3214-418F-B6C2-DF6CEAAE4173}"/>
      </w:docPartPr>
      <w:docPartBody>
        <w:p w:rsidR="002C1931" w:rsidRDefault="001F7BC7" w:rsidP="001F7BC7">
          <w:pPr>
            <w:pStyle w:val="2C30AD4804894DA58F475411A2A1B4AC"/>
          </w:pPr>
          <w:r>
            <w:rPr>
              <w:rStyle w:val="PlaceholderText"/>
            </w:rPr>
            <w:t>Choose an item.</w:t>
          </w:r>
        </w:p>
      </w:docPartBody>
    </w:docPart>
    <w:docPart>
      <w:docPartPr>
        <w:name w:val="65FEC184FDFE4E2C970FFAAEAE9F2132"/>
        <w:category>
          <w:name w:val="General"/>
          <w:gallery w:val="placeholder"/>
        </w:category>
        <w:types>
          <w:type w:val="bbPlcHdr"/>
        </w:types>
        <w:behaviors>
          <w:behavior w:val="content"/>
        </w:behaviors>
        <w:guid w:val="{063EA309-46A4-4112-A731-0CEB11CEBABF}"/>
      </w:docPartPr>
      <w:docPartBody>
        <w:p w:rsidR="002C1931" w:rsidRDefault="001F7BC7" w:rsidP="001F7BC7">
          <w:pPr>
            <w:pStyle w:val="65FEC184FDFE4E2C970FFAAEAE9F2132"/>
          </w:pPr>
          <w:r>
            <w:rPr>
              <w:rStyle w:val="PlaceholderText"/>
            </w:rPr>
            <w:t>Click or tap here to enter text.</w:t>
          </w:r>
        </w:p>
      </w:docPartBody>
    </w:docPart>
    <w:docPart>
      <w:docPartPr>
        <w:name w:val="7CAD2BB1F3854D9382B782EC8440FF67"/>
        <w:category>
          <w:name w:val="General"/>
          <w:gallery w:val="placeholder"/>
        </w:category>
        <w:types>
          <w:type w:val="bbPlcHdr"/>
        </w:types>
        <w:behaviors>
          <w:behavior w:val="content"/>
        </w:behaviors>
        <w:guid w:val="{CB1DD50C-B0B2-4875-9B17-158E9022800C}"/>
      </w:docPartPr>
      <w:docPartBody>
        <w:p w:rsidR="002C1931" w:rsidRDefault="001F7BC7" w:rsidP="001F7BC7">
          <w:pPr>
            <w:pStyle w:val="7CAD2BB1F3854D9382B782EC8440FF67"/>
          </w:pPr>
          <w:r>
            <w:rPr>
              <w:rStyle w:val="PlaceholderText"/>
            </w:rPr>
            <w:t>Click or tap here to enter text.</w:t>
          </w:r>
        </w:p>
      </w:docPartBody>
    </w:docPart>
    <w:docPart>
      <w:docPartPr>
        <w:name w:val="CF6D0A1A42374CEE9382EA9B80C5BBC6"/>
        <w:category>
          <w:name w:val="General"/>
          <w:gallery w:val="placeholder"/>
        </w:category>
        <w:types>
          <w:type w:val="bbPlcHdr"/>
        </w:types>
        <w:behaviors>
          <w:behavior w:val="content"/>
        </w:behaviors>
        <w:guid w:val="{A4CB0AEF-A997-4738-B62E-5ED0B01DF736}"/>
      </w:docPartPr>
      <w:docPartBody>
        <w:p w:rsidR="002C1931" w:rsidRDefault="001F7BC7" w:rsidP="001F7BC7">
          <w:pPr>
            <w:pStyle w:val="CF6D0A1A42374CEE9382EA9B80C5BBC6"/>
          </w:pPr>
          <w:r>
            <w:rPr>
              <w:rStyle w:val="PlaceholderText"/>
            </w:rPr>
            <w:t>[Please provide your rationale]</w:t>
          </w:r>
        </w:p>
      </w:docPartBody>
    </w:docPart>
    <w:docPart>
      <w:docPartPr>
        <w:name w:val="0519E6A2EB9B41FE98C0F5DD06142433"/>
        <w:category>
          <w:name w:val="General"/>
          <w:gallery w:val="placeholder"/>
        </w:category>
        <w:types>
          <w:type w:val="bbPlcHdr"/>
        </w:types>
        <w:behaviors>
          <w:behavior w:val="content"/>
        </w:behaviors>
        <w:guid w:val="{C7037932-8CEC-4BE6-A644-CED06BB6ABE2}"/>
      </w:docPartPr>
      <w:docPartBody>
        <w:p w:rsidR="002C1931" w:rsidRDefault="001F7BC7" w:rsidP="001F7BC7">
          <w:pPr>
            <w:pStyle w:val="0519E6A2EB9B41FE98C0F5DD06142433"/>
          </w:pPr>
          <w:r>
            <w:rPr>
              <w:rStyle w:val="PlaceholderText"/>
            </w:rPr>
            <w:t>Choose an item.</w:t>
          </w:r>
        </w:p>
      </w:docPartBody>
    </w:docPart>
    <w:docPart>
      <w:docPartPr>
        <w:name w:val="E992C6CAF278481E9990A6F7DDBB1654"/>
        <w:category>
          <w:name w:val="General"/>
          <w:gallery w:val="placeholder"/>
        </w:category>
        <w:types>
          <w:type w:val="bbPlcHdr"/>
        </w:types>
        <w:behaviors>
          <w:behavior w:val="content"/>
        </w:behaviors>
        <w:guid w:val="{B0EECC0C-2D8F-4A90-AB8A-462F3E017DE1}"/>
      </w:docPartPr>
      <w:docPartBody>
        <w:p w:rsidR="002C1931" w:rsidRDefault="001F7BC7" w:rsidP="001F7BC7">
          <w:pPr>
            <w:pStyle w:val="E992C6CAF278481E9990A6F7DDBB1654"/>
          </w:pPr>
          <w:r>
            <w:rPr>
              <w:rStyle w:val="PlaceholderText"/>
            </w:rPr>
            <w:t>Choose an item.</w:t>
          </w:r>
        </w:p>
      </w:docPartBody>
    </w:docPart>
    <w:docPart>
      <w:docPartPr>
        <w:name w:val="C3E45BF1B96E476EB29B5C3DE68A4F68"/>
        <w:category>
          <w:name w:val="General"/>
          <w:gallery w:val="placeholder"/>
        </w:category>
        <w:types>
          <w:type w:val="bbPlcHdr"/>
        </w:types>
        <w:behaviors>
          <w:behavior w:val="content"/>
        </w:behaviors>
        <w:guid w:val="{4E84FC95-78D7-4E9F-9775-85A5528A61E6}"/>
      </w:docPartPr>
      <w:docPartBody>
        <w:p w:rsidR="002C1931" w:rsidRDefault="001F7BC7" w:rsidP="001F7BC7">
          <w:pPr>
            <w:pStyle w:val="C3E45BF1B96E476EB29B5C3DE68A4F68"/>
          </w:pPr>
          <w:r>
            <w:rPr>
              <w:rStyle w:val="PlaceholderText"/>
            </w:rPr>
            <w:t>[Please provide your rationale]</w:t>
          </w:r>
        </w:p>
      </w:docPartBody>
    </w:docPart>
    <w:docPart>
      <w:docPartPr>
        <w:name w:val="B9CF87A259CF4AFEA2F7A4B5D1F586ED"/>
        <w:category>
          <w:name w:val="General"/>
          <w:gallery w:val="placeholder"/>
        </w:category>
        <w:types>
          <w:type w:val="bbPlcHdr"/>
        </w:types>
        <w:behaviors>
          <w:behavior w:val="content"/>
        </w:behaviors>
        <w:guid w:val="{ABC4748A-A192-4B67-AD6C-177D615DEB2B}"/>
      </w:docPartPr>
      <w:docPartBody>
        <w:p w:rsidR="002C1931" w:rsidRDefault="001F7BC7" w:rsidP="001F7BC7">
          <w:pPr>
            <w:pStyle w:val="B9CF87A259CF4AFEA2F7A4B5D1F586ED"/>
          </w:pPr>
          <w:r w:rsidRPr="00B149E1">
            <w:rPr>
              <w:rStyle w:val="PlaceholderText"/>
            </w:rPr>
            <w:t>[Insert the date which you are proposing the change is made to the code</w:t>
          </w:r>
          <w:r>
            <w:rPr>
              <w:rStyle w:val="PlaceholderText"/>
            </w:rPr>
            <w:t>]</w:t>
          </w:r>
        </w:p>
      </w:docPartBody>
    </w:docPart>
    <w:docPart>
      <w:docPartPr>
        <w:name w:val="0DF77750B7E4484C9DF9905E46919F60"/>
        <w:category>
          <w:name w:val="General"/>
          <w:gallery w:val="placeholder"/>
        </w:category>
        <w:types>
          <w:type w:val="bbPlcHdr"/>
        </w:types>
        <w:behaviors>
          <w:behavior w:val="content"/>
        </w:behaviors>
        <w:guid w:val="{58D033E2-7C32-41F8-B9C5-1B6CAF3B69A7}"/>
      </w:docPartPr>
      <w:docPartBody>
        <w:p w:rsidR="002C1931" w:rsidRDefault="001F7BC7" w:rsidP="001F7BC7">
          <w:pPr>
            <w:pStyle w:val="0DF77750B7E4484C9DF9905E46919F60"/>
          </w:pPr>
          <w:r w:rsidRPr="00B149E1">
            <w:rPr>
              <w:rStyle w:val="PlaceholderText"/>
            </w:rPr>
            <w:t>[Insert the date which you are proposing the change is made to the code</w:t>
          </w:r>
          <w:r>
            <w:rPr>
              <w:rStyle w:val="PlaceholderText"/>
            </w:rPr>
            <w:t>]</w:t>
          </w:r>
        </w:p>
      </w:docPartBody>
    </w:docPart>
    <w:docPart>
      <w:docPartPr>
        <w:name w:val="0779189E263B40AB84E6A63675644DF8"/>
        <w:category>
          <w:name w:val="General"/>
          <w:gallery w:val="placeholder"/>
        </w:category>
        <w:types>
          <w:type w:val="bbPlcHdr"/>
        </w:types>
        <w:behaviors>
          <w:behavior w:val="content"/>
        </w:behaviors>
        <w:guid w:val="{4E729F58-16A6-4AC1-B395-30F0E6612D63}"/>
      </w:docPartPr>
      <w:docPartBody>
        <w:p w:rsidR="002C1931" w:rsidRDefault="001F7BC7" w:rsidP="001F7BC7">
          <w:pPr>
            <w:pStyle w:val="0779189E263B40AB84E6A63675644DF8"/>
          </w:pPr>
          <w:r w:rsidRPr="00114732">
            <w:rPr>
              <w:rStyle w:val="PlaceholderText"/>
            </w:rPr>
            <w:t>[</w:t>
          </w:r>
          <w:r w:rsidRPr="004B0932">
            <w:rPr>
              <w:rStyle w:val="PlaceholderText"/>
            </w:rPr>
            <w:t>Insert the date which the decision is required from the Authority - or Panel (if</w:t>
          </w:r>
          <w:r>
            <w:rPr>
              <w:rStyle w:val="PlaceholderText"/>
            </w:rPr>
            <w:t xml:space="preserve"> S</w:t>
          </w:r>
          <w:r w:rsidRPr="004B0932">
            <w:rPr>
              <w:rStyle w:val="PlaceholderText"/>
            </w:rPr>
            <w:t>elf-</w:t>
          </w:r>
          <w:r>
            <w:rPr>
              <w:rStyle w:val="PlaceholderText"/>
            </w:rPr>
            <w:t>G</w:t>
          </w:r>
          <w:r w:rsidRPr="004B0932">
            <w:rPr>
              <w:rStyle w:val="PlaceholderText"/>
            </w:rPr>
            <w:t>overnance</w:t>
          </w:r>
          <w:r>
            <w:rPr>
              <w:rStyle w:val="PlaceholderText"/>
            </w:rPr>
            <w:t>]</w:t>
          </w:r>
        </w:p>
      </w:docPartBody>
    </w:docPart>
    <w:docPart>
      <w:docPartPr>
        <w:name w:val="ECC0EAE4D2E446C483CE7BAB090A258C"/>
        <w:category>
          <w:name w:val="General"/>
          <w:gallery w:val="placeholder"/>
        </w:category>
        <w:types>
          <w:type w:val="bbPlcHdr"/>
        </w:types>
        <w:behaviors>
          <w:behavior w:val="content"/>
        </w:behaviors>
        <w:guid w:val="{6AFABD74-A184-4178-821C-ACFFEEB98343}"/>
      </w:docPartPr>
      <w:docPartBody>
        <w:p w:rsidR="002C1931" w:rsidRDefault="001F7BC7" w:rsidP="001F7BC7">
          <w:pPr>
            <w:pStyle w:val="ECC0EAE4D2E446C483CE7BAB090A258C"/>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4C08E851CFF74522BB792DF008DEB8F4"/>
        <w:category>
          <w:name w:val="General"/>
          <w:gallery w:val="placeholder"/>
        </w:category>
        <w:types>
          <w:type w:val="bbPlcHdr"/>
        </w:types>
        <w:behaviors>
          <w:behavior w:val="content"/>
        </w:behaviors>
        <w:guid w:val="{A86FB199-B445-4925-8AB4-CCE7A83EC890}"/>
      </w:docPartPr>
      <w:docPartBody>
        <w:p w:rsidR="002C1931" w:rsidRDefault="001F7BC7" w:rsidP="001F7BC7">
          <w:pPr>
            <w:pStyle w:val="4C08E851CFF74522BB792DF008DEB8F4"/>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
      <w:docPartPr>
        <w:name w:val="5C5B708843CE40999BAC1FBC119B2FD3"/>
        <w:category>
          <w:name w:val="General"/>
          <w:gallery w:val="placeholder"/>
        </w:category>
        <w:types>
          <w:type w:val="bbPlcHdr"/>
        </w:types>
        <w:behaviors>
          <w:behavior w:val="content"/>
        </w:behaviors>
        <w:guid w:val="{0AE0E49A-3FF5-4487-A474-383A6F93CB07}"/>
      </w:docPartPr>
      <w:docPartBody>
        <w:p w:rsidR="002C1931" w:rsidRDefault="001F7BC7" w:rsidP="001F7BC7">
          <w:pPr>
            <w:pStyle w:val="5C5B708843CE40999BAC1FBC119B2FD3"/>
          </w:pPr>
          <w:r>
            <w:rPr>
              <w:rStyle w:val="PlaceholderText"/>
            </w:rPr>
            <w:t>Add links to reference material</w:t>
          </w:r>
        </w:p>
      </w:docPartBody>
    </w:docPart>
    <w:docPart>
      <w:docPartPr>
        <w:name w:val="50A4501EC48B4F14AE5EE7B0A8D31047"/>
        <w:category>
          <w:name w:val="General"/>
          <w:gallery w:val="placeholder"/>
        </w:category>
        <w:types>
          <w:type w:val="bbPlcHdr"/>
        </w:types>
        <w:behaviors>
          <w:behavior w:val="content"/>
        </w:behaviors>
        <w:guid w:val="{50CD6059-27E4-46FE-B32C-F3C02011F63B}"/>
      </w:docPartPr>
      <w:docPartBody>
        <w:p w:rsidR="005309B0" w:rsidRDefault="002C1931" w:rsidP="002C1931">
          <w:pPr>
            <w:pStyle w:val="50A4501EC48B4F14AE5EE7B0A8D31047"/>
          </w:pPr>
          <w:r w:rsidRPr="00625C74">
            <w:rPr>
              <w:rStyle w:val="PlaceholderText"/>
            </w:rPr>
            <w:t>Click or tap here to enter text.</w:t>
          </w:r>
        </w:p>
      </w:docPartBody>
    </w:docPart>
    <w:docPart>
      <w:docPartPr>
        <w:name w:val="286984900C0A44C0BA3DD35FD9150849"/>
        <w:category>
          <w:name w:val="General"/>
          <w:gallery w:val="placeholder"/>
        </w:category>
        <w:types>
          <w:type w:val="bbPlcHdr"/>
        </w:types>
        <w:behaviors>
          <w:behavior w:val="content"/>
        </w:behaviors>
        <w:guid w:val="{4FA24F17-2AAB-478C-8F51-447B97DC0478}"/>
      </w:docPartPr>
      <w:docPartBody>
        <w:p w:rsidR="00D72BE7" w:rsidRDefault="005309B0" w:rsidP="005309B0">
          <w:pPr>
            <w:pStyle w:val="286984900C0A44C0BA3DD35FD9150849"/>
          </w:pPr>
          <w:r w:rsidRPr="004C39B5">
            <w:rPr>
              <w:rStyle w:val="PlaceholderText"/>
            </w:rPr>
            <w:t>Click or tap here to enter text.</w:t>
          </w:r>
        </w:p>
      </w:docPartBody>
    </w:docPart>
    <w:docPart>
      <w:docPartPr>
        <w:name w:val="EB3671C39E874533BA01FD3909B155DE"/>
        <w:category>
          <w:name w:val="General"/>
          <w:gallery w:val="placeholder"/>
        </w:category>
        <w:types>
          <w:type w:val="bbPlcHdr"/>
        </w:types>
        <w:behaviors>
          <w:behavior w:val="content"/>
        </w:behaviors>
        <w:guid w:val="{BB8EC6B7-AF52-422B-8D4C-8A9D85BD213F}"/>
      </w:docPartPr>
      <w:docPartBody>
        <w:p w:rsidR="00D72BE7" w:rsidRDefault="005309B0" w:rsidP="005309B0">
          <w:pPr>
            <w:pStyle w:val="EB3671C39E874533BA01FD3909B155DE"/>
          </w:pPr>
          <w:r w:rsidRPr="004C39B5">
            <w:rPr>
              <w:rStyle w:val="PlaceholderText"/>
            </w:rPr>
            <w:t>Click or tap here to enter text.</w:t>
          </w:r>
        </w:p>
      </w:docPartBody>
    </w:docPart>
    <w:docPart>
      <w:docPartPr>
        <w:name w:val="669743AFF5DB48889D068C2CC521F698"/>
        <w:category>
          <w:name w:val="General"/>
          <w:gallery w:val="placeholder"/>
        </w:category>
        <w:types>
          <w:type w:val="bbPlcHdr"/>
        </w:types>
        <w:behaviors>
          <w:behavior w:val="content"/>
        </w:behaviors>
        <w:guid w:val="{03AE3FEC-A77F-4EE2-B922-B1A072596586}"/>
      </w:docPartPr>
      <w:docPartBody>
        <w:p w:rsidR="00D14E80" w:rsidRDefault="003E4AB7" w:rsidP="003E4AB7">
          <w:pPr>
            <w:pStyle w:val="669743AFF5DB48889D068C2CC521F698"/>
          </w:pPr>
          <w:r w:rsidRPr="004B0932">
            <w:rPr>
              <w:rStyle w:val="PlaceholderText"/>
            </w:rPr>
            <w:t>[</w:t>
          </w:r>
          <w:r>
            <w:rPr>
              <w:rStyle w:val="PlaceholderText"/>
            </w:rPr>
            <w:t>Explain how this modification interacts with other codes, industry documents, modifications or industry projects</w:t>
          </w:r>
          <w:r w:rsidRPr="004B0932">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BC7"/>
    <w:rsid w:val="001F7BC7"/>
    <w:rsid w:val="00244E38"/>
    <w:rsid w:val="002C1931"/>
    <w:rsid w:val="003E4AB7"/>
    <w:rsid w:val="00470A83"/>
    <w:rsid w:val="005309B0"/>
    <w:rsid w:val="006379DE"/>
    <w:rsid w:val="00D14E80"/>
    <w:rsid w:val="00D72BE7"/>
    <w:rsid w:val="00F01B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4AB7"/>
  </w:style>
  <w:style w:type="paragraph" w:customStyle="1" w:styleId="6656DB7EC2494A49A6C8BC6DAC307579">
    <w:name w:val="6656DB7EC2494A49A6C8BC6DAC307579"/>
  </w:style>
  <w:style w:type="paragraph" w:customStyle="1" w:styleId="286984900C0A44C0BA3DD35FD9150849">
    <w:name w:val="286984900C0A44C0BA3DD35FD9150849"/>
    <w:rsid w:val="005309B0"/>
  </w:style>
  <w:style w:type="paragraph" w:customStyle="1" w:styleId="09055008159F4C87BDA101412A212F11">
    <w:name w:val="09055008159F4C87BDA101412A212F11"/>
    <w:rsid w:val="001F7BC7"/>
  </w:style>
  <w:style w:type="paragraph" w:customStyle="1" w:styleId="CC2822F98D6E4FA8BD7F79B2DD1A8EF1">
    <w:name w:val="CC2822F98D6E4FA8BD7F79B2DD1A8EF1"/>
    <w:rsid w:val="001F7BC7"/>
  </w:style>
  <w:style w:type="paragraph" w:customStyle="1" w:styleId="D30B033F65D340D99E7795467405DFC5">
    <w:name w:val="D30B033F65D340D99E7795467405DFC5"/>
    <w:rsid w:val="001F7BC7"/>
  </w:style>
  <w:style w:type="paragraph" w:customStyle="1" w:styleId="9A537FA4A15E438F8BE144FCB5E123DA">
    <w:name w:val="9A537FA4A15E438F8BE144FCB5E123DA"/>
    <w:rsid w:val="001F7BC7"/>
  </w:style>
  <w:style w:type="paragraph" w:customStyle="1" w:styleId="CFD79913D7054232A00C2DCF0D0E5F10">
    <w:name w:val="CFD79913D7054232A00C2DCF0D0E5F10"/>
    <w:rsid w:val="001F7BC7"/>
  </w:style>
  <w:style w:type="paragraph" w:customStyle="1" w:styleId="50A4501EC48B4F14AE5EE7B0A8D31047">
    <w:name w:val="50A4501EC48B4F14AE5EE7B0A8D31047"/>
    <w:rsid w:val="002C1931"/>
  </w:style>
  <w:style w:type="paragraph" w:customStyle="1" w:styleId="9582CA59E2B342E5B1C2E8894BA5B2D5">
    <w:name w:val="9582CA59E2B342E5B1C2E8894BA5B2D5"/>
    <w:rsid w:val="001F7BC7"/>
  </w:style>
  <w:style w:type="paragraph" w:customStyle="1" w:styleId="A1C62AE4CE5345C0821653611D25FD48">
    <w:name w:val="A1C62AE4CE5345C0821653611D25FD48"/>
    <w:rsid w:val="001F7BC7"/>
  </w:style>
  <w:style w:type="paragraph" w:customStyle="1" w:styleId="BEC8C337DA394465BFA2DC122AD72080">
    <w:name w:val="BEC8C337DA394465BFA2DC122AD72080"/>
    <w:rsid w:val="001F7BC7"/>
  </w:style>
  <w:style w:type="paragraph" w:customStyle="1" w:styleId="E3315A30E62F444B89FFEB623D2EC486">
    <w:name w:val="E3315A30E62F444B89FFEB623D2EC486"/>
    <w:rsid w:val="001F7BC7"/>
  </w:style>
  <w:style w:type="paragraph" w:customStyle="1" w:styleId="B4E6A47C7AA948088236B17612FD1BC0">
    <w:name w:val="B4E6A47C7AA948088236B17612FD1BC0"/>
    <w:rsid w:val="001F7BC7"/>
  </w:style>
  <w:style w:type="paragraph" w:customStyle="1" w:styleId="B318A9AB0965469AA35A2ED212CB0CF7">
    <w:name w:val="B318A9AB0965469AA35A2ED212CB0CF7"/>
    <w:rsid w:val="001F7BC7"/>
  </w:style>
  <w:style w:type="paragraph" w:customStyle="1" w:styleId="A4D58EC3696046CAB5222191B8E38475">
    <w:name w:val="A4D58EC3696046CAB5222191B8E38475"/>
    <w:rsid w:val="001F7BC7"/>
  </w:style>
  <w:style w:type="paragraph" w:customStyle="1" w:styleId="52FDB050D21C4424B8F708A243FF4F00">
    <w:name w:val="52FDB050D21C4424B8F708A243FF4F00"/>
    <w:rsid w:val="001F7BC7"/>
  </w:style>
  <w:style w:type="paragraph" w:customStyle="1" w:styleId="6271D33DD009477192CA864C6166A8D7">
    <w:name w:val="6271D33DD009477192CA864C6166A8D7"/>
    <w:rsid w:val="001F7BC7"/>
  </w:style>
  <w:style w:type="paragraph" w:customStyle="1" w:styleId="0C3BCF2BB357457EB53ED86060E65894">
    <w:name w:val="0C3BCF2BB357457EB53ED86060E65894"/>
    <w:rsid w:val="001F7BC7"/>
  </w:style>
  <w:style w:type="paragraph" w:customStyle="1" w:styleId="F7386BDBB27F49339BD1FF9B897F7C6F">
    <w:name w:val="F7386BDBB27F49339BD1FF9B897F7C6F"/>
    <w:rsid w:val="001F7BC7"/>
  </w:style>
  <w:style w:type="paragraph" w:customStyle="1" w:styleId="0BBBFC14594646DDB30C057A9537CBC0">
    <w:name w:val="0BBBFC14594646DDB30C057A9537CBC0"/>
    <w:rsid w:val="001F7BC7"/>
  </w:style>
  <w:style w:type="paragraph" w:customStyle="1" w:styleId="D73D0D84796E42859C1FDBC6FFCE89BC">
    <w:name w:val="D73D0D84796E42859C1FDBC6FFCE89BC"/>
    <w:rsid w:val="001F7BC7"/>
  </w:style>
  <w:style w:type="paragraph" w:customStyle="1" w:styleId="788C463EEAB64CEB807D09FC22908BFA">
    <w:name w:val="788C463EEAB64CEB807D09FC22908BFA"/>
    <w:rsid w:val="001F7BC7"/>
  </w:style>
  <w:style w:type="paragraph" w:customStyle="1" w:styleId="F58C4BBBC3584FDEB7136EBF61A63C55">
    <w:name w:val="F58C4BBBC3584FDEB7136EBF61A63C55"/>
    <w:rsid w:val="001F7BC7"/>
  </w:style>
  <w:style w:type="paragraph" w:customStyle="1" w:styleId="98A229DF95144B1DA0DC3898046A2956">
    <w:name w:val="98A229DF95144B1DA0DC3898046A2956"/>
    <w:rsid w:val="001F7BC7"/>
  </w:style>
  <w:style w:type="paragraph" w:customStyle="1" w:styleId="2C30AD4804894DA58F475411A2A1B4AC">
    <w:name w:val="2C30AD4804894DA58F475411A2A1B4AC"/>
    <w:rsid w:val="001F7BC7"/>
  </w:style>
  <w:style w:type="paragraph" w:customStyle="1" w:styleId="65FEC184FDFE4E2C970FFAAEAE9F2132">
    <w:name w:val="65FEC184FDFE4E2C970FFAAEAE9F2132"/>
    <w:rsid w:val="001F7BC7"/>
  </w:style>
  <w:style w:type="paragraph" w:customStyle="1" w:styleId="7CAD2BB1F3854D9382B782EC8440FF67">
    <w:name w:val="7CAD2BB1F3854D9382B782EC8440FF67"/>
    <w:rsid w:val="001F7BC7"/>
  </w:style>
  <w:style w:type="paragraph" w:customStyle="1" w:styleId="CF6D0A1A42374CEE9382EA9B80C5BBC6">
    <w:name w:val="CF6D0A1A42374CEE9382EA9B80C5BBC6"/>
    <w:rsid w:val="001F7BC7"/>
  </w:style>
  <w:style w:type="paragraph" w:customStyle="1" w:styleId="0519E6A2EB9B41FE98C0F5DD06142433">
    <w:name w:val="0519E6A2EB9B41FE98C0F5DD06142433"/>
    <w:rsid w:val="001F7BC7"/>
  </w:style>
  <w:style w:type="paragraph" w:customStyle="1" w:styleId="E992C6CAF278481E9990A6F7DDBB1654">
    <w:name w:val="E992C6CAF278481E9990A6F7DDBB1654"/>
    <w:rsid w:val="001F7BC7"/>
  </w:style>
  <w:style w:type="paragraph" w:customStyle="1" w:styleId="C3E45BF1B96E476EB29B5C3DE68A4F68">
    <w:name w:val="C3E45BF1B96E476EB29B5C3DE68A4F68"/>
    <w:rsid w:val="001F7BC7"/>
  </w:style>
  <w:style w:type="paragraph" w:customStyle="1" w:styleId="B9CF87A259CF4AFEA2F7A4B5D1F586ED">
    <w:name w:val="B9CF87A259CF4AFEA2F7A4B5D1F586ED"/>
    <w:rsid w:val="001F7BC7"/>
  </w:style>
  <w:style w:type="paragraph" w:customStyle="1" w:styleId="0DF77750B7E4484C9DF9905E46919F60">
    <w:name w:val="0DF77750B7E4484C9DF9905E46919F60"/>
    <w:rsid w:val="001F7BC7"/>
  </w:style>
  <w:style w:type="paragraph" w:customStyle="1" w:styleId="0779189E263B40AB84E6A63675644DF8">
    <w:name w:val="0779189E263B40AB84E6A63675644DF8"/>
    <w:rsid w:val="001F7BC7"/>
  </w:style>
  <w:style w:type="paragraph" w:customStyle="1" w:styleId="ECC0EAE4D2E446C483CE7BAB090A258C">
    <w:name w:val="ECC0EAE4D2E446C483CE7BAB090A258C"/>
    <w:rsid w:val="001F7BC7"/>
  </w:style>
  <w:style w:type="paragraph" w:customStyle="1" w:styleId="4C08E851CFF74522BB792DF008DEB8F4">
    <w:name w:val="4C08E851CFF74522BB792DF008DEB8F4"/>
    <w:rsid w:val="001F7BC7"/>
  </w:style>
  <w:style w:type="paragraph" w:customStyle="1" w:styleId="5C5B708843CE40999BAC1FBC119B2FD3">
    <w:name w:val="5C5B708843CE40999BAC1FBC119B2FD3"/>
    <w:rsid w:val="001F7BC7"/>
  </w:style>
  <w:style w:type="paragraph" w:customStyle="1" w:styleId="EB3671C39E874533BA01FD3909B155DE">
    <w:name w:val="EB3671C39E874533BA01FD3909B155DE"/>
    <w:rsid w:val="005309B0"/>
  </w:style>
  <w:style w:type="paragraph" w:customStyle="1" w:styleId="669743AFF5DB48889D068C2CC521F698">
    <w:name w:val="669743AFF5DB48889D068C2CC521F698"/>
    <w:rsid w:val="003E4A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395FAE-E8E9-48B3-87D9-3C88310EE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1EBF9F-BCE3-45A2-9076-37F6AD6C3556}">
  <ds:schemaRefs>
    <ds:schemaRef ds:uri="http://schemas.openxmlformats.org/officeDocument/2006/bibliography"/>
  </ds:schemaRefs>
</ds:datastoreItem>
</file>

<file path=customXml/itemProps4.xml><?xml version="1.0" encoding="utf-8"?>
<ds:datastoreItem xmlns:ds="http://schemas.openxmlformats.org/officeDocument/2006/customXml" ds:itemID="{9C3BC6CD-0710-4B1F-826B-889A61616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DFMR FMR template (No workgroup)v.5 .dotx</Template>
  <TotalTime>1</TotalTime>
  <Pages>9</Pages>
  <Words>1822</Words>
  <Characters>10391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12189</CharactersWithSpaces>
  <SharedDoc>false</SharedDoc>
  <HLinks>
    <vt:vector size="156" baseType="variant">
      <vt:variant>
        <vt:i4>1245237</vt:i4>
      </vt:variant>
      <vt:variant>
        <vt:i4>137</vt:i4>
      </vt:variant>
      <vt:variant>
        <vt:i4>0</vt:i4>
      </vt:variant>
      <vt:variant>
        <vt:i4>5</vt:i4>
      </vt:variant>
      <vt:variant>
        <vt:lpwstr/>
      </vt:variant>
      <vt:variant>
        <vt:lpwstr>_Toc92967929</vt:lpwstr>
      </vt:variant>
      <vt:variant>
        <vt:i4>1179701</vt:i4>
      </vt:variant>
      <vt:variant>
        <vt:i4>131</vt:i4>
      </vt:variant>
      <vt:variant>
        <vt:i4>0</vt:i4>
      </vt:variant>
      <vt:variant>
        <vt:i4>5</vt:i4>
      </vt:variant>
      <vt:variant>
        <vt:lpwstr/>
      </vt:variant>
      <vt:variant>
        <vt:lpwstr>_Toc92967928</vt:lpwstr>
      </vt:variant>
      <vt:variant>
        <vt:i4>1900597</vt:i4>
      </vt:variant>
      <vt:variant>
        <vt:i4>125</vt:i4>
      </vt:variant>
      <vt:variant>
        <vt:i4>0</vt:i4>
      </vt:variant>
      <vt:variant>
        <vt:i4>5</vt:i4>
      </vt:variant>
      <vt:variant>
        <vt:lpwstr/>
      </vt:variant>
      <vt:variant>
        <vt:lpwstr>_Toc92967927</vt:lpwstr>
      </vt:variant>
      <vt:variant>
        <vt:i4>1835061</vt:i4>
      </vt:variant>
      <vt:variant>
        <vt:i4>119</vt:i4>
      </vt:variant>
      <vt:variant>
        <vt:i4>0</vt:i4>
      </vt:variant>
      <vt:variant>
        <vt:i4>5</vt:i4>
      </vt:variant>
      <vt:variant>
        <vt:lpwstr/>
      </vt:variant>
      <vt:variant>
        <vt:lpwstr>_Toc92967926</vt:lpwstr>
      </vt:variant>
      <vt:variant>
        <vt:i4>2031669</vt:i4>
      </vt:variant>
      <vt:variant>
        <vt:i4>113</vt:i4>
      </vt:variant>
      <vt:variant>
        <vt:i4>0</vt:i4>
      </vt:variant>
      <vt:variant>
        <vt:i4>5</vt:i4>
      </vt:variant>
      <vt:variant>
        <vt:lpwstr/>
      </vt:variant>
      <vt:variant>
        <vt:lpwstr>_Toc92967925</vt:lpwstr>
      </vt:variant>
      <vt:variant>
        <vt:i4>1966133</vt:i4>
      </vt:variant>
      <vt:variant>
        <vt:i4>107</vt:i4>
      </vt:variant>
      <vt:variant>
        <vt:i4>0</vt:i4>
      </vt:variant>
      <vt:variant>
        <vt:i4>5</vt:i4>
      </vt:variant>
      <vt:variant>
        <vt:lpwstr/>
      </vt:variant>
      <vt:variant>
        <vt:lpwstr>_Toc92967924</vt:lpwstr>
      </vt:variant>
      <vt:variant>
        <vt:i4>1638453</vt:i4>
      </vt:variant>
      <vt:variant>
        <vt:i4>101</vt:i4>
      </vt:variant>
      <vt:variant>
        <vt:i4>0</vt:i4>
      </vt:variant>
      <vt:variant>
        <vt:i4>5</vt:i4>
      </vt:variant>
      <vt:variant>
        <vt:lpwstr/>
      </vt:variant>
      <vt:variant>
        <vt:lpwstr>_Toc92967923</vt:lpwstr>
      </vt:variant>
      <vt:variant>
        <vt:i4>1572917</vt:i4>
      </vt:variant>
      <vt:variant>
        <vt:i4>95</vt:i4>
      </vt:variant>
      <vt:variant>
        <vt:i4>0</vt:i4>
      </vt:variant>
      <vt:variant>
        <vt:i4>5</vt:i4>
      </vt:variant>
      <vt:variant>
        <vt:lpwstr/>
      </vt:variant>
      <vt:variant>
        <vt:lpwstr>_Toc92967922</vt:lpwstr>
      </vt:variant>
      <vt:variant>
        <vt:i4>1769525</vt:i4>
      </vt:variant>
      <vt:variant>
        <vt:i4>89</vt:i4>
      </vt:variant>
      <vt:variant>
        <vt:i4>0</vt:i4>
      </vt:variant>
      <vt:variant>
        <vt:i4>5</vt:i4>
      </vt:variant>
      <vt:variant>
        <vt:lpwstr/>
      </vt:variant>
      <vt:variant>
        <vt:lpwstr>_Toc92967921</vt:lpwstr>
      </vt:variant>
      <vt:variant>
        <vt:i4>1703989</vt:i4>
      </vt:variant>
      <vt:variant>
        <vt:i4>83</vt:i4>
      </vt:variant>
      <vt:variant>
        <vt:i4>0</vt:i4>
      </vt:variant>
      <vt:variant>
        <vt:i4>5</vt:i4>
      </vt:variant>
      <vt:variant>
        <vt:lpwstr/>
      </vt:variant>
      <vt:variant>
        <vt:lpwstr>_Toc92967920</vt:lpwstr>
      </vt:variant>
      <vt:variant>
        <vt:i4>1245238</vt:i4>
      </vt:variant>
      <vt:variant>
        <vt:i4>77</vt:i4>
      </vt:variant>
      <vt:variant>
        <vt:i4>0</vt:i4>
      </vt:variant>
      <vt:variant>
        <vt:i4>5</vt:i4>
      </vt:variant>
      <vt:variant>
        <vt:lpwstr/>
      </vt:variant>
      <vt:variant>
        <vt:lpwstr>_Toc92967919</vt:lpwstr>
      </vt:variant>
      <vt:variant>
        <vt:i4>1179702</vt:i4>
      </vt:variant>
      <vt:variant>
        <vt:i4>71</vt:i4>
      </vt:variant>
      <vt:variant>
        <vt:i4>0</vt:i4>
      </vt:variant>
      <vt:variant>
        <vt:i4>5</vt:i4>
      </vt:variant>
      <vt:variant>
        <vt:lpwstr/>
      </vt:variant>
      <vt:variant>
        <vt:lpwstr>_Toc92967918</vt:lpwstr>
      </vt:variant>
      <vt:variant>
        <vt:i4>1900598</vt:i4>
      </vt:variant>
      <vt:variant>
        <vt:i4>65</vt:i4>
      </vt:variant>
      <vt:variant>
        <vt:i4>0</vt:i4>
      </vt:variant>
      <vt:variant>
        <vt:i4>5</vt:i4>
      </vt:variant>
      <vt:variant>
        <vt:lpwstr/>
      </vt:variant>
      <vt:variant>
        <vt:lpwstr>_Toc92967917</vt:lpwstr>
      </vt:variant>
      <vt:variant>
        <vt:i4>1835062</vt:i4>
      </vt:variant>
      <vt:variant>
        <vt:i4>59</vt:i4>
      </vt:variant>
      <vt:variant>
        <vt:i4>0</vt:i4>
      </vt:variant>
      <vt:variant>
        <vt:i4>5</vt:i4>
      </vt:variant>
      <vt:variant>
        <vt:lpwstr/>
      </vt:variant>
      <vt:variant>
        <vt:lpwstr>_Toc92967916</vt:lpwstr>
      </vt:variant>
      <vt:variant>
        <vt:i4>2031670</vt:i4>
      </vt:variant>
      <vt:variant>
        <vt:i4>53</vt:i4>
      </vt:variant>
      <vt:variant>
        <vt:i4>0</vt:i4>
      </vt:variant>
      <vt:variant>
        <vt:i4>5</vt:i4>
      </vt:variant>
      <vt:variant>
        <vt:lpwstr/>
      </vt:variant>
      <vt:variant>
        <vt:lpwstr>_Toc92967915</vt:lpwstr>
      </vt:variant>
      <vt:variant>
        <vt:i4>1966134</vt:i4>
      </vt:variant>
      <vt:variant>
        <vt:i4>47</vt:i4>
      </vt:variant>
      <vt:variant>
        <vt:i4>0</vt:i4>
      </vt:variant>
      <vt:variant>
        <vt:i4>5</vt:i4>
      </vt:variant>
      <vt:variant>
        <vt:lpwstr/>
      </vt:variant>
      <vt:variant>
        <vt:lpwstr>_Toc92967914</vt:lpwstr>
      </vt:variant>
      <vt:variant>
        <vt:i4>1638454</vt:i4>
      </vt:variant>
      <vt:variant>
        <vt:i4>41</vt:i4>
      </vt:variant>
      <vt:variant>
        <vt:i4>0</vt:i4>
      </vt:variant>
      <vt:variant>
        <vt:i4>5</vt:i4>
      </vt:variant>
      <vt:variant>
        <vt:lpwstr/>
      </vt:variant>
      <vt:variant>
        <vt:lpwstr>_Toc92967913</vt:lpwstr>
      </vt:variant>
      <vt:variant>
        <vt:i4>1572918</vt:i4>
      </vt:variant>
      <vt:variant>
        <vt:i4>35</vt:i4>
      </vt:variant>
      <vt:variant>
        <vt:i4>0</vt:i4>
      </vt:variant>
      <vt:variant>
        <vt:i4>5</vt:i4>
      </vt:variant>
      <vt:variant>
        <vt:lpwstr/>
      </vt:variant>
      <vt:variant>
        <vt:lpwstr>_Toc92967912</vt:lpwstr>
      </vt:variant>
      <vt:variant>
        <vt:i4>1769526</vt:i4>
      </vt:variant>
      <vt:variant>
        <vt:i4>29</vt:i4>
      </vt:variant>
      <vt:variant>
        <vt:i4>0</vt:i4>
      </vt:variant>
      <vt:variant>
        <vt:i4>5</vt:i4>
      </vt:variant>
      <vt:variant>
        <vt:lpwstr/>
      </vt:variant>
      <vt:variant>
        <vt:lpwstr>_Toc92967911</vt:lpwstr>
      </vt:variant>
      <vt:variant>
        <vt:i4>1703990</vt:i4>
      </vt:variant>
      <vt:variant>
        <vt:i4>23</vt:i4>
      </vt:variant>
      <vt:variant>
        <vt:i4>0</vt:i4>
      </vt:variant>
      <vt:variant>
        <vt:i4>5</vt:i4>
      </vt:variant>
      <vt:variant>
        <vt:lpwstr/>
      </vt:variant>
      <vt:variant>
        <vt:lpwstr>_Toc92967910</vt:lpwstr>
      </vt:variant>
      <vt:variant>
        <vt:i4>1245239</vt:i4>
      </vt:variant>
      <vt:variant>
        <vt:i4>17</vt:i4>
      </vt:variant>
      <vt:variant>
        <vt:i4>0</vt:i4>
      </vt:variant>
      <vt:variant>
        <vt:i4>5</vt:i4>
      </vt:variant>
      <vt:variant>
        <vt:lpwstr/>
      </vt:variant>
      <vt:variant>
        <vt:lpwstr>_Toc92967909</vt:lpwstr>
      </vt:variant>
      <vt:variant>
        <vt:i4>5636149</vt:i4>
      </vt:variant>
      <vt:variant>
        <vt:i4>12</vt:i4>
      </vt:variant>
      <vt:variant>
        <vt:i4>0</vt:i4>
      </vt:variant>
      <vt:variant>
        <vt:i4>5</vt:i4>
      </vt:variant>
      <vt:variant>
        <vt:lpwstr>mailto:grid.code@nationalgrideso.com</vt:lpwstr>
      </vt:variant>
      <vt:variant>
        <vt:lpwstr/>
      </vt:variant>
      <vt:variant>
        <vt:i4>1769594</vt:i4>
      </vt:variant>
      <vt:variant>
        <vt:i4>9</vt:i4>
      </vt:variant>
      <vt:variant>
        <vt:i4>0</vt:i4>
      </vt:variant>
      <vt:variant>
        <vt:i4>5</vt:i4>
      </vt:variant>
      <vt:variant>
        <vt:lpwstr>mailto:industrycodes@ofgem.gov.uk</vt:lpwstr>
      </vt:variant>
      <vt:variant>
        <vt:lpwstr/>
      </vt:variant>
      <vt:variant>
        <vt:i4>4784192</vt:i4>
      </vt:variant>
      <vt:variant>
        <vt:i4>6</vt:i4>
      </vt:variant>
      <vt:variant>
        <vt:i4>0</vt:i4>
      </vt:variant>
      <vt:variant>
        <vt:i4>5</vt:i4>
      </vt:variant>
      <vt:variant>
        <vt:lpwstr>https://www.ofgem.gov.uk/ofgem-publications/83716/ofgemguidance-self-governancemodificationappealsprocess.pdf</vt:lpwstr>
      </vt:variant>
      <vt:variant>
        <vt:lpwstr/>
      </vt:variant>
      <vt:variant>
        <vt:i4>3407888</vt:i4>
      </vt:variant>
      <vt:variant>
        <vt:i4>3</vt:i4>
      </vt:variant>
      <vt:variant>
        <vt:i4>0</vt:i4>
      </vt:variant>
      <vt:variant>
        <vt:i4>5</vt:i4>
      </vt:variant>
      <vt:variant>
        <vt:lpwstr>mailto:Shazia.Akhtar2@nationalgrideso.com</vt:lpwstr>
      </vt:variant>
      <vt:variant>
        <vt:lpwstr/>
      </vt:variant>
      <vt:variant>
        <vt:i4>3407888</vt:i4>
      </vt:variant>
      <vt:variant>
        <vt:i4>0</vt:i4>
      </vt:variant>
      <vt:variant>
        <vt:i4>0</vt:i4>
      </vt:variant>
      <vt:variant>
        <vt:i4>5</vt:i4>
      </vt:variant>
      <vt:variant>
        <vt:lpwstr>mailto:Shazia.Akhtar2@nationalgrideso.com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John-Okwesa(ESO), Banke</dc:creator>
  <cp:keywords/>
  <dc:description/>
  <cp:lastModifiedBy>John-Okwesa(ESO), Banke</cp:lastModifiedBy>
  <cp:revision>3</cp:revision>
  <cp:lastPrinted>2022-01-20T11:30:00Z</cp:lastPrinted>
  <dcterms:created xsi:type="dcterms:W3CDTF">2022-01-20T11:38:00Z</dcterms:created>
  <dcterms:modified xsi:type="dcterms:W3CDTF">2022-01-20T11:39:00Z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