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8FEFD" w14:textId="77777777" w:rsidR="00540D4E" w:rsidRDefault="00540D4E" w:rsidP="00540D4E">
      <w:pPr>
        <w:pStyle w:val="Checklist"/>
        <w:tabs>
          <w:tab w:val="left" w:pos="4111"/>
        </w:tabs>
      </w:pPr>
      <w:commentRangeStart w:id="0"/>
      <w:r w:rsidRPr="00540D4E">
        <w:t xml:space="preserve">CUSC </w:t>
      </w:r>
      <w:r w:rsidR="00CA0D40" w:rsidRPr="00CA0D40">
        <w:t>Alternative and Workgroup Vote</w:t>
      </w:r>
      <w:commentRangeEnd w:id="0"/>
      <w:r w:rsidR="003A61C9">
        <w:rPr>
          <w:rStyle w:val="CommentReference"/>
          <w:rFonts w:cs="Times New Roman"/>
          <w:b w:val="0"/>
          <w:bCs w:val="0"/>
          <w:color w:val="auto"/>
          <w:kern w:val="0"/>
        </w:rPr>
        <w:commentReference w:id="0"/>
      </w:r>
    </w:p>
    <w:p w14:paraId="1CDB2447" w14:textId="77777777" w:rsidR="00EF6704" w:rsidRDefault="00EF6704" w:rsidP="0006725A">
      <w:pPr>
        <w:ind w:right="113"/>
        <w:rPr>
          <w:rFonts w:cs="Arial"/>
          <w:b/>
          <w:sz w:val="24"/>
        </w:rPr>
      </w:pPr>
    </w:p>
    <w:p w14:paraId="1E0B6EA5" w14:textId="77777777" w:rsidR="003C60F9" w:rsidRPr="008226AD" w:rsidRDefault="003C60F9" w:rsidP="003C60F9">
      <w:pPr>
        <w:rPr>
          <w:b/>
          <w:bCs/>
          <w:color w:val="F26522" w:themeColor="accent1"/>
          <w:sz w:val="28"/>
        </w:rPr>
      </w:pPr>
      <w:bookmarkStart w:id="1" w:name="_Hlk31877162"/>
      <w:r w:rsidRPr="008D369C">
        <w:rPr>
          <w:rFonts w:cs="Arial"/>
          <w:b/>
          <w:color w:val="F26522" w:themeColor="accent1"/>
          <w:sz w:val="28"/>
        </w:rPr>
        <w:t>CMP</w:t>
      </w:r>
      <w:r w:rsidR="008226AD">
        <w:rPr>
          <w:rFonts w:cs="Arial"/>
          <w:b/>
          <w:color w:val="F26522" w:themeColor="accent1"/>
          <w:sz w:val="28"/>
        </w:rPr>
        <w:t>328</w:t>
      </w:r>
      <w:r w:rsidRPr="00760AB5">
        <w:rPr>
          <w:rFonts w:cs="Arial"/>
          <w:b/>
          <w:color w:val="F26522" w:themeColor="accent1"/>
          <w:sz w:val="28"/>
        </w:rPr>
        <w:t xml:space="preserve">: </w:t>
      </w:r>
      <w:r w:rsidR="008226AD" w:rsidRPr="008226AD">
        <w:rPr>
          <w:b/>
          <w:bCs/>
          <w:color w:val="F26522" w:themeColor="accent1"/>
          <w:sz w:val="28"/>
        </w:rPr>
        <w:t>Connections Triggering Distribution Impact Assessment</w:t>
      </w:r>
    </w:p>
    <w:bookmarkEnd w:id="1"/>
    <w:p w14:paraId="37A061EB" w14:textId="77777777" w:rsidR="0006725A" w:rsidRDefault="0006725A" w:rsidP="0006725A">
      <w:pPr>
        <w:pStyle w:val="BodyText"/>
        <w:rPr>
          <w:sz w:val="24"/>
        </w:rPr>
      </w:pPr>
    </w:p>
    <w:p w14:paraId="1ED95422" w14:textId="77777777" w:rsidR="004B3FA6" w:rsidRPr="001C44FE" w:rsidRDefault="004B3FA6" w:rsidP="00FF3648">
      <w:pPr>
        <w:pStyle w:val="BodyText"/>
        <w:jc w:val="both"/>
        <w:rPr>
          <w:sz w:val="24"/>
        </w:rPr>
      </w:pPr>
      <w:r w:rsidRPr="009E5084">
        <w:rPr>
          <w:b/>
          <w:sz w:val="24"/>
        </w:rPr>
        <w:t>Please note:</w:t>
      </w:r>
      <w:r>
        <w:rPr>
          <w:sz w:val="24"/>
        </w:rPr>
        <w:t xml:space="preserve"> T</w:t>
      </w:r>
      <w:r w:rsidRPr="001C44FE">
        <w:rPr>
          <w:sz w:val="24"/>
        </w:rPr>
        <w:t>o participate in any votes, Workgroup members need to have attended at least 50% of meetings.</w:t>
      </w:r>
    </w:p>
    <w:p w14:paraId="127D5513" w14:textId="77777777" w:rsidR="00D9239D" w:rsidRDefault="001C44FE" w:rsidP="00FF3648">
      <w:pPr>
        <w:pStyle w:val="BodyText"/>
        <w:jc w:val="both"/>
        <w:rPr>
          <w:sz w:val="24"/>
        </w:rPr>
      </w:pPr>
      <w:r w:rsidRPr="009E5084">
        <w:rPr>
          <w:b/>
          <w:sz w:val="24"/>
        </w:rPr>
        <w:t>Stage 1 - Alternative Vote</w:t>
      </w:r>
    </w:p>
    <w:p w14:paraId="6D3580A2" w14:textId="77777777" w:rsidR="0033015F" w:rsidRDefault="008B6E31" w:rsidP="00FF3648">
      <w:pPr>
        <w:pStyle w:val="BodyText"/>
        <w:jc w:val="both"/>
        <w:rPr>
          <w:sz w:val="24"/>
        </w:rPr>
      </w:pPr>
      <w:r>
        <w:rPr>
          <w:sz w:val="24"/>
        </w:rPr>
        <w:t>If Workgroup Alternative Request</w:t>
      </w:r>
      <w:r w:rsidR="00A92142">
        <w:rPr>
          <w:sz w:val="24"/>
        </w:rPr>
        <w:t>s</w:t>
      </w:r>
      <w:r>
        <w:rPr>
          <w:sz w:val="24"/>
        </w:rPr>
        <w:t xml:space="preserve"> have been made, v</w:t>
      </w:r>
      <w:r w:rsidR="00321E8C">
        <w:rPr>
          <w:sz w:val="24"/>
        </w:rPr>
        <w:t xml:space="preserve">ote on </w:t>
      </w:r>
      <w:r>
        <w:rPr>
          <w:sz w:val="24"/>
        </w:rPr>
        <w:t>whether they should</w:t>
      </w:r>
      <w:r w:rsidR="0012195F">
        <w:rPr>
          <w:sz w:val="24"/>
        </w:rPr>
        <w:t xml:space="preserve"> become Workgroup Alternative C</w:t>
      </w:r>
      <w:r w:rsidR="00AA095C">
        <w:rPr>
          <w:sz w:val="24"/>
        </w:rPr>
        <w:t>USC</w:t>
      </w:r>
      <w:r w:rsidR="0012195F">
        <w:rPr>
          <w:sz w:val="24"/>
        </w:rPr>
        <w:t xml:space="preserve"> Modifications</w:t>
      </w:r>
      <w:r w:rsidR="003E2DD1">
        <w:rPr>
          <w:sz w:val="24"/>
        </w:rPr>
        <w:t xml:space="preserve"> (WACMs)</w:t>
      </w:r>
      <w:r w:rsidR="00F23797">
        <w:rPr>
          <w:sz w:val="24"/>
        </w:rPr>
        <w:t>.</w:t>
      </w:r>
    </w:p>
    <w:p w14:paraId="3894B2AD" w14:textId="77777777" w:rsidR="001C44FE" w:rsidRPr="009E5084" w:rsidRDefault="001C44FE" w:rsidP="00FF3648">
      <w:pPr>
        <w:pStyle w:val="BodyText"/>
        <w:jc w:val="both"/>
        <w:rPr>
          <w:b/>
          <w:sz w:val="24"/>
        </w:rPr>
      </w:pPr>
      <w:r w:rsidRPr="009E5084">
        <w:rPr>
          <w:b/>
          <w:sz w:val="24"/>
        </w:rPr>
        <w:t xml:space="preserve">Stage 2 - Workgroup Vote </w:t>
      </w:r>
    </w:p>
    <w:p w14:paraId="3B975903" w14:textId="77777777" w:rsidR="007110C2" w:rsidRDefault="00A33530" w:rsidP="00FF3648">
      <w:pPr>
        <w:pStyle w:val="BodyText"/>
        <w:jc w:val="both"/>
        <w:rPr>
          <w:sz w:val="24"/>
        </w:rPr>
      </w:pPr>
      <w:r>
        <w:rPr>
          <w:sz w:val="24"/>
        </w:rPr>
        <w:t xml:space="preserve">2a) </w:t>
      </w:r>
      <w:r w:rsidR="00145A1F">
        <w:rPr>
          <w:sz w:val="24"/>
        </w:rPr>
        <w:t>A</w:t>
      </w:r>
      <w:r w:rsidR="00666196">
        <w:rPr>
          <w:sz w:val="24"/>
        </w:rPr>
        <w:t>ssess</w:t>
      </w:r>
      <w:r w:rsidR="00942A23">
        <w:rPr>
          <w:sz w:val="24"/>
        </w:rPr>
        <w:t xml:space="preserve"> the original and WACMs</w:t>
      </w:r>
      <w:r w:rsidR="00FC73E3">
        <w:rPr>
          <w:sz w:val="24"/>
        </w:rPr>
        <w:t xml:space="preserve"> (if there are any)</w:t>
      </w:r>
      <w:r w:rsidR="00942A23">
        <w:rPr>
          <w:sz w:val="24"/>
        </w:rPr>
        <w:t xml:space="preserve"> against the CUSC objectives</w:t>
      </w:r>
      <w:r w:rsidR="004046AC">
        <w:rPr>
          <w:sz w:val="24"/>
        </w:rPr>
        <w:t xml:space="preserve"> compared to the baseline</w:t>
      </w:r>
      <w:r w:rsidR="00627EDB">
        <w:rPr>
          <w:sz w:val="24"/>
        </w:rPr>
        <w:t xml:space="preserve"> (the current CUSC)</w:t>
      </w:r>
      <w:r w:rsidR="00145A1F">
        <w:rPr>
          <w:sz w:val="24"/>
        </w:rPr>
        <w:t>.</w:t>
      </w:r>
      <w:r w:rsidR="000C08E0">
        <w:rPr>
          <w:sz w:val="24"/>
        </w:rPr>
        <w:t xml:space="preserve"> </w:t>
      </w:r>
    </w:p>
    <w:p w14:paraId="383E8A7A" w14:textId="77777777" w:rsidR="00A33530" w:rsidRPr="00E57DAF" w:rsidRDefault="00A33530" w:rsidP="00FF3648">
      <w:pPr>
        <w:pStyle w:val="BodyText"/>
        <w:jc w:val="both"/>
        <w:rPr>
          <w:sz w:val="24"/>
        </w:rPr>
      </w:pPr>
      <w:r>
        <w:rPr>
          <w:sz w:val="24"/>
        </w:rPr>
        <w:t>2b)</w:t>
      </w:r>
      <w:r w:rsidRPr="00A33530">
        <w:rPr>
          <w:sz w:val="24"/>
        </w:rPr>
        <w:t xml:space="preserve"> </w:t>
      </w:r>
      <w:r w:rsidR="008B4C16">
        <w:rPr>
          <w:sz w:val="24"/>
        </w:rPr>
        <w:t xml:space="preserve">If </w:t>
      </w:r>
      <w:r w:rsidRPr="00E57DAF">
        <w:rPr>
          <w:sz w:val="24"/>
        </w:rPr>
        <w:t xml:space="preserve">WACMs exist, </w:t>
      </w:r>
      <w:r w:rsidR="00145A1F">
        <w:rPr>
          <w:sz w:val="24"/>
        </w:rPr>
        <w:t xml:space="preserve">vote on whether </w:t>
      </w:r>
      <w:r w:rsidRPr="00E57DAF">
        <w:rPr>
          <w:sz w:val="24"/>
        </w:rPr>
        <w:t>each WACM better facilitate</w:t>
      </w:r>
      <w:r w:rsidR="00145A1F">
        <w:rPr>
          <w:sz w:val="24"/>
        </w:rPr>
        <w:t>s</w:t>
      </w:r>
      <w:r w:rsidRPr="00E57DAF">
        <w:rPr>
          <w:sz w:val="24"/>
        </w:rPr>
        <w:t xml:space="preserve"> the Applicable CUSC Objectives</w:t>
      </w:r>
      <w:r w:rsidR="004365FB">
        <w:rPr>
          <w:sz w:val="24"/>
        </w:rPr>
        <w:t xml:space="preserve"> better</w:t>
      </w:r>
      <w:r w:rsidRPr="00E57DAF">
        <w:rPr>
          <w:sz w:val="24"/>
        </w:rPr>
        <w:t xml:space="preserve"> than the Original Modification Proposal</w:t>
      </w:r>
      <w:r w:rsidR="00145A1F">
        <w:rPr>
          <w:sz w:val="24"/>
        </w:rPr>
        <w:t>.</w:t>
      </w:r>
    </w:p>
    <w:p w14:paraId="5253419C" w14:textId="77777777" w:rsidR="001C44FE" w:rsidRDefault="00A33530" w:rsidP="00FF3648">
      <w:pPr>
        <w:pStyle w:val="BodyText"/>
        <w:jc w:val="both"/>
        <w:rPr>
          <w:sz w:val="24"/>
        </w:rPr>
      </w:pPr>
      <w:r>
        <w:rPr>
          <w:sz w:val="24"/>
        </w:rPr>
        <w:t>2c) V</w:t>
      </w:r>
      <w:r w:rsidR="001C44FE" w:rsidRPr="001C44FE">
        <w:rPr>
          <w:sz w:val="24"/>
        </w:rPr>
        <w:t>ote</w:t>
      </w:r>
      <w:r w:rsidR="00CD2B56">
        <w:rPr>
          <w:sz w:val="24"/>
        </w:rPr>
        <w:t xml:space="preserve"> on</w:t>
      </w:r>
      <w:r w:rsidR="001C44FE" w:rsidRPr="001C44FE">
        <w:rPr>
          <w:sz w:val="24"/>
        </w:rPr>
        <w:t xml:space="preserve"> which of the options is best</w:t>
      </w:r>
      <w:r w:rsidR="00145A1F">
        <w:rPr>
          <w:sz w:val="24"/>
        </w:rPr>
        <w:t>.</w:t>
      </w:r>
    </w:p>
    <w:p w14:paraId="74C445C8" w14:textId="77777777" w:rsidR="00C9075D" w:rsidRPr="00C9075D" w:rsidRDefault="00C9075D" w:rsidP="001C44FE">
      <w:pPr>
        <w:pStyle w:val="BodyText"/>
        <w:rPr>
          <w:b/>
          <w:color w:val="F26522" w:themeColor="accent1"/>
          <w:sz w:val="24"/>
        </w:rPr>
      </w:pPr>
      <w:bookmarkStart w:id="2" w:name="_Hlk62818798"/>
      <w:r w:rsidRPr="00C9075D">
        <w:rPr>
          <w:b/>
          <w:color w:val="F26522" w:themeColor="accent1"/>
          <w:sz w:val="24"/>
        </w:rPr>
        <w:t>Terms used in this document</w:t>
      </w:r>
    </w:p>
    <w:tbl>
      <w:tblPr>
        <w:tblStyle w:val="TableGrid"/>
        <w:tblW w:w="0" w:type="auto"/>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1696"/>
        <w:gridCol w:w="7319"/>
      </w:tblGrid>
      <w:tr w:rsidR="00C9075D" w14:paraId="59CF07E2" w14:textId="77777777" w:rsidTr="00C9075D">
        <w:tc>
          <w:tcPr>
            <w:tcW w:w="1696" w:type="dxa"/>
            <w:shd w:val="clear" w:color="auto" w:fill="F26522" w:themeFill="accent1"/>
          </w:tcPr>
          <w:p w14:paraId="28B5F182" w14:textId="77777777" w:rsidR="00C9075D" w:rsidRPr="00C9075D" w:rsidRDefault="00C9075D">
            <w:pPr>
              <w:spacing w:after="160" w:line="259" w:lineRule="auto"/>
              <w:rPr>
                <w:b/>
                <w:color w:val="FFFFFF" w:themeColor="background1"/>
                <w:sz w:val="24"/>
              </w:rPr>
            </w:pPr>
            <w:r w:rsidRPr="00C9075D">
              <w:rPr>
                <w:b/>
                <w:color w:val="FFFFFF" w:themeColor="background1"/>
                <w:sz w:val="24"/>
              </w:rPr>
              <w:t>Term</w:t>
            </w:r>
          </w:p>
        </w:tc>
        <w:tc>
          <w:tcPr>
            <w:tcW w:w="7319" w:type="dxa"/>
            <w:shd w:val="clear" w:color="auto" w:fill="F26522" w:themeFill="accent1"/>
          </w:tcPr>
          <w:p w14:paraId="66FED8C6" w14:textId="77777777" w:rsidR="00C9075D" w:rsidRPr="00C9075D" w:rsidRDefault="00C9075D">
            <w:pPr>
              <w:spacing w:after="160" w:line="259" w:lineRule="auto"/>
              <w:rPr>
                <w:b/>
                <w:color w:val="FFFFFF" w:themeColor="background1"/>
                <w:sz w:val="24"/>
              </w:rPr>
            </w:pPr>
            <w:r w:rsidRPr="00C9075D">
              <w:rPr>
                <w:b/>
                <w:color w:val="FFFFFF" w:themeColor="background1"/>
                <w:sz w:val="24"/>
              </w:rPr>
              <w:t>Meaning</w:t>
            </w:r>
          </w:p>
        </w:tc>
      </w:tr>
      <w:tr w:rsidR="00C9075D" w14:paraId="701763D2" w14:textId="77777777" w:rsidTr="00C9075D">
        <w:tc>
          <w:tcPr>
            <w:tcW w:w="1696" w:type="dxa"/>
          </w:tcPr>
          <w:p w14:paraId="766E4EC7" w14:textId="77777777" w:rsidR="00C9075D" w:rsidRPr="00C9075D" w:rsidRDefault="00C9075D">
            <w:pPr>
              <w:spacing w:after="160" w:line="259" w:lineRule="auto"/>
              <w:rPr>
                <w:sz w:val="24"/>
              </w:rPr>
            </w:pPr>
            <w:r>
              <w:rPr>
                <w:sz w:val="24"/>
              </w:rPr>
              <w:t>Baseline</w:t>
            </w:r>
          </w:p>
        </w:tc>
        <w:tc>
          <w:tcPr>
            <w:tcW w:w="7319" w:type="dxa"/>
          </w:tcPr>
          <w:p w14:paraId="00D114CB" w14:textId="77777777" w:rsidR="00C9075D" w:rsidRPr="00C9075D" w:rsidRDefault="00C9075D">
            <w:pPr>
              <w:spacing w:after="160" w:line="259" w:lineRule="auto"/>
              <w:rPr>
                <w:sz w:val="24"/>
              </w:rPr>
            </w:pPr>
            <w:r>
              <w:rPr>
                <w:sz w:val="24"/>
              </w:rPr>
              <w:t>The current CUSC (if voting for the Baseline, you believe no modification should be made)</w:t>
            </w:r>
          </w:p>
        </w:tc>
      </w:tr>
      <w:tr w:rsidR="00C9075D" w14:paraId="5C3EE16B" w14:textId="77777777" w:rsidTr="00C9075D">
        <w:tc>
          <w:tcPr>
            <w:tcW w:w="1696" w:type="dxa"/>
          </w:tcPr>
          <w:p w14:paraId="4C5D5258" w14:textId="77777777" w:rsidR="00C9075D" w:rsidRPr="00C9075D" w:rsidRDefault="00C9075D">
            <w:pPr>
              <w:spacing w:after="160" w:line="259" w:lineRule="auto"/>
              <w:rPr>
                <w:sz w:val="24"/>
              </w:rPr>
            </w:pPr>
            <w:r>
              <w:rPr>
                <w:sz w:val="24"/>
              </w:rPr>
              <w:t>Original</w:t>
            </w:r>
          </w:p>
        </w:tc>
        <w:tc>
          <w:tcPr>
            <w:tcW w:w="7319" w:type="dxa"/>
          </w:tcPr>
          <w:p w14:paraId="332CE44B" w14:textId="77777777" w:rsidR="00C9075D" w:rsidRPr="00C9075D" w:rsidRDefault="00C9075D">
            <w:pPr>
              <w:spacing w:after="160" w:line="259" w:lineRule="auto"/>
              <w:rPr>
                <w:sz w:val="24"/>
              </w:rPr>
            </w:pPr>
            <w:r>
              <w:rPr>
                <w:sz w:val="24"/>
              </w:rPr>
              <w:t>The solution which was firstly proposed by the Proposer of the modification</w:t>
            </w:r>
          </w:p>
        </w:tc>
      </w:tr>
      <w:tr w:rsidR="00C9075D" w14:paraId="6CBE98DF" w14:textId="77777777" w:rsidTr="00C9075D">
        <w:tc>
          <w:tcPr>
            <w:tcW w:w="1696" w:type="dxa"/>
          </w:tcPr>
          <w:p w14:paraId="735AAD58" w14:textId="77777777" w:rsidR="00C9075D" w:rsidRDefault="00C9075D">
            <w:pPr>
              <w:spacing w:after="160" w:line="259" w:lineRule="auto"/>
              <w:rPr>
                <w:sz w:val="24"/>
              </w:rPr>
            </w:pPr>
            <w:r>
              <w:rPr>
                <w:sz w:val="24"/>
              </w:rPr>
              <w:t>WACM</w:t>
            </w:r>
          </w:p>
        </w:tc>
        <w:tc>
          <w:tcPr>
            <w:tcW w:w="7319" w:type="dxa"/>
          </w:tcPr>
          <w:p w14:paraId="78B90340" w14:textId="77777777" w:rsidR="00C9075D" w:rsidRDefault="00C9075D">
            <w:pPr>
              <w:spacing w:after="160" w:line="259" w:lineRule="auto"/>
              <w:rPr>
                <w:sz w:val="24"/>
              </w:rPr>
            </w:pPr>
            <w:r>
              <w:rPr>
                <w:sz w:val="24"/>
              </w:rPr>
              <w:t>Workgroup Alternative CUSC Modification (an Alternative Solution which has been developed by the Workgroup)</w:t>
            </w:r>
          </w:p>
        </w:tc>
      </w:tr>
      <w:bookmarkEnd w:id="2"/>
    </w:tbl>
    <w:p w14:paraId="66FB8F22" w14:textId="77777777" w:rsidR="009557EF" w:rsidRDefault="009557EF" w:rsidP="008D369C">
      <w:pPr>
        <w:pStyle w:val="BodyText"/>
      </w:pPr>
    </w:p>
    <w:p w14:paraId="5BAEE963" w14:textId="77777777" w:rsidR="009557EF" w:rsidRPr="00760AB5" w:rsidRDefault="009557EF" w:rsidP="00FF3648">
      <w:pPr>
        <w:pStyle w:val="BodyText"/>
        <w:jc w:val="both"/>
        <w:rPr>
          <w:b/>
          <w:color w:val="F26522" w:themeColor="accent1"/>
          <w:sz w:val="24"/>
        </w:rPr>
      </w:pPr>
      <w:r>
        <w:rPr>
          <w:b/>
          <w:color w:val="F26522" w:themeColor="accent1"/>
          <w:sz w:val="24"/>
        </w:rPr>
        <w:t>T</w:t>
      </w:r>
      <w:r w:rsidRPr="00760AB5">
        <w:rPr>
          <w:b/>
          <w:color w:val="F26522" w:themeColor="accent1"/>
          <w:sz w:val="24"/>
        </w:rPr>
        <w:t>he applicable CUSC objectives are:</w:t>
      </w:r>
      <w:r>
        <w:rPr>
          <w:b/>
          <w:color w:val="F26522" w:themeColor="accent1"/>
          <w:sz w:val="24"/>
        </w:rPr>
        <w:t xml:space="preserve"> </w:t>
      </w:r>
    </w:p>
    <w:p w14:paraId="603C533B" w14:textId="77777777" w:rsidR="009557EF" w:rsidRPr="00576771" w:rsidRDefault="009557EF" w:rsidP="00FF3648">
      <w:pPr>
        <w:pStyle w:val="ListParagraph"/>
        <w:numPr>
          <w:ilvl w:val="0"/>
          <w:numId w:val="13"/>
        </w:numPr>
        <w:spacing w:after="160" w:line="259" w:lineRule="auto"/>
        <w:jc w:val="both"/>
      </w:pPr>
      <w:r w:rsidRPr="00576771">
        <w:t>The efficient discharge by the Licensee of the obligations imposed on it by the Act and the Transmission Licence;</w:t>
      </w:r>
    </w:p>
    <w:p w14:paraId="0551D73A" w14:textId="77777777" w:rsidR="009557EF" w:rsidRPr="00576771" w:rsidRDefault="009557EF" w:rsidP="00FF3648">
      <w:pPr>
        <w:pStyle w:val="ListParagraph"/>
        <w:numPr>
          <w:ilvl w:val="0"/>
          <w:numId w:val="13"/>
        </w:numPr>
        <w:spacing w:after="160" w:line="259" w:lineRule="auto"/>
        <w:jc w:val="both"/>
      </w:pPr>
      <w:r w:rsidRPr="00576771">
        <w:t>Facilitating effective competition in the generation and supply of electricity, and (so far as consistent therewith) facilitating such competition in the sale, distribution and purchase of electricity;</w:t>
      </w:r>
    </w:p>
    <w:p w14:paraId="2FBA88EA" w14:textId="77777777" w:rsidR="009557EF" w:rsidRPr="00576771" w:rsidRDefault="009557EF" w:rsidP="00FF3648">
      <w:pPr>
        <w:pStyle w:val="ListParagraph"/>
        <w:numPr>
          <w:ilvl w:val="0"/>
          <w:numId w:val="13"/>
        </w:numPr>
        <w:spacing w:after="160" w:line="259" w:lineRule="auto"/>
        <w:jc w:val="both"/>
      </w:pPr>
      <w:r w:rsidRPr="00576771">
        <w:t>Compliance with the Electricity Regulation and any relevant legally binding decision of the European Commission and/or the Agency *; and</w:t>
      </w:r>
    </w:p>
    <w:p w14:paraId="22233F5E" w14:textId="77777777" w:rsidR="009557EF" w:rsidRPr="00576771" w:rsidRDefault="009557EF" w:rsidP="00FF3648">
      <w:pPr>
        <w:pStyle w:val="ListParagraph"/>
        <w:numPr>
          <w:ilvl w:val="0"/>
          <w:numId w:val="13"/>
        </w:numPr>
        <w:spacing w:after="160" w:line="259" w:lineRule="auto"/>
        <w:jc w:val="both"/>
      </w:pPr>
      <w:r w:rsidRPr="00576771">
        <w:t>Promoting efficiency in the implementation and administration of the CUSC arrangements.</w:t>
      </w:r>
    </w:p>
    <w:p w14:paraId="3D42C221" w14:textId="77777777" w:rsidR="009557EF" w:rsidRPr="00576771" w:rsidRDefault="009557EF" w:rsidP="00FF3648">
      <w:pPr>
        <w:pStyle w:val="BodyText"/>
        <w:jc w:val="both"/>
      </w:pPr>
      <w:bookmarkStart w:id="3" w:name="_Hlk50982299"/>
      <w:r w:rsidRPr="00576771">
        <w:t>*Objective (c) refers specifically to European Regulation 2009/714/EC. Reference to the Agency is to the Agency for the Cooperation of Energy Regulators (ACER).</w:t>
      </w:r>
    </w:p>
    <w:bookmarkEnd w:id="3"/>
    <w:p w14:paraId="451E42AE" w14:textId="77777777" w:rsidR="00CA0D40" w:rsidRPr="008D369C" w:rsidRDefault="00CA0D40" w:rsidP="008D369C">
      <w:pPr>
        <w:pStyle w:val="BodyText"/>
        <w:rPr>
          <w:sz w:val="24"/>
        </w:rPr>
      </w:pPr>
    </w:p>
    <w:p w14:paraId="34F0ED1F" w14:textId="77777777" w:rsidR="001F5F82" w:rsidRPr="008D369C" w:rsidRDefault="001F5F82" w:rsidP="008D369C">
      <w:pPr>
        <w:pStyle w:val="BodyText"/>
        <w:rPr>
          <w:sz w:val="24"/>
        </w:rPr>
      </w:pPr>
      <w:r w:rsidRPr="008D369C">
        <w:rPr>
          <w:sz w:val="24"/>
        </w:rPr>
        <w:br w:type="page"/>
      </w:r>
    </w:p>
    <w:p w14:paraId="19C584EC" w14:textId="77777777" w:rsidR="00CA0D40" w:rsidRPr="00E57DAF" w:rsidRDefault="00CA0D40" w:rsidP="008D369C">
      <w:pPr>
        <w:pStyle w:val="Checklist"/>
      </w:pPr>
      <w:r w:rsidRPr="001F5F82">
        <w:lastRenderedPageBreak/>
        <w:t>Workgroup Vote</w:t>
      </w:r>
    </w:p>
    <w:p w14:paraId="49891039" w14:textId="77777777" w:rsidR="001F5F82" w:rsidRDefault="001F5F82" w:rsidP="00E57DAF">
      <w:pPr>
        <w:ind w:left="-426"/>
        <w:rPr>
          <w:sz w:val="24"/>
        </w:rPr>
      </w:pPr>
    </w:p>
    <w:p w14:paraId="2A404748" w14:textId="77777777" w:rsidR="001F5F82" w:rsidRDefault="001F5F82" w:rsidP="00FF3648">
      <w:pPr>
        <w:pStyle w:val="BodyText"/>
        <w:jc w:val="both"/>
        <w:rPr>
          <w:b/>
          <w:color w:val="F26522" w:themeColor="accent1"/>
          <w:sz w:val="24"/>
        </w:rPr>
      </w:pPr>
      <w:r w:rsidRPr="008D369C">
        <w:rPr>
          <w:b/>
          <w:color w:val="F26522" w:themeColor="accent1"/>
          <w:sz w:val="24"/>
        </w:rPr>
        <w:t xml:space="preserve">Stage 1 – Alternative </w:t>
      </w:r>
      <w:r w:rsidR="00CA0D40" w:rsidRPr="008D369C">
        <w:rPr>
          <w:b/>
          <w:color w:val="F26522" w:themeColor="accent1"/>
          <w:sz w:val="24"/>
        </w:rPr>
        <w:t>Vote</w:t>
      </w:r>
    </w:p>
    <w:p w14:paraId="7EFB5032" w14:textId="77777777" w:rsidR="00B34376" w:rsidRPr="009E5084" w:rsidRDefault="00B34376" w:rsidP="00FF3648">
      <w:pPr>
        <w:pStyle w:val="BodyText"/>
        <w:jc w:val="both"/>
        <w:rPr>
          <w:sz w:val="24"/>
        </w:rPr>
      </w:pPr>
      <w:r>
        <w:rPr>
          <w:sz w:val="24"/>
        </w:rPr>
        <w:t>Vote on Workgroup Alternative Requests to become Workgroup Alternative C</w:t>
      </w:r>
      <w:r w:rsidR="00AA095C">
        <w:rPr>
          <w:sz w:val="24"/>
        </w:rPr>
        <w:t>USC</w:t>
      </w:r>
      <w:r>
        <w:rPr>
          <w:sz w:val="24"/>
        </w:rPr>
        <w:t xml:space="preserve"> Modifications.</w:t>
      </w:r>
    </w:p>
    <w:p w14:paraId="0A409377" w14:textId="77777777" w:rsidR="000C4B80" w:rsidRPr="009E5084" w:rsidRDefault="000C4B80" w:rsidP="00FF3648">
      <w:pPr>
        <w:pStyle w:val="BodyText"/>
        <w:jc w:val="both"/>
        <w:rPr>
          <w:i/>
          <w:sz w:val="20"/>
        </w:rPr>
      </w:pPr>
      <w:r w:rsidRPr="009E5084">
        <w:rPr>
          <w:i/>
          <w:sz w:val="20"/>
        </w:rPr>
        <w:t xml:space="preserve">The Alternative vote is carried out to identify the level of Workgroup support there is for any potential alternative options that have been brought forward by either any member of the Workgroup OR an Industry Participant as part of the Workgroup Consultation.  </w:t>
      </w:r>
    </w:p>
    <w:p w14:paraId="37C892D7" w14:textId="4BCE94D5" w:rsidR="00AE5A90" w:rsidRDefault="00AE5A90" w:rsidP="00AE5A90">
      <w:pPr>
        <w:pStyle w:val="BodyText"/>
        <w:rPr>
          <w:i/>
          <w:sz w:val="20"/>
        </w:rPr>
      </w:pPr>
      <w:r w:rsidRPr="009E5084">
        <w:rPr>
          <w:i/>
          <w:sz w:val="20"/>
        </w:rPr>
        <w:t xml:space="preserve">Should the majority of the Workgroup OR the Chairman believe that the potential alternative solution </w:t>
      </w:r>
      <w:r>
        <w:rPr>
          <w:i/>
          <w:sz w:val="20"/>
        </w:rPr>
        <w:t>may</w:t>
      </w:r>
      <w:r w:rsidRPr="009E5084">
        <w:rPr>
          <w:i/>
          <w:sz w:val="20"/>
        </w:rPr>
        <w:t xml:space="preserve"> better facilitate the CUSC objectives</w:t>
      </w:r>
      <w:r w:rsidRPr="00354747">
        <w:t xml:space="preserve"> </w:t>
      </w:r>
      <w:r>
        <w:rPr>
          <w:i/>
          <w:sz w:val="20"/>
        </w:rPr>
        <w:t xml:space="preserve">than </w:t>
      </w:r>
      <w:r w:rsidRPr="00354747">
        <w:rPr>
          <w:i/>
          <w:sz w:val="20"/>
        </w:rPr>
        <w:t>the Original</w:t>
      </w:r>
      <w:r>
        <w:rPr>
          <w:i/>
          <w:sz w:val="20"/>
        </w:rPr>
        <w:t xml:space="preserve"> proposal</w:t>
      </w:r>
      <w:r w:rsidR="002F43FA">
        <w:rPr>
          <w:i/>
          <w:sz w:val="20"/>
        </w:rPr>
        <w:t xml:space="preserve"> or the Baseline</w:t>
      </w:r>
      <w:bookmarkStart w:id="4" w:name="_GoBack"/>
      <w:bookmarkEnd w:id="4"/>
      <w:r w:rsidRPr="00354747">
        <w:rPr>
          <w:i/>
          <w:sz w:val="20"/>
        </w:rPr>
        <w:t xml:space="preserve"> </w:t>
      </w:r>
      <w:r w:rsidRPr="009E5084">
        <w:rPr>
          <w:i/>
          <w:sz w:val="20"/>
        </w:rPr>
        <w:t>then the potential alternative will be fully developed by the Workgroup with legal text to form a Workgroup Alternative C</w:t>
      </w:r>
      <w:r>
        <w:rPr>
          <w:i/>
          <w:sz w:val="20"/>
        </w:rPr>
        <w:t>USC</w:t>
      </w:r>
      <w:r w:rsidRPr="009E5084">
        <w:rPr>
          <w:i/>
          <w:sz w:val="20"/>
        </w:rPr>
        <w:t xml:space="preserve"> modification (WACM) and submitted to the Panel and Authority alongside the Original solution for the Panel Recommendation vote and the Authority decision. </w:t>
      </w:r>
    </w:p>
    <w:p w14:paraId="6478BB1D" w14:textId="77777777" w:rsidR="00335656" w:rsidRDefault="00335656" w:rsidP="00FF3648">
      <w:pPr>
        <w:pStyle w:val="BodyText"/>
        <w:jc w:val="both"/>
        <w:rPr>
          <w:i/>
          <w:sz w:val="20"/>
        </w:rPr>
      </w:pPr>
    </w:p>
    <w:p w14:paraId="06AF2B1E" w14:textId="77777777" w:rsidR="00335656" w:rsidRPr="00E57DAF" w:rsidRDefault="00335656" w:rsidP="00FF3648">
      <w:pPr>
        <w:pStyle w:val="BodyText"/>
        <w:jc w:val="both"/>
        <w:rPr>
          <w:sz w:val="24"/>
        </w:rPr>
      </w:pPr>
      <w:r w:rsidRPr="00E57DAF">
        <w:rPr>
          <w:sz w:val="24"/>
        </w:rPr>
        <w:t>“Y” = Yes</w:t>
      </w:r>
    </w:p>
    <w:p w14:paraId="0915E0BD" w14:textId="2B940DE8" w:rsidR="00335656" w:rsidRPr="00E57DAF" w:rsidRDefault="00335656" w:rsidP="00FF3648">
      <w:pPr>
        <w:pStyle w:val="BodyText"/>
        <w:tabs>
          <w:tab w:val="right" w:pos="9025"/>
        </w:tabs>
        <w:jc w:val="both"/>
        <w:rPr>
          <w:sz w:val="24"/>
        </w:rPr>
      </w:pPr>
      <w:r w:rsidRPr="00E57DAF">
        <w:rPr>
          <w:sz w:val="24"/>
        </w:rPr>
        <w:t>“N” = No</w:t>
      </w:r>
      <w:r w:rsidR="00C526B0">
        <w:rPr>
          <w:sz w:val="24"/>
        </w:rPr>
        <w:tab/>
      </w:r>
    </w:p>
    <w:p w14:paraId="275B6709" w14:textId="5387D332" w:rsidR="00335656" w:rsidRPr="00E57DAF" w:rsidRDefault="00335656" w:rsidP="00FF3648">
      <w:pPr>
        <w:pStyle w:val="BodyText"/>
        <w:jc w:val="both"/>
        <w:rPr>
          <w:sz w:val="24"/>
        </w:rPr>
      </w:pPr>
      <w:r w:rsidRPr="00E57DAF">
        <w:rPr>
          <w:sz w:val="24"/>
        </w:rPr>
        <w:t>“</w:t>
      </w:r>
      <w:r w:rsidR="000C74FD" w:rsidRPr="00E57DAF">
        <w:rPr>
          <w:sz w:val="24"/>
        </w:rPr>
        <w:t>- “=</w:t>
      </w:r>
      <w:r w:rsidRPr="00E57DAF">
        <w:rPr>
          <w:sz w:val="24"/>
        </w:rPr>
        <w:t xml:space="preserve"> Neutra</w:t>
      </w:r>
      <w:r>
        <w:rPr>
          <w:sz w:val="24"/>
        </w:rPr>
        <w:t>l</w:t>
      </w:r>
    </w:p>
    <w:p w14:paraId="788C9CD5" w14:textId="77777777" w:rsidR="00276E4B" w:rsidRDefault="00276E4B" w:rsidP="000C4B80">
      <w:pPr>
        <w:pStyle w:val="BodyText"/>
        <w:rPr>
          <w:i/>
          <w:sz w:val="20"/>
        </w:rPr>
      </w:pP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836"/>
        <w:gridCol w:w="3827"/>
      </w:tblGrid>
      <w:tr w:rsidR="00BB0B3B" w:rsidRPr="00061C92" w14:paraId="0DD6C42E" w14:textId="77777777" w:rsidTr="00224DC3">
        <w:trPr>
          <w:trHeight w:val="879"/>
        </w:trPr>
        <w:tc>
          <w:tcPr>
            <w:tcW w:w="31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5698C0B" w14:textId="77777777" w:rsidR="00BB0B3B" w:rsidRPr="00061C92" w:rsidRDefault="00BB0B3B" w:rsidP="00211AC1">
            <w:pPr>
              <w:jc w:val="both"/>
              <w:rPr>
                <w:rFonts w:cs="Arial"/>
                <w:b/>
                <w:color w:val="FFFFFF"/>
              </w:rPr>
            </w:pPr>
            <w:r w:rsidRPr="00061C92">
              <w:rPr>
                <w:rFonts w:cs="Arial"/>
                <w:b/>
                <w:color w:val="FFFFFF"/>
              </w:rPr>
              <w:t>Workgroup Member</w:t>
            </w:r>
          </w:p>
        </w:tc>
        <w:tc>
          <w:tcPr>
            <w:tcW w:w="283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D2E54CA" w14:textId="4500BFD7" w:rsidR="00BB0B3B" w:rsidRPr="00FC3364" w:rsidRDefault="00BB0B3B" w:rsidP="009E5084">
            <w:pPr>
              <w:rPr>
                <w:rFonts w:cs="Arial"/>
                <w:b/>
                <w:color w:val="FFFFFF" w:themeColor="background1"/>
              </w:rPr>
            </w:pPr>
            <w:r w:rsidRPr="00FC3364">
              <w:rPr>
                <w:rFonts w:cs="Arial"/>
                <w:b/>
                <w:color w:val="FFFFFF" w:themeColor="background1"/>
              </w:rPr>
              <w:t xml:space="preserve">Alternative </w:t>
            </w:r>
            <w:r w:rsidR="007A70BA" w:rsidRPr="00FC3364">
              <w:rPr>
                <w:rFonts w:cs="Arial"/>
                <w:b/>
                <w:color w:val="FFFFFF" w:themeColor="background1"/>
              </w:rPr>
              <w:t xml:space="preserve">1 </w:t>
            </w:r>
            <w:r w:rsidR="00FF3648">
              <w:rPr>
                <w:rFonts w:cs="Arial"/>
                <w:b/>
                <w:color w:val="FFFFFF" w:themeColor="background1"/>
              </w:rPr>
              <w:t>–</w:t>
            </w:r>
            <w:r w:rsidR="00FC3364">
              <w:rPr>
                <w:rFonts w:cs="Arial"/>
                <w:b/>
                <w:color w:val="FFFFFF" w:themeColor="background1"/>
              </w:rPr>
              <w:t xml:space="preserve"> </w:t>
            </w:r>
            <w:r w:rsidR="00FF3648">
              <w:rPr>
                <w:rFonts w:cs="Arial"/>
                <w:b/>
                <w:color w:val="FFFFFF" w:themeColor="background1"/>
              </w:rPr>
              <w:t xml:space="preserve">Enhance </w:t>
            </w:r>
            <w:r w:rsidR="00224DC3" w:rsidRPr="00FC3364">
              <w:rPr>
                <w:b/>
                <w:color w:val="FFFFFF" w:themeColor="background1"/>
              </w:rPr>
              <w:t>Third</w:t>
            </w:r>
            <w:r w:rsidR="007A70BA" w:rsidRPr="00FC3364">
              <w:rPr>
                <w:b/>
                <w:color w:val="FFFFFF" w:themeColor="background1"/>
              </w:rPr>
              <w:t>-Party Works process</w:t>
            </w:r>
          </w:p>
        </w:tc>
        <w:tc>
          <w:tcPr>
            <w:tcW w:w="38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577BE91" w14:textId="5CD76E13" w:rsidR="00BB0B3B" w:rsidRPr="00FC3364" w:rsidRDefault="00BB0B3B" w:rsidP="009E5084">
            <w:pPr>
              <w:rPr>
                <w:rFonts w:cs="Arial"/>
                <w:b/>
                <w:color w:val="FFFFFF" w:themeColor="background1"/>
              </w:rPr>
            </w:pPr>
            <w:r w:rsidRPr="00FC3364">
              <w:rPr>
                <w:rFonts w:cs="Arial"/>
                <w:b/>
                <w:color w:val="FFFFFF" w:themeColor="background1"/>
              </w:rPr>
              <w:t>Alternative 2</w:t>
            </w:r>
            <w:r w:rsidR="007A70BA" w:rsidRPr="00FC3364">
              <w:rPr>
                <w:rFonts w:cs="Arial"/>
                <w:b/>
                <w:color w:val="FFFFFF" w:themeColor="background1"/>
              </w:rPr>
              <w:t xml:space="preserve"> </w:t>
            </w:r>
            <w:r w:rsidR="00FC3364">
              <w:rPr>
                <w:rFonts w:cs="Arial"/>
                <w:b/>
                <w:color w:val="FFFFFF" w:themeColor="background1"/>
              </w:rPr>
              <w:t xml:space="preserve">- </w:t>
            </w:r>
            <w:r w:rsidR="007A70BA" w:rsidRPr="00FC3364">
              <w:rPr>
                <w:b/>
                <w:color w:val="FFFFFF" w:themeColor="background1"/>
              </w:rPr>
              <w:t>Using applicability criteria rather than blanket 1MW threshold</w:t>
            </w:r>
            <w:r w:rsidRPr="00FC3364">
              <w:rPr>
                <w:rFonts w:cs="Arial"/>
                <w:b/>
                <w:color w:val="FFFFFF" w:themeColor="background1"/>
              </w:rPr>
              <w:t xml:space="preserve"> </w:t>
            </w:r>
          </w:p>
        </w:tc>
      </w:tr>
      <w:tr w:rsidR="00224DC3" w:rsidRPr="00061C92" w14:paraId="18665763" w14:textId="77777777" w:rsidTr="00224DC3">
        <w:trPr>
          <w:trHeight w:val="313"/>
        </w:trPr>
        <w:tc>
          <w:tcPr>
            <w:tcW w:w="31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330C3CC" w14:textId="77777777" w:rsidR="00224DC3" w:rsidRPr="00224DC3" w:rsidRDefault="00224DC3" w:rsidP="00224DC3">
            <w:r w:rsidRPr="00224DC3">
              <w:t>Charles Deacon</w:t>
            </w:r>
          </w:p>
          <w:p w14:paraId="00D42D99" w14:textId="77777777" w:rsidR="00224DC3" w:rsidRPr="00224DC3" w:rsidRDefault="00224DC3" w:rsidP="00211AC1"/>
        </w:tc>
        <w:tc>
          <w:tcPr>
            <w:tcW w:w="283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6E5FACF" w14:textId="77777777" w:rsidR="00224DC3" w:rsidRPr="00061C92" w:rsidRDefault="00224DC3" w:rsidP="00211AC1">
            <w:pPr>
              <w:rPr>
                <w:rFonts w:cs="Arial"/>
                <w:b/>
                <w:i/>
              </w:rPr>
            </w:pPr>
          </w:p>
        </w:tc>
        <w:tc>
          <w:tcPr>
            <w:tcW w:w="38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FD3B8D4" w14:textId="77777777" w:rsidR="00224DC3" w:rsidRPr="00061C92" w:rsidRDefault="00224DC3" w:rsidP="00211AC1">
            <w:pPr>
              <w:rPr>
                <w:rFonts w:cs="Arial"/>
                <w:b/>
                <w:i/>
              </w:rPr>
            </w:pPr>
          </w:p>
        </w:tc>
      </w:tr>
      <w:tr w:rsidR="00224DC3" w:rsidRPr="00061C92" w14:paraId="36CC1D83" w14:textId="77777777" w:rsidTr="00224DC3">
        <w:trPr>
          <w:trHeight w:val="313"/>
        </w:trPr>
        <w:tc>
          <w:tcPr>
            <w:tcW w:w="31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933378D" w14:textId="77777777" w:rsidR="00224DC3" w:rsidRPr="00224DC3" w:rsidRDefault="00224DC3" w:rsidP="00224DC3">
            <w:commentRangeStart w:id="5"/>
            <w:r w:rsidRPr="00224DC3">
              <w:t>Deborah MacPherson</w:t>
            </w:r>
            <w:commentRangeEnd w:id="5"/>
            <w:r w:rsidR="00C526B0">
              <w:rPr>
                <w:rStyle w:val="CommentReference"/>
              </w:rPr>
              <w:commentReference w:id="5"/>
            </w:r>
          </w:p>
        </w:tc>
        <w:tc>
          <w:tcPr>
            <w:tcW w:w="283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CE6D3BF" w14:textId="77777777" w:rsidR="00224DC3" w:rsidRPr="00061C92" w:rsidRDefault="00224DC3" w:rsidP="00211AC1">
            <w:pPr>
              <w:rPr>
                <w:rFonts w:cs="Arial"/>
                <w:b/>
                <w:i/>
              </w:rPr>
            </w:pPr>
          </w:p>
        </w:tc>
        <w:tc>
          <w:tcPr>
            <w:tcW w:w="38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E5610B8" w14:textId="77777777" w:rsidR="00224DC3" w:rsidRPr="00061C92" w:rsidRDefault="00224DC3" w:rsidP="00211AC1">
            <w:pPr>
              <w:rPr>
                <w:rFonts w:cs="Arial"/>
                <w:b/>
                <w:i/>
              </w:rPr>
            </w:pPr>
          </w:p>
        </w:tc>
      </w:tr>
      <w:tr w:rsidR="00224DC3" w:rsidRPr="00061C92" w14:paraId="1CC5EDF1" w14:textId="77777777" w:rsidTr="00224DC3">
        <w:trPr>
          <w:trHeight w:val="313"/>
        </w:trPr>
        <w:tc>
          <w:tcPr>
            <w:tcW w:w="31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F950D0C" w14:textId="77777777" w:rsidR="00224DC3" w:rsidRPr="00224DC3" w:rsidRDefault="00224DC3" w:rsidP="00224DC3">
            <w:r w:rsidRPr="00224DC3">
              <w:t>Garth Graham</w:t>
            </w:r>
          </w:p>
          <w:p w14:paraId="242252C3" w14:textId="77777777" w:rsidR="00224DC3" w:rsidRPr="00224DC3" w:rsidRDefault="00224DC3" w:rsidP="00211AC1"/>
        </w:tc>
        <w:tc>
          <w:tcPr>
            <w:tcW w:w="283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3CDCEAB" w14:textId="77777777" w:rsidR="00224DC3" w:rsidRPr="00061C92" w:rsidRDefault="00224DC3" w:rsidP="00211AC1">
            <w:pPr>
              <w:rPr>
                <w:rFonts w:cs="Arial"/>
                <w:b/>
                <w:i/>
              </w:rPr>
            </w:pPr>
          </w:p>
        </w:tc>
        <w:tc>
          <w:tcPr>
            <w:tcW w:w="38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97E4912" w14:textId="77777777" w:rsidR="00224DC3" w:rsidRPr="00061C92" w:rsidRDefault="00224DC3" w:rsidP="00211AC1">
            <w:pPr>
              <w:rPr>
                <w:rFonts w:cs="Arial"/>
                <w:b/>
                <w:i/>
              </w:rPr>
            </w:pPr>
          </w:p>
        </w:tc>
      </w:tr>
      <w:tr w:rsidR="00224DC3" w:rsidRPr="00061C92" w14:paraId="2179A910" w14:textId="77777777" w:rsidTr="00224DC3">
        <w:trPr>
          <w:trHeight w:val="313"/>
        </w:trPr>
        <w:tc>
          <w:tcPr>
            <w:tcW w:w="31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045E514" w14:textId="77777777" w:rsidR="00224DC3" w:rsidRPr="00224DC3" w:rsidRDefault="00224DC3" w:rsidP="00224DC3">
            <w:r w:rsidRPr="00224DC3">
              <w:t>Grahame Neale</w:t>
            </w:r>
          </w:p>
          <w:p w14:paraId="447228C0" w14:textId="77777777" w:rsidR="00224DC3" w:rsidRPr="00224DC3" w:rsidRDefault="00224DC3" w:rsidP="00211AC1"/>
        </w:tc>
        <w:tc>
          <w:tcPr>
            <w:tcW w:w="283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A922A95" w14:textId="77777777" w:rsidR="00224DC3" w:rsidRPr="00061C92" w:rsidRDefault="00224DC3" w:rsidP="00211AC1">
            <w:pPr>
              <w:rPr>
                <w:rFonts w:cs="Arial"/>
                <w:b/>
                <w:i/>
              </w:rPr>
            </w:pPr>
          </w:p>
        </w:tc>
        <w:tc>
          <w:tcPr>
            <w:tcW w:w="38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478985C" w14:textId="77777777" w:rsidR="00224DC3" w:rsidRPr="00061C92" w:rsidRDefault="00224DC3" w:rsidP="00211AC1">
            <w:pPr>
              <w:rPr>
                <w:rFonts w:cs="Arial"/>
                <w:b/>
                <w:i/>
              </w:rPr>
            </w:pPr>
          </w:p>
        </w:tc>
      </w:tr>
      <w:tr w:rsidR="00224DC3" w:rsidRPr="00061C92" w14:paraId="67180ACA" w14:textId="77777777" w:rsidTr="00224DC3">
        <w:trPr>
          <w:trHeight w:val="332"/>
        </w:trPr>
        <w:tc>
          <w:tcPr>
            <w:tcW w:w="31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35781A9" w14:textId="77777777" w:rsidR="00224DC3" w:rsidRDefault="00224DC3" w:rsidP="00211AC1">
            <w:pPr>
              <w:rPr>
                <w:rFonts w:cs="Arial"/>
              </w:rPr>
            </w:pPr>
            <w:r w:rsidRPr="007A70BA">
              <w:rPr>
                <w:rFonts w:cs="Arial"/>
              </w:rPr>
              <w:t>Joanna</w:t>
            </w:r>
            <w:r>
              <w:rPr>
                <w:rFonts w:cs="Arial"/>
              </w:rPr>
              <w:t xml:space="preserve"> Knight / Susie Laing</w:t>
            </w:r>
          </w:p>
          <w:p w14:paraId="5F1608BC" w14:textId="77777777" w:rsidR="00224DC3" w:rsidRPr="008D369C" w:rsidRDefault="00224DC3" w:rsidP="00211AC1">
            <w:pPr>
              <w:rPr>
                <w:rFonts w:cs="Arial"/>
                <w:color w:val="FFFFFF" w:themeColor="background1"/>
              </w:rPr>
            </w:pPr>
          </w:p>
        </w:tc>
        <w:tc>
          <w:tcPr>
            <w:tcW w:w="283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B59F40E" w14:textId="77777777" w:rsidR="00224DC3" w:rsidRPr="00061C92" w:rsidRDefault="00224DC3" w:rsidP="00211AC1">
            <w:pPr>
              <w:rPr>
                <w:rFonts w:cs="Arial"/>
                <w:b/>
                <w:i/>
              </w:rPr>
            </w:pPr>
          </w:p>
        </w:tc>
        <w:tc>
          <w:tcPr>
            <w:tcW w:w="38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4F49C2B" w14:textId="77777777" w:rsidR="00224DC3" w:rsidRPr="00061C92" w:rsidRDefault="00224DC3" w:rsidP="00211AC1">
            <w:pPr>
              <w:rPr>
                <w:rFonts w:cs="Arial"/>
                <w:b/>
                <w:i/>
              </w:rPr>
            </w:pPr>
          </w:p>
        </w:tc>
      </w:tr>
      <w:tr w:rsidR="00BD06C9" w:rsidRPr="00061C92" w14:paraId="0E2AFA7B" w14:textId="77777777" w:rsidTr="00224DC3">
        <w:trPr>
          <w:trHeight w:val="332"/>
        </w:trPr>
        <w:tc>
          <w:tcPr>
            <w:tcW w:w="31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062DA40" w14:textId="77777777" w:rsidR="00BD06C9" w:rsidRDefault="00BD06C9" w:rsidP="00BD06C9">
            <w:r w:rsidRPr="00224DC3">
              <w:t xml:space="preserve">Jack </w:t>
            </w:r>
            <w:proofErr w:type="spellStart"/>
            <w:r w:rsidRPr="00224DC3">
              <w:t>Scoffham</w:t>
            </w:r>
            <w:proofErr w:type="spellEnd"/>
          </w:p>
          <w:p w14:paraId="0B5B8E30" w14:textId="77777777" w:rsidR="00BD06C9" w:rsidRPr="007A70BA" w:rsidRDefault="00BD06C9" w:rsidP="00211AC1">
            <w:pPr>
              <w:rPr>
                <w:rFonts w:cs="Arial"/>
              </w:rPr>
            </w:pPr>
          </w:p>
        </w:tc>
        <w:tc>
          <w:tcPr>
            <w:tcW w:w="283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6A7F1C" w14:textId="77777777" w:rsidR="00BD06C9" w:rsidRPr="00061C92" w:rsidRDefault="00BD06C9" w:rsidP="00211AC1">
            <w:pPr>
              <w:rPr>
                <w:rFonts w:cs="Arial"/>
                <w:b/>
                <w:i/>
              </w:rPr>
            </w:pPr>
          </w:p>
        </w:tc>
        <w:tc>
          <w:tcPr>
            <w:tcW w:w="38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A9B2D70" w14:textId="77777777" w:rsidR="00BD06C9" w:rsidRPr="00061C92" w:rsidRDefault="00BD06C9" w:rsidP="00211AC1">
            <w:pPr>
              <w:rPr>
                <w:rFonts w:cs="Arial"/>
                <w:b/>
                <w:i/>
              </w:rPr>
            </w:pPr>
          </w:p>
        </w:tc>
      </w:tr>
      <w:tr w:rsidR="00224DC3" w:rsidRPr="00061C92" w14:paraId="530E0C09" w14:textId="77777777" w:rsidTr="00224DC3">
        <w:trPr>
          <w:trHeight w:val="313"/>
        </w:trPr>
        <w:tc>
          <w:tcPr>
            <w:tcW w:w="31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1D7FD87" w14:textId="2FCE2AA3" w:rsidR="00224DC3" w:rsidRPr="00224DC3" w:rsidRDefault="00224DC3" w:rsidP="00224DC3">
            <w:r w:rsidRPr="00224DC3">
              <w:t>Malcolm Bebbington</w:t>
            </w:r>
            <w:r w:rsidR="007D5473">
              <w:t xml:space="preserve"> / Wendy Mantle</w:t>
            </w:r>
          </w:p>
          <w:p w14:paraId="7625EA66" w14:textId="77777777" w:rsidR="00224DC3" w:rsidRPr="00224DC3" w:rsidRDefault="00224DC3" w:rsidP="00211AC1"/>
        </w:tc>
        <w:tc>
          <w:tcPr>
            <w:tcW w:w="283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79E3A66" w14:textId="77777777" w:rsidR="00224DC3" w:rsidRPr="00061C92" w:rsidRDefault="00224DC3" w:rsidP="00211AC1">
            <w:pPr>
              <w:rPr>
                <w:rFonts w:cs="Arial"/>
                <w:b/>
                <w:i/>
              </w:rPr>
            </w:pPr>
          </w:p>
        </w:tc>
        <w:tc>
          <w:tcPr>
            <w:tcW w:w="38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C3331E5" w14:textId="77777777" w:rsidR="00224DC3" w:rsidRPr="00061C92" w:rsidRDefault="00224DC3" w:rsidP="00211AC1">
            <w:pPr>
              <w:rPr>
                <w:rFonts w:cs="Arial"/>
                <w:b/>
                <w:i/>
              </w:rPr>
            </w:pPr>
          </w:p>
        </w:tc>
      </w:tr>
      <w:tr w:rsidR="00224DC3" w:rsidRPr="00061C92" w14:paraId="30C9EB2B" w14:textId="77777777" w:rsidTr="00224DC3">
        <w:trPr>
          <w:trHeight w:val="313"/>
        </w:trPr>
        <w:tc>
          <w:tcPr>
            <w:tcW w:w="31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CF09A32" w14:textId="77777777" w:rsidR="00224DC3" w:rsidRPr="00224DC3" w:rsidRDefault="00224DC3" w:rsidP="00224DC3">
            <w:r w:rsidRPr="00224DC3">
              <w:t>Matthew Paige-Stimson</w:t>
            </w:r>
          </w:p>
          <w:p w14:paraId="155863B5" w14:textId="77777777" w:rsidR="00224DC3" w:rsidRPr="00224DC3" w:rsidRDefault="00224DC3" w:rsidP="00BD06C9"/>
        </w:tc>
        <w:tc>
          <w:tcPr>
            <w:tcW w:w="283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AF5CDAC" w14:textId="77777777" w:rsidR="00224DC3" w:rsidRPr="00061C92" w:rsidRDefault="00224DC3" w:rsidP="00211AC1">
            <w:pPr>
              <w:rPr>
                <w:rFonts w:cs="Arial"/>
                <w:b/>
                <w:i/>
              </w:rPr>
            </w:pPr>
          </w:p>
        </w:tc>
        <w:tc>
          <w:tcPr>
            <w:tcW w:w="38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2E04528" w14:textId="77777777" w:rsidR="00224DC3" w:rsidRPr="00061C92" w:rsidRDefault="00224DC3" w:rsidP="00211AC1">
            <w:pPr>
              <w:rPr>
                <w:rFonts w:cs="Arial"/>
                <w:b/>
                <w:i/>
              </w:rPr>
            </w:pPr>
          </w:p>
        </w:tc>
      </w:tr>
      <w:tr w:rsidR="00224DC3" w:rsidRPr="00061C92" w14:paraId="56D30BB5" w14:textId="77777777" w:rsidTr="00224DC3">
        <w:trPr>
          <w:trHeight w:val="313"/>
        </w:trPr>
        <w:tc>
          <w:tcPr>
            <w:tcW w:w="31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D4FB014" w14:textId="77777777" w:rsidR="00224DC3" w:rsidRPr="00224DC3" w:rsidRDefault="00224DC3" w:rsidP="00224DC3">
            <w:r w:rsidRPr="00224DC3">
              <w:t>Michael Clark</w:t>
            </w:r>
          </w:p>
          <w:p w14:paraId="0522D8D8" w14:textId="77777777" w:rsidR="00224DC3" w:rsidRPr="00224DC3" w:rsidRDefault="00224DC3" w:rsidP="00211AC1"/>
        </w:tc>
        <w:tc>
          <w:tcPr>
            <w:tcW w:w="283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4E58753" w14:textId="77777777" w:rsidR="00224DC3" w:rsidRPr="00061C92" w:rsidRDefault="00224DC3" w:rsidP="00211AC1">
            <w:pPr>
              <w:rPr>
                <w:rFonts w:cs="Arial"/>
                <w:b/>
                <w:i/>
              </w:rPr>
            </w:pPr>
          </w:p>
        </w:tc>
        <w:tc>
          <w:tcPr>
            <w:tcW w:w="38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4853F1E" w14:textId="77777777" w:rsidR="00224DC3" w:rsidRPr="00061C92" w:rsidRDefault="00224DC3" w:rsidP="00211AC1">
            <w:pPr>
              <w:rPr>
                <w:rFonts w:cs="Arial"/>
                <w:b/>
                <w:i/>
              </w:rPr>
            </w:pPr>
          </w:p>
        </w:tc>
      </w:tr>
      <w:tr w:rsidR="00224DC3" w:rsidRPr="00061C92" w14:paraId="7535DB78" w14:textId="77777777" w:rsidTr="00224DC3">
        <w:trPr>
          <w:trHeight w:val="313"/>
        </w:trPr>
        <w:tc>
          <w:tcPr>
            <w:tcW w:w="31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975063A" w14:textId="77777777" w:rsidR="00224DC3" w:rsidRDefault="00224DC3" w:rsidP="00211AC1">
            <w:r w:rsidRPr="00224DC3">
              <w:t xml:space="preserve">Nuno Fonseca </w:t>
            </w:r>
          </w:p>
        </w:tc>
        <w:tc>
          <w:tcPr>
            <w:tcW w:w="283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97CD95B" w14:textId="77777777" w:rsidR="00224DC3" w:rsidRPr="00061C92" w:rsidRDefault="00224DC3" w:rsidP="00211AC1">
            <w:pPr>
              <w:rPr>
                <w:rFonts w:cs="Arial"/>
                <w:b/>
                <w:i/>
              </w:rPr>
            </w:pPr>
          </w:p>
        </w:tc>
        <w:tc>
          <w:tcPr>
            <w:tcW w:w="38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5AB3C51" w14:textId="77777777" w:rsidR="00224DC3" w:rsidRPr="00061C92" w:rsidRDefault="00224DC3" w:rsidP="00211AC1">
            <w:pPr>
              <w:rPr>
                <w:rFonts w:cs="Arial"/>
                <w:b/>
                <w:i/>
              </w:rPr>
            </w:pPr>
          </w:p>
        </w:tc>
      </w:tr>
      <w:tr w:rsidR="00224DC3" w:rsidRPr="00061C92" w14:paraId="2C8B0B6D" w14:textId="77777777" w:rsidTr="00224DC3">
        <w:trPr>
          <w:trHeight w:val="313"/>
        </w:trPr>
        <w:tc>
          <w:tcPr>
            <w:tcW w:w="31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E3187F3" w14:textId="77777777" w:rsidR="00224DC3" w:rsidRPr="00224DC3" w:rsidRDefault="00224DC3" w:rsidP="00224DC3">
            <w:r w:rsidRPr="00224DC3">
              <w:t>Paul Andrews</w:t>
            </w:r>
          </w:p>
          <w:p w14:paraId="3D394AC5" w14:textId="77777777" w:rsidR="00224DC3" w:rsidRPr="00224DC3" w:rsidRDefault="00224DC3" w:rsidP="00211AC1"/>
        </w:tc>
        <w:tc>
          <w:tcPr>
            <w:tcW w:w="283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9F64B12" w14:textId="77777777" w:rsidR="00224DC3" w:rsidRPr="00061C92" w:rsidRDefault="00224DC3" w:rsidP="00211AC1">
            <w:pPr>
              <w:rPr>
                <w:rFonts w:cs="Arial"/>
                <w:b/>
                <w:i/>
              </w:rPr>
            </w:pPr>
          </w:p>
        </w:tc>
        <w:tc>
          <w:tcPr>
            <w:tcW w:w="38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8AAD3C5" w14:textId="77777777" w:rsidR="00224DC3" w:rsidRPr="00061C92" w:rsidRDefault="00224DC3" w:rsidP="00211AC1">
            <w:pPr>
              <w:rPr>
                <w:rFonts w:cs="Arial"/>
                <w:b/>
                <w:i/>
              </w:rPr>
            </w:pPr>
          </w:p>
        </w:tc>
      </w:tr>
      <w:tr w:rsidR="00224DC3" w:rsidRPr="00061C92" w14:paraId="6838C604" w14:textId="77777777" w:rsidTr="00224DC3">
        <w:trPr>
          <w:trHeight w:val="313"/>
        </w:trPr>
        <w:tc>
          <w:tcPr>
            <w:tcW w:w="31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D422CC9" w14:textId="77777777" w:rsidR="00224DC3" w:rsidRPr="00224DC3" w:rsidRDefault="00224DC3" w:rsidP="00224DC3">
            <w:r w:rsidRPr="00224DC3">
              <w:t>Robert Longden</w:t>
            </w:r>
          </w:p>
          <w:p w14:paraId="1EBD1335" w14:textId="77777777" w:rsidR="00224DC3" w:rsidRPr="00224DC3" w:rsidRDefault="00224DC3" w:rsidP="00211AC1"/>
        </w:tc>
        <w:tc>
          <w:tcPr>
            <w:tcW w:w="283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6969937" w14:textId="77777777" w:rsidR="00224DC3" w:rsidRPr="00061C92" w:rsidRDefault="00224DC3" w:rsidP="00211AC1">
            <w:pPr>
              <w:rPr>
                <w:rFonts w:cs="Arial"/>
                <w:b/>
                <w:i/>
              </w:rPr>
            </w:pPr>
          </w:p>
        </w:tc>
        <w:tc>
          <w:tcPr>
            <w:tcW w:w="38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A80BF53" w14:textId="77777777" w:rsidR="00224DC3" w:rsidRPr="00061C92" w:rsidRDefault="00224DC3" w:rsidP="00211AC1">
            <w:pPr>
              <w:rPr>
                <w:rFonts w:cs="Arial"/>
                <w:b/>
                <w:i/>
              </w:rPr>
            </w:pPr>
          </w:p>
        </w:tc>
      </w:tr>
    </w:tbl>
    <w:p w14:paraId="00EDEEFC" w14:textId="77777777" w:rsidR="00276E4B" w:rsidRDefault="00276E4B" w:rsidP="000C4B80">
      <w:pPr>
        <w:pStyle w:val="BodyText"/>
        <w:rPr>
          <w:i/>
          <w:sz w:val="20"/>
        </w:rPr>
      </w:pPr>
    </w:p>
    <w:p w14:paraId="6DB2C673" w14:textId="77777777" w:rsidR="00A56ECB" w:rsidRPr="008D369C" w:rsidRDefault="00A56ECB" w:rsidP="00A56ECB">
      <w:pPr>
        <w:pStyle w:val="BodyText"/>
        <w:rPr>
          <w:b/>
          <w:sz w:val="24"/>
        </w:rPr>
      </w:pPr>
      <w:r w:rsidRPr="008D369C">
        <w:rPr>
          <w:b/>
          <w:color w:val="F26522" w:themeColor="accent1"/>
          <w:sz w:val="24"/>
        </w:rPr>
        <w:t xml:space="preserve">Stage </w:t>
      </w:r>
      <w:r>
        <w:rPr>
          <w:b/>
          <w:color w:val="F26522" w:themeColor="accent1"/>
          <w:sz w:val="24"/>
        </w:rPr>
        <w:t>2</w:t>
      </w:r>
      <w:r w:rsidR="003C29AC">
        <w:rPr>
          <w:b/>
          <w:color w:val="F26522" w:themeColor="accent1"/>
          <w:sz w:val="24"/>
        </w:rPr>
        <w:t>a</w:t>
      </w:r>
      <w:r>
        <w:rPr>
          <w:b/>
          <w:color w:val="F26522" w:themeColor="accent1"/>
          <w:sz w:val="24"/>
        </w:rPr>
        <w:t xml:space="preserve"> </w:t>
      </w:r>
      <w:r w:rsidRPr="008D369C">
        <w:rPr>
          <w:b/>
          <w:color w:val="F26522" w:themeColor="accent1"/>
          <w:sz w:val="24"/>
        </w:rPr>
        <w:t xml:space="preserve">– </w:t>
      </w:r>
      <w:r w:rsidR="00360A58">
        <w:rPr>
          <w:b/>
          <w:color w:val="F26522" w:themeColor="accent1"/>
          <w:sz w:val="24"/>
        </w:rPr>
        <w:t>Assessment against objectives</w:t>
      </w:r>
    </w:p>
    <w:p w14:paraId="7E740C4E" w14:textId="77777777" w:rsidR="00627EDB" w:rsidRPr="00E57DAF" w:rsidRDefault="00627EDB" w:rsidP="000C4B80">
      <w:pPr>
        <w:pStyle w:val="BodyText"/>
        <w:rPr>
          <w:sz w:val="24"/>
        </w:rPr>
      </w:pPr>
      <w:r>
        <w:rPr>
          <w:sz w:val="24"/>
        </w:rPr>
        <w:t>To</w:t>
      </w:r>
      <w:r w:rsidRPr="001C44FE">
        <w:rPr>
          <w:sz w:val="24"/>
        </w:rPr>
        <w:t xml:space="preserve"> </w:t>
      </w:r>
      <w:r>
        <w:rPr>
          <w:sz w:val="24"/>
        </w:rPr>
        <w:t xml:space="preserve">assess the original and WACMs against the CUSC objectives compared to the baseline (the current CUSC). </w:t>
      </w:r>
    </w:p>
    <w:p w14:paraId="45090725" w14:textId="77777777" w:rsidR="0061550B" w:rsidRDefault="005642DC" w:rsidP="005642DC">
      <w:pPr>
        <w:pStyle w:val="BodyText"/>
        <w:rPr>
          <w:sz w:val="24"/>
        </w:rPr>
      </w:pPr>
      <w:r w:rsidRPr="001C44FE">
        <w:rPr>
          <w:sz w:val="24"/>
        </w:rPr>
        <w:t>You will also be asked to provide a statement to be added to the Workgroup Report alongside your vote to assist the reader in understanding the rationale for your vote.</w:t>
      </w:r>
    </w:p>
    <w:p w14:paraId="0A5D323F" w14:textId="77777777" w:rsidR="00FF3648" w:rsidRDefault="00FF3648" w:rsidP="008D369C">
      <w:pPr>
        <w:pStyle w:val="BodyText"/>
        <w:rPr>
          <w:sz w:val="24"/>
        </w:rPr>
      </w:pPr>
    </w:p>
    <w:p w14:paraId="415C5EF8" w14:textId="2DD2884C" w:rsidR="000C4B80" w:rsidRDefault="0061550B" w:rsidP="008D369C">
      <w:pPr>
        <w:pStyle w:val="BodyText"/>
        <w:rPr>
          <w:sz w:val="24"/>
        </w:rPr>
      </w:pPr>
      <w:r>
        <w:rPr>
          <w:sz w:val="24"/>
        </w:rPr>
        <w:t>ACO = Applicable CUSC Objective</w:t>
      </w:r>
    </w:p>
    <w:p w14:paraId="00C3A933" w14:textId="6D3EB7FB" w:rsidR="00FF3648" w:rsidRDefault="00FF3648" w:rsidP="008D369C">
      <w:pPr>
        <w:pStyle w:val="BodyText"/>
        <w:rPr>
          <w:sz w:val="24"/>
        </w:rPr>
      </w:pPr>
    </w:p>
    <w:tbl>
      <w:tblPr>
        <w:tblW w:w="946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2653"/>
      </w:tblGrid>
      <w:tr w:rsidR="00A3054E" w:rsidRPr="00061C92" w14:paraId="6D446762" w14:textId="77777777" w:rsidTr="00A3054E">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D06BCF8" w14:textId="77777777" w:rsidR="00A3054E" w:rsidRPr="00061C92" w:rsidRDefault="00A3054E" w:rsidP="00000355">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68C40CC" w14:textId="77777777" w:rsidR="00A3054E" w:rsidRPr="00061C92" w:rsidRDefault="00A3054E" w:rsidP="00000355">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D9EAFA0" w14:textId="77777777" w:rsidR="00A3054E" w:rsidRPr="00061C92" w:rsidRDefault="00A3054E" w:rsidP="00000355">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BC4349D" w14:textId="77777777" w:rsidR="00A3054E" w:rsidRPr="00061C92" w:rsidRDefault="00A3054E" w:rsidP="00000355">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1233A4F" w14:textId="77777777" w:rsidR="00A3054E" w:rsidRPr="00061C92" w:rsidRDefault="00A3054E" w:rsidP="00000355">
            <w:pPr>
              <w:ind w:right="-120"/>
              <w:rPr>
                <w:rFonts w:cs="Arial"/>
                <w:b/>
                <w:color w:val="FFFFFF"/>
              </w:rPr>
            </w:pPr>
            <w:r w:rsidRPr="00061C92">
              <w:rPr>
                <w:rFonts w:cs="Arial"/>
                <w:b/>
                <w:color w:val="FFFFFF"/>
              </w:rPr>
              <w:t>Better facilitates ACO (d)</w:t>
            </w: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AB6AE2B" w14:textId="77777777" w:rsidR="00A3054E" w:rsidRPr="00061C92" w:rsidRDefault="00A3054E" w:rsidP="00000355">
            <w:pPr>
              <w:ind w:right="-120"/>
              <w:rPr>
                <w:rFonts w:cs="Arial"/>
                <w:b/>
                <w:color w:val="FFFFFF"/>
              </w:rPr>
            </w:pPr>
            <w:r w:rsidRPr="00061C92">
              <w:rPr>
                <w:rFonts w:cs="Arial"/>
                <w:b/>
                <w:color w:val="FFFFFF"/>
              </w:rPr>
              <w:t>Overall (Y/N)</w:t>
            </w:r>
          </w:p>
        </w:tc>
      </w:tr>
      <w:tr w:rsidR="00A3054E" w:rsidRPr="00061C92" w14:paraId="670095F8" w14:textId="77777777" w:rsidTr="006D3930">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A8DA505" w14:textId="0A738FAB" w:rsidR="00A3054E" w:rsidRPr="00A3054E" w:rsidRDefault="00A3054E" w:rsidP="00000355">
            <w:pPr>
              <w:rPr>
                <w:rFonts w:cs="Arial"/>
                <w:b/>
                <w:i/>
                <w:color w:val="FFFFFF" w:themeColor="background1"/>
              </w:rPr>
            </w:pPr>
            <w:r w:rsidRPr="00A3054E">
              <w:rPr>
                <w:color w:val="FFFFFF" w:themeColor="background1"/>
              </w:rPr>
              <w:t>Charles Deacon - Renewable Connections Developments Limited</w:t>
            </w:r>
          </w:p>
        </w:tc>
      </w:tr>
      <w:tr w:rsidR="00A3054E" w:rsidRPr="00061C92" w14:paraId="42D4DFBF" w14:textId="77777777" w:rsidTr="00A3054E">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9036947" w14:textId="47DFD8AD" w:rsidR="00A3054E" w:rsidRPr="008D369C" w:rsidRDefault="00A3054E" w:rsidP="00000355">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EA8E1A"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B5A55F6"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3A08208"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FA92134"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EABE09E" w14:textId="77777777" w:rsidR="00A3054E" w:rsidRPr="00061C92" w:rsidRDefault="00A3054E" w:rsidP="00000355">
            <w:pPr>
              <w:rPr>
                <w:rFonts w:cs="Arial"/>
                <w:b/>
                <w:i/>
              </w:rPr>
            </w:pPr>
          </w:p>
        </w:tc>
      </w:tr>
      <w:tr w:rsidR="00A3054E" w:rsidRPr="00061C92" w14:paraId="2614F520" w14:textId="77777777" w:rsidTr="00A3054E">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B986DC3" w14:textId="77777777" w:rsidR="00A3054E" w:rsidRPr="008D369C" w:rsidRDefault="00A3054E" w:rsidP="00000355">
            <w:pPr>
              <w:rPr>
                <w:rFonts w:cs="Arial"/>
                <w:color w:val="FFFFFF" w:themeColor="background1"/>
              </w:rPr>
            </w:pPr>
            <w:r w:rsidRPr="008D369C">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1B7C7B4"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2751398"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07D6179"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5111BB9"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0C44EEF" w14:textId="77777777" w:rsidR="00A3054E" w:rsidRPr="00061C92" w:rsidRDefault="00A3054E" w:rsidP="00000355">
            <w:pPr>
              <w:rPr>
                <w:rFonts w:cs="Arial"/>
                <w:b/>
                <w:i/>
              </w:rPr>
            </w:pPr>
          </w:p>
        </w:tc>
      </w:tr>
      <w:tr w:rsidR="00A3054E" w:rsidRPr="00061C92" w14:paraId="43076279" w14:textId="77777777" w:rsidTr="00A3054E">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D0C9F59" w14:textId="77777777" w:rsidR="00A3054E" w:rsidRPr="008D369C" w:rsidRDefault="00A3054E" w:rsidP="00000355">
            <w:pPr>
              <w:rPr>
                <w:color w:val="FFFFFF" w:themeColor="background1"/>
              </w:rPr>
            </w:pPr>
            <w:r w:rsidRPr="008D369C">
              <w:rPr>
                <w:rFonts w:cs="Arial"/>
                <w:color w:val="FFFFFF" w:themeColor="background1"/>
              </w:rPr>
              <w:t>WACM 2</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849E130"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550CFB3"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83CB0AA"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B522ACC"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C6FAB31" w14:textId="77777777" w:rsidR="00A3054E" w:rsidRPr="00061C92" w:rsidRDefault="00A3054E" w:rsidP="00000355">
            <w:pPr>
              <w:rPr>
                <w:rFonts w:cs="Arial"/>
                <w:b/>
                <w:i/>
              </w:rPr>
            </w:pPr>
          </w:p>
        </w:tc>
      </w:tr>
      <w:tr w:rsidR="00A3054E" w:rsidRPr="00061C92" w14:paraId="3AC75A69" w14:textId="77777777" w:rsidTr="00A3054E">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D599679" w14:textId="77777777" w:rsidR="00A3054E" w:rsidRDefault="00A3054E" w:rsidP="00000355">
            <w:pPr>
              <w:rPr>
                <w:rFonts w:cs="Arial"/>
              </w:rPr>
            </w:pPr>
            <w:r w:rsidRPr="00061C92">
              <w:rPr>
                <w:rFonts w:cs="Arial"/>
              </w:rPr>
              <w:t xml:space="preserve">Voting Statement: </w:t>
            </w:r>
          </w:p>
          <w:p w14:paraId="40EE639E" w14:textId="77777777" w:rsidR="00A3054E" w:rsidRPr="00061C92" w:rsidRDefault="00A3054E" w:rsidP="00000355">
            <w:pPr>
              <w:rPr>
                <w:rFonts w:cs="Arial"/>
              </w:rPr>
            </w:pPr>
          </w:p>
          <w:p w14:paraId="14707F11" w14:textId="77777777" w:rsidR="00A3054E" w:rsidRPr="00061C92" w:rsidRDefault="00A3054E" w:rsidP="00000355">
            <w:pPr>
              <w:rPr>
                <w:rFonts w:cs="Arial"/>
                <w:b/>
                <w:i/>
              </w:rPr>
            </w:pPr>
          </w:p>
        </w:tc>
      </w:tr>
    </w:tbl>
    <w:p w14:paraId="1A2509B4" w14:textId="77777777" w:rsidR="00FF3648" w:rsidRDefault="00FF3648" w:rsidP="008D369C">
      <w:pPr>
        <w:pStyle w:val="BodyText"/>
        <w:rPr>
          <w:sz w:val="24"/>
        </w:rPr>
      </w:pPr>
    </w:p>
    <w:tbl>
      <w:tblPr>
        <w:tblW w:w="946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2653"/>
      </w:tblGrid>
      <w:tr w:rsidR="00A3054E" w:rsidRPr="00061C92" w14:paraId="0C0C71F9" w14:textId="77777777" w:rsidTr="00000355">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EEACDDA" w14:textId="77777777" w:rsidR="00A3054E" w:rsidRPr="00061C92" w:rsidRDefault="00A3054E" w:rsidP="00000355">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0E7DCB1" w14:textId="77777777" w:rsidR="00A3054E" w:rsidRPr="00061C92" w:rsidRDefault="00A3054E" w:rsidP="00000355">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A0A4A7E" w14:textId="77777777" w:rsidR="00A3054E" w:rsidRPr="00061C92" w:rsidRDefault="00A3054E" w:rsidP="00000355">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7D89599" w14:textId="77777777" w:rsidR="00A3054E" w:rsidRPr="00061C92" w:rsidRDefault="00A3054E" w:rsidP="00000355">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AEFCF8C" w14:textId="77777777" w:rsidR="00A3054E" w:rsidRPr="00061C92" w:rsidRDefault="00A3054E" w:rsidP="00000355">
            <w:pPr>
              <w:ind w:right="-120"/>
              <w:rPr>
                <w:rFonts w:cs="Arial"/>
                <w:b/>
                <w:color w:val="FFFFFF"/>
              </w:rPr>
            </w:pPr>
            <w:r w:rsidRPr="00061C92">
              <w:rPr>
                <w:rFonts w:cs="Arial"/>
                <w:b/>
                <w:color w:val="FFFFFF"/>
              </w:rPr>
              <w:t>Better facilitates ACO (d)</w:t>
            </w: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CF9F3D8" w14:textId="77777777" w:rsidR="00A3054E" w:rsidRPr="00061C92" w:rsidRDefault="00A3054E" w:rsidP="00000355">
            <w:pPr>
              <w:ind w:right="-120"/>
              <w:rPr>
                <w:rFonts w:cs="Arial"/>
                <w:b/>
                <w:color w:val="FFFFFF"/>
              </w:rPr>
            </w:pPr>
            <w:r w:rsidRPr="00061C92">
              <w:rPr>
                <w:rFonts w:cs="Arial"/>
                <w:b/>
                <w:color w:val="FFFFFF"/>
              </w:rPr>
              <w:t>Overall (Y/N)</w:t>
            </w:r>
          </w:p>
        </w:tc>
      </w:tr>
      <w:tr w:rsidR="00A3054E" w:rsidRPr="00061C92" w14:paraId="5F9D345D" w14:textId="77777777" w:rsidTr="00000355">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47D2264" w14:textId="2F564DBA" w:rsidR="00A3054E" w:rsidRPr="00A3054E" w:rsidRDefault="00A3054E" w:rsidP="00A3054E">
            <w:pPr>
              <w:rPr>
                <w:rFonts w:cs="Arial"/>
                <w:b/>
                <w:i/>
                <w:color w:val="FFFFFF" w:themeColor="background1"/>
              </w:rPr>
            </w:pPr>
            <w:r w:rsidRPr="00A3054E">
              <w:rPr>
                <w:color w:val="FFFFFF" w:themeColor="background1"/>
              </w:rPr>
              <w:t>Deborah MacPherson - SP Energy Networks</w:t>
            </w:r>
          </w:p>
        </w:tc>
      </w:tr>
      <w:tr w:rsidR="00A3054E" w:rsidRPr="00061C92" w14:paraId="05E6A386"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CEEAC0D" w14:textId="77777777" w:rsidR="00A3054E" w:rsidRPr="008D369C" w:rsidRDefault="00A3054E" w:rsidP="00A3054E">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B4B4783"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2034FCB" w14:textId="77777777" w:rsidR="00A3054E" w:rsidRPr="00061C92" w:rsidRDefault="00A3054E" w:rsidP="00A3054E">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4190B79"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FD9C3A6" w14:textId="77777777" w:rsidR="00A3054E" w:rsidRPr="00061C92" w:rsidRDefault="00A3054E" w:rsidP="00A3054E">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03394F6" w14:textId="77777777" w:rsidR="00A3054E" w:rsidRPr="00061C92" w:rsidRDefault="00A3054E" w:rsidP="00A3054E">
            <w:pPr>
              <w:rPr>
                <w:rFonts w:cs="Arial"/>
                <w:b/>
                <w:i/>
              </w:rPr>
            </w:pPr>
          </w:p>
        </w:tc>
      </w:tr>
      <w:tr w:rsidR="00A3054E" w:rsidRPr="00061C92" w14:paraId="4763CC8A"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C1BEC6C" w14:textId="77777777" w:rsidR="00A3054E" w:rsidRPr="008D369C" w:rsidRDefault="00A3054E" w:rsidP="00A3054E">
            <w:pPr>
              <w:rPr>
                <w:rFonts w:cs="Arial"/>
                <w:color w:val="FFFFFF" w:themeColor="background1"/>
              </w:rPr>
            </w:pPr>
            <w:r w:rsidRPr="008D369C">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649D389"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945029D" w14:textId="77777777" w:rsidR="00A3054E" w:rsidRPr="00061C92" w:rsidRDefault="00A3054E" w:rsidP="00A3054E">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78224B1"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6C6641A" w14:textId="77777777" w:rsidR="00A3054E" w:rsidRPr="00061C92" w:rsidRDefault="00A3054E" w:rsidP="00A3054E">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3FB366D" w14:textId="77777777" w:rsidR="00A3054E" w:rsidRPr="00061C92" w:rsidRDefault="00A3054E" w:rsidP="00A3054E">
            <w:pPr>
              <w:rPr>
                <w:rFonts w:cs="Arial"/>
                <w:b/>
                <w:i/>
              </w:rPr>
            </w:pPr>
          </w:p>
        </w:tc>
      </w:tr>
      <w:tr w:rsidR="00A3054E" w:rsidRPr="00061C92" w14:paraId="24C97C98"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AAA94E9" w14:textId="77777777" w:rsidR="00A3054E" w:rsidRPr="008D369C" w:rsidRDefault="00A3054E" w:rsidP="00A3054E">
            <w:pPr>
              <w:rPr>
                <w:color w:val="FFFFFF" w:themeColor="background1"/>
              </w:rPr>
            </w:pPr>
            <w:r w:rsidRPr="008D369C">
              <w:rPr>
                <w:rFonts w:cs="Arial"/>
                <w:color w:val="FFFFFF" w:themeColor="background1"/>
              </w:rPr>
              <w:t>WACM 2</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D1F931F"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F5BFC5B" w14:textId="77777777" w:rsidR="00A3054E" w:rsidRPr="00061C92" w:rsidRDefault="00A3054E" w:rsidP="00A3054E">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6ECFEB6"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CF442D0" w14:textId="77777777" w:rsidR="00A3054E" w:rsidRPr="00061C92" w:rsidRDefault="00A3054E" w:rsidP="00A3054E">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1B41654" w14:textId="77777777" w:rsidR="00A3054E" w:rsidRPr="00061C92" w:rsidRDefault="00A3054E" w:rsidP="00A3054E">
            <w:pPr>
              <w:rPr>
                <w:rFonts w:cs="Arial"/>
                <w:b/>
                <w:i/>
              </w:rPr>
            </w:pPr>
          </w:p>
        </w:tc>
      </w:tr>
      <w:tr w:rsidR="00A3054E" w:rsidRPr="00061C92" w14:paraId="23BA2C4E" w14:textId="77777777" w:rsidTr="00000355">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0BD923B" w14:textId="77777777" w:rsidR="00A3054E" w:rsidRDefault="00A3054E" w:rsidP="00A3054E">
            <w:pPr>
              <w:rPr>
                <w:rFonts w:cs="Arial"/>
              </w:rPr>
            </w:pPr>
            <w:r w:rsidRPr="00061C92">
              <w:rPr>
                <w:rFonts w:cs="Arial"/>
              </w:rPr>
              <w:t xml:space="preserve">Voting Statement: </w:t>
            </w:r>
          </w:p>
          <w:p w14:paraId="639FD86B" w14:textId="77777777" w:rsidR="00A3054E" w:rsidRPr="00061C92" w:rsidRDefault="00A3054E" w:rsidP="00A3054E">
            <w:pPr>
              <w:rPr>
                <w:rFonts w:cs="Arial"/>
              </w:rPr>
            </w:pPr>
          </w:p>
          <w:p w14:paraId="063E6BCC" w14:textId="77777777" w:rsidR="00A3054E" w:rsidRPr="00061C92" w:rsidRDefault="00A3054E" w:rsidP="00A3054E">
            <w:pPr>
              <w:rPr>
                <w:rFonts w:cs="Arial"/>
                <w:b/>
                <w:i/>
              </w:rPr>
            </w:pPr>
          </w:p>
        </w:tc>
      </w:tr>
    </w:tbl>
    <w:p w14:paraId="0FB42597" w14:textId="77777777" w:rsidR="00CA0D40" w:rsidRDefault="00CA0D40" w:rsidP="00CA0D40">
      <w:pPr>
        <w:ind w:left="-900"/>
        <w:rPr>
          <w:rFonts w:cs="Arial"/>
          <w:b/>
          <w:i/>
        </w:rPr>
      </w:pPr>
    </w:p>
    <w:p w14:paraId="1073F6E4" w14:textId="2C385BB0" w:rsidR="003E2DD1" w:rsidRDefault="003E2DD1" w:rsidP="00E57DAF">
      <w:pPr>
        <w:ind w:left="-426"/>
        <w:rPr>
          <w:b/>
          <w:color w:val="F26522" w:themeColor="accent1"/>
          <w:sz w:val="24"/>
        </w:rPr>
      </w:pPr>
    </w:p>
    <w:tbl>
      <w:tblPr>
        <w:tblW w:w="946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2653"/>
      </w:tblGrid>
      <w:tr w:rsidR="00A3054E" w:rsidRPr="00061C92" w14:paraId="5C1B64E1" w14:textId="77777777" w:rsidTr="00000355">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466168F" w14:textId="77777777" w:rsidR="00A3054E" w:rsidRPr="00061C92" w:rsidRDefault="00A3054E" w:rsidP="00000355">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B7C6855" w14:textId="77777777" w:rsidR="00A3054E" w:rsidRPr="00061C92" w:rsidRDefault="00A3054E" w:rsidP="00000355">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EBB4C70" w14:textId="77777777" w:rsidR="00A3054E" w:rsidRPr="00061C92" w:rsidRDefault="00A3054E" w:rsidP="00000355">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2702A12" w14:textId="77777777" w:rsidR="00A3054E" w:rsidRPr="00061C92" w:rsidRDefault="00A3054E" w:rsidP="00000355">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40AD606" w14:textId="77777777" w:rsidR="00A3054E" w:rsidRPr="00061C92" w:rsidRDefault="00A3054E" w:rsidP="00000355">
            <w:pPr>
              <w:ind w:right="-120"/>
              <w:rPr>
                <w:rFonts w:cs="Arial"/>
                <w:b/>
                <w:color w:val="FFFFFF"/>
              </w:rPr>
            </w:pPr>
            <w:r w:rsidRPr="00061C92">
              <w:rPr>
                <w:rFonts w:cs="Arial"/>
                <w:b/>
                <w:color w:val="FFFFFF"/>
              </w:rPr>
              <w:t>Better facilitates ACO (d)</w:t>
            </w: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EC163B7" w14:textId="77777777" w:rsidR="00A3054E" w:rsidRPr="00061C92" w:rsidRDefault="00A3054E" w:rsidP="00000355">
            <w:pPr>
              <w:ind w:right="-120"/>
              <w:rPr>
                <w:rFonts w:cs="Arial"/>
                <w:b/>
                <w:color w:val="FFFFFF"/>
              </w:rPr>
            </w:pPr>
            <w:r w:rsidRPr="00061C92">
              <w:rPr>
                <w:rFonts w:cs="Arial"/>
                <w:b/>
                <w:color w:val="FFFFFF"/>
              </w:rPr>
              <w:t>Overall (Y/N)</w:t>
            </w:r>
          </w:p>
        </w:tc>
      </w:tr>
      <w:tr w:rsidR="00A3054E" w:rsidRPr="00061C92" w14:paraId="0EE88267" w14:textId="77777777" w:rsidTr="00000355">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1FA0041" w14:textId="3A038077" w:rsidR="00A3054E" w:rsidRPr="00A3054E" w:rsidRDefault="00A3054E" w:rsidP="00000355">
            <w:pPr>
              <w:rPr>
                <w:rFonts w:cs="Arial"/>
                <w:b/>
                <w:i/>
                <w:color w:val="FFFFFF" w:themeColor="background1"/>
              </w:rPr>
            </w:pPr>
            <w:r w:rsidRPr="00A3054E">
              <w:rPr>
                <w:color w:val="FFFFFF" w:themeColor="background1"/>
              </w:rPr>
              <w:t>Garth Graham – SSE Generation Ltd.</w:t>
            </w:r>
          </w:p>
        </w:tc>
      </w:tr>
      <w:tr w:rsidR="00A3054E" w:rsidRPr="00061C92" w14:paraId="351F50A0"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8DF5328" w14:textId="77777777" w:rsidR="00A3054E" w:rsidRPr="008D369C" w:rsidRDefault="00A3054E" w:rsidP="00000355">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A85DFAC"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CE2C7E3"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31B39CA"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684CAA1"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F5E70F0" w14:textId="77777777" w:rsidR="00A3054E" w:rsidRPr="00061C92" w:rsidRDefault="00A3054E" w:rsidP="00000355">
            <w:pPr>
              <w:rPr>
                <w:rFonts w:cs="Arial"/>
                <w:b/>
                <w:i/>
              </w:rPr>
            </w:pPr>
          </w:p>
        </w:tc>
      </w:tr>
      <w:tr w:rsidR="00A3054E" w:rsidRPr="00061C92" w14:paraId="2DE13023"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D64CEC3" w14:textId="77777777" w:rsidR="00A3054E" w:rsidRPr="008D369C" w:rsidRDefault="00A3054E" w:rsidP="00000355">
            <w:pPr>
              <w:rPr>
                <w:rFonts w:cs="Arial"/>
                <w:color w:val="FFFFFF" w:themeColor="background1"/>
              </w:rPr>
            </w:pPr>
            <w:r w:rsidRPr="008D369C">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F5CD100"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6CAD5C0"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E76FE31"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60276AA"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78F41EE" w14:textId="77777777" w:rsidR="00A3054E" w:rsidRPr="00061C92" w:rsidRDefault="00A3054E" w:rsidP="00000355">
            <w:pPr>
              <w:rPr>
                <w:rFonts w:cs="Arial"/>
                <w:b/>
                <w:i/>
              </w:rPr>
            </w:pPr>
          </w:p>
        </w:tc>
      </w:tr>
      <w:tr w:rsidR="00A3054E" w:rsidRPr="00061C92" w14:paraId="204E6A80"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3007F0A" w14:textId="77777777" w:rsidR="00A3054E" w:rsidRPr="008D369C" w:rsidRDefault="00A3054E" w:rsidP="00000355">
            <w:pPr>
              <w:rPr>
                <w:color w:val="FFFFFF" w:themeColor="background1"/>
              </w:rPr>
            </w:pPr>
            <w:r w:rsidRPr="008D369C">
              <w:rPr>
                <w:rFonts w:cs="Arial"/>
                <w:color w:val="FFFFFF" w:themeColor="background1"/>
              </w:rPr>
              <w:t>WACM 2</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51671AF"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9141241"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0D0C9F"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9AA14C4"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CEB7758" w14:textId="77777777" w:rsidR="00A3054E" w:rsidRPr="00061C92" w:rsidRDefault="00A3054E" w:rsidP="00000355">
            <w:pPr>
              <w:rPr>
                <w:rFonts w:cs="Arial"/>
                <w:b/>
                <w:i/>
              </w:rPr>
            </w:pPr>
          </w:p>
        </w:tc>
      </w:tr>
      <w:tr w:rsidR="00A3054E" w:rsidRPr="00061C92" w14:paraId="73EF4F71" w14:textId="77777777" w:rsidTr="00000355">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B5869F7" w14:textId="77777777" w:rsidR="00A3054E" w:rsidRDefault="00A3054E" w:rsidP="00000355">
            <w:pPr>
              <w:rPr>
                <w:rFonts w:cs="Arial"/>
              </w:rPr>
            </w:pPr>
            <w:r w:rsidRPr="00061C92">
              <w:rPr>
                <w:rFonts w:cs="Arial"/>
              </w:rPr>
              <w:t xml:space="preserve">Voting Statement: </w:t>
            </w:r>
          </w:p>
          <w:p w14:paraId="09E63526" w14:textId="77777777" w:rsidR="00A3054E" w:rsidRPr="00061C92" w:rsidRDefault="00A3054E" w:rsidP="00000355">
            <w:pPr>
              <w:rPr>
                <w:rFonts w:cs="Arial"/>
              </w:rPr>
            </w:pPr>
          </w:p>
          <w:p w14:paraId="5F91B590" w14:textId="77777777" w:rsidR="00A3054E" w:rsidRPr="00061C92" w:rsidRDefault="00A3054E" w:rsidP="00000355">
            <w:pPr>
              <w:rPr>
                <w:rFonts w:cs="Arial"/>
                <w:b/>
                <w:i/>
              </w:rPr>
            </w:pPr>
          </w:p>
        </w:tc>
      </w:tr>
    </w:tbl>
    <w:p w14:paraId="092244A9" w14:textId="6753E456" w:rsidR="00A3054E" w:rsidRDefault="00A3054E" w:rsidP="00E57DAF">
      <w:pPr>
        <w:ind w:left="-426"/>
        <w:rPr>
          <w:b/>
          <w:color w:val="F26522" w:themeColor="accent1"/>
          <w:sz w:val="24"/>
        </w:rPr>
      </w:pPr>
    </w:p>
    <w:p w14:paraId="186B9BE0" w14:textId="734791AD" w:rsidR="00A3054E" w:rsidRDefault="00A3054E" w:rsidP="00E57DAF">
      <w:pPr>
        <w:ind w:left="-426"/>
        <w:rPr>
          <w:b/>
          <w:color w:val="F26522" w:themeColor="accent1"/>
          <w:sz w:val="24"/>
        </w:rPr>
      </w:pPr>
    </w:p>
    <w:tbl>
      <w:tblPr>
        <w:tblW w:w="946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2653"/>
      </w:tblGrid>
      <w:tr w:rsidR="00A3054E" w:rsidRPr="00061C92" w14:paraId="62416061" w14:textId="77777777" w:rsidTr="00000355">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478527E" w14:textId="77777777" w:rsidR="00A3054E" w:rsidRPr="00061C92" w:rsidRDefault="00A3054E" w:rsidP="00000355">
            <w:pPr>
              <w:jc w:val="both"/>
              <w:rPr>
                <w:rFonts w:cs="Arial"/>
                <w:b/>
                <w:color w:val="FFFFFF"/>
              </w:rPr>
            </w:pPr>
            <w:r w:rsidRPr="00061C92">
              <w:rPr>
                <w:rFonts w:cs="Arial"/>
                <w:b/>
                <w:color w:val="FFFFFF"/>
              </w:rPr>
              <w:lastRenderedPageBreak/>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7016278" w14:textId="77777777" w:rsidR="00A3054E" w:rsidRPr="00061C92" w:rsidRDefault="00A3054E" w:rsidP="00000355">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B2B865D" w14:textId="77777777" w:rsidR="00A3054E" w:rsidRPr="00061C92" w:rsidRDefault="00A3054E" w:rsidP="00000355">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FCE5F6D" w14:textId="77777777" w:rsidR="00A3054E" w:rsidRPr="00061C92" w:rsidRDefault="00A3054E" w:rsidP="00000355">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B2F9091" w14:textId="77777777" w:rsidR="00A3054E" w:rsidRPr="00061C92" w:rsidRDefault="00A3054E" w:rsidP="00000355">
            <w:pPr>
              <w:ind w:right="-120"/>
              <w:rPr>
                <w:rFonts w:cs="Arial"/>
                <w:b/>
                <w:color w:val="FFFFFF"/>
              </w:rPr>
            </w:pPr>
            <w:r w:rsidRPr="00061C92">
              <w:rPr>
                <w:rFonts w:cs="Arial"/>
                <w:b/>
                <w:color w:val="FFFFFF"/>
              </w:rPr>
              <w:t>Better facilitates ACO (d)</w:t>
            </w: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AC9FED0" w14:textId="77777777" w:rsidR="00A3054E" w:rsidRPr="00061C92" w:rsidRDefault="00A3054E" w:rsidP="00000355">
            <w:pPr>
              <w:ind w:right="-120"/>
              <w:rPr>
                <w:rFonts w:cs="Arial"/>
                <w:b/>
                <w:color w:val="FFFFFF"/>
              </w:rPr>
            </w:pPr>
            <w:r w:rsidRPr="00061C92">
              <w:rPr>
                <w:rFonts w:cs="Arial"/>
                <w:b/>
                <w:color w:val="FFFFFF"/>
              </w:rPr>
              <w:t>Overall (Y/N)</w:t>
            </w:r>
          </w:p>
        </w:tc>
      </w:tr>
      <w:tr w:rsidR="00A3054E" w:rsidRPr="00061C92" w14:paraId="11A37D01" w14:textId="77777777" w:rsidTr="00000355">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11B5BF5" w14:textId="4AC087D0" w:rsidR="00A3054E" w:rsidRPr="00A3054E" w:rsidRDefault="00A3054E" w:rsidP="00000355">
            <w:pPr>
              <w:rPr>
                <w:rFonts w:cs="Arial"/>
                <w:b/>
                <w:i/>
                <w:color w:val="FFFFFF" w:themeColor="background1"/>
              </w:rPr>
            </w:pPr>
            <w:r w:rsidRPr="00A3054E">
              <w:rPr>
                <w:color w:val="FFFFFF" w:themeColor="background1"/>
              </w:rPr>
              <w:t>Grahame Neale – National Grid ESO</w:t>
            </w:r>
          </w:p>
        </w:tc>
      </w:tr>
      <w:tr w:rsidR="00A3054E" w:rsidRPr="00061C92" w14:paraId="5D378B56"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7FF4F47" w14:textId="77777777" w:rsidR="00A3054E" w:rsidRPr="008D369C" w:rsidRDefault="00A3054E" w:rsidP="00000355">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89139D0"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663A8A4"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84991BE"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968EAA8"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8FF178F" w14:textId="77777777" w:rsidR="00A3054E" w:rsidRPr="00061C92" w:rsidRDefault="00A3054E" w:rsidP="00000355">
            <w:pPr>
              <w:rPr>
                <w:rFonts w:cs="Arial"/>
                <w:b/>
                <w:i/>
              </w:rPr>
            </w:pPr>
          </w:p>
        </w:tc>
      </w:tr>
      <w:tr w:rsidR="00A3054E" w:rsidRPr="00061C92" w14:paraId="2392710C"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6E93989" w14:textId="77777777" w:rsidR="00A3054E" w:rsidRPr="008D369C" w:rsidRDefault="00A3054E" w:rsidP="00000355">
            <w:pPr>
              <w:rPr>
                <w:rFonts w:cs="Arial"/>
                <w:color w:val="FFFFFF" w:themeColor="background1"/>
              </w:rPr>
            </w:pPr>
            <w:r w:rsidRPr="008D369C">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C5107B3"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BA12A15"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0D8291E"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FAE344B"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9191DA1" w14:textId="77777777" w:rsidR="00A3054E" w:rsidRPr="00061C92" w:rsidRDefault="00A3054E" w:rsidP="00000355">
            <w:pPr>
              <w:rPr>
                <w:rFonts w:cs="Arial"/>
                <w:b/>
                <w:i/>
              </w:rPr>
            </w:pPr>
          </w:p>
        </w:tc>
      </w:tr>
      <w:tr w:rsidR="00A3054E" w:rsidRPr="00061C92" w14:paraId="0E8B0E23"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4079EBE" w14:textId="77777777" w:rsidR="00A3054E" w:rsidRPr="008D369C" w:rsidRDefault="00A3054E" w:rsidP="00000355">
            <w:pPr>
              <w:rPr>
                <w:color w:val="FFFFFF" w:themeColor="background1"/>
              </w:rPr>
            </w:pPr>
            <w:r w:rsidRPr="008D369C">
              <w:rPr>
                <w:rFonts w:cs="Arial"/>
                <w:color w:val="FFFFFF" w:themeColor="background1"/>
              </w:rPr>
              <w:t>WACM 2</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361C081"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822FAC5"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0FB0C3E"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A117498"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AB2F5C4" w14:textId="77777777" w:rsidR="00A3054E" w:rsidRPr="00061C92" w:rsidRDefault="00A3054E" w:rsidP="00000355">
            <w:pPr>
              <w:rPr>
                <w:rFonts w:cs="Arial"/>
                <w:b/>
                <w:i/>
              </w:rPr>
            </w:pPr>
          </w:p>
        </w:tc>
      </w:tr>
      <w:tr w:rsidR="00A3054E" w:rsidRPr="00061C92" w14:paraId="270C2073" w14:textId="77777777" w:rsidTr="00000355">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7AA1575" w14:textId="77777777" w:rsidR="00A3054E" w:rsidRDefault="00A3054E" w:rsidP="00000355">
            <w:pPr>
              <w:rPr>
                <w:rFonts w:cs="Arial"/>
              </w:rPr>
            </w:pPr>
            <w:r w:rsidRPr="00061C92">
              <w:rPr>
                <w:rFonts w:cs="Arial"/>
              </w:rPr>
              <w:t xml:space="preserve">Voting Statement: </w:t>
            </w:r>
          </w:p>
          <w:p w14:paraId="2305DA96" w14:textId="77777777" w:rsidR="00A3054E" w:rsidRPr="00061C92" w:rsidRDefault="00A3054E" w:rsidP="00000355">
            <w:pPr>
              <w:rPr>
                <w:rFonts w:cs="Arial"/>
              </w:rPr>
            </w:pPr>
          </w:p>
          <w:p w14:paraId="329F5EFF" w14:textId="77777777" w:rsidR="00A3054E" w:rsidRPr="00061C92" w:rsidRDefault="00A3054E" w:rsidP="00000355">
            <w:pPr>
              <w:rPr>
                <w:rFonts w:cs="Arial"/>
                <w:b/>
                <w:i/>
              </w:rPr>
            </w:pPr>
          </w:p>
        </w:tc>
      </w:tr>
    </w:tbl>
    <w:p w14:paraId="1BAC879F" w14:textId="44DB9649" w:rsidR="00A3054E" w:rsidRDefault="00A3054E" w:rsidP="00E57DAF">
      <w:pPr>
        <w:ind w:left="-426"/>
        <w:rPr>
          <w:b/>
          <w:color w:val="F26522" w:themeColor="accent1"/>
          <w:sz w:val="24"/>
        </w:rPr>
      </w:pPr>
    </w:p>
    <w:tbl>
      <w:tblPr>
        <w:tblW w:w="946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2653"/>
      </w:tblGrid>
      <w:tr w:rsidR="00A3054E" w:rsidRPr="00061C92" w14:paraId="2D965F03" w14:textId="77777777" w:rsidTr="00000355">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4F5B524" w14:textId="77777777" w:rsidR="00A3054E" w:rsidRPr="00061C92" w:rsidRDefault="00A3054E" w:rsidP="00000355">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132EB89" w14:textId="77777777" w:rsidR="00A3054E" w:rsidRPr="00061C92" w:rsidRDefault="00A3054E" w:rsidP="00000355">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982CF39" w14:textId="77777777" w:rsidR="00A3054E" w:rsidRPr="00061C92" w:rsidRDefault="00A3054E" w:rsidP="00000355">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A547921" w14:textId="77777777" w:rsidR="00A3054E" w:rsidRPr="00061C92" w:rsidRDefault="00A3054E" w:rsidP="00000355">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5B79C0A" w14:textId="77777777" w:rsidR="00A3054E" w:rsidRPr="00061C92" w:rsidRDefault="00A3054E" w:rsidP="00000355">
            <w:pPr>
              <w:ind w:right="-120"/>
              <w:rPr>
                <w:rFonts w:cs="Arial"/>
                <w:b/>
                <w:color w:val="FFFFFF"/>
              </w:rPr>
            </w:pPr>
            <w:r w:rsidRPr="00061C92">
              <w:rPr>
                <w:rFonts w:cs="Arial"/>
                <w:b/>
                <w:color w:val="FFFFFF"/>
              </w:rPr>
              <w:t>Better facilitates ACO (d)</w:t>
            </w: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FE9F62F" w14:textId="77777777" w:rsidR="00A3054E" w:rsidRPr="00061C92" w:rsidRDefault="00A3054E" w:rsidP="00000355">
            <w:pPr>
              <w:ind w:right="-120"/>
              <w:rPr>
                <w:rFonts w:cs="Arial"/>
                <w:b/>
                <w:color w:val="FFFFFF"/>
              </w:rPr>
            </w:pPr>
            <w:r w:rsidRPr="00061C92">
              <w:rPr>
                <w:rFonts w:cs="Arial"/>
                <w:b/>
                <w:color w:val="FFFFFF"/>
              </w:rPr>
              <w:t>Overall (Y/N)</w:t>
            </w:r>
          </w:p>
        </w:tc>
      </w:tr>
      <w:tr w:rsidR="00A3054E" w:rsidRPr="00061C92" w14:paraId="17F0F59A" w14:textId="77777777" w:rsidTr="00000355">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CC7CC2E" w14:textId="42241F02" w:rsidR="00A3054E" w:rsidRPr="00A3054E" w:rsidRDefault="00A3054E" w:rsidP="00000355">
            <w:pPr>
              <w:rPr>
                <w:rFonts w:cs="Arial"/>
                <w:b/>
                <w:i/>
                <w:color w:val="FFFFFF" w:themeColor="background1"/>
              </w:rPr>
            </w:pPr>
            <w:r w:rsidRPr="00A3054E">
              <w:rPr>
                <w:rFonts w:cs="Arial"/>
                <w:color w:val="FFFFFF" w:themeColor="background1"/>
              </w:rPr>
              <w:t>Joanna Knight / Susie Laing - SSE Power Distribution Limited</w:t>
            </w:r>
          </w:p>
        </w:tc>
      </w:tr>
      <w:tr w:rsidR="00A3054E" w:rsidRPr="00061C92" w14:paraId="58BE7736"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20AD636" w14:textId="77777777" w:rsidR="00A3054E" w:rsidRPr="008D369C" w:rsidRDefault="00A3054E" w:rsidP="00000355">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4C8911C"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D73C18D"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CD52B05"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8E02EC4"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B6EE7C7" w14:textId="77777777" w:rsidR="00A3054E" w:rsidRPr="00061C92" w:rsidRDefault="00A3054E" w:rsidP="00000355">
            <w:pPr>
              <w:rPr>
                <w:rFonts w:cs="Arial"/>
                <w:b/>
                <w:i/>
              </w:rPr>
            </w:pPr>
          </w:p>
        </w:tc>
      </w:tr>
      <w:tr w:rsidR="00A3054E" w:rsidRPr="00061C92" w14:paraId="0D204FF5"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DF03C1E" w14:textId="77777777" w:rsidR="00A3054E" w:rsidRPr="008D369C" w:rsidRDefault="00A3054E" w:rsidP="00000355">
            <w:pPr>
              <w:rPr>
                <w:rFonts w:cs="Arial"/>
                <w:color w:val="FFFFFF" w:themeColor="background1"/>
              </w:rPr>
            </w:pPr>
            <w:r w:rsidRPr="008D369C">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43F1B26"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40148E3"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055FC43"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DBB8156"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D5DA8C4" w14:textId="77777777" w:rsidR="00A3054E" w:rsidRPr="00061C92" w:rsidRDefault="00A3054E" w:rsidP="00000355">
            <w:pPr>
              <w:rPr>
                <w:rFonts w:cs="Arial"/>
                <w:b/>
                <w:i/>
              </w:rPr>
            </w:pPr>
          </w:p>
        </w:tc>
      </w:tr>
      <w:tr w:rsidR="00A3054E" w:rsidRPr="00061C92" w14:paraId="7CCD2484"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BA81B15" w14:textId="77777777" w:rsidR="00A3054E" w:rsidRPr="008D369C" w:rsidRDefault="00A3054E" w:rsidP="00000355">
            <w:pPr>
              <w:rPr>
                <w:color w:val="FFFFFF" w:themeColor="background1"/>
              </w:rPr>
            </w:pPr>
            <w:r w:rsidRPr="008D369C">
              <w:rPr>
                <w:rFonts w:cs="Arial"/>
                <w:color w:val="FFFFFF" w:themeColor="background1"/>
              </w:rPr>
              <w:t>WACM 2</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B23CD7E"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78F44F2"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E54E097"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938D12F"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3BDA0C2" w14:textId="77777777" w:rsidR="00A3054E" w:rsidRPr="00061C92" w:rsidRDefault="00A3054E" w:rsidP="00000355">
            <w:pPr>
              <w:rPr>
                <w:rFonts w:cs="Arial"/>
                <w:b/>
                <w:i/>
              </w:rPr>
            </w:pPr>
          </w:p>
        </w:tc>
      </w:tr>
      <w:tr w:rsidR="00A3054E" w:rsidRPr="00061C92" w14:paraId="198619E8" w14:textId="77777777" w:rsidTr="00000355">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4FEC753" w14:textId="77777777" w:rsidR="00A3054E" w:rsidRDefault="00A3054E" w:rsidP="00000355">
            <w:pPr>
              <w:rPr>
                <w:rFonts w:cs="Arial"/>
              </w:rPr>
            </w:pPr>
            <w:r w:rsidRPr="00061C92">
              <w:rPr>
                <w:rFonts w:cs="Arial"/>
              </w:rPr>
              <w:t xml:space="preserve">Voting Statement: </w:t>
            </w:r>
          </w:p>
          <w:p w14:paraId="1D31A03C" w14:textId="77777777" w:rsidR="00A3054E" w:rsidRPr="00061C92" w:rsidRDefault="00A3054E" w:rsidP="00000355">
            <w:pPr>
              <w:rPr>
                <w:rFonts w:cs="Arial"/>
              </w:rPr>
            </w:pPr>
          </w:p>
          <w:p w14:paraId="13DCD28D" w14:textId="77777777" w:rsidR="00A3054E" w:rsidRPr="00061C92" w:rsidRDefault="00A3054E" w:rsidP="00000355">
            <w:pPr>
              <w:rPr>
                <w:rFonts w:cs="Arial"/>
                <w:b/>
                <w:i/>
              </w:rPr>
            </w:pPr>
          </w:p>
        </w:tc>
      </w:tr>
    </w:tbl>
    <w:p w14:paraId="372138D9" w14:textId="77777777" w:rsidR="00A3054E" w:rsidRDefault="00A3054E" w:rsidP="00E57DAF">
      <w:pPr>
        <w:ind w:left="-426"/>
        <w:rPr>
          <w:b/>
          <w:color w:val="F26522" w:themeColor="accent1"/>
          <w:sz w:val="24"/>
        </w:rPr>
      </w:pPr>
    </w:p>
    <w:tbl>
      <w:tblPr>
        <w:tblW w:w="946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2653"/>
      </w:tblGrid>
      <w:tr w:rsidR="00A3054E" w:rsidRPr="00061C92" w14:paraId="04451DE8" w14:textId="77777777" w:rsidTr="00000355">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89C92FA" w14:textId="77777777" w:rsidR="00A3054E" w:rsidRPr="00061C92" w:rsidRDefault="00A3054E" w:rsidP="00000355">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9BF556A" w14:textId="77777777" w:rsidR="00A3054E" w:rsidRPr="00061C92" w:rsidRDefault="00A3054E" w:rsidP="00000355">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C3CA01E" w14:textId="77777777" w:rsidR="00A3054E" w:rsidRPr="00061C92" w:rsidRDefault="00A3054E" w:rsidP="00000355">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CD78C38" w14:textId="77777777" w:rsidR="00A3054E" w:rsidRPr="00061C92" w:rsidRDefault="00A3054E" w:rsidP="00000355">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42B1AC9" w14:textId="77777777" w:rsidR="00A3054E" w:rsidRPr="00061C92" w:rsidRDefault="00A3054E" w:rsidP="00000355">
            <w:pPr>
              <w:ind w:right="-120"/>
              <w:rPr>
                <w:rFonts w:cs="Arial"/>
                <w:b/>
                <w:color w:val="FFFFFF"/>
              </w:rPr>
            </w:pPr>
            <w:r w:rsidRPr="00061C92">
              <w:rPr>
                <w:rFonts w:cs="Arial"/>
                <w:b/>
                <w:color w:val="FFFFFF"/>
              </w:rPr>
              <w:t>Better facilitates ACO (d)</w:t>
            </w: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4AF4DB5" w14:textId="77777777" w:rsidR="00A3054E" w:rsidRPr="00061C92" w:rsidRDefault="00A3054E" w:rsidP="00000355">
            <w:pPr>
              <w:ind w:right="-120"/>
              <w:rPr>
                <w:rFonts w:cs="Arial"/>
                <w:b/>
                <w:color w:val="FFFFFF"/>
              </w:rPr>
            </w:pPr>
            <w:r w:rsidRPr="00061C92">
              <w:rPr>
                <w:rFonts w:cs="Arial"/>
                <w:b/>
                <w:color w:val="FFFFFF"/>
              </w:rPr>
              <w:t>Overall (Y/N)</w:t>
            </w:r>
          </w:p>
        </w:tc>
      </w:tr>
      <w:tr w:rsidR="00A3054E" w:rsidRPr="00061C92" w14:paraId="097732E5" w14:textId="77777777" w:rsidTr="00000355">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A98F837" w14:textId="2D5E6DB6" w:rsidR="00A3054E" w:rsidRPr="00A3054E" w:rsidRDefault="00A3054E" w:rsidP="00000355">
            <w:pPr>
              <w:rPr>
                <w:rFonts w:cs="Arial"/>
                <w:b/>
                <w:i/>
                <w:color w:val="FFFFFF" w:themeColor="background1"/>
              </w:rPr>
            </w:pPr>
            <w:r w:rsidRPr="00A3054E">
              <w:rPr>
                <w:color w:val="FFFFFF" w:themeColor="background1"/>
              </w:rPr>
              <w:t xml:space="preserve">Jack </w:t>
            </w:r>
            <w:proofErr w:type="spellStart"/>
            <w:r w:rsidRPr="00A3054E">
              <w:rPr>
                <w:color w:val="FFFFFF" w:themeColor="background1"/>
              </w:rPr>
              <w:t>Scoffham</w:t>
            </w:r>
            <w:proofErr w:type="spellEnd"/>
            <w:r w:rsidRPr="00A3054E">
              <w:rPr>
                <w:color w:val="FFFFFF" w:themeColor="background1"/>
              </w:rPr>
              <w:t xml:space="preserve"> - Northern </w:t>
            </w:r>
            <w:proofErr w:type="spellStart"/>
            <w:r w:rsidRPr="00A3054E">
              <w:rPr>
                <w:color w:val="FFFFFF" w:themeColor="background1"/>
              </w:rPr>
              <w:t>Powergrid</w:t>
            </w:r>
            <w:proofErr w:type="spellEnd"/>
          </w:p>
        </w:tc>
      </w:tr>
      <w:tr w:rsidR="00A3054E" w:rsidRPr="00061C92" w14:paraId="78FE7959"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CE837A9" w14:textId="77777777" w:rsidR="00A3054E" w:rsidRPr="008D369C" w:rsidRDefault="00A3054E" w:rsidP="00000355">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3AC1846"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C2C1303"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1E25545"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2EE2996"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5BE1A29" w14:textId="77777777" w:rsidR="00A3054E" w:rsidRPr="00061C92" w:rsidRDefault="00A3054E" w:rsidP="00000355">
            <w:pPr>
              <w:rPr>
                <w:rFonts w:cs="Arial"/>
                <w:b/>
                <w:i/>
              </w:rPr>
            </w:pPr>
          </w:p>
        </w:tc>
      </w:tr>
      <w:tr w:rsidR="00A3054E" w:rsidRPr="00061C92" w14:paraId="6541702C"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5823F18" w14:textId="77777777" w:rsidR="00A3054E" w:rsidRPr="008D369C" w:rsidRDefault="00A3054E" w:rsidP="00000355">
            <w:pPr>
              <w:rPr>
                <w:rFonts w:cs="Arial"/>
                <w:color w:val="FFFFFF" w:themeColor="background1"/>
              </w:rPr>
            </w:pPr>
            <w:r w:rsidRPr="008D369C">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0BB6DFD"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1773676"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5712582"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0B8CD00"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C9D2FD8" w14:textId="77777777" w:rsidR="00A3054E" w:rsidRPr="00061C92" w:rsidRDefault="00A3054E" w:rsidP="00000355">
            <w:pPr>
              <w:rPr>
                <w:rFonts w:cs="Arial"/>
                <w:b/>
                <w:i/>
              </w:rPr>
            </w:pPr>
          </w:p>
        </w:tc>
      </w:tr>
      <w:tr w:rsidR="00A3054E" w:rsidRPr="00061C92" w14:paraId="5A3DD25B"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A7927D2" w14:textId="77777777" w:rsidR="00A3054E" w:rsidRPr="008D369C" w:rsidRDefault="00A3054E" w:rsidP="00000355">
            <w:pPr>
              <w:rPr>
                <w:color w:val="FFFFFF" w:themeColor="background1"/>
              </w:rPr>
            </w:pPr>
            <w:r w:rsidRPr="008D369C">
              <w:rPr>
                <w:rFonts w:cs="Arial"/>
                <w:color w:val="FFFFFF" w:themeColor="background1"/>
              </w:rPr>
              <w:t>WACM 2</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4F962FB"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E56F9CB"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9B9CCF1"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7F81E7A"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4B621DD" w14:textId="77777777" w:rsidR="00A3054E" w:rsidRPr="00061C92" w:rsidRDefault="00A3054E" w:rsidP="00000355">
            <w:pPr>
              <w:rPr>
                <w:rFonts w:cs="Arial"/>
                <w:b/>
                <w:i/>
              </w:rPr>
            </w:pPr>
          </w:p>
        </w:tc>
      </w:tr>
      <w:tr w:rsidR="00A3054E" w:rsidRPr="00061C92" w14:paraId="6B02F29B" w14:textId="77777777" w:rsidTr="00000355">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0BBDA4F" w14:textId="77777777" w:rsidR="00A3054E" w:rsidRDefault="00A3054E" w:rsidP="00000355">
            <w:pPr>
              <w:rPr>
                <w:rFonts w:cs="Arial"/>
              </w:rPr>
            </w:pPr>
            <w:r w:rsidRPr="00061C92">
              <w:rPr>
                <w:rFonts w:cs="Arial"/>
              </w:rPr>
              <w:t xml:space="preserve">Voting Statement: </w:t>
            </w:r>
          </w:p>
          <w:p w14:paraId="11B2B5BC" w14:textId="77777777" w:rsidR="00A3054E" w:rsidRPr="00061C92" w:rsidRDefault="00A3054E" w:rsidP="00000355">
            <w:pPr>
              <w:rPr>
                <w:rFonts w:cs="Arial"/>
              </w:rPr>
            </w:pPr>
          </w:p>
          <w:p w14:paraId="0FF2A725" w14:textId="77777777" w:rsidR="00A3054E" w:rsidRPr="00061C92" w:rsidRDefault="00A3054E" w:rsidP="00000355">
            <w:pPr>
              <w:rPr>
                <w:rFonts w:cs="Arial"/>
                <w:b/>
                <w:i/>
              </w:rPr>
            </w:pPr>
          </w:p>
        </w:tc>
      </w:tr>
    </w:tbl>
    <w:p w14:paraId="0A4DBB4D" w14:textId="77777777" w:rsidR="001703B8" w:rsidRDefault="001703B8" w:rsidP="00E57DAF">
      <w:pPr>
        <w:ind w:left="-426"/>
        <w:rPr>
          <w:b/>
          <w:color w:val="F26522" w:themeColor="accent1"/>
          <w:sz w:val="24"/>
        </w:rPr>
      </w:pPr>
    </w:p>
    <w:tbl>
      <w:tblPr>
        <w:tblW w:w="946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2653"/>
      </w:tblGrid>
      <w:tr w:rsidR="00A3054E" w:rsidRPr="00061C92" w14:paraId="62E07CFD" w14:textId="77777777" w:rsidTr="00000355">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6ABCA5C" w14:textId="77777777" w:rsidR="00A3054E" w:rsidRPr="00061C92" w:rsidRDefault="00A3054E" w:rsidP="00000355">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77EF47A" w14:textId="77777777" w:rsidR="00A3054E" w:rsidRPr="00061C92" w:rsidRDefault="00A3054E" w:rsidP="00000355">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C75C9FB" w14:textId="77777777" w:rsidR="00A3054E" w:rsidRPr="00061C92" w:rsidRDefault="00A3054E" w:rsidP="00000355">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DD27DF9" w14:textId="77777777" w:rsidR="00A3054E" w:rsidRPr="00061C92" w:rsidRDefault="00A3054E" w:rsidP="00000355">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F37807D" w14:textId="77777777" w:rsidR="00A3054E" w:rsidRPr="00061C92" w:rsidRDefault="00A3054E" w:rsidP="00000355">
            <w:pPr>
              <w:ind w:right="-120"/>
              <w:rPr>
                <w:rFonts w:cs="Arial"/>
                <w:b/>
                <w:color w:val="FFFFFF"/>
              </w:rPr>
            </w:pPr>
            <w:r w:rsidRPr="00061C92">
              <w:rPr>
                <w:rFonts w:cs="Arial"/>
                <w:b/>
                <w:color w:val="FFFFFF"/>
              </w:rPr>
              <w:t>Better facilitates ACO (d)</w:t>
            </w: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F491CBD" w14:textId="77777777" w:rsidR="00A3054E" w:rsidRPr="00061C92" w:rsidRDefault="00A3054E" w:rsidP="00000355">
            <w:pPr>
              <w:ind w:right="-120"/>
              <w:rPr>
                <w:rFonts w:cs="Arial"/>
                <w:b/>
                <w:color w:val="FFFFFF"/>
              </w:rPr>
            </w:pPr>
            <w:r w:rsidRPr="00061C92">
              <w:rPr>
                <w:rFonts w:cs="Arial"/>
                <w:b/>
                <w:color w:val="FFFFFF"/>
              </w:rPr>
              <w:t>Overall (Y/N)</w:t>
            </w:r>
          </w:p>
        </w:tc>
      </w:tr>
      <w:tr w:rsidR="00A3054E" w:rsidRPr="00061C92" w14:paraId="68C9B9DE" w14:textId="77777777" w:rsidTr="00000355">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927D957" w14:textId="41E9EE29" w:rsidR="00A3054E" w:rsidRPr="00A3054E" w:rsidRDefault="00A3054E" w:rsidP="00000355">
            <w:pPr>
              <w:rPr>
                <w:rFonts w:cs="Arial"/>
                <w:b/>
                <w:i/>
                <w:color w:val="FFFFFF" w:themeColor="background1"/>
              </w:rPr>
            </w:pPr>
            <w:r w:rsidRPr="00A3054E">
              <w:rPr>
                <w:color w:val="FFFFFF" w:themeColor="background1"/>
              </w:rPr>
              <w:t xml:space="preserve">Malcolm Bebbington / Wendy Mantle - SP </w:t>
            </w:r>
            <w:proofErr w:type="spellStart"/>
            <w:r w:rsidRPr="00A3054E">
              <w:rPr>
                <w:color w:val="FFFFFF" w:themeColor="background1"/>
              </w:rPr>
              <w:t>Manweb</w:t>
            </w:r>
            <w:proofErr w:type="spellEnd"/>
            <w:r w:rsidRPr="00A3054E">
              <w:rPr>
                <w:color w:val="FFFFFF" w:themeColor="background1"/>
              </w:rPr>
              <w:t xml:space="preserve"> plc</w:t>
            </w:r>
          </w:p>
        </w:tc>
      </w:tr>
      <w:tr w:rsidR="00A3054E" w:rsidRPr="00061C92" w14:paraId="3F91524C"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DEC5CA2" w14:textId="77777777" w:rsidR="00A3054E" w:rsidRPr="008D369C" w:rsidRDefault="00A3054E" w:rsidP="00000355">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FAA644F"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6D6D9AF"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B69BDC7"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2A265C4"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B26EE51" w14:textId="77777777" w:rsidR="00A3054E" w:rsidRPr="00061C92" w:rsidRDefault="00A3054E" w:rsidP="00000355">
            <w:pPr>
              <w:rPr>
                <w:rFonts w:cs="Arial"/>
                <w:b/>
                <w:i/>
              </w:rPr>
            </w:pPr>
          </w:p>
        </w:tc>
      </w:tr>
      <w:tr w:rsidR="00A3054E" w:rsidRPr="00061C92" w14:paraId="767F67D1"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50F0247" w14:textId="77777777" w:rsidR="00A3054E" w:rsidRPr="008D369C" w:rsidRDefault="00A3054E" w:rsidP="00000355">
            <w:pPr>
              <w:rPr>
                <w:rFonts w:cs="Arial"/>
                <w:color w:val="FFFFFF" w:themeColor="background1"/>
              </w:rPr>
            </w:pPr>
            <w:r w:rsidRPr="008D369C">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BD7415F"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BF3C2B6"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1819ADC"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41E9C20"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55845EE" w14:textId="77777777" w:rsidR="00A3054E" w:rsidRPr="00061C92" w:rsidRDefault="00A3054E" w:rsidP="00000355">
            <w:pPr>
              <w:rPr>
                <w:rFonts w:cs="Arial"/>
                <w:b/>
                <w:i/>
              </w:rPr>
            </w:pPr>
          </w:p>
        </w:tc>
      </w:tr>
      <w:tr w:rsidR="00A3054E" w:rsidRPr="00061C92" w14:paraId="41D3CE74"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0BEAB26" w14:textId="77777777" w:rsidR="00A3054E" w:rsidRPr="008D369C" w:rsidRDefault="00A3054E" w:rsidP="00000355">
            <w:pPr>
              <w:rPr>
                <w:color w:val="FFFFFF" w:themeColor="background1"/>
              </w:rPr>
            </w:pPr>
            <w:r w:rsidRPr="008D369C">
              <w:rPr>
                <w:rFonts w:cs="Arial"/>
                <w:color w:val="FFFFFF" w:themeColor="background1"/>
              </w:rPr>
              <w:t>WACM 2</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DB88BC5"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BD702E6"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296EE9E"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34D2507"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1923A4F" w14:textId="77777777" w:rsidR="00A3054E" w:rsidRPr="00061C92" w:rsidRDefault="00A3054E" w:rsidP="00000355">
            <w:pPr>
              <w:rPr>
                <w:rFonts w:cs="Arial"/>
                <w:b/>
                <w:i/>
              </w:rPr>
            </w:pPr>
          </w:p>
        </w:tc>
      </w:tr>
      <w:tr w:rsidR="00A3054E" w:rsidRPr="00061C92" w14:paraId="35A16B08" w14:textId="77777777" w:rsidTr="00000355">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5A4053D" w14:textId="77777777" w:rsidR="00A3054E" w:rsidRDefault="00A3054E" w:rsidP="00000355">
            <w:pPr>
              <w:rPr>
                <w:rFonts w:cs="Arial"/>
              </w:rPr>
            </w:pPr>
            <w:r w:rsidRPr="00061C92">
              <w:rPr>
                <w:rFonts w:cs="Arial"/>
              </w:rPr>
              <w:t xml:space="preserve">Voting Statement: </w:t>
            </w:r>
          </w:p>
          <w:p w14:paraId="3069F1D8" w14:textId="77777777" w:rsidR="00A3054E" w:rsidRPr="00061C92" w:rsidRDefault="00A3054E" w:rsidP="00000355">
            <w:pPr>
              <w:rPr>
                <w:rFonts w:cs="Arial"/>
              </w:rPr>
            </w:pPr>
          </w:p>
          <w:p w14:paraId="6B6FA888" w14:textId="77777777" w:rsidR="00A3054E" w:rsidRPr="00061C92" w:rsidRDefault="00A3054E" w:rsidP="00000355">
            <w:pPr>
              <w:rPr>
                <w:rFonts w:cs="Arial"/>
                <w:b/>
                <w:i/>
              </w:rPr>
            </w:pPr>
          </w:p>
        </w:tc>
      </w:tr>
    </w:tbl>
    <w:p w14:paraId="12324CB3" w14:textId="77777777" w:rsidR="007E09F1" w:rsidRDefault="007E09F1" w:rsidP="00E57DAF">
      <w:pPr>
        <w:ind w:left="-426"/>
        <w:rPr>
          <w:b/>
          <w:color w:val="F26522" w:themeColor="accent1"/>
          <w:sz w:val="24"/>
        </w:rPr>
      </w:pPr>
    </w:p>
    <w:p w14:paraId="2FE58D74" w14:textId="3F6356BA" w:rsidR="007E09F1" w:rsidRDefault="007E09F1" w:rsidP="00E57DAF">
      <w:pPr>
        <w:ind w:left="-426"/>
        <w:rPr>
          <w:b/>
          <w:color w:val="F26522" w:themeColor="accent1"/>
          <w:sz w:val="24"/>
        </w:rPr>
      </w:pPr>
    </w:p>
    <w:p w14:paraId="6102F5D6" w14:textId="77777777" w:rsidR="00E310F6" w:rsidRDefault="00E310F6" w:rsidP="00E57DAF">
      <w:pPr>
        <w:ind w:left="-426"/>
        <w:rPr>
          <w:b/>
          <w:color w:val="F26522" w:themeColor="accent1"/>
          <w:sz w:val="24"/>
        </w:rPr>
      </w:pPr>
    </w:p>
    <w:tbl>
      <w:tblPr>
        <w:tblW w:w="946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2653"/>
      </w:tblGrid>
      <w:tr w:rsidR="00A3054E" w:rsidRPr="00061C92" w14:paraId="62185C83" w14:textId="77777777" w:rsidTr="00000355">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C93F50A" w14:textId="77777777" w:rsidR="00A3054E" w:rsidRPr="00061C92" w:rsidRDefault="00A3054E" w:rsidP="00000355">
            <w:pPr>
              <w:jc w:val="both"/>
              <w:rPr>
                <w:rFonts w:cs="Arial"/>
                <w:b/>
                <w:color w:val="FFFFFF"/>
              </w:rPr>
            </w:pPr>
            <w:r w:rsidRPr="00061C92">
              <w:rPr>
                <w:rFonts w:cs="Arial"/>
                <w:b/>
                <w:color w:val="FFFFFF"/>
              </w:rPr>
              <w:lastRenderedPageBreak/>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32C4006" w14:textId="77777777" w:rsidR="00A3054E" w:rsidRPr="00061C92" w:rsidRDefault="00A3054E" w:rsidP="00000355">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3A0F347" w14:textId="77777777" w:rsidR="00A3054E" w:rsidRPr="00061C92" w:rsidRDefault="00A3054E" w:rsidP="00000355">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0A1E77A" w14:textId="77777777" w:rsidR="00A3054E" w:rsidRPr="00061C92" w:rsidRDefault="00A3054E" w:rsidP="00000355">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E39F063" w14:textId="77777777" w:rsidR="00A3054E" w:rsidRPr="00061C92" w:rsidRDefault="00A3054E" w:rsidP="00000355">
            <w:pPr>
              <w:ind w:right="-120"/>
              <w:rPr>
                <w:rFonts w:cs="Arial"/>
                <w:b/>
                <w:color w:val="FFFFFF"/>
              </w:rPr>
            </w:pPr>
            <w:r w:rsidRPr="00061C92">
              <w:rPr>
                <w:rFonts w:cs="Arial"/>
                <w:b/>
                <w:color w:val="FFFFFF"/>
              </w:rPr>
              <w:t>Better facilitates ACO (d)</w:t>
            </w: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FC7E13A" w14:textId="77777777" w:rsidR="00A3054E" w:rsidRPr="00061C92" w:rsidRDefault="00A3054E" w:rsidP="00000355">
            <w:pPr>
              <w:ind w:right="-120"/>
              <w:rPr>
                <w:rFonts w:cs="Arial"/>
                <w:b/>
                <w:color w:val="FFFFFF"/>
              </w:rPr>
            </w:pPr>
            <w:r w:rsidRPr="00061C92">
              <w:rPr>
                <w:rFonts w:cs="Arial"/>
                <w:b/>
                <w:color w:val="FFFFFF"/>
              </w:rPr>
              <w:t>Overall (Y/N)</w:t>
            </w:r>
          </w:p>
        </w:tc>
      </w:tr>
      <w:tr w:rsidR="00A3054E" w:rsidRPr="00061C92" w14:paraId="717C877C" w14:textId="77777777" w:rsidTr="00000355">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BA203E6" w14:textId="5B708DB3" w:rsidR="00A3054E" w:rsidRPr="00A3054E" w:rsidRDefault="00A3054E" w:rsidP="00000355">
            <w:pPr>
              <w:rPr>
                <w:rFonts w:cs="Arial"/>
                <w:b/>
                <w:i/>
                <w:color w:val="FFFFFF" w:themeColor="background1"/>
              </w:rPr>
            </w:pPr>
            <w:r w:rsidRPr="00A3054E">
              <w:rPr>
                <w:color w:val="FFFFFF" w:themeColor="background1"/>
              </w:rPr>
              <w:t>Matthew Paige-Stimson – NGET</w:t>
            </w:r>
          </w:p>
        </w:tc>
      </w:tr>
      <w:tr w:rsidR="00A3054E" w:rsidRPr="00061C92" w14:paraId="63AB7EAF"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166A6B1" w14:textId="77777777" w:rsidR="00A3054E" w:rsidRPr="008D369C" w:rsidRDefault="00A3054E" w:rsidP="00000355">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A15BDDF"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F221197"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909B82E"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4EB8CE2"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B88A195" w14:textId="77777777" w:rsidR="00A3054E" w:rsidRPr="00061C92" w:rsidRDefault="00A3054E" w:rsidP="00000355">
            <w:pPr>
              <w:rPr>
                <w:rFonts w:cs="Arial"/>
                <w:b/>
                <w:i/>
              </w:rPr>
            </w:pPr>
          </w:p>
        </w:tc>
      </w:tr>
      <w:tr w:rsidR="00A3054E" w:rsidRPr="00061C92" w14:paraId="6B978631"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527EA32" w14:textId="77777777" w:rsidR="00A3054E" w:rsidRPr="008D369C" w:rsidRDefault="00A3054E" w:rsidP="00000355">
            <w:pPr>
              <w:rPr>
                <w:rFonts w:cs="Arial"/>
                <w:color w:val="FFFFFF" w:themeColor="background1"/>
              </w:rPr>
            </w:pPr>
            <w:r w:rsidRPr="008D369C">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7506C36"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3542A9C"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EF37817"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D52E6E4"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0709F2E" w14:textId="77777777" w:rsidR="00A3054E" w:rsidRPr="00061C92" w:rsidRDefault="00A3054E" w:rsidP="00000355">
            <w:pPr>
              <w:rPr>
                <w:rFonts w:cs="Arial"/>
                <w:b/>
                <w:i/>
              </w:rPr>
            </w:pPr>
          </w:p>
        </w:tc>
      </w:tr>
      <w:tr w:rsidR="00A3054E" w:rsidRPr="00061C92" w14:paraId="65EA9C18"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F0407E1" w14:textId="77777777" w:rsidR="00A3054E" w:rsidRPr="008D369C" w:rsidRDefault="00A3054E" w:rsidP="00000355">
            <w:pPr>
              <w:rPr>
                <w:color w:val="FFFFFF" w:themeColor="background1"/>
              </w:rPr>
            </w:pPr>
            <w:r w:rsidRPr="008D369C">
              <w:rPr>
                <w:rFonts w:cs="Arial"/>
                <w:color w:val="FFFFFF" w:themeColor="background1"/>
              </w:rPr>
              <w:t>WACM 2</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8AF02CD"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D0B57EC"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738F6B1"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F5CA4D1"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02BA876" w14:textId="77777777" w:rsidR="00A3054E" w:rsidRPr="00061C92" w:rsidRDefault="00A3054E" w:rsidP="00000355">
            <w:pPr>
              <w:rPr>
                <w:rFonts w:cs="Arial"/>
                <w:b/>
                <w:i/>
              </w:rPr>
            </w:pPr>
          </w:p>
        </w:tc>
      </w:tr>
      <w:tr w:rsidR="00A3054E" w:rsidRPr="00061C92" w14:paraId="0DB0056E" w14:textId="77777777" w:rsidTr="00000355">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4732DC4" w14:textId="77777777" w:rsidR="00A3054E" w:rsidRDefault="00A3054E" w:rsidP="00000355">
            <w:pPr>
              <w:rPr>
                <w:rFonts w:cs="Arial"/>
              </w:rPr>
            </w:pPr>
            <w:r w:rsidRPr="00061C92">
              <w:rPr>
                <w:rFonts w:cs="Arial"/>
              </w:rPr>
              <w:t xml:space="preserve">Voting Statement: </w:t>
            </w:r>
          </w:p>
          <w:p w14:paraId="01AFAB5F" w14:textId="77777777" w:rsidR="00A3054E" w:rsidRPr="00061C92" w:rsidRDefault="00A3054E" w:rsidP="00000355">
            <w:pPr>
              <w:rPr>
                <w:rFonts w:cs="Arial"/>
              </w:rPr>
            </w:pPr>
          </w:p>
          <w:p w14:paraId="4B4E1608" w14:textId="77777777" w:rsidR="00A3054E" w:rsidRPr="00061C92" w:rsidRDefault="00A3054E" w:rsidP="00000355">
            <w:pPr>
              <w:rPr>
                <w:rFonts w:cs="Arial"/>
                <w:b/>
                <w:i/>
              </w:rPr>
            </w:pPr>
          </w:p>
        </w:tc>
      </w:tr>
    </w:tbl>
    <w:p w14:paraId="4E5846AE" w14:textId="77777777" w:rsidR="007E09F1" w:rsidRDefault="007E09F1" w:rsidP="00E57DAF">
      <w:pPr>
        <w:ind w:left="-426"/>
        <w:rPr>
          <w:b/>
          <w:color w:val="F26522" w:themeColor="accent1"/>
          <w:sz w:val="24"/>
        </w:rPr>
      </w:pPr>
    </w:p>
    <w:tbl>
      <w:tblPr>
        <w:tblW w:w="946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2653"/>
      </w:tblGrid>
      <w:tr w:rsidR="00A3054E" w:rsidRPr="00061C92" w14:paraId="4EBF9F72" w14:textId="77777777" w:rsidTr="00000355">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30A091A" w14:textId="77777777" w:rsidR="00A3054E" w:rsidRPr="00061C92" w:rsidRDefault="00A3054E" w:rsidP="00000355">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30C1213" w14:textId="77777777" w:rsidR="00A3054E" w:rsidRPr="00061C92" w:rsidRDefault="00A3054E" w:rsidP="00000355">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11E1E65" w14:textId="77777777" w:rsidR="00A3054E" w:rsidRPr="00061C92" w:rsidRDefault="00A3054E" w:rsidP="00000355">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B80EB13" w14:textId="77777777" w:rsidR="00A3054E" w:rsidRPr="00061C92" w:rsidRDefault="00A3054E" w:rsidP="00000355">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BC6FE55" w14:textId="77777777" w:rsidR="00A3054E" w:rsidRPr="00061C92" w:rsidRDefault="00A3054E" w:rsidP="00000355">
            <w:pPr>
              <w:ind w:right="-120"/>
              <w:rPr>
                <w:rFonts w:cs="Arial"/>
                <w:b/>
                <w:color w:val="FFFFFF"/>
              </w:rPr>
            </w:pPr>
            <w:r w:rsidRPr="00061C92">
              <w:rPr>
                <w:rFonts w:cs="Arial"/>
                <w:b/>
                <w:color w:val="FFFFFF"/>
              </w:rPr>
              <w:t>Better facilitates ACO (d)</w:t>
            </w: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C17F931" w14:textId="77777777" w:rsidR="00A3054E" w:rsidRPr="00061C92" w:rsidRDefault="00A3054E" w:rsidP="00000355">
            <w:pPr>
              <w:ind w:right="-120"/>
              <w:rPr>
                <w:rFonts w:cs="Arial"/>
                <w:b/>
                <w:color w:val="FFFFFF"/>
              </w:rPr>
            </w:pPr>
            <w:r w:rsidRPr="00061C92">
              <w:rPr>
                <w:rFonts w:cs="Arial"/>
                <w:b/>
                <w:color w:val="FFFFFF"/>
              </w:rPr>
              <w:t>Overall (Y/N)</w:t>
            </w:r>
          </w:p>
        </w:tc>
      </w:tr>
      <w:tr w:rsidR="00A3054E" w:rsidRPr="00061C92" w14:paraId="5649C222" w14:textId="77777777" w:rsidTr="00000355">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854BFAB" w14:textId="2344DA95" w:rsidR="00A3054E" w:rsidRPr="00A3054E" w:rsidRDefault="00A3054E" w:rsidP="00000355">
            <w:pPr>
              <w:rPr>
                <w:rFonts w:cs="Arial"/>
                <w:b/>
                <w:i/>
                <w:color w:val="FFFFFF" w:themeColor="background1"/>
              </w:rPr>
            </w:pPr>
            <w:r w:rsidRPr="00A3054E">
              <w:rPr>
                <w:color w:val="FFFFFF" w:themeColor="background1"/>
              </w:rPr>
              <w:t>Michael Clark – EDF Energy</w:t>
            </w:r>
          </w:p>
        </w:tc>
      </w:tr>
      <w:tr w:rsidR="00A3054E" w:rsidRPr="00061C92" w14:paraId="2243651E"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6A98956" w14:textId="77777777" w:rsidR="00A3054E" w:rsidRPr="008D369C" w:rsidRDefault="00A3054E" w:rsidP="00000355">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106932B"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44893D1"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F5B7F6F"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4349C3D"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15AC4F9" w14:textId="77777777" w:rsidR="00A3054E" w:rsidRPr="00061C92" w:rsidRDefault="00A3054E" w:rsidP="00000355">
            <w:pPr>
              <w:rPr>
                <w:rFonts w:cs="Arial"/>
                <w:b/>
                <w:i/>
              </w:rPr>
            </w:pPr>
          </w:p>
        </w:tc>
      </w:tr>
      <w:tr w:rsidR="00A3054E" w:rsidRPr="00061C92" w14:paraId="3293D214"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E8AEF84" w14:textId="77777777" w:rsidR="00A3054E" w:rsidRPr="008D369C" w:rsidRDefault="00A3054E" w:rsidP="00000355">
            <w:pPr>
              <w:rPr>
                <w:rFonts w:cs="Arial"/>
                <w:color w:val="FFFFFF" w:themeColor="background1"/>
              </w:rPr>
            </w:pPr>
            <w:r w:rsidRPr="008D369C">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313569A"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7EDF58A"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EF16D54"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EFBF0DB"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253C406" w14:textId="77777777" w:rsidR="00A3054E" w:rsidRPr="00061C92" w:rsidRDefault="00A3054E" w:rsidP="00000355">
            <w:pPr>
              <w:rPr>
                <w:rFonts w:cs="Arial"/>
                <w:b/>
                <w:i/>
              </w:rPr>
            </w:pPr>
          </w:p>
        </w:tc>
      </w:tr>
      <w:tr w:rsidR="00A3054E" w:rsidRPr="00061C92" w14:paraId="01B09270"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BEF1012" w14:textId="77777777" w:rsidR="00A3054E" w:rsidRPr="008D369C" w:rsidRDefault="00A3054E" w:rsidP="00000355">
            <w:pPr>
              <w:rPr>
                <w:color w:val="FFFFFF" w:themeColor="background1"/>
              </w:rPr>
            </w:pPr>
            <w:r w:rsidRPr="008D369C">
              <w:rPr>
                <w:rFonts w:cs="Arial"/>
                <w:color w:val="FFFFFF" w:themeColor="background1"/>
              </w:rPr>
              <w:t>WACM 2</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D487554"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FC9FBD8" w14:textId="77777777" w:rsidR="00A3054E" w:rsidRPr="00061C92" w:rsidRDefault="00A3054E" w:rsidP="00000355">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2CF6FA0" w14:textId="77777777" w:rsidR="00A3054E" w:rsidRPr="00061C92" w:rsidRDefault="00A3054E" w:rsidP="00000355">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AFA252A" w14:textId="77777777" w:rsidR="00A3054E" w:rsidRPr="00061C92" w:rsidRDefault="00A3054E" w:rsidP="00000355">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970A682" w14:textId="77777777" w:rsidR="00A3054E" w:rsidRPr="00061C92" w:rsidRDefault="00A3054E" w:rsidP="00000355">
            <w:pPr>
              <w:rPr>
                <w:rFonts w:cs="Arial"/>
                <w:b/>
                <w:i/>
              </w:rPr>
            </w:pPr>
          </w:p>
        </w:tc>
      </w:tr>
      <w:tr w:rsidR="00A3054E" w:rsidRPr="00061C92" w14:paraId="59BCFB08" w14:textId="77777777" w:rsidTr="00000355">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DEE718E" w14:textId="77777777" w:rsidR="00A3054E" w:rsidRDefault="00A3054E" w:rsidP="00000355">
            <w:pPr>
              <w:rPr>
                <w:rFonts w:cs="Arial"/>
              </w:rPr>
            </w:pPr>
            <w:r w:rsidRPr="00061C92">
              <w:rPr>
                <w:rFonts w:cs="Arial"/>
              </w:rPr>
              <w:t xml:space="preserve">Voting Statement: </w:t>
            </w:r>
          </w:p>
          <w:p w14:paraId="6F874E7E" w14:textId="77777777" w:rsidR="00A3054E" w:rsidRPr="00061C92" w:rsidRDefault="00A3054E" w:rsidP="00000355">
            <w:pPr>
              <w:rPr>
                <w:rFonts w:cs="Arial"/>
              </w:rPr>
            </w:pPr>
          </w:p>
          <w:p w14:paraId="34DB3CEC" w14:textId="77777777" w:rsidR="00A3054E" w:rsidRPr="00061C92" w:rsidRDefault="00A3054E" w:rsidP="00000355">
            <w:pPr>
              <w:rPr>
                <w:rFonts w:cs="Arial"/>
                <w:b/>
                <w:i/>
              </w:rPr>
            </w:pPr>
          </w:p>
        </w:tc>
      </w:tr>
    </w:tbl>
    <w:p w14:paraId="66995D7F" w14:textId="2532A405" w:rsidR="00BD06C9" w:rsidRDefault="00BD06C9" w:rsidP="00BD06C9">
      <w:pPr>
        <w:rPr>
          <w:b/>
          <w:color w:val="F26522" w:themeColor="accent1"/>
          <w:sz w:val="24"/>
        </w:rPr>
      </w:pPr>
    </w:p>
    <w:p w14:paraId="22CB1947" w14:textId="403328BB" w:rsidR="00A3054E" w:rsidRDefault="00A3054E" w:rsidP="00BD06C9">
      <w:pPr>
        <w:rPr>
          <w:b/>
          <w:color w:val="F26522" w:themeColor="accent1"/>
          <w:sz w:val="24"/>
        </w:rPr>
      </w:pPr>
    </w:p>
    <w:tbl>
      <w:tblPr>
        <w:tblW w:w="946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2653"/>
      </w:tblGrid>
      <w:tr w:rsidR="00A3054E" w:rsidRPr="00061C92" w14:paraId="7210E29D" w14:textId="77777777" w:rsidTr="00000355">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1F73ED1" w14:textId="77777777" w:rsidR="00A3054E" w:rsidRPr="00061C92" w:rsidRDefault="00A3054E" w:rsidP="00000355">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531BAC2" w14:textId="77777777" w:rsidR="00A3054E" w:rsidRPr="00061C92" w:rsidRDefault="00A3054E" w:rsidP="00000355">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FD66E5C" w14:textId="77777777" w:rsidR="00A3054E" w:rsidRPr="00061C92" w:rsidRDefault="00A3054E" w:rsidP="00000355">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05476A6" w14:textId="77777777" w:rsidR="00A3054E" w:rsidRPr="00061C92" w:rsidRDefault="00A3054E" w:rsidP="00000355">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3586CC3" w14:textId="77777777" w:rsidR="00A3054E" w:rsidRPr="00061C92" w:rsidRDefault="00A3054E" w:rsidP="00000355">
            <w:pPr>
              <w:ind w:right="-120"/>
              <w:rPr>
                <w:rFonts w:cs="Arial"/>
                <w:b/>
                <w:color w:val="FFFFFF"/>
              </w:rPr>
            </w:pPr>
            <w:r w:rsidRPr="00061C92">
              <w:rPr>
                <w:rFonts w:cs="Arial"/>
                <w:b/>
                <w:color w:val="FFFFFF"/>
              </w:rPr>
              <w:t>Better facilitates ACO (d)</w:t>
            </w: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2513FFF" w14:textId="77777777" w:rsidR="00A3054E" w:rsidRPr="00061C92" w:rsidRDefault="00A3054E" w:rsidP="00000355">
            <w:pPr>
              <w:ind w:right="-120"/>
              <w:rPr>
                <w:rFonts w:cs="Arial"/>
                <w:b/>
                <w:color w:val="FFFFFF"/>
              </w:rPr>
            </w:pPr>
            <w:r w:rsidRPr="00061C92">
              <w:rPr>
                <w:rFonts w:cs="Arial"/>
                <w:b/>
                <w:color w:val="FFFFFF"/>
              </w:rPr>
              <w:t>Overall (Y/N)</w:t>
            </w:r>
          </w:p>
        </w:tc>
      </w:tr>
      <w:tr w:rsidR="00A3054E" w:rsidRPr="00061C92" w14:paraId="0707B858" w14:textId="77777777" w:rsidTr="00000355">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CD29E18" w14:textId="0155EB17" w:rsidR="00A3054E" w:rsidRPr="00A3054E" w:rsidRDefault="00A3054E" w:rsidP="00A3054E">
            <w:pPr>
              <w:rPr>
                <w:rFonts w:cs="Arial"/>
                <w:b/>
                <w:i/>
                <w:color w:val="FFFFFF" w:themeColor="background1"/>
              </w:rPr>
            </w:pPr>
            <w:r w:rsidRPr="00A3054E">
              <w:rPr>
                <w:color w:val="FFFFFF" w:themeColor="background1"/>
              </w:rPr>
              <w:t xml:space="preserve">Nuno Fonseca – UK Power Networks </w:t>
            </w:r>
          </w:p>
        </w:tc>
      </w:tr>
      <w:tr w:rsidR="00A3054E" w:rsidRPr="00061C92" w14:paraId="73949D33"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E37AF3B" w14:textId="77777777" w:rsidR="00A3054E" w:rsidRPr="008D369C" w:rsidRDefault="00A3054E" w:rsidP="00A3054E">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94A4B2A"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2327734" w14:textId="77777777" w:rsidR="00A3054E" w:rsidRPr="00061C92" w:rsidRDefault="00A3054E" w:rsidP="00A3054E">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513E3C7"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71613A0" w14:textId="77777777" w:rsidR="00A3054E" w:rsidRPr="00061C92" w:rsidRDefault="00A3054E" w:rsidP="00A3054E">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4FB9BCA" w14:textId="77777777" w:rsidR="00A3054E" w:rsidRPr="00061C92" w:rsidRDefault="00A3054E" w:rsidP="00A3054E">
            <w:pPr>
              <w:rPr>
                <w:rFonts w:cs="Arial"/>
                <w:b/>
                <w:i/>
              </w:rPr>
            </w:pPr>
          </w:p>
        </w:tc>
      </w:tr>
      <w:tr w:rsidR="00A3054E" w:rsidRPr="00061C92" w14:paraId="76951914"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75FA171" w14:textId="77777777" w:rsidR="00A3054E" w:rsidRPr="008D369C" w:rsidRDefault="00A3054E" w:rsidP="00A3054E">
            <w:pPr>
              <w:rPr>
                <w:rFonts w:cs="Arial"/>
                <w:color w:val="FFFFFF" w:themeColor="background1"/>
              </w:rPr>
            </w:pPr>
            <w:r w:rsidRPr="008D369C">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AC145E4"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3A30D81" w14:textId="77777777" w:rsidR="00A3054E" w:rsidRPr="00061C92" w:rsidRDefault="00A3054E" w:rsidP="00A3054E">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149C0E4"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579B90E" w14:textId="77777777" w:rsidR="00A3054E" w:rsidRPr="00061C92" w:rsidRDefault="00A3054E" w:rsidP="00A3054E">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9BD19D7" w14:textId="77777777" w:rsidR="00A3054E" w:rsidRPr="00061C92" w:rsidRDefault="00A3054E" w:rsidP="00A3054E">
            <w:pPr>
              <w:rPr>
                <w:rFonts w:cs="Arial"/>
                <w:b/>
                <w:i/>
              </w:rPr>
            </w:pPr>
          </w:p>
        </w:tc>
      </w:tr>
      <w:tr w:rsidR="00A3054E" w:rsidRPr="00061C92" w14:paraId="60435963"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0F01B83" w14:textId="77777777" w:rsidR="00A3054E" w:rsidRPr="008D369C" w:rsidRDefault="00A3054E" w:rsidP="00A3054E">
            <w:pPr>
              <w:rPr>
                <w:color w:val="FFFFFF" w:themeColor="background1"/>
              </w:rPr>
            </w:pPr>
            <w:r w:rsidRPr="008D369C">
              <w:rPr>
                <w:rFonts w:cs="Arial"/>
                <w:color w:val="FFFFFF" w:themeColor="background1"/>
              </w:rPr>
              <w:t>WACM 2</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65C4530"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CD6F8B0" w14:textId="77777777" w:rsidR="00A3054E" w:rsidRPr="00061C92" w:rsidRDefault="00A3054E" w:rsidP="00A3054E">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E0F3EE6"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9ECB18E" w14:textId="77777777" w:rsidR="00A3054E" w:rsidRPr="00061C92" w:rsidRDefault="00A3054E" w:rsidP="00A3054E">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86470AD" w14:textId="77777777" w:rsidR="00A3054E" w:rsidRPr="00061C92" w:rsidRDefault="00A3054E" w:rsidP="00A3054E">
            <w:pPr>
              <w:rPr>
                <w:rFonts w:cs="Arial"/>
                <w:b/>
                <w:i/>
              </w:rPr>
            </w:pPr>
          </w:p>
        </w:tc>
      </w:tr>
      <w:tr w:rsidR="00A3054E" w:rsidRPr="00061C92" w14:paraId="6A80131B" w14:textId="77777777" w:rsidTr="00000355">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2C9222E" w14:textId="77777777" w:rsidR="00A3054E" w:rsidRDefault="00A3054E" w:rsidP="00A3054E">
            <w:pPr>
              <w:rPr>
                <w:rFonts w:cs="Arial"/>
              </w:rPr>
            </w:pPr>
            <w:r w:rsidRPr="00061C92">
              <w:rPr>
                <w:rFonts w:cs="Arial"/>
              </w:rPr>
              <w:t xml:space="preserve">Voting Statement: </w:t>
            </w:r>
          </w:p>
          <w:p w14:paraId="4930F1D0" w14:textId="77777777" w:rsidR="00A3054E" w:rsidRPr="00061C92" w:rsidRDefault="00A3054E" w:rsidP="00A3054E">
            <w:pPr>
              <w:rPr>
                <w:rFonts w:cs="Arial"/>
              </w:rPr>
            </w:pPr>
          </w:p>
          <w:p w14:paraId="75B98DC1" w14:textId="77777777" w:rsidR="00A3054E" w:rsidRPr="00061C92" w:rsidRDefault="00A3054E" w:rsidP="00A3054E">
            <w:pPr>
              <w:rPr>
                <w:rFonts w:cs="Arial"/>
                <w:b/>
                <w:i/>
              </w:rPr>
            </w:pPr>
          </w:p>
        </w:tc>
      </w:tr>
    </w:tbl>
    <w:p w14:paraId="05AE587E" w14:textId="0C8582FD" w:rsidR="00A3054E" w:rsidRDefault="00A3054E" w:rsidP="00BD06C9">
      <w:pPr>
        <w:rPr>
          <w:b/>
          <w:color w:val="F26522" w:themeColor="accent1"/>
          <w:sz w:val="24"/>
        </w:rPr>
      </w:pPr>
    </w:p>
    <w:p w14:paraId="78FED3A3" w14:textId="77777777" w:rsidR="00A3054E" w:rsidRDefault="00A3054E" w:rsidP="00BD06C9">
      <w:pPr>
        <w:rPr>
          <w:b/>
          <w:color w:val="F26522" w:themeColor="accent1"/>
          <w:sz w:val="24"/>
        </w:rPr>
      </w:pPr>
    </w:p>
    <w:tbl>
      <w:tblPr>
        <w:tblW w:w="946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2653"/>
      </w:tblGrid>
      <w:tr w:rsidR="00A3054E" w:rsidRPr="00061C92" w14:paraId="4EBF3D69" w14:textId="77777777" w:rsidTr="00000355">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63412E6" w14:textId="77777777" w:rsidR="00A3054E" w:rsidRPr="00061C92" w:rsidRDefault="00A3054E" w:rsidP="00000355">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6C5CDB0" w14:textId="77777777" w:rsidR="00A3054E" w:rsidRPr="00061C92" w:rsidRDefault="00A3054E" w:rsidP="00000355">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D707B07" w14:textId="77777777" w:rsidR="00A3054E" w:rsidRPr="00061C92" w:rsidRDefault="00A3054E" w:rsidP="00000355">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F2CAE30" w14:textId="77777777" w:rsidR="00A3054E" w:rsidRPr="00061C92" w:rsidRDefault="00A3054E" w:rsidP="00000355">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023179E" w14:textId="77777777" w:rsidR="00A3054E" w:rsidRPr="00061C92" w:rsidRDefault="00A3054E" w:rsidP="00000355">
            <w:pPr>
              <w:ind w:right="-120"/>
              <w:rPr>
                <w:rFonts w:cs="Arial"/>
                <w:b/>
                <w:color w:val="FFFFFF"/>
              </w:rPr>
            </w:pPr>
            <w:r w:rsidRPr="00061C92">
              <w:rPr>
                <w:rFonts w:cs="Arial"/>
                <w:b/>
                <w:color w:val="FFFFFF"/>
              </w:rPr>
              <w:t>Better facilitates ACO (d)</w:t>
            </w: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D4DDA5F" w14:textId="77777777" w:rsidR="00A3054E" w:rsidRPr="00061C92" w:rsidRDefault="00A3054E" w:rsidP="00000355">
            <w:pPr>
              <w:ind w:right="-120"/>
              <w:rPr>
                <w:rFonts w:cs="Arial"/>
                <w:b/>
                <w:color w:val="FFFFFF"/>
              </w:rPr>
            </w:pPr>
            <w:r w:rsidRPr="00061C92">
              <w:rPr>
                <w:rFonts w:cs="Arial"/>
                <w:b/>
                <w:color w:val="FFFFFF"/>
              </w:rPr>
              <w:t>Overall (Y/N)</w:t>
            </w:r>
          </w:p>
        </w:tc>
      </w:tr>
      <w:tr w:rsidR="00A3054E" w:rsidRPr="00061C92" w14:paraId="3B6C6980" w14:textId="77777777" w:rsidTr="00000355">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9A3C940" w14:textId="428585F0" w:rsidR="00A3054E" w:rsidRPr="00A3054E" w:rsidRDefault="00A3054E" w:rsidP="00A3054E">
            <w:pPr>
              <w:rPr>
                <w:rFonts w:cs="Arial"/>
                <w:b/>
                <w:i/>
                <w:color w:val="FFFFFF" w:themeColor="background1"/>
              </w:rPr>
            </w:pPr>
            <w:r w:rsidRPr="00A3054E">
              <w:rPr>
                <w:color w:val="FFFFFF" w:themeColor="background1"/>
              </w:rPr>
              <w:t xml:space="preserve">Paul Andrews – Western Power Distribution  </w:t>
            </w:r>
          </w:p>
        </w:tc>
      </w:tr>
      <w:tr w:rsidR="00A3054E" w:rsidRPr="00061C92" w14:paraId="18C3E51B"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91837C1" w14:textId="77777777" w:rsidR="00A3054E" w:rsidRPr="008D369C" w:rsidRDefault="00A3054E" w:rsidP="00A3054E">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11FC24D"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A6DDFFB" w14:textId="77777777" w:rsidR="00A3054E" w:rsidRPr="00061C92" w:rsidRDefault="00A3054E" w:rsidP="00A3054E">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436A27B"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F044418" w14:textId="77777777" w:rsidR="00A3054E" w:rsidRPr="00061C92" w:rsidRDefault="00A3054E" w:rsidP="00A3054E">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1B5066B" w14:textId="77777777" w:rsidR="00A3054E" w:rsidRPr="00061C92" w:rsidRDefault="00A3054E" w:rsidP="00A3054E">
            <w:pPr>
              <w:rPr>
                <w:rFonts w:cs="Arial"/>
                <w:b/>
                <w:i/>
              </w:rPr>
            </w:pPr>
          </w:p>
        </w:tc>
      </w:tr>
      <w:tr w:rsidR="00A3054E" w:rsidRPr="00061C92" w14:paraId="112CD15F"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E38F30F" w14:textId="77777777" w:rsidR="00A3054E" w:rsidRPr="008D369C" w:rsidRDefault="00A3054E" w:rsidP="00A3054E">
            <w:pPr>
              <w:rPr>
                <w:rFonts w:cs="Arial"/>
                <w:color w:val="FFFFFF" w:themeColor="background1"/>
              </w:rPr>
            </w:pPr>
            <w:r w:rsidRPr="008D369C">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9D16468"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105E171" w14:textId="77777777" w:rsidR="00A3054E" w:rsidRPr="00061C92" w:rsidRDefault="00A3054E" w:rsidP="00A3054E">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9A688F6"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4E12833" w14:textId="77777777" w:rsidR="00A3054E" w:rsidRPr="00061C92" w:rsidRDefault="00A3054E" w:rsidP="00A3054E">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CCFF668" w14:textId="77777777" w:rsidR="00A3054E" w:rsidRPr="00061C92" w:rsidRDefault="00A3054E" w:rsidP="00A3054E">
            <w:pPr>
              <w:rPr>
                <w:rFonts w:cs="Arial"/>
                <w:b/>
                <w:i/>
              </w:rPr>
            </w:pPr>
          </w:p>
        </w:tc>
      </w:tr>
      <w:tr w:rsidR="00A3054E" w:rsidRPr="00061C92" w14:paraId="0F8E0A2E"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F68D7F7" w14:textId="77777777" w:rsidR="00A3054E" w:rsidRPr="008D369C" w:rsidRDefault="00A3054E" w:rsidP="00A3054E">
            <w:pPr>
              <w:rPr>
                <w:color w:val="FFFFFF" w:themeColor="background1"/>
              </w:rPr>
            </w:pPr>
            <w:r w:rsidRPr="008D369C">
              <w:rPr>
                <w:rFonts w:cs="Arial"/>
                <w:color w:val="FFFFFF" w:themeColor="background1"/>
              </w:rPr>
              <w:t>WACM 2</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432103E"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FA621EB" w14:textId="77777777" w:rsidR="00A3054E" w:rsidRPr="00061C92" w:rsidRDefault="00A3054E" w:rsidP="00A3054E">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37016E6"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E2B7049" w14:textId="77777777" w:rsidR="00A3054E" w:rsidRPr="00061C92" w:rsidRDefault="00A3054E" w:rsidP="00A3054E">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37F8E97" w14:textId="77777777" w:rsidR="00A3054E" w:rsidRPr="00061C92" w:rsidRDefault="00A3054E" w:rsidP="00A3054E">
            <w:pPr>
              <w:rPr>
                <w:rFonts w:cs="Arial"/>
                <w:b/>
                <w:i/>
              </w:rPr>
            </w:pPr>
          </w:p>
        </w:tc>
      </w:tr>
      <w:tr w:rsidR="00A3054E" w:rsidRPr="00061C92" w14:paraId="5A9E5CEA" w14:textId="77777777" w:rsidTr="00000355">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7293996" w14:textId="77777777" w:rsidR="00A3054E" w:rsidRDefault="00A3054E" w:rsidP="00A3054E">
            <w:pPr>
              <w:rPr>
                <w:rFonts w:cs="Arial"/>
              </w:rPr>
            </w:pPr>
            <w:r w:rsidRPr="00061C92">
              <w:rPr>
                <w:rFonts w:cs="Arial"/>
              </w:rPr>
              <w:t xml:space="preserve">Voting Statement: </w:t>
            </w:r>
          </w:p>
          <w:p w14:paraId="63931624" w14:textId="77777777" w:rsidR="00A3054E" w:rsidRPr="00061C92" w:rsidRDefault="00A3054E" w:rsidP="00A3054E">
            <w:pPr>
              <w:rPr>
                <w:rFonts w:cs="Arial"/>
              </w:rPr>
            </w:pPr>
          </w:p>
          <w:p w14:paraId="1CC55D70" w14:textId="77777777" w:rsidR="00A3054E" w:rsidRPr="00061C92" w:rsidRDefault="00A3054E" w:rsidP="00A3054E">
            <w:pPr>
              <w:rPr>
                <w:rFonts w:cs="Arial"/>
                <w:b/>
                <w:i/>
              </w:rPr>
            </w:pPr>
          </w:p>
        </w:tc>
      </w:tr>
    </w:tbl>
    <w:p w14:paraId="002734DF" w14:textId="77777777" w:rsidR="007E09F1" w:rsidRDefault="007E09F1" w:rsidP="00E57DAF">
      <w:pPr>
        <w:ind w:left="-426"/>
        <w:rPr>
          <w:b/>
          <w:color w:val="F26522" w:themeColor="accent1"/>
          <w:sz w:val="24"/>
        </w:rPr>
      </w:pPr>
    </w:p>
    <w:p w14:paraId="218928D4" w14:textId="77777777" w:rsidR="00BD06C9" w:rsidRDefault="00BD06C9" w:rsidP="00E57DAF">
      <w:pPr>
        <w:ind w:left="-426"/>
        <w:rPr>
          <w:b/>
          <w:color w:val="F26522" w:themeColor="accent1"/>
          <w:sz w:val="24"/>
        </w:rPr>
      </w:pPr>
    </w:p>
    <w:tbl>
      <w:tblPr>
        <w:tblW w:w="946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2653"/>
      </w:tblGrid>
      <w:tr w:rsidR="00A3054E" w:rsidRPr="00061C92" w14:paraId="61ACF079" w14:textId="77777777" w:rsidTr="00000355">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85F64F0" w14:textId="77777777" w:rsidR="00A3054E" w:rsidRPr="00061C92" w:rsidRDefault="00A3054E" w:rsidP="00000355">
            <w:pPr>
              <w:jc w:val="both"/>
              <w:rPr>
                <w:rFonts w:cs="Arial"/>
                <w:b/>
                <w:color w:val="FFFFFF"/>
              </w:rPr>
            </w:pPr>
            <w:r w:rsidRPr="00061C92">
              <w:rPr>
                <w:rFonts w:cs="Arial"/>
                <w:b/>
                <w:color w:val="FFFFFF"/>
              </w:rPr>
              <w:lastRenderedPageBreak/>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EAFFC31" w14:textId="77777777" w:rsidR="00A3054E" w:rsidRPr="00061C92" w:rsidRDefault="00A3054E" w:rsidP="00000355">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06AB5B2" w14:textId="77777777" w:rsidR="00A3054E" w:rsidRPr="00061C92" w:rsidRDefault="00A3054E" w:rsidP="00000355">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8C95BF6" w14:textId="77777777" w:rsidR="00A3054E" w:rsidRPr="00061C92" w:rsidRDefault="00A3054E" w:rsidP="00000355">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FD9AE3B" w14:textId="77777777" w:rsidR="00A3054E" w:rsidRPr="00061C92" w:rsidRDefault="00A3054E" w:rsidP="00000355">
            <w:pPr>
              <w:ind w:right="-120"/>
              <w:rPr>
                <w:rFonts w:cs="Arial"/>
                <w:b/>
                <w:color w:val="FFFFFF"/>
              </w:rPr>
            </w:pPr>
            <w:r w:rsidRPr="00061C92">
              <w:rPr>
                <w:rFonts w:cs="Arial"/>
                <w:b/>
                <w:color w:val="FFFFFF"/>
              </w:rPr>
              <w:t>Better facilitates ACO (d)</w:t>
            </w: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CFDDA4F" w14:textId="77777777" w:rsidR="00A3054E" w:rsidRPr="00061C92" w:rsidRDefault="00A3054E" w:rsidP="00000355">
            <w:pPr>
              <w:ind w:right="-120"/>
              <w:rPr>
                <w:rFonts w:cs="Arial"/>
                <w:b/>
                <w:color w:val="FFFFFF"/>
              </w:rPr>
            </w:pPr>
            <w:r w:rsidRPr="00061C92">
              <w:rPr>
                <w:rFonts w:cs="Arial"/>
                <w:b/>
                <w:color w:val="FFFFFF"/>
              </w:rPr>
              <w:t>Overall (Y/N)</w:t>
            </w:r>
          </w:p>
        </w:tc>
      </w:tr>
      <w:tr w:rsidR="00A3054E" w:rsidRPr="00061C92" w14:paraId="7FF41CC1" w14:textId="77777777" w:rsidTr="00000355">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29241D3" w14:textId="24517BD9" w:rsidR="00A3054E" w:rsidRPr="00A3054E" w:rsidRDefault="00A3054E" w:rsidP="00A3054E">
            <w:pPr>
              <w:rPr>
                <w:rFonts w:cs="Arial"/>
                <w:b/>
                <w:i/>
                <w:color w:val="FFFFFF" w:themeColor="background1"/>
              </w:rPr>
            </w:pPr>
            <w:r w:rsidRPr="00A3054E">
              <w:rPr>
                <w:color w:val="FFFFFF" w:themeColor="background1"/>
              </w:rPr>
              <w:t>Robert Longden - Cornwall Insight</w:t>
            </w:r>
          </w:p>
        </w:tc>
      </w:tr>
      <w:tr w:rsidR="00A3054E" w:rsidRPr="00061C92" w14:paraId="51EE9B30"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30027E6" w14:textId="77777777" w:rsidR="00A3054E" w:rsidRPr="008D369C" w:rsidRDefault="00A3054E" w:rsidP="00A3054E">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8079246"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5835A99" w14:textId="77777777" w:rsidR="00A3054E" w:rsidRPr="00061C92" w:rsidRDefault="00A3054E" w:rsidP="00A3054E">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B37913F"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DCC0CC8" w14:textId="77777777" w:rsidR="00A3054E" w:rsidRPr="00061C92" w:rsidRDefault="00A3054E" w:rsidP="00A3054E">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81327E7" w14:textId="77777777" w:rsidR="00A3054E" w:rsidRPr="00061C92" w:rsidRDefault="00A3054E" w:rsidP="00A3054E">
            <w:pPr>
              <w:rPr>
                <w:rFonts w:cs="Arial"/>
                <w:b/>
                <w:i/>
              </w:rPr>
            </w:pPr>
          </w:p>
        </w:tc>
      </w:tr>
      <w:tr w:rsidR="00A3054E" w:rsidRPr="00061C92" w14:paraId="0C8E2C17"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9C46B36" w14:textId="77777777" w:rsidR="00A3054E" w:rsidRPr="008D369C" w:rsidRDefault="00A3054E" w:rsidP="00A3054E">
            <w:pPr>
              <w:rPr>
                <w:rFonts w:cs="Arial"/>
                <w:color w:val="FFFFFF" w:themeColor="background1"/>
              </w:rPr>
            </w:pPr>
            <w:r w:rsidRPr="008D369C">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F51CA3E"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FC854E9" w14:textId="77777777" w:rsidR="00A3054E" w:rsidRPr="00061C92" w:rsidRDefault="00A3054E" w:rsidP="00A3054E">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36E44D0"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852B50E" w14:textId="77777777" w:rsidR="00A3054E" w:rsidRPr="00061C92" w:rsidRDefault="00A3054E" w:rsidP="00A3054E">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7F8BD98" w14:textId="77777777" w:rsidR="00A3054E" w:rsidRPr="00061C92" w:rsidRDefault="00A3054E" w:rsidP="00A3054E">
            <w:pPr>
              <w:rPr>
                <w:rFonts w:cs="Arial"/>
                <w:b/>
                <w:i/>
              </w:rPr>
            </w:pPr>
          </w:p>
        </w:tc>
      </w:tr>
      <w:tr w:rsidR="00A3054E" w:rsidRPr="00061C92" w14:paraId="707E7023" w14:textId="77777777" w:rsidTr="0000035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53E26DA" w14:textId="77777777" w:rsidR="00A3054E" w:rsidRPr="008D369C" w:rsidRDefault="00A3054E" w:rsidP="00A3054E">
            <w:pPr>
              <w:rPr>
                <w:color w:val="FFFFFF" w:themeColor="background1"/>
              </w:rPr>
            </w:pPr>
            <w:r w:rsidRPr="008D369C">
              <w:rPr>
                <w:rFonts w:cs="Arial"/>
                <w:color w:val="FFFFFF" w:themeColor="background1"/>
              </w:rPr>
              <w:t>WACM 2</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C655162"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5F014C9" w14:textId="77777777" w:rsidR="00A3054E" w:rsidRPr="00061C92" w:rsidRDefault="00A3054E" w:rsidP="00A3054E">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65A4A58" w14:textId="77777777" w:rsidR="00A3054E" w:rsidRPr="00061C92" w:rsidRDefault="00A3054E" w:rsidP="00A3054E">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0E2FE52" w14:textId="77777777" w:rsidR="00A3054E" w:rsidRPr="00061C92" w:rsidRDefault="00A3054E" w:rsidP="00A3054E">
            <w:pPr>
              <w:rPr>
                <w:rFonts w:cs="Arial"/>
                <w:b/>
                <w:i/>
              </w:rPr>
            </w:pPr>
          </w:p>
        </w:tc>
        <w:tc>
          <w:tcPr>
            <w:tcW w:w="265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F433614" w14:textId="77777777" w:rsidR="00A3054E" w:rsidRPr="00061C92" w:rsidRDefault="00A3054E" w:rsidP="00A3054E">
            <w:pPr>
              <w:rPr>
                <w:rFonts w:cs="Arial"/>
                <w:b/>
                <w:i/>
              </w:rPr>
            </w:pPr>
          </w:p>
        </w:tc>
      </w:tr>
      <w:tr w:rsidR="00A3054E" w:rsidRPr="00061C92" w14:paraId="499CE162" w14:textId="77777777" w:rsidTr="00000355">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DA0D002" w14:textId="77777777" w:rsidR="00A3054E" w:rsidRDefault="00A3054E" w:rsidP="00A3054E">
            <w:pPr>
              <w:rPr>
                <w:rFonts w:cs="Arial"/>
              </w:rPr>
            </w:pPr>
            <w:r w:rsidRPr="00061C92">
              <w:rPr>
                <w:rFonts w:cs="Arial"/>
              </w:rPr>
              <w:t xml:space="preserve">Voting Statement: </w:t>
            </w:r>
          </w:p>
          <w:p w14:paraId="5D58C480" w14:textId="77777777" w:rsidR="00A3054E" w:rsidRPr="00061C92" w:rsidRDefault="00A3054E" w:rsidP="00A3054E">
            <w:pPr>
              <w:rPr>
                <w:rFonts w:cs="Arial"/>
              </w:rPr>
            </w:pPr>
          </w:p>
          <w:p w14:paraId="3177524B" w14:textId="77777777" w:rsidR="00A3054E" w:rsidRPr="00061C92" w:rsidRDefault="00A3054E" w:rsidP="00A3054E">
            <w:pPr>
              <w:rPr>
                <w:rFonts w:cs="Arial"/>
                <w:b/>
                <w:i/>
              </w:rPr>
            </w:pPr>
          </w:p>
        </w:tc>
      </w:tr>
    </w:tbl>
    <w:p w14:paraId="58F84B00" w14:textId="77777777" w:rsidR="00BD06C9" w:rsidRDefault="00BD06C9" w:rsidP="00E57DAF">
      <w:pPr>
        <w:ind w:left="-426"/>
        <w:rPr>
          <w:b/>
          <w:color w:val="F26522" w:themeColor="accent1"/>
          <w:sz w:val="24"/>
        </w:rPr>
      </w:pPr>
    </w:p>
    <w:p w14:paraId="6BD04D38" w14:textId="77777777" w:rsidR="00E3756D" w:rsidRDefault="00E3756D" w:rsidP="00E57DAF">
      <w:pPr>
        <w:ind w:left="-426"/>
        <w:rPr>
          <w:b/>
          <w:color w:val="F26522" w:themeColor="accent1"/>
          <w:sz w:val="24"/>
        </w:rPr>
      </w:pPr>
    </w:p>
    <w:p w14:paraId="70564A4A" w14:textId="77777777" w:rsidR="00384EE0" w:rsidRPr="008D369C" w:rsidRDefault="00384EE0" w:rsidP="00E57DAF">
      <w:pPr>
        <w:ind w:left="-426"/>
        <w:rPr>
          <w:b/>
          <w:color w:val="F26522" w:themeColor="accent1"/>
          <w:sz w:val="24"/>
        </w:rPr>
      </w:pPr>
      <w:r w:rsidRPr="008D369C">
        <w:rPr>
          <w:b/>
          <w:color w:val="F26522" w:themeColor="accent1"/>
          <w:sz w:val="24"/>
        </w:rPr>
        <w:t>Stage 2</w:t>
      </w:r>
      <w:r w:rsidR="003C29AC">
        <w:rPr>
          <w:b/>
          <w:color w:val="F26522" w:themeColor="accent1"/>
          <w:sz w:val="24"/>
        </w:rPr>
        <w:t>b</w:t>
      </w:r>
      <w:r w:rsidRPr="008D369C">
        <w:rPr>
          <w:b/>
          <w:color w:val="F26522" w:themeColor="accent1"/>
          <w:sz w:val="24"/>
        </w:rPr>
        <w:t xml:space="preserve"> – WACM Vote (If required) </w:t>
      </w:r>
    </w:p>
    <w:p w14:paraId="396CEEF8" w14:textId="77777777" w:rsidR="00CA0D40" w:rsidRPr="00E57DAF" w:rsidRDefault="00384EE0" w:rsidP="00E57DAF">
      <w:pPr>
        <w:ind w:left="-426"/>
        <w:rPr>
          <w:sz w:val="24"/>
        </w:rPr>
      </w:pPr>
      <w:r>
        <w:rPr>
          <w:sz w:val="24"/>
        </w:rPr>
        <w:t>W</w:t>
      </w:r>
      <w:r w:rsidR="00CA0D40" w:rsidRPr="00E57DAF">
        <w:rPr>
          <w:sz w:val="24"/>
        </w:rPr>
        <w:t>here one or more WACMs exist, does each WACM better facilitate the Applicable CUSC Objectives than the Original Modification Proposal?</w:t>
      </w:r>
    </w:p>
    <w:p w14:paraId="23188420" w14:textId="77777777" w:rsidR="00CA0D40" w:rsidRDefault="00CA0D40" w:rsidP="00CA0D40">
      <w:pPr>
        <w:ind w:left="-900"/>
        <w:jc w:val="both"/>
        <w:rPr>
          <w:rFonts w:cs="Arial"/>
          <w:b/>
          <w:u w:val="single"/>
        </w:rPr>
      </w:pPr>
    </w:p>
    <w:tbl>
      <w:tblPr>
        <w:tblW w:w="5242"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2694"/>
        <w:gridCol w:w="3231"/>
        <w:gridCol w:w="1939"/>
        <w:gridCol w:w="1577"/>
      </w:tblGrid>
      <w:tr w:rsidR="001F5F82" w:rsidRPr="005A5548" w14:paraId="489C506F" w14:textId="77777777" w:rsidTr="008D369C">
        <w:trPr>
          <w:trHeight w:val="636"/>
        </w:trPr>
        <w:tc>
          <w:tcPr>
            <w:tcW w:w="1427" w:type="pct"/>
            <w:shd w:val="clear" w:color="auto" w:fill="F26522" w:themeFill="accent1"/>
            <w:tcMar>
              <w:top w:w="15" w:type="dxa"/>
              <w:left w:w="108" w:type="dxa"/>
              <w:bottom w:w="0" w:type="dxa"/>
              <w:right w:w="108" w:type="dxa"/>
            </w:tcMar>
            <w:hideMark/>
          </w:tcPr>
          <w:p w14:paraId="7E9185E7" w14:textId="77777777" w:rsidR="001F5F82" w:rsidRPr="005A5548" w:rsidRDefault="001F5F82" w:rsidP="00EC7ECF">
            <w:pPr>
              <w:rPr>
                <w:rFonts w:cs="Arial"/>
                <w:b/>
                <w:color w:val="FFFFFF"/>
              </w:rPr>
            </w:pPr>
            <w:r w:rsidRPr="005A5548">
              <w:rPr>
                <w:rFonts w:cs="Arial"/>
                <w:b/>
                <w:bCs/>
                <w:color w:val="FFFFFF"/>
              </w:rPr>
              <w:t>Workgroup Member</w:t>
            </w:r>
          </w:p>
        </w:tc>
        <w:tc>
          <w:tcPr>
            <w:tcW w:w="1711" w:type="pct"/>
            <w:shd w:val="clear" w:color="auto" w:fill="F26522" w:themeFill="accent1"/>
          </w:tcPr>
          <w:p w14:paraId="2FCAFDA8" w14:textId="77777777" w:rsidR="001F5F82" w:rsidRDefault="000D32F7" w:rsidP="00EC7ECF">
            <w:pPr>
              <w:rPr>
                <w:rFonts w:cs="Arial"/>
                <w:b/>
                <w:bCs/>
                <w:color w:val="FFFFFF"/>
              </w:rPr>
            </w:pPr>
            <w:r>
              <w:rPr>
                <w:rFonts w:cs="Arial"/>
                <w:b/>
                <w:bCs/>
                <w:color w:val="FFFFFF"/>
              </w:rPr>
              <w:t>Company</w:t>
            </w:r>
          </w:p>
        </w:tc>
        <w:tc>
          <w:tcPr>
            <w:tcW w:w="1027" w:type="pct"/>
            <w:shd w:val="clear" w:color="auto" w:fill="F26522" w:themeFill="accent1"/>
            <w:tcMar>
              <w:top w:w="15" w:type="dxa"/>
              <w:left w:w="108" w:type="dxa"/>
              <w:bottom w:w="0" w:type="dxa"/>
              <w:right w:w="108" w:type="dxa"/>
            </w:tcMar>
            <w:hideMark/>
          </w:tcPr>
          <w:p w14:paraId="1971F0EC" w14:textId="77777777" w:rsidR="001F5F82" w:rsidRPr="005A5548" w:rsidRDefault="001F5F82" w:rsidP="00EC7ECF">
            <w:pPr>
              <w:rPr>
                <w:rFonts w:cs="Arial"/>
                <w:b/>
                <w:color w:val="FFFFFF"/>
              </w:rPr>
            </w:pPr>
            <w:r>
              <w:rPr>
                <w:rFonts w:cs="Arial"/>
                <w:b/>
                <w:bCs/>
                <w:color w:val="FFFFFF"/>
              </w:rPr>
              <w:t>WACM1 better than Original Yes/No</w:t>
            </w:r>
          </w:p>
        </w:tc>
        <w:tc>
          <w:tcPr>
            <w:tcW w:w="835" w:type="pct"/>
            <w:shd w:val="clear" w:color="auto" w:fill="F26522" w:themeFill="accent1"/>
          </w:tcPr>
          <w:p w14:paraId="43344DE0" w14:textId="77777777" w:rsidR="001F5F82" w:rsidRPr="005A5548" w:rsidRDefault="001F5F82" w:rsidP="00EC7ECF">
            <w:pPr>
              <w:rPr>
                <w:rFonts w:cs="Arial"/>
                <w:b/>
                <w:color w:val="FFFFFF"/>
              </w:rPr>
            </w:pPr>
            <w:r>
              <w:rPr>
                <w:rFonts w:cs="Arial"/>
                <w:b/>
                <w:bCs/>
                <w:color w:val="FFFFFF"/>
              </w:rPr>
              <w:t>WACM2 better than Original Yes/No</w:t>
            </w:r>
          </w:p>
        </w:tc>
      </w:tr>
      <w:tr w:rsidR="003D1EB8" w:rsidRPr="005A5548" w14:paraId="5AAA209F" w14:textId="77777777" w:rsidTr="007D5473">
        <w:trPr>
          <w:trHeight w:val="55"/>
        </w:trPr>
        <w:tc>
          <w:tcPr>
            <w:tcW w:w="1427" w:type="pct"/>
            <w:shd w:val="clear" w:color="auto" w:fill="auto"/>
            <w:tcMar>
              <w:top w:w="15" w:type="dxa"/>
              <w:left w:w="108" w:type="dxa"/>
              <w:bottom w:w="0" w:type="dxa"/>
              <w:right w:w="108" w:type="dxa"/>
            </w:tcMar>
          </w:tcPr>
          <w:p w14:paraId="0247940E" w14:textId="77777777" w:rsidR="003D1EB8" w:rsidRPr="007D5473" w:rsidRDefault="003D1EB8" w:rsidP="003D1EB8">
            <w:pPr>
              <w:rPr>
                <w:szCs w:val="22"/>
              </w:rPr>
            </w:pPr>
            <w:r w:rsidRPr="007D5473">
              <w:rPr>
                <w:szCs w:val="22"/>
              </w:rPr>
              <w:t>Charles Deacon</w:t>
            </w:r>
          </w:p>
          <w:p w14:paraId="2FC685CC" w14:textId="77777777" w:rsidR="003D1EB8" w:rsidRPr="007D5473" w:rsidRDefault="003D1EB8" w:rsidP="003D1EB8">
            <w:pPr>
              <w:rPr>
                <w:szCs w:val="22"/>
              </w:rPr>
            </w:pPr>
          </w:p>
        </w:tc>
        <w:tc>
          <w:tcPr>
            <w:tcW w:w="1711" w:type="pct"/>
          </w:tcPr>
          <w:p w14:paraId="6E07A3EB" w14:textId="18EE34BE" w:rsidR="003D1EB8" w:rsidRPr="007D5473" w:rsidRDefault="003D1EB8" w:rsidP="003D1EB8">
            <w:pPr>
              <w:rPr>
                <w:szCs w:val="22"/>
              </w:rPr>
            </w:pPr>
            <w:r w:rsidRPr="007D5473">
              <w:rPr>
                <w:szCs w:val="22"/>
              </w:rPr>
              <w:t>Renewable Connections Developments Limited</w:t>
            </w:r>
          </w:p>
        </w:tc>
        <w:tc>
          <w:tcPr>
            <w:tcW w:w="1027" w:type="pct"/>
            <w:shd w:val="clear" w:color="auto" w:fill="auto"/>
            <w:tcMar>
              <w:top w:w="15" w:type="dxa"/>
              <w:left w:w="108" w:type="dxa"/>
              <w:bottom w:w="0" w:type="dxa"/>
              <w:right w:w="108" w:type="dxa"/>
            </w:tcMar>
            <w:vAlign w:val="center"/>
          </w:tcPr>
          <w:p w14:paraId="36287325" w14:textId="77777777" w:rsidR="003D1EB8" w:rsidRPr="005A5548" w:rsidRDefault="003D1EB8" w:rsidP="003D1EB8">
            <w:pPr>
              <w:rPr>
                <w:rFonts w:cs="Arial"/>
                <w:b/>
              </w:rPr>
            </w:pPr>
          </w:p>
        </w:tc>
        <w:tc>
          <w:tcPr>
            <w:tcW w:w="835" w:type="pct"/>
          </w:tcPr>
          <w:p w14:paraId="48D6272F" w14:textId="77777777" w:rsidR="003D1EB8" w:rsidRPr="005A5548" w:rsidRDefault="003D1EB8" w:rsidP="003D1EB8">
            <w:pPr>
              <w:rPr>
                <w:rFonts w:cs="Arial"/>
                <w:b/>
              </w:rPr>
            </w:pPr>
          </w:p>
        </w:tc>
      </w:tr>
      <w:tr w:rsidR="003D1EB8" w:rsidRPr="005A5548" w14:paraId="7C9CD0EC" w14:textId="77777777" w:rsidTr="007D5473">
        <w:trPr>
          <w:trHeight w:val="55"/>
        </w:trPr>
        <w:tc>
          <w:tcPr>
            <w:tcW w:w="1427" w:type="pct"/>
            <w:shd w:val="clear" w:color="auto" w:fill="auto"/>
            <w:tcMar>
              <w:top w:w="15" w:type="dxa"/>
              <w:left w:w="108" w:type="dxa"/>
              <w:bottom w:w="0" w:type="dxa"/>
              <w:right w:w="108" w:type="dxa"/>
            </w:tcMar>
          </w:tcPr>
          <w:p w14:paraId="4BB258D7" w14:textId="0F077D75" w:rsidR="003D1EB8" w:rsidRPr="007D5473" w:rsidRDefault="003D1EB8" w:rsidP="003D1EB8">
            <w:pPr>
              <w:rPr>
                <w:szCs w:val="22"/>
              </w:rPr>
            </w:pPr>
            <w:r w:rsidRPr="007D5473">
              <w:rPr>
                <w:szCs w:val="22"/>
              </w:rPr>
              <w:t>Deborah MacPherson</w:t>
            </w:r>
          </w:p>
        </w:tc>
        <w:tc>
          <w:tcPr>
            <w:tcW w:w="1711" w:type="pct"/>
          </w:tcPr>
          <w:p w14:paraId="14070B39" w14:textId="40926006" w:rsidR="003D1EB8" w:rsidRPr="007D5473" w:rsidRDefault="003D1EB8" w:rsidP="003D1EB8">
            <w:pPr>
              <w:rPr>
                <w:szCs w:val="22"/>
              </w:rPr>
            </w:pPr>
            <w:r w:rsidRPr="007D5473">
              <w:rPr>
                <w:szCs w:val="22"/>
              </w:rPr>
              <w:t>SP Energy</w:t>
            </w:r>
            <w:r w:rsidR="00A3054E">
              <w:rPr>
                <w:szCs w:val="22"/>
              </w:rPr>
              <w:t xml:space="preserve"> Networks</w:t>
            </w:r>
          </w:p>
        </w:tc>
        <w:tc>
          <w:tcPr>
            <w:tcW w:w="1027" w:type="pct"/>
            <w:shd w:val="clear" w:color="auto" w:fill="auto"/>
            <w:tcMar>
              <w:top w:w="15" w:type="dxa"/>
              <w:left w:w="108" w:type="dxa"/>
              <w:bottom w:w="0" w:type="dxa"/>
              <w:right w:w="108" w:type="dxa"/>
            </w:tcMar>
            <w:vAlign w:val="center"/>
          </w:tcPr>
          <w:p w14:paraId="6D463863" w14:textId="77777777" w:rsidR="003D1EB8" w:rsidRPr="005A5548" w:rsidRDefault="003D1EB8" w:rsidP="003D1EB8">
            <w:pPr>
              <w:rPr>
                <w:rFonts w:cs="Arial"/>
                <w:b/>
              </w:rPr>
            </w:pPr>
          </w:p>
        </w:tc>
        <w:tc>
          <w:tcPr>
            <w:tcW w:w="835" w:type="pct"/>
          </w:tcPr>
          <w:p w14:paraId="39EE0E06" w14:textId="77777777" w:rsidR="003D1EB8" w:rsidRPr="005A5548" w:rsidRDefault="003D1EB8" w:rsidP="003D1EB8">
            <w:pPr>
              <w:rPr>
                <w:rFonts w:cs="Arial"/>
                <w:b/>
              </w:rPr>
            </w:pPr>
          </w:p>
        </w:tc>
      </w:tr>
      <w:tr w:rsidR="003D1EB8" w:rsidRPr="005A5548" w14:paraId="6F945E24" w14:textId="77777777" w:rsidTr="007D5473">
        <w:trPr>
          <w:trHeight w:val="55"/>
        </w:trPr>
        <w:tc>
          <w:tcPr>
            <w:tcW w:w="1427" w:type="pct"/>
            <w:shd w:val="clear" w:color="auto" w:fill="auto"/>
            <w:tcMar>
              <w:top w:w="15" w:type="dxa"/>
              <w:left w:w="108" w:type="dxa"/>
              <w:bottom w:w="0" w:type="dxa"/>
              <w:right w:w="108" w:type="dxa"/>
            </w:tcMar>
          </w:tcPr>
          <w:p w14:paraId="2D64B6F7" w14:textId="77777777" w:rsidR="003D1EB8" w:rsidRPr="007D5473" w:rsidRDefault="003D1EB8" w:rsidP="003D1EB8">
            <w:pPr>
              <w:rPr>
                <w:szCs w:val="22"/>
              </w:rPr>
            </w:pPr>
            <w:r w:rsidRPr="007D5473">
              <w:rPr>
                <w:szCs w:val="22"/>
              </w:rPr>
              <w:t>Garth Graham</w:t>
            </w:r>
          </w:p>
          <w:p w14:paraId="2707D849" w14:textId="77777777" w:rsidR="003D1EB8" w:rsidRPr="007D5473" w:rsidRDefault="003D1EB8" w:rsidP="003D1EB8">
            <w:pPr>
              <w:rPr>
                <w:szCs w:val="22"/>
              </w:rPr>
            </w:pPr>
          </w:p>
        </w:tc>
        <w:tc>
          <w:tcPr>
            <w:tcW w:w="1711" w:type="pct"/>
          </w:tcPr>
          <w:p w14:paraId="73012762" w14:textId="46F9DAB3" w:rsidR="003D1EB8" w:rsidRPr="007D5473" w:rsidRDefault="003D1EB8" w:rsidP="003D1EB8">
            <w:pPr>
              <w:rPr>
                <w:szCs w:val="22"/>
              </w:rPr>
            </w:pPr>
            <w:r w:rsidRPr="007D5473">
              <w:rPr>
                <w:szCs w:val="22"/>
              </w:rPr>
              <w:t>SSE</w:t>
            </w:r>
            <w:r w:rsidR="00A3054E">
              <w:rPr>
                <w:szCs w:val="22"/>
              </w:rPr>
              <w:t xml:space="preserve"> Generation Ltd.</w:t>
            </w:r>
          </w:p>
        </w:tc>
        <w:tc>
          <w:tcPr>
            <w:tcW w:w="1027" w:type="pct"/>
            <w:shd w:val="clear" w:color="auto" w:fill="auto"/>
            <w:tcMar>
              <w:top w:w="15" w:type="dxa"/>
              <w:left w:w="108" w:type="dxa"/>
              <w:bottom w:w="0" w:type="dxa"/>
              <w:right w:w="108" w:type="dxa"/>
            </w:tcMar>
            <w:vAlign w:val="center"/>
          </w:tcPr>
          <w:p w14:paraId="0E50C3A8" w14:textId="77777777" w:rsidR="003D1EB8" w:rsidRPr="005A5548" w:rsidRDefault="003D1EB8" w:rsidP="003D1EB8">
            <w:pPr>
              <w:rPr>
                <w:rFonts w:cs="Arial"/>
                <w:b/>
              </w:rPr>
            </w:pPr>
          </w:p>
        </w:tc>
        <w:tc>
          <w:tcPr>
            <w:tcW w:w="835" w:type="pct"/>
          </w:tcPr>
          <w:p w14:paraId="4B6EAA9E" w14:textId="77777777" w:rsidR="003D1EB8" w:rsidRPr="005A5548" w:rsidRDefault="003D1EB8" w:rsidP="003D1EB8">
            <w:pPr>
              <w:rPr>
                <w:rFonts w:cs="Arial"/>
                <w:b/>
              </w:rPr>
            </w:pPr>
          </w:p>
        </w:tc>
      </w:tr>
      <w:tr w:rsidR="003D1EB8" w:rsidRPr="005A5548" w14:paraId="3EA1C994" w14:textId="77777777" w:rsidTr="007D5473">
        <w:trPr>
          <w:trHeight w:val="55"/>
        </w:trPr>
        <w:tc>
          <w:tcPr>
            <w:tcW w:w="1427" w:type="pct"/>
            <w:shd w:val="clear" w:color="auto" w:fill="auto"/>
            <w:tcMar>
              <w:top w:w="15" w:type="dxa"/>
              <w:left w:w="108" w:type="dxa"/>
              <w:bottom w:w="0" w:type="dxa"/>
              <w:right w:w="108" w:type="dxa"/>
            </w:tcMar>
          </w:tcPr>
          <w:p w14:paraId="0BCBFAD3" w14:textId="77777777" w:rsidR="003D1EB8" w:rsidRPr="007D5473" w:rsidRDefault="003D1EB8" w:rsidP="003D1EB8">
            <w:pPr>
              <w:rPr>
                <w:szCs w:val="22"/>
              </w:rPr>
            </w:pPr>
            <w:r w:rsidRPr="007D5473">
              <w:rPr>
                <w:szCs w:val="22"/>
              </w:rPr>
              <w:t>Grahame Neale</w:t>
            </w:r>
          </w:p>
          <w:p w14:paraId="29EC76C0" w14:textId="77777777" w:rsidR="003D1EB8" w:rsidRPr="007D5473" w:rsidRDefault="003D1EB8" w:rsidP="003D1EB8">
            <w:pPr>
              <w:rPr>
                <w:szCs w:val="22"/>
              </w:rPr>
            </w:pPr>
          </w:p>
        </w:tc>
        <w:tc>
          <w:tcPr>
            <w:tcW w:w="1711" w:type="pct"/>
          </w:tcPr>
          <w:p w14:paraId="6F947E56" w14:textId="2BE8E940" w:rsidR="003D1EB8" w:rsidRPr="007D5473" w:rsidRDefault="003D1EB8" w:rsidP="003D1EB8">
            <w:pPr>
              <w:rPr>
                <w:szCs w:val="22"/>
              </w:rPr>
            </w:pPr>
            <w:r w:rsidRPr="007D5473">
              <w:rPr>
                <w:szCs w:val="22"/>
              </w:rPr>
              <w:t>National Grid ESO</w:t>
            </w:r>
          </w:p>
        </w:tc>
        <w:tc>
          <w:tcPr>
            <w:tcW w:w="1027" w:type="pct"/>
            <w:shd w:val="clear" w:color="auto" w:fill="auto"/>
            <w:tcMar>
              <w:top w:w="15" w:type="dxa"/>
              <w:left w:w="108" w:type="dxa"/>
              <w:bottom w:w="0" w:type="dxa"/>
              <w:right w:w="108" w:type="dxa"/>
            </w:tcMar>
            <w:vAlign w:val="center"/>
          </w:tcPr>
          <w:p w14:paraId="2EBF9A3C" w14:textId="77777777" w:rsidR="003D1EB8" w:rsidRPr="005A5548" w:rsidRDefault="003D1EB8" w:rsidP="003D1EB8">
            <w:pPr>
              <w:rPr>
                <w:rFonts w:cs="Arial"/>
                <w:b/>
              </w:rPr>
            </w:pPr>
          </w:p>
        </w:tc>
        <w:tc>
          <w:tcPr>
            <w:tcW w:w="835" w:type="pct"/>
          </w:tcPr>
          <w:p w14:paraId="078CC658" w14:textId="77777777" w:rsidR="003D1EB8" w:rsidRPr="005A5548" w:rsidRDefault="003D1EB8" w:rsidP="003D1EB8">
            <w:pPr>
              <w:rPr>
                <w:rFonts w:cs="Arial"/>
                <w:b/>
              </w:rPr>
            </w:pPr>
          </w:p>
        </w:tc>
      </w:tr>
      <w:tr w:rsidR="003D1EB8" w:rsidRPr="005A5548" w14:paraId="4A85225E" w14:textId="77777777" w:rsidTr="007D5473">
        <w:trPr>
          <w:trHeight w:val="64"/>
        </w:trPr>
        <w:tc>
          <w:tcPr>
            <w:tcW w:w="1427" w:type="pct"/>
            <w:shd w:val="clear" w:color="auto" w:fill="auto"/>
            <w:tcMar>
              <w:top w:w="15" w:type="dxa"/>
              <w:left w:w="108" w:type="dxa"/>
              <w:bottom w:w="0" w:type="dxa"/>
              <w:right w:w="108" w:type="dxa"/>
            </w:tcMar>
          </w:tcPr>
          <w:p w14:paraId="2B622301" w14:textId="77777777" w:rsidR="003D1EB8" w:rsidRPr="007D5473" w:rsidRDefault="003D1EB8" w:rsidP="003D1EB8">
            <w:pPr>
              <w:rPr>
                <w:rFonts w:cs="Arial"/>
                <w:szCs w:val="22"/>
              </w:rPr>
            </w:pPr>
            <w:r w:rsidRPr="007D5473">
              <w:rPr>
                <w:rFonts w:cs="Arial"/>
                <w:szCs w:val="22"/>
              </w:rPr>
              <w:t>Joanna Knight / Susie Laing</w:t>
            </w:r>
          </w:p>
          <w:p w14:paraId="5FBF01AA" w14:textId="77777777" w:rsidR="003D1EB8" w:rsidRPr="007D5473" w:rsidRDefault="003D1EB8" w:rsidP="003D1EB8">
            <w:pPr>
              <w:rPr>
                <w:szCs w:val="22"/>
              </w:rPr>
            </w:pPr>
          </w:p>
        </w:tc>
        <w:tc>
          <w:tcPr>
            <w:tcW w:w="1711" w:type="pct"/>
          </w:tcPr>
          <w:p w14:paraId="3DAFBADD" w14:textId="6B60792F" w:rsidR="003D1EB8" w:rsidRPr="007D5473" w:rsidRDefault="003D1EB8" w:rsidP="003D1EB8">
            <w:pPr>
              <w:rPr>
                <w:szCs w:val="22"/>
              </w:rPr>
            </w:pPr>
            <w:r w:rsidRPr="007D5473">
              <w:rPr>
                <w:rFonts w:cs="Arial"/>
                <w:szCs w:val="22"/>
              </w:rPr>
              <w:t>SSE Power Distribution Limited</w:t>
            </w:r>
          </w:p>
        </w:tc>
        <w:tc>
          <w:tcPr>
            <w:tcW w:w="1027" w:type="pct"/>
            <w:shd w:val="clear" w:color="auto" w:fill="auto"/>
            <w:tcMar>
              <w:top w:w="15" w:type="dxa"/>
              <w:left w:w="108" w:type="dxa"/>
              <w:bottom w:w="0" w:type="dxa"/>
              <w:right w:w="108" w:type="dxa"/>
            </w:tcMar>
            <w:vAlign w:val="center"/>
          </w:tcPr>
          <w:p w14:paraId="19A07D8A" w14:textId="77777777" w:rsidR="003D1EB8" w:rsidRPr="005A5548" w:rsidRDefault="003D1EB8" w:rsidP="003D1EB8">
            <w:pPr>
              <w:rPr>
                <w:rFonts w:cs="Arial"/>
                <w:b/>
              </w:rPr>
            </w:pPr>
          </w:p>
        </w:tc>
        <w:tc>
          <w:tcPr>
            <w:tcW w:w="835" w:type="pct"/>
          </w:tcPr>
          <w:p w14:paraId="3CFCD506" w14:textId="77777777" w:rsidR="003D1EB8" w:rsidRPr="005A5548" w:rsidRDefault="003D1EB8" w:rsidP="003D1EB8">
            <w:pPr>
              <w:rPr>
                <w:rFonts w:cs="Arial"/>
                <w:b/>
              </w:rPr>
            </w:pPr>
          </w:p>
        </w:tc>
      </w:tr>
      <w:tr w:rsidR="003D1EB8" w:rsidRPr="005A5548" w14:paraId="5AB850FD" w14:textId="77777777" w:rsidTr="007D5473">
        <w:trPr>
          <w:trHeight w:val="64"/>
        </w:trPr>
        <w:tc>
          <w:tcPr>
            <w:tcW w:w="1427" w:type="pct"/>
            <w:shd w:val="clear" w:color="auto" w:fill="auto"/>
            <w:tcMar>
              <w:top w:w="15" w:type="dxa"/>
              <w:left w:w="108" w:type="dxa"/>
              <w:bottom w:w="0" w:type="dxa"/>
              <w:right w:w="108" w:type="dxa"/>
            </w:tcMar>
          </w:tcPr>
          <w:p w14:paraId="6EE5B999" w14:textId="77777777" w:rsidR="003D1EB8" w:rsidRPr="007D5473" w:rsidRDefault="003D1EB8" w:rsidP="003D1EB8">
            <w:pPr>
              <w:rPr>
                <w:szCs w:val="22"/>
              </w:rPr>
            </w:pPr>
            <w:r w:rsidRPr="007D5473">
              <w:rPr>
                <w:szCs w:val="22"/>
              </w:rPr>
              <w:t xml:space="preserve">Jack </w:t>
            </w:r>
            <w:proofErr w:type="spellStart"/>
            <w:r w:rsidRPr="007D5473">
              <w:rPr>
                <w:szCs w:val="22"/>
              </w:rPr>
              <w:t>Scoffham</w:t>
            </w:r>
            <w:proofErr w:type="spellEnd"/>
          </w:p>
          <w:p w14:paraId="70844C28" w14:textId="77777777" w:rsidR="003D1EB8" w:rsidRPr="007D5473" w:rsidRDefault="003D1EB8" w:rsidP="003D1EB8">
            <w:pPr>
              <w:rPr>
                <w:szCs w:val="22"/>
              </w:rPr>
            </w:pPr>
          </w:p>
        </w:tc>
        <w:tc>
          <w:tcPr>
            <w:tcW w:w="1711" w:type="pct"/>
          </w:tcPr>
          <w:p w14:paraId="1E6A9CD5" w14:textId="13C4A7FC" w:rsidR="003D1EB8" w:rsidRPr="007D5473" w:rsidRDefault="003D1EB8" w:rsidP="003D1EB8">
            <w:pPr>
              <w:rPr>
                <w:szCs w:val="22"/>
              </w:rPr>
            </w:pPr>
            <w:r w:rsidRPr="007D5473">
              <w:rPr>
                <w:szCs w:val="22"/>
              </w:rPr>
              <w:t xml:space="preserve">Northern </w:t>
            </w:r>
            <w:proofErr w:type="spellStart"/>
            <w:r w:rsidRPr="007D5473">
              <w:rPr>
                <w:szCs w:val="22"/>
              </w:rPr>
              <w:t>Powergrid</w:t>
            </w:r>
            <w:proofErr w:type="spellEnd"/>
          </w:p>
        </w:tc>
        <w:tc>
          <w:tcPr>
            <w:tcW w:w="1027" w:type="pct"/>
            <w:shd w:val="clear" w:color="auto" w:fill="auto"/>
            <w:tcMar>
              <w:top w:w="15" w:type="dxa"/>
              <w:left w:w="108" w:type="dxa"/>
              <w:bottom w:w="0" w:type="dxa"/>
              <w:right w:w="108" w:type="dxa"/>
            </w:tcMar>
            <w:vAlign w:val="center"/>
          </w:tcPr>
          <w:p w14:paraId="7B0F6C6B" w14:textId="77777777" w:rsidR="003D1EB8" w:rsidRPr="005A5548" w:rsidRDefault="003D1EB8" w:rsidP="003D1EB8">
            <w:pPr>
              <w:rPr>
                <w:rFonts w:cs="Arial"/>
                <w:b/>
              </w:rPr>
            </w:pPr>
          </w:p>
        </w:tc>
        <w:tc>
          <w:tcPr>
            <w:tcW w:w="835" w:type="pct"/>
          </w:tcPr>
          <w:p w14:paraId="19BF4B4C" w14:textId="77777777" w:rsidR="003D1EB8" w:rsidRPr="005A5548" w:rsidRDefault="003D1EB8" w:rsidP="003D1EB8">
            <w:pPr>
              <w:rPr>
                <w:rFonts w:cs="Arial"/>
                <w:b/>
              </w:rPr>
            </w:pPr>
          </w:p>
        </w:tc>
      </w:tr>
      <w:tr w:rsidR="003D1EB8" w:rsidRPr="005A5548" w14:paraId="054C73A1" w14:textId="77777777" w:rsidTr="007D5473">
        <w:trPr>
          <w:trHeight w:val="64"/>
        </w:trPr>
        <w:tc>
          <w:tcPr>
            <w:tcW w:w="1427" w:type="pct"/>
            <w:shd w:val="clear" w:color="auto" w:fill="auto"/>
            <w:tcMar>
              <w:top w:w="15" w:type="dxa"/>
              <w:left w:w="108" w:type="dxa"/>
              <w:bottom w:w="0" w:type="dxa"/>
              <w:right w:w="108" w:type="dxa"/>
            </w:tcMar>
          </w:tcPr>
          <w:p w14:paraId="7E0E136C" w14:textId="2B4BB640" w:rsidR="003D1EB8" w:rsidRPr="007D5473" w:rsidRDefault="003D1EB8" w:rsidP="003D1EB8">
            <w:pPr>
              <w:rPr>
                <w:szCs w:val="22"/>
              </w:rPr>
            </w:pPr>
            <w:r w:rsidRPr="007D5473">
              <w:rPr>
                <w:szCs w:val="22"/>
              </w:rPr>
              <w:t>Malcolm Bebbington</w:t>
            </w:r>
            <w:r w:rsidR="003A61C9">
              <w:rPr>
                <w:szCs w:val="22"/>
              </w:rPr>
              <w:t xml:space="preserve"> / Wendy Mantle</w:t>
            </w:r>
          </w:p>
          <w:p w14:paraId="6C07E475" w14:textId="77777777" w:rsidR="003D1EB8" w:rsidRPr="007D5473" w:rsidRDefault="003D1EB8" w:rsidP="003D1EB8">
            <w:pPr>
              <w:rPr>
                <w:szCs w:val="22"/>
              </w:rPr>
            </w:pPr>
          </w:p>
        </w:tc>
        <w:tc>
          <w:tcPr>
            <w:tcW w:w="1711" w:type="pct"/>
          </w:tcPr>
          <w:p w14:paraId="05D44196" w14:textId="6A3F1486" w:rsidR="003D1EB8" w:rsidRPr="007D5473" w:rsidRDefault="003D1EB8" w:rsidP="003D1EB8">
            <w:pPr>
              <w:rPr>
                <w:szCs w:val="22"/>
              </w:rPr>
            </w:pPr>
            <w:r w:rsidRPr="007D5473">
              <w:rPr>
                <w:szCs w:val="22"/>
              </w:rPr>
              <w:t xml:space="preserve">SP </w:t>
            </w:r>
            <w:proofErr w:type="spellStart"/>
            <w:r w:rsidRPr="007D5473">
              <w:rPr>
                <w:szCs w:val="22"/>
              </w:rPr>
              <w:t>Manweb</w:t>
            </w:r>
            <w:proofErr w:type="spellEnd"/>
            <w:r w:rsidRPr="007D5473">
              <w:rPr>
                <w:szCs w:val="22"/>
              </w:rPr>
              <w:t xml:space="preserve"> plc</w:t>
            </w:r>
          </w:p>
        </w:tc>
        <w:tc>
          <w:tcPr>
            <w:tcW w:w="1027" w:type="pct"/>
            <w:shd w:val="clear" w:color="auto" w:fill="auto"/>
            <w:tcMar>
              <w:top w:w="15" w:type="dxa"/>
              <w:left w:w="108" w:type="dxa"/>
              <w:bottom w:w="0" w:type="dxa"/>
              <w:right w:w="108" w:type="dxa"/>
            </w:tcMar>
            <w:vAlign w:val="center"/>
          </w:tcPr>
          <w:p w14:paraId="3AE4CC51" w14:textId="77777777" w:rsidR="003D1EB8" w:rsidRPr="005A5548" w:rsidRDefault="003D1EB8" w:rsidP="003D1EB8">
            <w:pPr>
              <w:rPr>
                <w:rFonts w:cs="Arial"/>
                <w:b/>
              </w:rPr>
            </w:pPr>
          </w:p>
        </w:tc>
        <w:tc>
          <w:tcPr>
            <w:tcW w:w="835" w:type="pct"/>
          </w:tcPr>
          <w:p w14:paraId="767F1B6F" w14:textId="77777777" w:rsidR="003D1EB8" w:rsidRPr="005A5548" w:rsidRDefault="003D1EB8" w:rsidP="003D1EB8">
            <w:pPr>
              <w:rPr>
                <w:rFonts w:cs="Arial"/>
                <w:b/>
              </w:rPr>
            </w:pPr>
          </w:p>
        </w:tc>
      </w:tr>
      <w:tr w:rsidR="003D1EB8" w:rsidRPr="005A5548" w14:paraId="4B125BBC" w14:textId="77777777" w:rsidTr="007D5473">
        <w:trPr>
          <w:trHeight w:val="64"/>
        </w:trPr>
        <w:tc>
          <w:tcPr>
            <w:tcW w:w="1427" w:type="pct"/>
            <w:shd w:val="clear" w:color="auto" w:fill="auto"/>
            <w:tcMar>
              <w:top w:w="15" w:type="dxa"/>
              <w:left w:w="108" w:type="dxa"/>
              <w:bottom w:w="0" w:type="dxa"/>
              <w:right w:w="108" w:type="dxa"/>
            </w:tcMar>
          </w:tcPr>
          <w:p w14:paraId="7D0C055A" w14:textId="77777777" w:rsidR="003D1EB8" w:rsidRPr="007D5473" w:rsidRDefault="003D1EB8" w:rsidP="003D1EB8">
            <w:pPr>
              <w:rPr>
                <w:szCs w:val="22"/>
              </w:rPr>
            </w:pPr>
            <w:r w:rsidRPr="007D5473">
              <w:rPr>
                <w:szCs w:val="22"/>
              </w:rPr>
              <w:t>Matthew Paige-Stimson</w:t>
            </w:r>
          </w:p>
          <w:p w14:paraId="60FC962B" w14:textId="77777777" w:rsidR="003D1EB8" w:rsidRPr="007D5473" w:rsidRDefault="003D1EB8" w:rsidP="003D1EB8">
            <w:pPr>
              <w:rPr>
                <w:szCs w:val="22"/>
              </w:rPr>
            </w:pPr>
          </w:p>
        </w:tc>
        <w:tc>
          <w:tcPr>
            <w:tcW w:w="1711" w:type="pct"/>
          </w:tcPr>
          <w:p w14:paraId="5519CFAE" w14:textId="6B0E6D3A" w:rsidR="003D1EB8" w:rsidRPr="007D5473" w:rsidRDefault="003D1EB8" w:rsidP="003D1EB8">
            <w:pPr>
              <w:rPr>
                <w:szCs w:val="22"/>
              </w:rPr>
            </w:pPr>
            <w:r w:rsidRPr="007D5473">
              <w:rPr>
                <w:szCs w:val="22"/>
              </w:rPr>
              <w:t>NGET</w:t>
            </w:r>
          </w:p>
        </w:tc>
        <w:tc>
          <w:tcPr>
            <w:tcW w:w="1027" w:type="pct"/>
            <w:shd w:val="clear" w:color="auto" w:fill="auto"/>
            <w:tcMar>
              <w:top w:w="15" w:type="dxa"/>
              <w:left w:w="108" w:type="dxa"/>
              <w:bottom w:w="0" w:type="dxa"/>
              <w:right w:w="108" w:type="dxa"/>
            </w:tcMar>
            <w:vAlign w:val="center"/>
          </w:tcPr>
          <w:p w14:paraId="5A411ACE" w14:textId="77777777" w:rsidR="003D1EB8" w:rsidRPr="005A5548" w:rsidRDefault="003D1EB8" w:rsidP="003D1EB8">
            <w:pPr>
              <w:rPr>
                <w:rFonts w:cs="Arial"/>
                <w:b/>
              </w:rPr>
            </w:pPr>
          </w:p>
        </w:tc>
        <w:tc>
          <w:tcPr>
            <w:tcW w:w="835" w:type="pct"/>
          </w:tcPr>
          <w:p w14:paraId="0EAE2D73" w14:textId="77777777" w:rsidR="003D1EB8" w:rsidRPr="005A5548" w:rsidRDefault="003D1EB8" w:rsidP="003D1EB8">
            <w:pPr>
              <w:rPr>
                <w:rFonts w:cs="Arial"/>
                <w:b/>
              </w:rPr>
            </w:pPr>
          </w:p>
        </w:tc>
      </w:tr>
      <w:tr w:rsidR="003D1EB8" w:rsidRPr="005A5548" w14:paraId="6F6288DA" w14:textId="77777777" w:rsidTr="007D5473">
        <w:trPr>
          <w:trHeight w:val="64"/>
        </w:trPr>
        <w:tc>
          <w:tcPr>
            <w:tcW w:w="1427" w:type="pct"/>
            <w:shd w:val="clear" w:color="auto" w:fill="auto"/>
            <w:tcMar>
              <w:top w:w="15" w:type="dxa"/>
              <w:left w:w="108" w:type="dxa"/>
              <w:bottom w:w="0" w:type="dxa"/>
              <w:right w:w="108" w:type="dxa"/>
            </w:tcMar>
          </w:tcPr>
          <w:p w14:paraId="513635EB" w14:textId="77777777" w:rsidR="003D1EB8" w:rsidRPr="007D5473" w:rsidRDefault="003D1EB8" w:rsidP="003D1EB8">
            <w:pPr>
              <w:rPr>
                <w:szCs w:val="22"/>
              </w:rPr>
            </w:pPr>
            <w:r w:rsidRPr="007D5473">
              <w:rPr>
                <w:szCs w:val="22"/>
              </w:rPr>
              <w:t>Michael Clark</w:t>
            </w:r>
          </w:p>
          <w:p w14:paraId="1A5615AA" w14:textId="77777777" w:rsidR="003D1EB8" w:rsidRPr="007D5473" w:rsidRDefault="003D1EB8" w:rsidP="003D1EB8">
            <w:pPr>
              <w:rPr>
                <w:szCs w:val="22"/>
              </w:rPr>
            </w:pPr>
          </w:p>
        </w:tc>
        <w:tc>
          <w:tcPr>
            <w:tcW w:w="1711" w:type="pct"/>
          </w:tcPr>
          <w:p w14:paraId="7389D07B" w14:textId="1FC24D7F" w:rsidR="003D1EB8" w:rsidRPr="007D5473" w:rsidRDefault="003D1EB8" w:rsidP="003D1EB8">
            <w:pPr>
              <w:rPr>
                <w:szCs w:val="22"/>
              </w:rPr>
            </w:pPr>
            <w:r w:rsidRPr="007D5473">
              <w:rPr>
                <w:szCs w:val="22"/>
              </w:rPr>
              <w:t>EDF Energy</w:t>
            </w:r>
          </w:p>
        </w:tc>
        <w:tc>
          <w:tcPr>
            <w:tcW w:w="1027" w:type="pct"/>
            <w:shd w:val="clear" w:color="auto" w:fill="auto"/>
            <w:tcMar>
              <w:top w:w="15" w:type="dxa"/>
              <w:left w:w="108" w:type="dxa"/>
              <w:bottom w:w="0" w:type="dxa"/>
              <w:right w:w="108" w:type="dxa"/>
            </w:tcMar>
            <w:vAlign w:val="center"/>
          </w:tcPr>
          <w:p w14:paraId="090FE198" w14:textId="77777777" w:rsidR="003D1EB8" w:rsidRPr="005A5548" w:rsidRDefault="003D1EB8" w:rsidP="003D1EB8">
            <w:pPr>
              <w:rPr>
                <w:rFonts w:cs="Arial"/>
                <w:b/>
              </w:rPr>
            </w:pPr>
          </w:p>
        </w:tc>
        <w:tc>
          <w:tcPr>
            <w:tcW w:w="835" w:type="pct"/>
          </w:tcPr>
          <w:p w14:paraId="414E2EB4" w14:textId="77777777" w:rsidR="003D1EB8" w:rsidRPr="005A5548" w:rsidRDefault="003D1EB8" w:rsidP="003D1EB8">
            <w:pPr>
              <w:rPr>
                <w:rFonts w:cs="Arial"/>
                <w:b/>
              </w:rPr>
            </w:pPr>
          </w:p>
        </w:tc>
      </w:tr>
      <w:tr w:rsidR="003D1EB8" w:rsidRPr="005A5548" w14:paraId="32C3564C" w14:textId="77777777" w:rsidTr="007D5473">
        <w:trPr>
          <w:trHeight w:val="64"/>
        </w:trPr>
        <w:tc>
          <w:tcPr>
            <w:tcW w:w="1427" w:type="pct"/>
            <w:shd w:val="clear" w:color="auto" w:fill="auto"/>
            <w:tcMar>
              <w:top w:w="15" w:type="dxa"/>
              <w:left w:w="108" w:type="dxa"/>
              <w:bottom w:w="0" w:type="dxa"/>
              <w:right w:w="108" w:type="dxa"/>
            </w:tcMar>
          </w:tcPr>
          <w:p w14:paraId="32290EC1" w14:textId="27BF6BB0" w:rsidR="003D1EB8" w:rsidRPr="007D5473" w:rsidRDefault="003D1EB8" w:rsidP="003D1EB8">
            <w:pPr>
              <w:rPr>
                <w:szCs w:val="22"/>
              </w:rPr>
            </w:pPr>
            <w:r w:rsidRPr="007D5473">
              <w:rPr>
                <w:szCs w:val="22"/>
              </w:rPr>
              <w:t xml:space="preserve">Nuno Fonseca </w:t>
            </w:r>
          </w:p>
        </w:tc>
        <w:tc>
          <w:tcPr>
            <w:tcW w:w="1711" w:type="pct"/>
          </w:tcPr>
          <w:p w14:paraId="6C27C9D1" w14:textId="6268A1CF" w:rsidR="003D1EB8" w:rsidRPr="007D5473" w:rsidRDefault="003D1EB8" w:rsidP="003D1EB8">
            <w:pPr>
              <w:rPr>
                <w:szCs w:val="22"/>
              </w:rPr>
            </w:pPr>
            <w:r w:rsidRPr="007D5473">
              <w:rPr>
                <w:szCs w:val="22"/>
              </w:rPr>
              <w:t>UK Power Networks</w:t>
            </w:r>
          </w:p>
        </w:tc>
        <w:tc>
          <w:tcPr>
            <w:tcW w:w="1027" w:type="pct"/>
            <w:shd w:val="clear" w:color="auto" w:fill="auto"/>
            <w:tcMar>
              <w:top w:w="15" w:type="dxa"/>
              <w:left w:w="108" w:type="dxa"/>
              <w:bottom w:w="0" w:type="dxa"/>
              <w:right w:w="108" w:type="dxa"/>
            </w:tcMar>
            <w:vAlign w:val="center"/>
          </w:tcPr>
          <w:p w14:paraId="4D76509C" w14:textId="77777777" w:rsidR="003D1EB8" w:rsidRPr="005A5548" w:rsidRDefault="003D1EB8" w:rsidP="003D1EB8">
            <w:pPr>
              <w:rPr>
                <w:rFonts w:cs="Arial"/>
                <w:b/>
              </w:rPr>
            </w:pPr>
          </w:p>
        </w:tc>
        <w:tc>
          <w:tcPr>
            <w:tcW w:w="835" w:type="pct"/>
          </w:tcPr>
          <w:p w14:paraId="4EFF49E9" w14:textId="77777777" w:rsidR="003D1EB8" w:rsidRPr="005A5548" w:rsidRDefault="003D1EB8" w:rsidP="003D1EB8">
            <w:pPr>
              <w:rPr>
                <w:rFonts w:cs="Arial"/>
                <w:b/>
              </w:rPr>
            </w:pPr>
          </w:p>
        </w:tc>
      </w:tr>
      <w:tr w:rsidR="003D1EB8" w:rsidRPr="005A5548" w14:paraId="10B4BDF5" w14:textId="77777777" w:rsidTr="007D5473">
        <w:trPr>
          <w:trHeight w:val="64"/>
        </w:trPr>
        <w:tc>
          <w:tcPr>
            <w:tcW w:w="1427" w:type="pct"/>
            <w:shd w:val="clear" w:color="auto" w:fill="auto"/>
            <w:tcMar>
              <w:top w:w="15" w:type="dxa"/>
              <w:left w:w="108" w:type="dxa"/>
              <w:bottom w:w="0" w:type="dxa"/>
              <w:right w:w="108" w:type="dxa"/>
            </w:tcMar>
          </w:tcPr>
          <w:p w14:paraId="75930751" w14:textId="77777777" w:rsidR="003D1EB8" w:rsidRPr="007D5473" w:rsidRDefault="003D1EB8" w:rsidP="003D1EB8">
            <w:pPr>
              <w:rPr>
                <w:szCs w:val="22"/>
              </w:rPr>
            </w:pPr>
            <w:r w:rsidRPr="007D5473">
              <w:rPr>
                <w:szCs w:val="22"/>
              </w:rPr>
              <w:t>Paul Andrews</w:t>
            </w:r>
          </w:p>
          <w:p w14:paraId="0AD2759C" w14:textId="77777777" w:rsidR="003D1EB8" w:rsidRPr="007D5473" w:rsidRDefault="003D1EB8" w:rsidP="003D1EB8">
            <w:pPr>
              <w:rPr>
                <w:szCs w:val="22"/>
              </w:rPr>
            </w:pPr>
          </w:p>
        </w:tc>
        <w:tc>
          <w:tcPr>
            <w:tcW w:w="1711" w:type="pct"/>
          </w:tcPr>
          <w:p w14:paraId="46F68689" w14:textId="0F3E10C1" w:rsidR="003D1EB8" w:rsidRPr="007D5473" w:rsidRDefault="003D1EB8" w:rsidP="003D1EB8">
            <w:pPr>
              <w:rPr>
                <w:szCs w:val="22"/>
              </w:rPr>
            </w:pPr>
            <w:r w:rsidRPr="007D5473">
              <w:rPr>
                <w:szCs w:val="22"/>
              </w:rPr>
              <w:t xml:space="preserve">Western Power Distribution  </w:t>
            </w:r>
          </w:p>
        </w:tc>
        <w:tc>
          <w:tcPr>
            <w:tcW w:w="1027" w:type="pct"/>
            <w:shd w:val="clear" w:color="auto" w:fill="auto"/>
            <w:tcMar>
              <w:top w:w="15" w:type="dxa"/>
              <w:left w:w="108" w:type="dxa"/>
              <w:bottom w:w="0" w:type="dxa"/>
              <w:right w:w="108" w:type="dxa"/>
            </w:tcMar>
            <w:vAlign w:val="center"/>
          </w:tcPr>
          <w:p w14:paraId="7A941DB1" w14:textId="77777777" w:rsidR="003D1EB8" w:rsidRPr="005A5548" w:rsidRDefault="003D1EB8" w:rsidP="003D1EB8">
            <w:pPr>
              <w:rPr>
                <w:rFonts w:cs="Arial"/>
                <w:b/>
              </w:rPr>
            </w:pPr>
          </w:p>
        </w:tc>
        <w:tc>
          <w:tcPr>
            <w:tcW w:w="835" w:type="pct"/>
          </w:tcPr>
          <w:p w14:paraId="1F440D08" w14:textId="77777777" w:rsidR="003D1EB8" w:rsidRPr="005A5548" w:rsidRDefault="003D1EB8" w:rsidP="003D1EB8">
            <w:pPr>
              <w:rPr>
                <w:rFonts w:cs="Arial"/>
                <w:b/>
              </w:rPr>
            </w:pPr>
          </w:p>
        </w:tc>
      </w:tr>
      <w:tr w:rsidR="003D1EB8" w:rsidRPr="005A5548" w14:paraId="14EDE8C6" w14:textId="77777777" w:rsidTr="007D5473">
        <w:trPr>
          <w:trHeight w:val="64"/>
        </w:trPr>
        <w:tc>
          <w:tcPr>
            <w:tcW w:w="1427" w:type="pct"/>
            <w:shd w:val="clear" w:color="auto" w:fill="auto"/>
            <w:tcMar>
              <w:top w:w="15" w:type="dxa"/>
              <w:left w:w="108" w:type="dxa"/>
              <w:bottom w:w="0" w:type="dxa"/>
              <w:right w:w="108" w:type="dxa"/>
            </w:tcMar>
          </w:tcPr>
          <w:p w14:paraId="248C9A1A" w14:textId="77777777" w:rsidR="003D1EB8" w:rsidRPr="007D5473" w:rsidRDefault="003D1EB8" w:rsidP="003D1EB8">
            <w:pPr>
              <w:rPr>
                <w:szCs w:val="22"/>
              </w:rPr>
            </w:pPr>
            <w:r w:rsidRPr="007D5473">
              <w:rPr>
                <w:szCs w:val="22"/>
              </w:rPr>
              <w:t>Robert Longden</w:t>
            </w:r>
          </w:p>
          <w:p w14:paraId="00E80F83" w14:textId="77777777" w:rsidR="003D1EB8" w:rsidRPr="007D5473" w:rsidRDefault="003D1EB8" w:rsidP="003D1EB8">
            <w:pPr>
              <w:rPr>
                <w:szCs w:val="22"/>
              </w:rPr>
            </w:pPr>
          </w:p>
        </w:tc>
        <w:tc>
          <w:tcPr>
            <w:tcW w:w="1711" w:type="pct"/>
          </w:tcPr>
          <w:p w14:paraId="61A7CE35" w14:textId="57D4D9CB" w:rsidR="003D1EB8" w:rsidRPr="007D5473" w:rsidRDefault="003D1EB8" w:rsidP="003D1EB8">
            <w:pPr>
              <w:rPr>
                <w:szCs w:val="22"/>
              </w:rPr>
            </w:pPr>
            <w:r w:rsidRPr="007D5473">
              <w:rPr>
                <w:szCs w:val="22"/>
              </w:rPr>
              <w:t>Cornwall Insight</w:t>
            </w:r>
          </w:p>
        </w:tc>
        <w:tc>
          <w:tcPr>
            <w:tcW w:w="1027" w:type="pct"/>
            <w:shd w:val="clear" w:color="auto" w:fill="auto"/>
            <w:tcMar>
              <w:top w:w="15" w:type="dxa"/>
              <w:left w:w="108" w:type="dxa"/>
              <w:bottom w:w="0" w:type="dxa"/>
              <w:right w:w="108" w:type="dxa"/>
            </w:tcMar>
            <w:vAlign w:val="center"/>
          </w:tcPr>
          <w:p w14:paraId="7D9EBB3E" w14:textId="77777777" w:rsidR="003D1EB8" w:rsidRPr="005A5548" w:rsidRDefault="003D1EB8" w:rsidP="003D1EB8">
            <w:pPr>
              <w:rPr>
                <w:rFonts w:cs="Arial"/>
                <w:b/>
              </w:rPr>
            </w:pPr>
          </w:p>
        </w:tc>
        <w:tc>
          <w:tcPr>
            <w:tcW w:w="835" w:type="pct"/>
          </w:tcPr>
          <w:p w14:paraId="4D8225B8" w14:textId="77777777" w:rsidR="003D1EB8" w:rsidRPr="005A5548" w:rsidRDefault="003D1EB8" w:rsidP="003D1EB8">
            <w:pPr>
              <w:rPr>
                <w:rFonts w:cs="Arial"/>
                <w:b/>
              </w:rPr>
            </w:pPr>
          </w:p>
        </w:tc>
      </w:tr>
    </w:tbl>
    <w:p w14:paraId="5D3AED99" w14:textId="0BD6A0C4" w:rsidR="00CA0D40" w:rsidRDefault="00CA0D40" w:rsidP="00CA0D40">
      <w:pPr>
        <w:ind w:left="-900"/>
        <w:rPr>
          <w:rFonts w:cs="Arial"/>
          <w:b/>
          <w:u w:val="single"/>
        </w:rPr>
      </w:pPr>
    </w:p>
    <w:p w14:paraId="43E2414A" w14:textId="59EF95AA" w:rsidR="007D5473" w:rsidRDefault="007D5473" w:rsidP="00CA0D40">
      <w:pPr>
        <w:ind w:left="-900"/>
        <w:rPr>
          <w:rFonts w:cs="Arial"/>
          <w:b/>
          <w:u w:val="single"/>
        </w:rPr>
      </w:pPr>
    </w:p>
    <w:p w14:paraId="574D762B" w14:textId="51BB408A" w:rsidR="007D5473" w:rsidRDefault="007D5473" w:rsidP="00CA0D40">
      <w:pPr>
        <w:ind w:left="-900"/>
        <w:rPr>
          <w:rFonts w:cs="Arial"/>
          <w:b/>
          <w:u w:val="single"/>
        </w:rPr>
      </w:pPr>
    </w:p>
    <w:p w14:paraId="17A7BDB6" w14:textId="19259ED9" w:rsidR="007D5473" w:rsidRDefault="007D5473" w:rsidP="00CA0D40">
      <w:pPr>
        <w:ind w:left="-900"/>
        <w:rPr>
          <w:rFonts w:cs="Arial"/>
          <w:b/>
          <w:u w:val="single"/>
        </w:rPr>
      </w:pPr>
    </w:p>
    <w:p w14:paraId="534BB95B" w14:textId="77777777" w:rsidR="007D5473" w:rsidRDefault="007D5473" w:rsidP="00CA0D40">
      <w:pPr>
        <w:ind w:left="-900"/>
        <w:rPr>
          <w:rFonts w:cs="Arial"/>
          <w:b/>
          <w:u w:val="single"/>
        </w:rPr>
      </w:pPr>
    </w:p>
    <w:p w14:paraId="38B9F135" w14:textId="77777777" w:rsidR="00384EE0" w:rsidRPr="00A6364C" w:rsidRDefault="00384EE0" w:rsidP="00384EE0">
      <w:pPr>
        <w:ind w:left="-426"/>
        <w:rPr>
          <w:b/>
          <w:color w:val="F26522" w:themeColor="accent1"/>
          <w:sz w:val="24"/>
        </w:rPr>
      </w:pPr>
      <w:r w:rsidRPr="00A6364C">
        <w:rPr>
          <w:b/>
          <w:color w:val="F26522" w:themeColor="accent1"/>
          <w:sz w:val="24"/>
        </w:rPr>
        <w:t xml:space="preserve">Stage </w:t>
      </w:r>
      <w:r w:rsidR="00994292">
        <w:rPr>
          <w:b/>
          <w:color w:val="F26522" w:themeColor="accent1"/>
          <w:sz w:val="24"/>
        </w:rPr>
        <w:t>2</w:t>
      </w:r>
      <w:r w:rsidR="003C29AC">
        <w:rPr>
          <w:b/>
          <w:color w:val="F26522" w:themeColor="accent1"/>
          <w:sz w:val="24"/>
        </w:rPr>
        <w:t>c</w:t>
      </w:r>
      <w:r w:rsidRPr="00A6364C">
        <w:rPr>
          <w:b/>
          <w:color w:val="F26522" w:themeColor="accent1"/>
          <w:sz w:val="24"/>
        </w:rPr>
        <w:t xml:space="preserve"> – </w:t>
      </w:r>
      <w:r>
        <w:rPr>
          <w:b/>
          <w:color w:val="F26522" w:themeColor="accent1"/>
          <w:sz w:val="24"/>
        </w:rPr>
        <w:t>Workgroup Vote</w:t>
      </w:r>
      <w:r w:rsidRPr="00A6364C">
        <w:rPr>
          <w:b/>
          <w:color w:val="F26522" w:themeColor="accent1"/>
          <w:sz w:val="24"/>
        </w:rPr>
        <w:t xml:space="preserve"> </w:t>
      </w:r>
    </w:p>
    <w:p w14:paraId="506743F0" w14:textId="77777777" w:rsidR="00CA0D40" w:rsidRPr="00E57DAF" w:rsidRDefault="00CA0D40" w:rsidP="00E57DAF">
      <w:pPr>
        <w:ind w:left="-426"/>
        <w:rPr>
          <w:sz w:val="24"/>
        </w:rPr>
      </w:pPr>
      <w:r w:rsidRPr="00E57DAF">
        <w:rPr>
          <w:sz w:val="24"/>
        </w:rPr>
        <w:t>Which option is the best? (Baseline, Proposer solution (Original Proposal), WACM1 or WACM2)</w:t>
      </w:r>
    </w:p>
    <w:p w14:paraId="24A6252E" w14:textId="77777777" w:rsidR="00CA0D40" w:rsidRPr="005A5548" w:rsidRDefault="00CA0D40" w:rsidP="00CA0D40">
      <w:pPr>
        <w:ind w:left="-900"/>
        <w:rPr>
          <w:rFonts w:cs="Arial"/>
          <w:b/>
        </w:rPr>
      </w:pPr>
    </w:p>
    <w:tbl>
      <w:tblPr>
        <w:tblW w:w="5242"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1970"/>
        <w:gridCol w:w="2383"/>
        <w:gridCol w:w="2545"/>
        <w:gridCol w:w="2543"/>
      </w:tblGrid>
      <w:tr w:rsidR="00627908" w:rsidRPr="005A5548" w14:paraId="0D28390B" w14:textId="77777777" w:rsidTr="00C67F3E">
        <w:trPr>
          <w:trHeight w:val="636"/>
        </w:trPr>
        <w:tc>
          <w:tcPr>
            <w:tcW w:w="1043" w:type="pct"/>
            <w:shd w:val="clear" w:color="auto" w:fill="F26522" w:themeFill="accent1"/>
            <w:tcMar>
              <w:top w:w="15" w:type="dxa"/>
              <w:left w:w="108" w:type="dxa"/>
              <w:bottom w:w="0" w:type="dxa"/>
              <w:right w:w="108" w:type="dxa"/>
            </w:tcMar>
            <w:hideMark/>
          </w:tcPr>
          <w:p w14:paraId="14ED2B22" w14:textId="77777777" w:rsidR="00627908" w:rsidRPr="001F5F82" w:rsidRDefault="00627908" w:rsidP="00EC7ECF">
            <w:pPr>
              <w:rPr>
                <w:rFonts w:cs="Arial"/>
                <w:b/>
                <w:bCs/>
                <w:color w:val="FFFFFF"/>
              </w:rPr>
            </w:pPr>
            <w:r w:rsidRPr="005A5548">
              <w:rPr>
                <w:rFonts w:cs="Arial"/>
                <w:b/>
                <w:bCs/>
                <w:color w:val="FFFFFF"/>
              </w:rPr>
              <w:t>Workgroup Member</w:t>
            </w:r>
          </w:p>
        </w:tc>
        <w:tc>
          <w:tcPr>
            <w:tcW w:w="1262" w:type="pct"/>
            <w:shd w:val="clear" w:color="auto" w:fill="F26522" w:themeFill="accent1"/>
          </w:tcPr>
          <w:p w14:paraId="699C6D86" w14:textId="77777777" w:rsidR="00627908" w:rsidRPr="005A5548" w:rsidRDefault="00627908" w:rsidP="00EC7ECF">
            <w:pPr>
              <w:rPr>
                <w:rFonts w:cs="Arial"/>
                <w:b/>
                <w:bCs/>
                <w:color w:val="FFFFFF"/>
              </w:rPr>
            </w:pPr>
            <w:r>
              <w:rPr>
                <w:rFonts w:cs="Arial"/>
                <w:b/>
                <w:bCs/>
                <w:color w:val="FFFFFF"/>
              </w:rPr>
              <w:t>Company</w:t>
            </w:r>
          </w:p>
        </w:tc>
        <w:tc>
          <w:tcPr>
            <w:tcW w:w="1348" w:type="pct"/>
            <w:shd w:val="clear" w:color="auto" w:fill="F26522" w:themeFill="accent1"/>
            <w:tcMar>
              <w:top w:w="15" w:type="dxa"/>
              <w:left w:w="108" w:type="dxa"/>
              <w:bottom w:w="0" w:type="dxa"/>
              <w:right w:w="108" w:type="dxa"/>
            </w:tcMar>
            <w:hideMark/>
          </w:tcPr>
          <w:p w14:paraId="31229408" w14:textId="77777777" w:rsidR="00627908" w:rsidRPr="005A5548" w:rsidRDefault="00627908" w:rsidP="00EC7ECF">
            <w:pPr>
              <w:rPr>
                <w:rFonts w:cs="Arial"/>
                <w:b/>
                <w:color w:val="FFFFFF"/>
              </w:rPr>
            </w:pPr>
            <w:r w:rsidRPr="005A5548">
              <w:rPr>
                <w:rFonts w:cs="Arial"/>
                <w:b/>
                <w:bCs/>
                <w:color w:val="FFFFFF"/>
              </w:rPr>
              <w:t>BEST Option?</w:t>
            </w:r>
          </w:p>
        </w:tc>
        <w:tc>
          <w:tcPr>
            <w:tcW w:w="1347" w:type="pct"/>
            <w:shd w:val="clear" w:color="auto" w:fill="F26522" w:themeFill="accent1"/>
          </w:tcPr>
          <w:p w14:paraId="1695D565" w14:textId="77777777" w:rsidR="00627908" w:rsidRPr="005A5548" w:rsidRDefault="00DF7692" w:rsidP="00EC7ECF">
            <w:pPr>
              <w:rPr>
                <w:rFonts w:cs="Arial"/>
                <w:b/>
                <w:bCs/>
                <w:color w:val="FFFFFF"/>
              </w:rPr>
            </w:pPr>
            <w:r>
              <w:rPr>
                <w:rFonts w:cs="Arial"/>
                <w:b/>
                <w:bCs/>
                <w:color w:val="FFFFFF"/>
              </w:rPr>
              <w:t>Which objective(s) does the change better facilitate?</w:t>
            </w:r>
            <w:r w:rsidR="00A1645D">
              <w:rPr>
                <w:rFonts w:cs="Arial"/>
                <w:b/>
                <w:bCs/>
                <w:color w:val="FFFFFF"/>
              </w:rPr>
              <w:t xml:space="preserve"> (if baseline not applicable)</w:t>
            </w:r>
          </w:p>
        </w:tc>
      </w:tr>
      <w:tr w:rsidR="00C67F3E" w:rsidRPr="005A5548" w14:paraId="1051247A" w14:textId="77777777" w:rsidTr="007D5473">
        <w:trPr>
          <w:trHeight w:val="55"/>
        </w:trPr>
        <w:tc>
          <w:tcPr>
            <w:tcW w:w="1043" w:type="pct"/>
            <w:shd w:val="clear" w:color="auto" w:fill="auto"/>
            <w:tcMar>
              <w:top w:w="15" w:type="dxa"/>
              <w:left w:w="108" w:type="dxa"/>
              <w:bottom w:w="0" w:type="dxa"/>
              <w:right w:w="108" w:type="dxa"/>
            </w:tcMar>
          </w:tcPr>
          <w:p w14:paraId="75839712" w14:textId="77777777" w:rsidR="00C67F3E" w:rsidRPr="007D5473" w:rsidRDefault="00C67F3E" w:rsidP="00C67F3E">
            <w:pPr>
              <w:rPr>
                <w:szCs w:val="22"/>
              </w:rPr>
            </w:pPr>
            <w:r w:rsidRPr="007D5473">
              <w:rPr>
                <w:szCs w:val="22"/>
              </w:rPr>
              <w:t>Charles Deacon</w:t>
            </w:r>
          </w:p>
          <w:p w14:paraId="5B211B0F" w14:textId="77777777" w:rsidR="00C67F3E" w:rsidRPr="007D5473" w:rsidRDefault="00C67F3E" w:rsidP="00C67F3E">
            <w:pPr>
              <w:rPr>
                <w:rFonts w:cs="Arial"/>
                <w:bCs/>
                <w:szCs w:val="22"/>
              </w:rPr>
            </w:pPr>
          </w:p>
        </w:tc>
        <w:tc>
          <w:tcPr>
            <w:tcW w:w="1262" w:type="pct"/>
          </w:tcPr>
          <w:p w14:paraId="2017F3E8" w14:textId="54477829" w:rsidR="00C67F3E" w:rsidRPr="007D5473" w:rsidRDefault="00C67F3E" w:rsidP="00C67F3E">
            <w:pPr>
              <w:rPr>
                <w:rFonts w:cs="Arial"/>
                <w:b/>
                <w:szCs w:val="22"/>
              </w:rPr>
            </w:pPr>
            <w:r w:rsidRPr="007D5473">
              <w:rPr>
                <w:szCs w:val="22"/>
              </w:rPr>
              <w:t>Renewable Connections Developments Limited</w:t>
            </w:r>
          </w:p>
        </w:tc>
        <w:tc>
          <w:tcPr>
            <w:tcW w:w="1348" w:type="pct"/>
            <w:shd w:val="clear" w:color="auto" w:fill="auto"/>
            <w:tcMar>
              <w:top w:w="15" w:type="dxa"/>
              <w:left w:w="108" w:type="dxa"/>
              <w:bottom w:w="0" w:type="dxa"/>
              <w:right w:w="108" w:type="dxa"/>
            </w:tcMar>
          </w:tcPr>
          <w:p w14:paraId="51F4BC82" w14:textId="77777777" w:rsidR="00C67F3E" w:rsidRPr="007D5473" w:rsidRDefault="00C67F3E" w:rsidP="00C67F3E">
            <w:pPr>
              <w:rPr>
                <w:rFonts w:cs="Arial"/>
                <w:b/>
                <w:szCs w:val="22"/>
              </w:rPr>
            </w:pPr>
          </w:p>
        </w:tc>
        <w:tc>
          <w:tcPr>
            <w:tcW w:w="1347" w:type="pct"/>
          </w:tcPr>
          <w:p w14:paraId="34F0AE07" w14:textId="77777777" w:rsidR="00C67F3E" w:rsidRPr="007D5473" w:rsidRDefault="00C67F3E" w:rsidP="00C67F3E">
            <w:pPr>
              <w:rPr>
                <w:rFonts w:cs="Arial"/>
                <w:b/>
                <w:szCs w:val="22"/>
              </w:rPr>
            </w:pPr>
          </w:p>
        </w:tc>
      </w:tr>
      <w:tr w:rsidR="00C67F3E" w:rsidRPr="005A5548" w14:paraId="410B6DA1" w14:textId="77777777" w:rsidTr="007D5473">
        <w:trPr>
          <w:trHeight w:val="55"/>
        </w:trPr>
        <w:tc>
          <w:tcPr>
            <w:tcW w:w="1043" w:type="pct"/>
            <w:shd w:val="clear" w:color="auto" w:fill="auto"/>
            <w:tcMar>
              <w:top w:w="15" w:type="dxa"/>
              <w:left w:w="108" w:type="dxa"/>
              <w:bottom w:w="0" w:type="dxa"/>
              <w:right w:w="108" w:type="dxa"/>
            </w:tcMar>
          </w:tcPr>
          <w:p w14:paraId="13F11F4F" w14:textId="54D9A904" w:rsidR="00C67F3E" w:rsidRPr="007D5473" w:rsidRDefault="00C67F3E" w:rsidP="00C67F3E">
            <w:pPr>
              <w:rPr>
                <w:rFonts w:cs="Arial"/>
                <w:bCs/>
                <w:szCs w:val="22"/>
              </w:rPr>
            </w:pPr>
            <w:r w:rsidRPr="007D5473">
              <w:rPr>
                <w:szCs w:val="22"/>
              </w:rPr>
              <w:t>Deborah MacPherson</w:t>
            </w:r>
          </w:p>
        </w:tc>
        <w:tc>
          <w:tcPr>
            <w:tcW w:w="1262" w:type="pct"/>
          </w:tcPr>
          <w:p w14:paraId="244ADC03" w14:textId="63E597D4" w:rsidR="00C67F3E" w:rsidRPr="007D5473" w:rsidRDefault="00C67F3E" w:rsidP="00C67F3E">
            <w:pPr>
              <w:rPr>
                <w:rFonts w:cs="Arial"/>
                <w:b/>
                <w:szCs w:val="22"/>
              </w:rPr>
            </w:pPr>
            <w:r w:rsidRPr="007D5473">
              <w:rPr>
                <w:szCs w:val="22"/>
              </w:rPr>
              <w:t>SP Energy</w:t>
            </w:r>
            <w:r w:rsidR="006B2AB6">
              <w:rPr>
                <w:szCs w:val="22"/>
              </w:rPr>
              <w:t xml:space="preserve"> Networks</w:t>
            </w:r>
          </w:p>
        </w:tc>
        <w:tc>
          <w:tcPr>
            <w:tcW w:w="1348" w:type="pct"/>
            <w:shd w:val="clear" w:color="auto" w:fill="auto"/>
            <w:tcMar>
              <w:top w:w="15" w:type="dxa"/>
              <w:left w:w="108" w:type="dxa"/>
              <w:bottom w:w="0" w:type="dxa"/>
              <w:right w:w="108" w:type="dxa"/>
            </w:tcMar>
          </w:tcPr>
          <w:p w14:paraId="66E72F69" w14:textId="77777777" w:rsidR="00C67F3E" w:rsidRPr="007D5473" w:rsidRDefault="00C67F3E" w:rsidP="00C67F3E">
            <w:pPr>
              <w:rPr>
                <w:rFonts w:cs="Arial"/>
                <w:b/>
                <w:szCs w:val="22"/>
              </w:rPr>
            </w:pPr>
          </w:p>
        </w:tc>
        <w:tc>
          <w:tcPr>
            <w:tcW w:w="1347" w:type="pct"/>
          </w:tcPr>
          <w:p w14:paraId="4E12C48E" w14:textId="77777777" w:rsidR="00C67F3E" w:rsidRPr="007D5473" w:rsidRDefault="00C67F3E" w:rsidP="00C67F3E">
            <w:pPr>
              <w:rPr>
                <w:rFonts w:cs="Arial"/>
                <w:b/>
                <w:szCs w:val="22"/>
              </w:rPr>
            </w:pPr>
          </w:p>
        </w:tc>
      </w:tr>
      <w:tr w:rsidR="00C67F3E" w:rsidRPr="005A5548" w14:paraId="7DB281B1" w14:textId="77777777" w:rsidTr="007D5473">
        <w:trPr>
          <w:trHeight w:val="55"/>
        </w:trPr>
        <w:tc>
          <w:tcPr>
            <w:tcW w:w="1043" w:type="pct"/>
            <w:shd w:val="clear" w:color="auto" w:fill="auto"/>
            <w:tcMar>
              <w:top w:w="15" w:type="dxa"/>
              <w:left w:w="108" w:type="dxa"/>
              <w:bottom w:w="0" w:type="dxa"/>
              <w:right w:w="108" w:type="dxa"/>
            </w:tcMar>
          </w:tcPr>
          <w:p w14:paraId="56559FCE" w14:textId="77777777" w:rsidR="00C67F3E" w:rsidRPr="007D5473" w:rsidRDefault="00C67F3E" w:rsidP="00C67F3E">
            <w:pPr>
              <w:rPr>
                <w:szCs w:val="22"/>
              </w:rPr>
            </w:pPr>
            <w:r w:rsidRPr="007D5473">
              <w:rPr>
                <w:szCs w:val="22"/>
              </w:rPr>
              <w:t>Garth Graham</w:t>
            </w:r>
          </w:p>
          <w:p w14:paraId="6E797E7F" w14:textId="77777777" w:rsidR="00C67F3E" w:rsidRPr="007D5473" w:rsidRDefault="00C67F3E" w:rsidP="00C67F3E">
            <w:pPr>
              <w:rPr>
                <w:rFonts w:cs="Arial"/>
                <w:szCs w:val="22"/>
              </w:rPr>
            </w:pPr>
          </w:p>
        </w:tc>
        <w:tc>
          <w:tcPr>
            <w:tcW w:w="1262" w:type="pct"/>
          </w:tcPr>
          <w:p w14:paraId="45F6B324" w14:textId="416A16E1" w:rsidR="00C67F3E" w:rsidRPr="007D5473" w:rsidRDefault="00C67F3E" w:rsidP="00C67F3E">
            <w:pPr>
              <w:rPr>
                <w:rFonts w:cs="Arial"/>
                <w:b/>
                <w:szCs w:val="22"/>
              </w:rPr>
            </w:pPr>
            <w:r w:rsidRPr="007D5473">
              <w:rPr>
                <w:szCs w:val="22"/>
              </w:rPr>
              <w:t>SSE</w:t>
            </w:r>
            <w:r w:rsidR="00E310F6">
              <w:rPr>
                <w:szCs w:val="22"/>
              </w:rPr>
              <w:t xml:space="preserve"> Gener</w:t>
            </w:r>
            <w:r w:rsidR="006B2AB6">
              <w:rPr>
                <w:szCs w:val="22"/>
              </w:rPr>
              <w:t>ation Ltd.</w:t>
            </w:r>
          </w:p>
        </w:tc>
        <w:tc>
          <w:tcPr>
            <w:tcW w:w="1348" w:type="pct"/>
            <w:shd w:val="clear" w:color="auto" w:fill="auto"/>
            <w:tcMar>
              <w:top w:w="15" w:type="dxa"/>
              <w:left w:w="108" w:type="dxa"/>
              <w:bottom w:w="0" w:type="dxa"/>
              <w:right w:w="108" w:type="dxa"/>
            </w:tcMar>
          </w:tcPr>
          <w:p w14:paraId="2443403A" w14:textId="77777777" w:rsidR="00C67F3E" w:rsidRPr="007D5473" w:rsidRDefault="00C67F3E" w:rsidP="00C67F3E">
            <w:pPr>
              <w:rPr>
                <w:rFonts w:cs="Arial"/>
                <w:b/>
                <w:szCs w:val="22"/>
              </w:rPr>
            </w:pPr>
          </w:p>
        </w:tc>
        <w:tc>
          <w:tcPr>
            <w:tcW w:w="1347" w:type="pct"/>
          </w:tcPr>
          <w:p w14:paraId="4303A3DF" w14:textId="77777777" w:rsidR="00C67F3E" w:rsidRPr="007D5473" w:rsidRDefault="00C67F3E" w:rsidP="00C67F3E">
            <w:pPr>
              <w:rPr>
                <w:rFonts w:cs="Arial"/>
                <w:b/>
                <w:szCs w:val="22"/>
              </w:rPr>
            </w:pPr>
          </w:p>
        </w:tc>
      </w:tr>
      <w:tr w:rsidR="00C67F3E" w:rsidRPr="005A5548" w14:paraId="65E11886" w14:textId="77777777" w:rsidTr="007D5473">
        <w:trPr>
          <w:trHeight w:val="55"/>
        </w:trPr>
        <w:tc>
          <w:tcPr>
            <w:tcW w:w="1043" w:type="pct"/>
            <w:shd w:val="clear" w:color="auto" w:fill="auto"/>
            <w:tcMar>
              <w:top w:w="15" w:type="dxa"/>
              <w:left w:w="108" w:type="dxa"/>
              <w:bottom w:w="0" w:type="dxa"/>
              <w:right w:w="108" w:type="dxa"/>
            </w:tcMar>
          </w:tcPr>
          <w:p w14:paraId="186B4838" w14:textId="77777777" w:rsidR="00C67F3E" w:rsidRPr="007D5473" w:rsidRDefault="00C67F3E" w:rsidP="00C67F3E">
            <w:pPr>
              <w:rPr>
                <w:szCs w:val="22"/>
              </w:rPr>
            </w:pPr>
            <w:r w:rsidRPr="007D5473">
              <w:rPr>
                <w:szCs w:val="22"/>
              </w:rPr>
              <w:t>Grahame Neale</w:t>
            </w:r>
          </w:p>
          <w:p w14:paraId="442661C8" w14:textId="77777777" w:rsidR="00C67F3E" w:rsidRPr="007D5473" w:rsidRDefault="00C67F3E" w:rsidP="00C67F3E">
            <w:pPr>
              <w:rPr>
                <w:rFonts w:cs="Arial"/>
                <w:bCs/>
                <w:szCs w:val="22"/>
              </w:rPr>
            </w:pPr>
          </w:p>
        </w:tc>
        <w:tc>
          <w:tcPr>
            <w:tcW w:w="1262" w:type="pct"/>
          </w:tcPr>
          <w:p w14:paraId="0F820083" w14:textId="0ACAFCF8" w:rsidR="00C67F3E" w:rsidRPr="007D5473" w:rsidRDefault="00C67F3E" w:rsidP="00C67F3E">
            <w:pPr>
              <w:rPr>
                <w:rFonts w:cs="Arial"/>
                <w:b/>
                <w:szCs w:val="22"/>
              </w:rPr>
            </w:pPr>
            <w:r w:rsidRPr="007D5473">
              <w:rPr>
                <w:szCs w:val="22"/>
              </w:rPr>
              <w:t>National Grid ESO</w:t>
            </w:r>
          </w:p>
        </w:tc>
        <w:tc>
          <w:tcPr>
            <w:tcW w:w="1348" w:type="pct"/>
            <w:shd w:val="clear" w:color="auto" w:fill="auto"/>
            <w:tcMar>
              <w:top w:w="15" w:type="dxa"/>
              <w:left w:w="108" w:type="dxa"/>
              <w:bottom w:w="0" w:type="dxa"/>
              <w:right w:w="108" w:type="dxa"/>
            </w:tcMar>
          </w:tcPr>
          <w:p w14:paraId="095A66AD" w14:textId="77777777" w:rsidR="00C67F3E" w:rsidRPr="007D5473" w:rsidRDefault="00C67F3E" w:rsidP="00C67F3E">
            <w:pPr>
              <w:rPr>
                <w:rFonts w:cs="Arial"/>
                <w:b/>
                <w:szCs w:val="22"/>
              </w:rPr>
            </w:pPr>
          </w:p>
        </w:tc>
        <w:tc>
          <w:tcPr>
            <w:tcW w:w="1347" w:type="pct"/>
          </w:tcPr>
          <w:p w14:paraId="6C21C074" w14:textId="77777777" w:rsidR="00C67F3E" w:rsidRPr="007D5473" w:rsidRDefault="00C67F3E" w:rsidP="00C67F3E">
            <w:pPr>
              <w:rPr>
                <w:rFonts w:cs="Arial"/>
                <w:b/>
                <w:szCs w:val="22"/>
              </w:rPr>
            </w:pPr>
          </w:p>
        </w:tc>
      </w:tr>
      <w:tr w:rsidR="00C67F3E" w:rsidRPr="005A5548" w14:paraId="278003AD" w14:textId="77777777" w:rsidTr="007D5473">
        <w:trPr>
          <w:trHeight w:val="64"/>
        </w:trPr>
        <w:tc>
          <w:tcPr>
            <w:tcW w:w="1043" w:type="pct"/>
            <w:shd w:val="clear" w:color="auto" w:fill="auto"/>
            <w:tcMar>
              <w:top w:w="15" w:type="dxa"/>
              <w:left w:w="108" w:type="dxa"/>
              <w:bottom w:w="0" w:type="dxa"/>
              <w:right w:w="108" w:type="dxa"/>
            </w:tcMar>
          </w:tcPr>
          <w:p w14:paraId="2EFEA64B" w14:textId="77777777" w:rsidR="00C67F3E" w:rsidRPr="007D5473" w:rsidRDefault="00C67F3E" w:rsidP="00C67F3E">
            <w:pPr>
              <w:rPr>
                <w:rFonts w:cs="Arial"/>
                <w:szCs w:val="22"/>
              </w:rPr>
            </w:pPr>
            <w:r w:rsidRPr="007D5473">
              <w:rPr>
                <w:rFonts w:cs="Arial"/>
                <w:szCs w:val="22"/>
              </w:rPr>
              <w:t>Joanna Knight / Susie Laing</w:t>
            </w:r>
          </w:p>
          <w:p w14:paraId="0776CC96" w14:textId="77777777" w:rsidR="00C67F3E" w:rsidRPr="007D5473" w:rsidRDefault="00C67F3E" w:rsidP="00C67F3E">
            <w:pPr>
              <w:rPr>
                <w:rFonts w:cs="Arial"/>
                <w:szCs w:val="22"/>
              </w:rPr>
            </w:pPr>
          </w:p>
        </w:tc>
        <w:tc>
          <w:tcPr>
            <w:tcW w:w="1262" w:type="pct"/>
          </w:tcPr>
          <w:p w14:paraId="73934C4A" w14:textId="7A3E6010" w:rsidR="00C67F3E" w:rsidRPr="007D5473" w:rsidRDefault="00C67F3E" w:rsidP="00C67F3E">
            <w:pPr>
              <w:rPr>
                <w:rFonts w:cs="Arial"/>
                <w:b/>
                <w:szCs w:val="22"/>
              </w:rPr>
            </w:pPr>
            <w:r w:rsidRPr="007D5473">
              <w:rPr>
                <w:rFonts w:cs="Arial"/>
                <w:szCs w:val="22"/>
              </w:rPr>
              <w:t>SSE Power Distribution Limited</w:t>
            </w:r>
          </w:p>
        </w:tc>
        <w:tc>
          <w:tcPr>
            <w:tcW w:w="1348" w:type="pct"/>
            <w:shd w:val="clear" w:color="auto" w:fill="auto"/>
            <w:tcMar>
              <w:top w:w="15" w:type="dxa"/>
              <w:left w:w="108" w:type="dxa"/>
              <w:bottom w:w="0" w:type="dxa"/>
              <w:right w:w="108" w:type="dxa"/>
            </w:tcMar>
          </w:tcPr>
          <w:p w14:paraId="74E29CC1" w14:textId="77777777" w:rsidR="00C67F3E" w:rsidRPr="007D5473" w:rsidRDefault="00C67F3E" w:rsidP="00C67F3E">
            <w:pPr>
              <w:rPr>
                <w:rFonts w:cs="Arial"/>
                <w:b/>
                <w:szCs w:val="22"/>
              </w:rPr>
            </w:pPr>
          </w:p>
        </w:tc>
        <w:tc>
          <w:tcPr>
            <w:tcW w:w="1347" w:type="pct"/>
          </w:tcPr>
          <w:p w14:paraId="34A48B47" w14:textId="77777777" w:rsidR="00C67F3E" w:rsidRPr="007D5473" w:rsidRDefault="00C67F3E" w:rsidP="00C67F3E">
            <w:pPr>
              <w:rPr>
                <w:rFonts w:cs="Arial"/>
                <w:b/>
                <w:szCs w:val="22"/>
              </w:rPr>
            </w:pPr>
          </w:p>
        </w:tc>
      </w:tr>
      <w:tr w:rsidR="00C67F3E" w:rsidRPr="005A5548" w14:paraId="4851A9F3" w14:textId="77777777" w:rsidTr="007D5473">
        <w:trPr>
          <w:trHeight w:val="64"/>
        </w:trPr>
        <w:tc>
          <w:tcPr>
            <w:tcW w:w="1043" w:type="pct"/>
            <w:shd w:val="clear" w:color="auto" w:fill="auto"/>
            <w:tcMar>
              <w:top w:w="15" w:type="dxa"/>
              <w:left w:w="108" w:type="dxa"/>
              <w:bottom w:w="0" w:type="dxa"/>
              <w:right w:w="108" w:type="dxa"/>
            </w:tcMar>
          </w:tcPr>
          <w:p w14:paraId="45F83754" w14:textId="77777777" w:rsidR="00C67F3E" w:rsidRPr="007D5473" w:rsidRDefault="00C67F3E" w:rsidP="00C67F3E">
            <w:pPr>
              <w:rPr>
                <w:szCs w:val="22"/>
              </w:rPr>
            </w:pPr>
            <w:r w:rsidRPr="007D5473">
              <w:rPr>
                <w:szCs w:val="22"/>
              </w:rPr>
              <w:t xml:space="preserve">Jack </w:t>
            </w:r>
            <w:proofErr w:type="spellStart"/>
            <w:r w:rsidRPr="007D5473">
              <w:rPr>
                <w:szCs w:val="22"/>
              </w:rPr>
              <w:t>Scoffham</w:t>
            </w:r>
            <w:proofErr w:type="spellEnd"/>
          </w:p>
          <w:p w14:paraId="7519D85D" w14:textId="77777777" w:rsidR="00C67F3E" w:rsidRPr="007D5473" w:rsidRDefault="00C67F3E" w:rsidP="00C67F3E">
            <w:pPr>
              <w:rPr>
                <w:rFonts w:cs="Arial"/>
                <w:szCs w:val="22"/>
              </w:rPr>
            </w:pPr>
          </w:p>
        </w:tc>
        <w:tc>
          <w:tcPr>
            <w:tcW w:w="1262" w:type="pct"/>
          </w:tcPr>
          <w:p w14:paraId="7B8E63CA" w14:textId="5E6F728C" w:rsidR="00C67F3E" w:rsidRPr="007D5473" w:rsidRDefault="00C67F3E" w:rsidP="00C67F3E">
            <w:pPr>
              <w:rPr>
                <w:rFonts w:cs="Arial"/>
                <w:b/>
                <w:szCs w:val="22"/>
              </w:rPr>
            </w:pPr>
            <w:r w:rsidRPr="007D5473">
              <w:rPr>
                <w:szCs w:val="22"/>
              </w:rPr>
              <w:t xml:space="preserve">Northern </w:t>
            </w:r>
            <w:proofErr w:type="spellStart"/>
            <w:r w:rsidRPr="007D5473">
              <w:rPr>
                <w:szCs w:val="22"/>
              </w:rPr>
              <w:t>Powergrid</w:t>
            </w:r>
            <w:proofErr w:type="spellEnd"/>
          </w:p>
        </w:tc>
        <w:tc>
          <w:tcPr>
            <w:tcW w:w="1348" w:type="pct"/>
            <w:shd w:val="clear" w:color="auto" w:fill="auto"/>
            <w:tcMar>
              <w:top w:w="15" w:type="dxa"/>
              <w:left w:w="108" w:type="dxa"/>
              <w:bottom w:w="0" w:type="dxa"/>
              <w:right w:w="108" w:type="dxa"/>
            </w:tcMar>
          </w:tcPr>
          <w:p w14:paraId="20972DE7" w14:textId="77777777" w:rsidR="00C67F3E" w:rsidRPr="007D5473" w:rsidRDefault="00C67F3E" w:rsidP="00C67F3E">
            <w:pPr>
              <w:rPr>
                <w:rFonts w:cs="Arial"/>
                <w:b/>
                <w:szCs w:val="22"/>
              </w:rPr>
            </w:pPr>
          </w:p>
        </w:tc>
        <w:tc>
          <w:tcPr>
            <w:tcW w:w="1347" w:type="pct"/>
          </w:tcPr>
          <w:p w14:paraId="62C8B196" w14:textId="77777777" w:rsidR="00C67F3E" w:rsidRPr="007D5473" w:rsidRDefault="00C67F3E" w:rsidP="00C67F3E">
            <w:pPr>
              <w:rPr>
                <w:rFonts w:cs="Arial"/>
                <w:b/>
                <w:szCs w:val="22"/>
              </w:rPr>
            </w:pPr>
          </w:p>
        </w:tc>
      </w:tr>
      <w:tr w:rsidR="00C67F3E" w:rsidRPr="005A5548" w14:paraId="0621AAE3" w14:textId="77777777" w:rsidTr="007D5473">
        <w:trPr>
          <w:trHeight w:val="64"/>
        </w:trPr>
        <w:tc>
          <w:tcPr>
            <w:tcW w:w="1043" w:type="pct"/>
            <w:shd w:val="clear" w:color="auto" w:fill="auto"/>
            <w:tcMar>
              <w:top w:w="15" w:type="dxa"/>
              <w:left w:w="108" w:type="dxa"/>
              <w:bottom w:w="0" w:type="dxa"/>
              <w:right w:w="108" w:type="dxa"/>
            </w:tcMar>
          </w:tcPr>
          <w:p w14:paraId="72B9CD71" w14:textId="77777777" w:rsidR="003A61C9" w:rsidRPr="007D5473" w:rsidRDefault="003A61C9" w:rsidP="003A61C9">
            <w:pPr>
              <w:rPr>
                <w:szCs w:val="22"/>
              </w:rPr>
            </w:pPr>
            <w:r w:rsidRPr="007D5473">
              <w:rPr>
                <w:szCs w:val="22"/>
              </w:rPr>
              <w:t>Malcolm Bebbington</w:t>
            </w:r>
            <w:r>
              <w:rPr>
                <w:szCs w:val="22"/>
              </w:rPr>
              <w:t xml:space="preserve"> / Wendy Mantle</w:t>
            </w:r>
          </w:p>
          <w:p w14:paraId="7FF19CAD" w14:textId="77777777" w:rsidR="00C67F3E" w:rsidRPr="007D5473" w:rsidRDefault="00C67F3E" w:rsidP="00C67F3E">
            <w:pPr>
              <w:rPr>
                <w:rFonts w:cs="Arial"/>
                <w:szCs w:val="22"/>
              </w:rPr>
            </w:pPr>
          </w:p>
        </w:tc>
        <w:tc>
          <w:tcPr>
            <w:tcW w:w="1262" w:type="pct"/>
          </w:tcPr>
          <w:p w14:paraId="73148B09" w14:textId="77DEBBD3" w:rsidR="00C67F3E" w:rsidRPr="007D5473" w:rsidRDefault="00C67F3E" w:rsidP="00C67F3E">
            <w:pPr>
              <w:rPr>
                <w:rFonts w:cs="Arial"/>
                <w:b/>
                <w:szCs w:val="22"/>
              </w:rPr>
            </w:pPr>
            <w:r w:rsidRPr="007D5473">
              <w:rPr>
                <w:szCs w:val="22"/>
              </w:rPr>
              <w:t xml:space="preserve">SP </w:t>
            </w:r>
            <w:proofErr w:type="spellStart"/>
            <w:r w:rsidRPr="007D5473">
              <w:rPr>
                <w:szCs w:val="22"/>
              </w:rPr>
              <w:t>Manweb</w:t>
            </w:r>
            <w:proofErr w:type="spellEnd"/>
            <w:r w:rsidRPr="007D5473">
              <w:rPr>
                <w:szCs w:val="22"/>
              </w:rPr>
              <w:t xml:space="preserve"> plc</w:t>
            </w:r>
          </w:p>
        </w:tc>
        <w:tc>
          <w:tcPr>
            <w:tcW w:w="1348" w:type="pct"/>
            <w:shd w:val="clear" w:color="auto" w:fill="auto"/>
            <w:tcMar>
              <w:top w:w="15" w:type="dxa"/>
              <w:left w:w="108" w:type="dxa"/>
              <w:bottom w:w="0" w:type="dxa"/>
              <w:right w:w="108" w:type="dxa"/>
            </w:tcMar>
          </w:tcPr>
          <w:p w14:paraId="7626D193" w14:textId="77777777" w:rsidR="00C67F3E" w:rsidRPr="007D5473" w:rsidRDefault="00C67F3E" w:rsidP="00C67F3E">
            <w:pPr>
              <w:rPr>
                <w:rFonts w:cs="Arial"/>
                <w:b/>
                <w:szCs w:val="22"/>
              </w:rPr>
            </w:pPr>
          </w:p>
        </w:tc>
        <w:tc>
          <w:tcPr>
            <w:tcW w:w="1347" w:type="pct"/>
          </w:tcPr>
          <w:p w14:paraId="4A42F79A" w14:textId="77777777" w:rsidR="00C67F3E" w:rsidRPr="007D5473" w:rsidRDefault="00C67F3E" w:rsidP="00C67F3E">
            <w:pPr>
              <w:rPr>
                <w:rFonts w:cs="Arial"/>
                <w:b/>
                <w:szCs w:val="22"/>
              </w:rPr>
            </w:pPr>
          </w:p>
        </w:tc>
      </w:tr>
      <w:tr w:rsidR="00C67F3E" w:rsidRPr="005A5548" w14:paraId="6F462477" w14:textId="77777777" w:rsidTr="007D5473">
        <w:trPr>
          <w:trHeight w:val="64"/>
        </w:trPr>
        <w:tc>
          <w:tcPr>
            <w:tcW w:w="1043" w:type="pct"/>
            <w:shd w:val="clear" w:color="auto" w:fill="auto"/>
            <w:tcMar>
              <w:top w:w="15" w:type="dxa"/>
              <w:left w:w="108" w:type="dxa"/>
              <w:bottom w:w="0" w:type="dxa"/>
              <w:right w:w="108" w:type="dxa"/>
            </w:tcMar>
          </w:tcPr>
          <w:p w14:paraId="36D87FEB" w14:textId="77777777" w:rsidR="00C67F3E" w:rsidRPr="007D5473" w:rsidRDefault="00C67F3E" w:rsidP="00C67F3E">
            <w:pPr>
              <w:rPr>
                <w:szCs w:val="22"/>
              </w:rPr>
            </w:pPr>
            <w:r w:rsidRPr="007D5473">
              <w:rPr>
                <w:szCs w:val="22"/>
              </w:rPr>
              <w:t>Matthew Paige-Stimson</w:t>
            </w:r>
          </w:p>
          <w:p w14:paraId="54A57512" w14:textId="77777777" w:rsidR="00C67F3E" w:rsidRPr="007D5473" w:rsidRDefault="00C67F3E" w:rsidP="00C67F3E">
            <w:pPr>
              <w:rPr>
                <w:rFonts w:cs="Arial"/>
                <w:szCs w:val="22"/>
              </w:rPr>
            </w:pPr>
          </w:p>
        </w:tc>
        <w:tc>
          <w:tcPr>
            <w:tcW w:w="1262" w:type="pct"/>
          </w:tcPr>
          <w:p w14:paraId="6A890CA0" w14:textId="2AB0345D" w:rsidR="00C67F3E" w:rsidRPr="007D5473" w:rsidRDefault="00C67F3E" w:rsidP="00C67F3E">
            <w:pPr>
              <w:rPr>
                <w:rFonts w:cs="Arial"/>
                <w:b/>
                <w:szCs w:val="22"/>
              </w:rPr>
            </w:pPr>
            <w:r w:rsidRPr="007D5473">
              <w:rPr>
                <w:szCs w:val="22"/>
              </w:rPr>
              <w:t>NGET</w:t>
            </w:r>
          </w:p>
        </w:tc>
        <w:tc>
          <w:tcPr>
            <w:tcW w:w="1348" w:type="pct"/>
            <w:shd w:val="clear" w:color="auto" w:fill="auto"/>
            <w:tcMar>
              <w:top w:w="15" w:type="dxa"/>
              <w:left w:w="108" w:type="dxa"/>
              <w:bottom w:w="0" w:type="dxa"/>
              <w:right w:w="108" w:type="dxa"/>
            </w:tcMar>
          </w:tcPr>
          <w:p w14:paraId="26B65535" w14:textId="77777777" w:rsidR="00C67F3E" w:rsidRPr="007D5473" w:rsidRDefault="00C67F3E" w:rsidP="00C67F3E">
            <w:pPr>
              <w:rPr>
                <w:rFonts w:cs="Arial"/>
                <w:b/>
                <w:szCs w:val="22"/>
              </w:rPr>
            </w:pPr>
          </w:p>
        </w:tc>
        <w:tc>
          <w:tcPr>
            <w:tcW w:w="1347" w:type="pct"/>
          </w:tcPr>
          <w:p w14:paraId="3BEF8821" w14:textId="77777777" w:rsidR="00C67F3E" w:rsidRPr="007D5473" w:rsidRDefault="00C67F3E" w:rsidP="00C67F3E">
            <w:pPr>
              <w:rPr>
                <w:rFonts w:cs="Arial"/>
                <w:b/>
                <w:szCs w:val="22"/>
              </w:rPr>
            </w:pPr>
          </w:p>
        </w:tc>
      </w:tr>
      <w:tr w:rsidR="00C67F3E" w:rsidRPr="005A5548" w14:paraId="7530C68A" w14:textId="77777777" w:rsidTr="007D5473">
        <w:trPr>
          <w:trHeight w:val="64"/>
        </w:trPr>
        <w:tc>
          <w:tcPr>
            <w:tcW w:w="1043" w:type="pct"/>
            <w:shd w:val="clear" w:color="auto" w:fill="auto"/>
            <w:tcMar>
              <w:top w:w="15" w:type="dxa"/>
              <w:left w:w="108" w:type="dxa"/>
              <w:bottom w:w="0" w:type="dxa"/>
              <w:right w:w="108" w:type="dxa"/>
            </w:tcMar>
          </w:tcPr>
          <w:p w14:paraId="44D58D08" w14:textId="77777777" w:rsidR="00C67F3E" w:rsidRPr="007D5473" w:rsidRDefault="00C67F3E" w:rsidP="00C67F3E">
            <w:pPr>
              <w:rPr>
                <w:szCs w:val="22"/>
              </w:rPr>
            </w:pPr>
            <w:r w:rsidRPr="007D5473">
              <w:rPr>
                <w:szCs w:val="22"/>
              </w:rPr>
              <w:t>Michael Clark</w:t>
            </w:r>
          </w:p>
          <w:p w14:paraId="70F1D832" w14:textId="77777777" w:rsidR="00C67F3E" w:rsidRPr="007D5473" w:rsidRDefault="00C67F3E" w:rsidP="00C67F3E">
            <w:pPr>
              <w:rPr>
                <w:rFonts w:cs="Arial"/>
                <w:szCs w:val="22"/>
              </w:rPr>
            </w:pPr>
          </w:p>
        </w:tc>
        <w:tc>
          <w:tcPr>
            <w:tcW w:w="1262" w:type="pct"/>
          </w:tcPr>
          <w:p w14:paraId="08FFF6D2" w14:textId="4F903D0E" w:rsidR="00C67F3E" w:rsidRPr="007D5473" w:rsidRDefault="00C67F3E" w:rsidP="00C67F3E">
            <w:pPr>
              <w:rPr>
                <w:rFonts w:cs="Arial"/>
                <w:b/>
                <w:szCs w:val="22"/>
              </w:rPr>
            </w:pPr>
            <w:r w:rsidRPr="007D5473">
              <w:rPr>
                <w:szCs w:val="22"/>
              </w:rPr>
              <w:t>EDF Energy</w:t>
            </w:r>
          </w:p>
        </w:tc>
        <w:tc>
          <w:tcPr>
            <w:tcW w:w="1348" w:type="pct"/>
            <w:shd w:val="clear" w:color="auto" w:fill="auto"/>
            <w:tcMar>
              <w:top w:w="15" w:type="dxa"/>
              <w:left w:w="108" w:type="dxa"/>
              <w:bottom w:w="0" w:type="dxa"/>
              <w:right w:w="108" w:type="dxa"/>
            </w:tcMar>
          </w:tcPr>
          <w:p w14:paraId="5EAC851E" w14:textId="77777777" w:rsidR="00C67F3E" w:rsidRPr="007D5473" w:rsidRDefault="00C67F3E" w:rsidP="00C67F3E">
            <w:pPr>
              <w:rPr>
                <w:rFonts w:cs="Arial"/>
                <w:b/>
                <w:szCs w:val="22"/>
              </w:rPr>
            </w:pPr>
          </w:p>
        </w:tc>
        <w:tc>
          <w:tcPr>
            <w:tcW w:w="1347" w:type="pct"/>
          </w:tcPr>
          <w:p w14:paraId="1B7BBDE5" w14:textId="77777777" w:rsidR="00C67F3E" w:rsidRPr="007D5473" w:rsidRDefault="00C67F3E" w:rsidP="00C67F3E">
            <w:pPr>
              <w:rPr>
                <w:rFonts w:cs="Arial"/>
                <w:b/>
                <w:szCs w:val="22"/>
              </w:rPr>
            </w:pPr>
          </w:p>
        </w:tc>
      </w:tr>
      <w:tr w:rsidR="00C67F3E" w:rsidRPr="005A5548" w14:paraId="69AE1F8C" w14:textId="77777777" w:rsidTr="007D5473">
        <w:trPr>
          <w:trHeight w:val="64"/>
        </w:trPr>
        <w:tc>
          <w:tcPr>
            <w:tcW w:w="1043" w:type="pct"/>
            <w:shd w:val="clear" w:color="auto" w:fill="auto"/>
            <w:tcMar>
              <w:top w:w="15" w:type="dxa"/>
              <w:left w:w="108" w:type="dxa"/>
              <w:bottom w:w="0" w:type="dxa"/>
              <w:right w:w="108" w:type="dxa"/>
            </w:tcMar>
          </w:tcPr>
          <w:p w14:paraId="6B3D9FDB" w14:textId="6B83110F" w:rsidR="00C67F3E" w:rsidRPr="007D5473" w:rsidRDefault="00C67F3E" w:rsidP="00C67F3E">
            <w:pPr>
              <w:rPr>
                <w:rFonts w:cs="Arial"/>
                <w:szCs w:val="22"/>
              </w:rPr>
            </w:pPr>
            <w:r w:rsidRPr="007D5473">
              <w:rPr>
                <w:szCs w:val="22"/>
              </w:rPr>
              <w:t xml:space="preserve">Nuno Fonseca </w:t>
            </w:r>
          </w:p>
        </w:tc>
        <w:tc>
          <w:tcPr>
            <w:tcW w:w="1262" w:type="pct"/>
          </w:tcPr>
          <w:p w14:paraId="362A7AFD" w14:textId="1E325786" w:rsidR="00C67F3E" w:rsidRPr="007D5473" w:rsidRDefault="00C67F3E" w:rsidP="00C67F3E">
            <w:pPr>
              <w:rPr>
                <w:rFonts w:cs="Arial"/>
                <w:b/>
                <w:szCs w:val="22"/>
              </w:rPr>
            </w:pPr>
            <w:r w:rsidRPr="007D5473">
              <w:rPr>
                <w:szCs w:val="22"/>
              </w:rPr>
              <w:t>UK Power Networks</w:t>
            </w:r>
          </w:p>
        </w:tc>
        <w:tc>
          <w:tcPr>
            <w:tcW w:w="1348" w:type="pct"/>
            <w:shd w:val="clear" w:color="auto" w:fill="auto"/>
            <w:tcMar>
              <w:top w:w="15" w:type="dxa"/>
              <w:left w:w="108" w:type="dxa"/>
              <w:bottom w:w="0" w:type="dxa"/>
              <w:right w:w="108" w:type="dxa"/>
            </w:tcMar>
          </w:tcPr>
          <w:p w14:paraId="16BCFB14" w14:textId="77777777" w:rsidR="00C67F3E" w:rsidRPr="007D5473" w:rsidRDefault="00C67F3E" w:rsidP="00C67F3E">
            <w:pPr>
              <w:rPr>
                <w:rFonts w:cs="Arial"/>
                <w:b/>
                <w:szCs w:val="22"/>
              </w:rPr>
            </w:pPr>
          </w:p>
        </w:tc>
        <w:tc>
          <w:tcPr>
            <w:tcW w:w="1347" w:type="pct"/>
          </w:tcPr>
          <w:p w14:paraId="6AF8E676" w14:textId="77777777" w:rsidR="00C67F3E" w:rsidRPr="007D5473" w:rsidRDefault="00C67F3E" w:rsidP="00C67F3E">
            <w:pPr>
              <w:rPr>
                <w:rFonts w:cs="Arial"/>
                <w:b/>
                <w:szCs w:val="22"/>
              </w:rPr>
            </w:pPr>
          </w:p>
        </w:tc>
      </w:tr>
      <w:tr w:rsidR="00C67F3E" w:rsidRPr="005A5548" w14:paraId="55FD94E6" w14:textId="77777777" w:rsidTr="007D5473">
        <w:trPr>
          <w:trHeight w:val="64"/>
        </w:trPr>
        <w:tc>
          <w:tcPr>
            <w:tcW w:w="1043" w:type="pct"/>
            <w:shd w:val="clear" w:color="auto" w:fill="auto"/>
            <w:tcMar>
              <w:top w:w="15" w:type="dxa"/>
              <w:left w:w="108" w:type="dxa"/>
              <w:bottom w:w="0" w:type="dxa"/>
              <w:right w:w="108" w:type="dxa"/>
            </w:tcMar>
          </w:tcPr>
          <w:p w14:paraId="0C5478E3" w14:textId="77777777" w:rsidR="00C67F3E" w:rsidRPr="007D5473" w:rsidRDefault="00C67F3E" w:rsidP="00C67F3E">
            <w:pPr>
              <w:rPr>
                <w:szCs w:val="22"/>
              </w:rPr>
            </w:pPr>
            <w:r w:rsidRPr="007D5473">
              <w:rPr>
                <w:szCs w:val="22"/>
              </w:rPr>
              <w:t>Paul Andrews</w:t>
            </w:r>
          </w:p>
          <w:p w14:paraId="57FD203D" w14:textId="77777777" w:rsidR="00C67F3E" w:rsidRPr="007D5473" w:rsidRDefault="00C67F3E" w:rsidP="00C67F3E">
            <w:pPr>
              <w:rPr>
                <w:rFonts w:cs="Arial"/>
                <w:szCs w:val="22"/>
              </w:rPr>
            </w:pPr>
          </w:p>
        </w:tc>
        <w:tc>
          <w:tcPr>
            <w:tcW w:w="1262" w:type="pct"/>
          </w:tcPr>
          <w:p w14:paraId="24CAB0F5" w14:textId="1FAE61B3" w:rsidR="00C67F3E" w:rsidRPr="007D5473" w:rsidRDefault="00C67F3E" w:rsidP="00C67F3E">
            <w:pPr>
              <w:rPr>
                <w:rFonts w:cs="Arial"/>
                <w:b/>
                <w:szCs w:val="22"/>
              </w:rPr>
            </w:pPr>
            <w:r w:rsidRPr="007D5473">
              <w:rPr>
                <w:szCs w:val="22"/>
              </w:rPr>
              <w:t xml:space="preserve">Western Power Distribution  </w:t>
            </w:r>
          </w:p>
        </w:tc>
        <w:tc>
          <w:tcPr>
            <w:tcW w:w="1348" w:type="pct"/>
            <w:shd w:val="clear" w:color="auto" w:fill="auto"/>
            <w:tcMar>
              <w:top w:w="15" w:type="dxa"/>
              <w:left w:w="108" w:type="dxa"/>
              <w:bottom w:w="0" w:type="dxa"/>
              <w:right w:w="108" w:type="dxa"/>
            </w:tcMar>
          </w:tcPr>
          <w:p w14:paraId="0EF376F5" w14:textId="77777777" w:rsidR="00C67F3E" w:rsidRPr="007D5473" w:rsidRDefault="00C67F3E" w:rsidP="00C67F3E">
            <w:pPr>
              <w:rPr>
                <w:rFonts w:cs="Arial"/>
                <w:b/>
                <w:szCs w:val="22"/>
              </w:rPr>
            </w:pPr>
          </w:p>
        </w:tc>
        <w:tc>
          <w:tcPr>
            <w:tcW w:w="1347" w:type="pct"/>
          </w:tcPr>
          <w:p w14:paraId="2D274137" w14:textId="77777777" w:rsidR="00C67F3E" w:rsidRPr="007D5473" w:rsidRDefault="00C67F3E" w:rsidP="00C67F3E">
            <w:pPr>
              <w:rPr>
                <w:rFonts w:cs="Arial"/>
                <w:b/>
                <w:szCs w:val="22"/>
              </w:rPr>
            </w:pPr>
          </w:p>
        </w:tc>
      </w:tr>
      <w:tr w:rsidR="00C67F3E" w:rsidRPr="005A5548" w14:paraId="76DDA72A" w14:textId="77777777" w:rsidTr="007D5473">
        <w:trPr>
          <w:trHeight w:val="64"/>
        </w:trPr>
        <w:tc>
          <w:tcPr>
            <w:tcW w:w="1043" w:type="pct"/>
            <w:shd w:val="clear" w:color="auto" w:fill="auto"/>
            <w:tcMar>
              <w:top w:w="15" w:type="dxa"/>
              <w:left w:w="108" w:type="dxa"/>
              <w:bottom w:w="0" w:type="dxa"/>
              <w:right w:w="108" w:type="dxa"/>
            </w:tcMar>
          </w:tcPr>
          <w:p w14:paraId="7FE6E392" w14:textId="77777777" w:rsidR="00C67F3E" w:rsidRPr="007D5473" w:rsidRDefault="00C67F3E" w:rsidP="00C67F3E">
            <w:pPr>
              <w:rPr>
                <w:szCs w:val="22"/>
              </w:rPr>
            </w:pPr>
            <w:r w:rsidRPr="007D5473">
              <w:rPr>
                <w:szCs w:val="22"/>
              </w:rPr>
              <w:t>Robert Longden</w:t>
            </w:r>
          </w:p>
          <w:p w14:paraId="7C46250D" w14:textId="77777777" w:rsidR="00C67F3E" w:rsidRPr="007D5473" w:rsidRDefault="00C67F3E" w:rsidP="00C67F3E">
            <w:pPr>
              <w:rPr>
                <w:rFonts w:cs="Arial"/>
                <w:szCs w:val="22"/>
              </w:rPr>
            </w:pPr>
          </w:p>
        </w:tc>
        <w:tc>
          <w:tcPr>
            <w:tcW w:w="1262" w:type="pct"/>
          </w:tcPr>
          <w:p w14:paraId="2A085A56" w14:textId="57B5462F" w:rsidR="00C67F3E" w:rsidRPr="007D5473" w:rsidRDefault="00C67F3E" w:rsidP="00C67F3E">
            <w:pPr>
              <w:rPr>
                <w:rFonts w:cs="Arial"/>
                <w:b/>
                <w:szCs w:val="22"/>
              </w:rPr>
            </w:pPr>
            <w:r w:rsidRPr="007D5473">
              <w:rPr>
                <w:szCs w:val="22"/>
              </w:rPr>
              <w:t>Cornwall Insight</w:t>
            </w:r>
          </w:p>
        </w:tc>
        <w:tc>
          <w:tcPr>
            <w:tcW w:w="1348" w:type="pct"/>
            <w:shd w:val="clear" w:color="auto" w:fill="auto"/>
            <w:tcMar>
              <w:top w:w="15" w:type="dxa"/>
              <w:left w:w="108" w:type="dxa"/>
              <w:bottom w:w="0" w:type="dxa"/>
              <w:right w:w="108" w:type="dxa"/>
            </w:tcMar>
          </w:tcPr>
          <w:p w14:paraId="1D7E5D67" w14:textId="77777777" w:rsidR="00C67F3E" w:rsidRPr="007D5473" w:rsidRDefault="00C67F3E" w:rsidP="00C67F3E">
            <w:pPr>
              <w:rPr>
                <w:rFonts w:cs="Arial"/>
                <w:b/>
                <w:szCs w:val="22"/>
              </w:rPr>
            </w:pPr>
          </w:p>
        </w:tc>
        <w:tc>
          <w:tcPr>
            <w:tcW w:w="1347" w:type="pct"/>
          </w:tcPr>
          <w:p w14:paraId="13D1E8D3" w14:textId="77777777" w:rsidR="00C67F3E" w:rsidRPr="007D5473" w:rsidRDefault="00C67F3E" w:rsidP="00C67F3E">
            <w:pPr>
              <w:rPr>
                <w:rFonts w:cs="Arial"/>
                <w:b/>
                <w:szCs w:val="22"/>
              </w:rPr>
            </w:pPr>
          </w:p>
        </w:tc>
      </w:tr>
    </w:tbl>
    <w:p w14:paraId="3C7C19B2" w14:textId="77777777" w:rsidR="007E2B1A" w:rsidRDefault="007E2B1A"/>
    <w:p w14:paraId="167DDBE3" w14:textId="77777777" w:rsidR="003A61C9" w:rsidRDefault="003A61C9" w:rsidP="007E2B1A">
      <w:pPr>
        <w:ind w:left="-426"/>
        <w:rPr>
          <w:sz w:val="24"/>
        </w:rPr>
      </w:pPr>
    </w:p>
    <w:p w14:paraId="7FF28DA3" w14:textId="47B5FBE3" w:rsidR="007E2B1A" w:rsidRPr="007B7305" w:rsidRDefault="007E2B1A" w:rsidP="007E2B1A">
      <w:pPr>
        <w:ind w:left="-426"/>
        <w:rPr>
          <w:sz w:val="24"/>
        </w:rPr>
      </w:pPr>
      <w:r>
        <w:rPr>
          <w:sz w:val="24"/>
        </w:rPr>
        <w:t>Of the X votes, how many voters said this option was better than the Baseline.</w:t>
      </w:r>
    </w:p>
    <w:p w14:paraId="1730AD77" w14:textId="77777777" w:rsidR="007E2B1A" w:rsidRDefault="007E2B1A" w:rsidP="007E2B1A"/>
    <w:tbl>
      <w:tblPr>
        <w:tblW w:w="5258"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86"/>
        <w:gridCol w:w="5184"/>
      </w:tblGrid>
      <w:tr w:rsidR="007E2B1A" w:rsidRPr="005A5548" w14:paraId="1EA0F0A5" w14:textId="77777777" w:rsidTr="007F6DF7">
        <w:trPr>
          <w:trHeight w:val="569"/>
        </w:trPr>
        <w:tc>
          <w:tcPr>
            <w:tcW w:w="2263" w:type="pct"/>
            <w:shd w:val="clear" w:color="auto" w:fill="F26522" w:themeFill="accent1"/>
            <w:tcMar>
              <w:top w:w="15" w:type="dxa"/>
              <w:left w:w="108" w:type="dxa"/>
              <w:bottom w:w="0" w:type="dxa"/>
              <w:right w:w="108" w:type="dxa"/>
            </w:tcMar>
            <w:hideMark/>
          </w:tcPr>
          <w:p w14:paraId="417B5C76" w14:textId="77777777" w:rsidR="007E2B1A" w:rsidRPr="001F5F82" w:rsidRDefault="007E2B1A" w:rsidP="007F6DF7">
            <w:pPr>
              <w:rPr>
                <w:rFonts w:cs="Arial"/>
                <w:b/>
                <w:bCs/>
                <w:color w:val="FFFFFF"/>
              </w:rPr>
            </w:pPr>
            <w:r>
              <w:rPr>
                <w:rFonts w:cs="Arial"/>
                <w:b/>
                <w:bCs/>
                <w:color w:val="FFFFFF"/>
              </w:rPr>
              <w:t>Option</w:t>
            </w:r>
          </w:p>
        </w:tc>
        <w:tc>
          <w:tcPr>
            <w:tcW w:w="2737" w:type="pct"/>
            <w:shd w:val="clear" w:color="auto" w:fill="F26522" w:themeFill="accent1"/>
          </w:tcPr>
          <w:p w14:paraId="3496F77B" w14:textId="77777777" w:rsidR="007E2B1A" w:rsidRPr="005A5548" w:rsidRDefault="007E2B1A" w:rsidP="007F6DF7">
            <w:pPr>
              <w:rPr>
                <w:rFonts w:cs="Arial"/>
                <w:b/>
                <w:bCs/>
                <w:color w:val="FFFFFF"/>
              </w:rPr>
            </w:pPr>
            <w:r>
              <w:rPr>
                <w:rFonts w:cs="Arial"/>
                <w:b/>
                <w:bCs/>
                <w:color w:val="FFFFFF"/>
              </w:rPr>
              <w:t>Number of voters that voted this option as better than the Baseline</w:t>
            </w:r>
          </w:p>
        </w:tc>
      </w:tr>
      <w:tr w:rsidR="007E2B1A" w:rsidRPr="005A5548" w14:paraId="2A660A1F" w14:textId="77777777" w:rsidTr="007F6DF7">
        <w:trPr>
          <w:trHeight w:val="49"/>
        </w:trPr>
        <w:tc>
          <w:tcPr>
            <w:tcW w:w="2263" w:type="pct"/>
            <w:shd w:val="clear" w:color="auto" w:fill="auto"/>
            <w:tcMar>
              <w:top w:w="15" w:type="dxa"/>
              <w:left w:w="108" w:type="dxa"/>
              <w:bottom w:w="0" w:type="dxa"/>
              <w:right w:w="108" w:type="dxa"/>
            </w:tcMar>
            <w:vAlign w:val="bottom"/>
          </w:tcPr>
          <w:p w14:paraId="1F3C9DF2" w14:textId="77777777" w:rsidR="007E2B1A" w:rsidRPr="005A5548" w:rsidRDefault="007E2B1A" w:rsidP="007F6DF7">
            <w:pPr>
              <w:rPr>
                <w:rFonts w:cs="Arial"/>
                <w:bCs/>
              </w:rPr>
            </w:pPr>
            <w:r>
              <w:rPr>
                <w:rFonts w:cs="Arial"/>
                <w:bCs/>
              </w:rPr>
              <w:t>Original</w:t>
            </w:r>
          </w:p>
        </w:tc>
        <w:tc>
          <w:tcPr>
            <w:tcW w:w="2737" w:type="pct"/>
            <w:vAlign w:val="bottom"/>
          </w:tcPr>
          <w:p w14:paraId="738402A3" w14:textId="77777777" w:rsidR="007E2B1A" w:rsidRPr="005A5548" w:rsidRDefault="007E2B1A" w:rsidP="007F6DF7">
            <w:pPr>
              <w:rPr>
                <w:rFonts w:cs="Arial"/>
                <w:b/>
              </w:rPr>
            </w:pPr>
          </w:p>
        </w:tc>
      </w:tr>
      <w:tr w:rsidR="007E2B1A" w:rsidRPr="005A5548" w14:paraId="709A1968" w14:textId="77777777" w:rsidTr="007F6DF7">
        <w:trPr>
          <w:trHeight w:val="49"/>
        </w:trPr>
        <w:tc>
          <w:tcPr>
            <w:tcW w:w="2263" w:type="pct"/>
            <w:shd w:val="clear" w:color="auto" w:fill="auto"/>
            <w:tcMar>
              <w:top w:w="15" w:type="dxa"/>
              <w:left w:w="108" w:type="dxa"/>
              <w:bottom w:w="0" w:type="dxa"/>
              <w:right w:w="108" w:type="dxa"/>
            </w:tcMar>
            <w:vAlign w:val="bottom"/>
          </w:tcPr>
          <w:p w14:paraId="279F181C" w14:textId="77777777" w:rsidR="007E2B1A" w:rsidRPr="005A5548" w:rsidRDefault="007E2B1A" w:rsidP="007F6DF7">
            <w:pPr>
              <w:rPr>
                <w:rFonts w:cs="Arial"/>
                <w:bCs/>
              </w:rPr>
            </w:pPr>
            <w:r>
              <w:rPr>
                <w:rFonts w:cs="Arial"/>
                <w:bCs/>
              </w:rPr>
              <w:t>WACM1</w:t>
            </w:r>
          </w:p>
        </w:tc>
        <w:tc>
          <w:tcPr>
            <w:tcW w:w="2737" w:type="pct"/>
            <w:vAlign w:val="bottom"/>
          </w:tcPr>
          <w:p w14:paraId="1D6CC3A4" w14:textId="77777777" w:rsidR="007E2B1A" w:rsidRPr="005A5548" w:rsidRDefault="007E2B1A" w:rsidP="007F6DF7">
            <w:pPr>
              <w:rPr>
                <w:rFonts w:cs="Arial"/>
                <w:b/>
              </w:rPr>
            </w:pPr>
          </w:p>
        </w:tc>
      </w:tr>
      <w:tr w:rsidR="007E2B1A" w:rsidRPr="005A5548" w14:paraId="11B9554E" w14:textId="77777777" w:rsidTr="007F6DF7">
        <w:trPr>
          <w:trHeight w:val="49"/>
        </w:trPr>
        <w:tc>
          <w:tcPr>
            <w:tcW w:w="2263" w:type="pct"/>
            <w:shd w:val="clear" w:color="auto" w:fill="auto"/>
            <w:tcMar>
              <w:top w:w="15" w:type="dxa"/>
              <w:left w:w="108" w:type="dxa"/>
              <w:bottom w:w="0" w:type="dxa"/>
              <w:right w:w="108" w:type="dxa"/>
            </w:tcMar>
            <w:vAlign w:val="bottom"/>
          </w:tcPr>
          <w:p w14:paraId="62CD98C6" w14:textId="77777777" w:rsidR="007E2B1A" w:rsidRDefault="007E2B1A" w:rsidP="007F6DF7">
            <w:pPr>
              <w:rPr>
                <w:rFonts w:cs="Arial"/>
              </w:rPr>
            </w:pPr>
            <w:r>
              <w:rPr>
                <w:rFonts w:cs="Arial"/>
              </w:rPr>
              <w:t>WACM2</w:t>
            </w:r>
          </w:p>
        </w:tc>
        <w:tc>
          <w:tcPr>
            <w:tcW w:w="2737" w:type="pct"/>
            <w:vAlign w:val="bottom"/>
          </w:tcPr>
          <w:p w14:paraId="046AD6A6" w14:textId="77777777" w:rsidR="007E2B1A" w:rsidRPr="005A5548" w:rsidRDefault="007E2B1A" w:rsidP="007F6DF7">
            <w:pPr>
              <w:rPr>
                <w:rFonts w:cs="Arial"/>
                <w:b/>
              </w:rPr>
            </w:pPr>
          </w:p>
        </w:tc>
      </w:tr>
    </w:tbl>
    <w:p w14:paraId="7E6BDBBE" w14:textId="77777777" w:rsidR="007E2B1A" w:rsidRDefault="007E2B1A"/>
    <w:sectPr w:rsidR="007E2B1A" w:rsidSect="0006725A">
      <w:headerReference w:type="default" r:id="rId14"/>
      <w:footerReference w:type="default" r:id="rId15"/>
      <w:pgSz w:w="11905" w:h="16837" w:code="9"/>
      <w:pgMar w:top="816" w:right="1440" w:bottom="977" w:left="1440" w:header="448" w:footer="40"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Mullen (ESO), Paul J" w:date="2021-06-10T15:07:00Z" w:initials="M(PJ">
    <w:p w14:paraId="19ABAFE2" w14:textId="3FB57AE6" w:rsidR="003A61C9" w:rsidRDefault="003A61C9">
      <w:pPr>
        <w:pStyle w:val="CommentText"/>
      </w:pPr>
      <w:r>
        <w:rPr>
          <w:rStyle w:val="CommentReference"/>
        </w:rPr>
        <w:annotationRef/>
      </w:r>
      <w:r>
        <w:t>CAVEAT: Based on the assumption that both requests for alternative become formal alternatives and no more alternatives are raised</w:t>
      </w:r>
    </w:p>
  </w:comment>
  <w:comment w:id="5" w:author="Mullen (ESO), Paul J" w:date="2021-07-05T09:34:00Z" w:initials="M(PJ">
    <w:p w14:paraId="22E0ADD0" w14:textId="459CCDE8" w:rsidR="00C526B0" w:rsidRDefault="00C526B0">
      <w:pPr>
        <w:pStyle w:val="CommentText"/>
      </w:pPr>
      <w:r>
        <w:rPr>
          <w:rStyle w:val="CommentReference"/>
        </w:rPr>
        <w:annotationRef/>
      </w:r>
      <w:r>
        <w:t>Deborah’s replacement?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9ABAFE2" w15:done="0"/>
  <w15:commentEx w15:paraId="22E0ADD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ABAFE2" w16cid:durableId="246CA914"/>
  <w16cid:commentId w16cid:paraId="22E0ADD0" w16cid:durableId="248D509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DE806E" w14:textId="77777777" w:rsidR="003578FA" w:rsidRDefault="003578FA" w:rsidP="0006725A">
      <w:pPr>
        <w:spacing w:line="240" w:lineRule="auto"/>
      </w:pPr>
      <w:r>
        <w:separator/>
      </w:r>
    </w:p>
  </w:endnote>
  <w:endnote w:type="continuationSeparator" w:id="0">
    <w:p w14:paraId="2B5F9C4A" w14:textId="77777777" w:rsidR="003578FA" w:rsidRDefault="003578FA"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F05D2"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5AAF37E2" w14:textId="77777777" w:rsidR="00B305B6" w:rsidRDefault="002F43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7DEC5E" w14:textId="77777777" w:rsidR="003578FA" w:rsidRDefault="003578FA" w:rsidP="0006725A">
      <w:pPr>
        <w:spacing w:line="240" w:lineRule="auto"/>
      </w:pPr>
      <w:r>
        <w:separator/>
      </w:r>
    </w:p>
  </w:footnote>
  <w:footnote w:type="continuationSeparator" w:id="0">
    <w:p w14:paraId="1027B133" w14:textId="77777777" w:rsidR="003578FA" w:rsidRDefault="003578FA"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38A14" w14:textId="77777777" w:rsidR="00A63A1C"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00D07B6A" wp14:editId="591B4CDA">
          <wp:simplePos x="0" y="0"/>
          <wp:positionH relativeFrom="column">
            <wp:posOffset>-420370</wp:posOffset>
          </wp:positionH>
          <wp:positionV relativeFrom="page">
            <wp:posOffset>228600</wp:posOffset>
          </wp:positionV>
          <wp:extent cx="172339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r>
  </w:p>
  <w:p w14:paraId="1EC4F9E8" w14:textId="77777777" w:rsidR="004B76AD" w:rsidRDefault="002F43FA"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3EFC08BB"/>
    <w:multiLevelType w:val="hybridMultilevel"/>
    <w:tmpl w:val="D9E49892"/>
    <w:lvl w:ilvl="0" w:tplc="F97CB62A">
      <w:start w:val="2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693CEE"/>
    <w:multiLevelType w:val="hybridMultilevel"/>
    <w:tmpl w:val="FD928F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6A5A21"/>
    <w:multiLevelType w:val="hybridMultilevel"/>
    <w:tmpl w:val="0068E0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8"/>
  </w:num>
  <w:num w:numId="5">
    <w:abstractNumId w:val="12"/>
  </w:num>
  <w:num w:numId="6">
    <w:abstractNumId w:val="4"/>
  </w:num>
  <w:num w:numId="7">
    <w:abstractNumId w:val="7"/>
  </w:num>
  <w:num w:numId="8">
    <w:abstractNumId w:val="13"/>
  </w:num>
  <w:num w:numId="9">
    <w:abstractNumId w:val="3"/>
  </w:num>
  <w:num w:numId="10">
    <w:abstractNumId w:val="2"/>
  </w:num>
  <w:num w:numId="11">
    <w:abstractNumId w:val="1"/>
  </w:num>
  <w:num w:numId="12">
    <w:abstractNumId w:val="9"/>
  </w:num>
  <w:num w:numId="13">
    <w:abstractNumId w:val="11"/>
  </w:num>
  <w:num w:numId="1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ullen (ESO), Paul J">
    <w15:presenceInfo w15:providerId="AD" w15:userId="S::paul.j.mullen@uk.nationalgrid.com::bf3d1d73-b4d7-4bb4-8793-c91dcec306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6AD"/>
    <w:rsid w:val="00032F76"/>
    <w:rsid w:val="00056499"/>
    <w:rsid w:val="0006725A"/>
    <w:rsid w:val="000678E4"/>
    <w:rsid w:val="00072297"/>
    <w:rsid w:val="00075759"/>
    <w:rsid w:val="000C08E0"/>
    <w:rsid w:val="000C4B80"/>
    <w:rsid w:val="000C74FD"/>
    <w:rsid w:val="000D146E"/>
    <w:rsid w:val="000D32F7"/>
    <w:rsid w:val="000D52F2"/>
    <w:rsid w:val="000E273C"/>
    <w:rsid w:val="000F29B4"/>
    <w:rsid w:val="00101C71"/>
    <w:rsid w:val="00120E3B"/>
    <w:rsid w:val="0012195F"/>
    <w:rsid w:val="00122EA2"/>
    <w:rsid w:val="0012762F"/>
    <w:rsid w:val="00132DB3"/>
    <w:rsid w:val="00145A1F"/>
    <w:rsid w:val="00161D6A"/>
    <w:rsid w:val="001703B8"/>
    <w:rsid w:val="0017230C"/>
    <w:rsid w:val="001C44FE"/>
    <w:rsid w:val="001C5ABA"/>
    <w:rsid w:val="001F5F82"/>
    <w:rsid w:val="001F741A"/>
    <w:rsid w:val="001F7E62"/>
    <w:rsid w:val="00217075"/>
    <w:rsid w:val="00224DC3"/>
    <w:rsid w:val="00231506"/>
    <w:rsid w:val="00276E4B"/>
    <w:rsid w:val="002A78AF"/>
    <w:rsid w:val="002D26B2"/>
    <w:rsid w:val="002D2F08"/>
    <w:rsid w:val="002D7074"/>
    <w:rsid w:val="002E610D"/>
    <w:rsid w:val="002E63C8"/>
    <w:rsid w:val="002F43FA"/>
    <w:rsid w:val="0030697D"/>
    <w:rsid w:val="00307E39"/>
    <w:rsid w:val="00321E8C"/>
    <w:rsid w:val="00330039"/>
    <w:rsid w:val="0033015F"/>
    <w:rsid w:val="00335656"/>
    <w:rsid w:val="00353DA7"/>
    <w:rsid w:val="00354747"/>
    <w:rsid w:val="003578FA"/>
    <w:rsid w:val="00360A58"/>
    <w:rsid w:val="00365749"/>
    <w:rsid w:val="00384EE0"/>
    <w:rsid w:val="00386948"/>
    <w:rsid w:val="003A61C9"/>
    <w:rsid w:val="003B51E4"/>
    <w:rsid w:val="003B7B1F"/>
    <w:rsid w:val="003C29AC"/>
    <w:rsid w:val="003C60F9"/>
    <w:rsid w:val="003C6C26"/>
    <w:rsid w:val="003D0FB5"/>
    <w:rsid w:val="003D1D51"/>
    <w:rsid w:val="003D1EB8"/>
    <w:rsid w:val="003D290D"/>
    <w:rsid w:val="003E2DD1"/>
    <w:rsid w:val="003E6A2F"/>
    <w:rsid w:val="004046AC"/>
    <w:rsid w:val="00421AC9"/>
    <w:rsid w:val="004365FB"/>
    <w:rsid w:val="00441BF4"/>
    <w:rsid w:val="004A7614"/>
    <w:rsid w:val="004B3FA6"/>
    <w:rsid w:val="004F2A28"/>
    <w:rsid w:val="00540D4E"/>
    <w:rsid w:val="005420F5"/>
    <w:rsid w:val="005642DC"/>
    <w:rsid w:val="00576771"/>
    <w:rsid w:val="006103A5"/>
    <w:rsid w:val="0061550B"/>
    <w:rsid w:val="0062318E"/>
    <w:rsid w:val="00627908"/>
    <w:rsid w:val="00627EDB"/>
    <w:rsid w:val="0063071F"/>
    <w:rsid w:val="006329D3"/>
    <w:rsid w:val="0063548A"/>
    <w:rsid w:val="00666196"/>
    <w:rsid w:val="00677103"/>
    <w:rsid w:val="00680788"/>
    <w:rsid w:val="00680EE3"/>
    <w:rsid w:val="00696101"/>
    <w:rsid w:val="006B2AB6"/>
    <w:rsid w:val="006C7158"/>
    <w:rsid w:val="006D6ECC"/>
    <w:rsid w:val="007110C2"/>
    <w:rsid w:val="00713E51"/>
    <w:rsid w:val="007143F4"/>
    <w:rsid w:val="00760AB5"/>
    <w:rsid w:val="00790E02"/>
    <w:rsid w:val="00794A5E"/>
    <w:rsid w:val="007A70BA"/>
    <w:rsid w:val="007D0BAB"/>
    <w:rsid w:val="007D5473"/>
    <w:rsid w:val="007E09F1"/>
    <w:rsid w:val="007E2B1A"/>
    <w:rsid w:val="007F6639"/>
    <w:rsid w:val="008068E1"/>
    <w:rsid w:val="00811809"/>
    <w:rsid w:val="008148CB"/>
    <w:rsid w:val="00822480"/>
    <w:rsid w:val="008226AD"/>
    <w:rsid w:val="00836CFF"/>
    <w:rsid w:val="00851E50"/>
    <w:rsid w:val="00867B72"/>
    <w:rsid w:val="008816C2"/>
    <w:rsid w:val="008B1F23"/>
    <w:rsid w:val="008B4C16"/>
    <w:rsid w:val="008B6E31"/>
    <w:rsid w:val="008D369C"/>
    <w:rsid w:val="008D77A9"/>
    <w:rsid w:val="008F223B"/>
    <w:rsid w:val="00942A23"/>
    <w:rsid w:val="009557EF"/>
    <w:rsid w:val="00994292"/>
    <w:rsid w:val="009E0165"/>
    <w:rsid w:val="009E5084"/>
    <w:rsid w:val="00A10CD1"/>
    <w:rsid w:val="00A1645D"/>
    <w:rsid w:val="00A239AE"/>
    <w:rsid w:val="00A3054E"/>
    <w:rsid w:val="00A33530"/>
    <w:rsid w:val="00A56ECB"/>
    <w:rsid w:val="00A80DC5"/>
    <w:rsid w:val="00A92142"/>
    <w:rsid w:val="00AA095C"/>
    <w:rsid w:val="00AA44E2"/>
    <w:rsid w:val="00AC4CF2"/>
    <w:rsid w:val="00AD1F3F"/>
    <w:rsid w:val="00AE5A90"/>
    <w:rsid w:val="00B32665"/>
    <w:rsid w:val="00B34376"/>
    <w:rsid w:val="00B657DD"/>
    <w:rsid w:val="00B7318D"/>
    <w:rsid w:val="00B75DF3"/>
    <w:rsid w:val="00B97BDE"/>
    <w:rsid w:val="00BB0B3B"/>
    <w:rsid w:val="00BB1CBC"/>
    <w:rsid w:val="00BD020A"/>
    <w:rsid w:val="00BD06C9"/>
    <w:rsid w:val="00BE2538"/>
    <w:rsid w:val="00BE2F53"/>
    <w:rsid w:val="00C1449A"/>
    <w:rsid w:val="00C204B9"/>
    <w:rsid w:val="00C526B0"/>
    <w:rsid w:val="00C67F3E"/>
    <w:rsid w:val="00C829CD"/>
    <w:rsid w:val="00C9075D"/>
    <w:rsid w:val="00CA0D40"/>
    <w:rsid w:val="00CB6146"/>
    <w:rsid w:val="00CC6E43"/>
    <w:rsid w:val="00CD2B56"/>
    <w:rsid w:val="00CF795B"/>
    <w:rsid w:val="00D029C7"/>
    <w:rsid w:val="00D124D4"/>
    <w:rsid w:val="00D14DB8"/>
    <w:rsid w:val="00D179EE"/>
    <w:rsid w:val="00D55E05"/>
    <w:rsid w:val="00D715F8"/>
    <w:rsid w:val="00D9239D"/>
    <w:rsid w:val="00DD16A0"/>
    <w:rsid w:val="00DD2B06"/>
    <w:rsid w:val="00DF10F2"/>
    <w:rsid w:val="00DF7692"/>
    <w:rsid w:val="00E07678"/>
    <w:rsid w:val="00E310F6"/>
    <w:rsid w:val="00E3756D"/>
    <w:rsid w:val="00E41F07"/>
    <w:rsid w:val="00E44D1F"/>
    <w:rsid w:val="00E44D8B"/>
    <w:rsid w:val="00E57DAF"/>
    <w:rsid w:val="00E63832"/>
    <w:rsid w:val="00E75C8E"/>
    <w:rsid w:val="00E84D18"/>
    <w:rsid w:val="00EB1523"/>
    <w:rsid w:val="00EB7828"/>
    <w:rsid w:val="00EC7ECF"/>
    <w:rsid w:val="00EF495F"/>
    <w:rsid w:val="00EF6704"/>
    <w:rsid w:val="00F20303"/>
    <w:rsid w:val="00F23797"/>
    <w:rsid w:val="00F504D1"/>
    <w:rsid w:val="00F51984"/>
    <w:rsid w:val="00F55571"/>
    <w:rsid w:val="00F61649"/>
    <w:rsid w:val="00F711FA"/>
    <w:rsid w:val="00F72ED7"/>
    <w:rsid w:val="00FB6E46"/>
    <w:rsid w:val="00FC3364"/>
    <w:rsid w:val="00FC73E3"/>
    <w:rsid w:val="00FF36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8AD071"/>
  <w15:chartTrackingRefBased/>
  <w15:docId w15:val="{3ED76D7F-65E4-43DF-B940-4208AE052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paragraph" w:customStyle="1" w:styleId="Default">
    <w:name w:val="Default"/>
    <w:rsid w:val="00CA0D40"/>
    <w:pPr>
      <w:autoSpaceDE w:val="0"/>
      <w:autoSpaceDN w:val="0"/>
      <w:adjustRightInd w:val="0"/>
      <w:spacing w:after="0" w:line="240" w:lineRule="auto"/>
    </w:pPr>
    <w:rPr>
      <w:rFonts w:ascii="Arial" w:eastAsia="Times New Roman" w:hAnsi="Arial" w:cs="Arial"/>
      <w:color w:val="000000"/>
      <w:sz w:val="24"/>
      <w:szCs w:val="24"/>
      <w:lang w:eastAsia="en-GB"/>
    </w:rPr>
  </w:style>
  <w:style w:type="character" w:styleId="CommentReference">
    <w:name w:val="annotation reference"/>
    <w:basedOn w:val="DefaultParagraphFont"/>
    <w:uiPriority w:val="99"/>
    <w:semiHidden/>
    <w:unhideWhenUsed/>
    <w:rsid w:val="00EC7ECF"/>
    <w:rPr>
      <w:sz w:val="16"/>
      <w:szCs w:val="16"/>
    </w:rPr>
  </w:style>
  <w:style w:type="paragraph" w:styleId="CommentText">
    <w:name w:val="annotation text"/>
    <w:basedOn w:val="Normal"/>
    <w:link w:val="CommentTextChar"/>
    <w:uiPriority w:val="99"/>
    <w:semiHidden/>
    <w:unhideWhenUsed/>
    <w:rsid w:val="00EC7ECF"/>
    <w:pPr>
      <w:spacing w:line="240" w:lineRule="auto"/>
    </w:pPr>
    <w:rPr>
      <w:sz w:val="20"/>
      <w:szCs w:val="20"/>
    </w:rPr>
  </w:style>
  <w:style w:type="character" w:customStyle="1" w:styleId="CommentTextChar">
    <w:name w:val="Comment Text Char"/>
    <w:basedOn w:val="DefaultParagraphFont"/>
    <w:link w:val="CommentText"/>
    <w:uiPriority w:val="99"/>
    <w:semiHidden/>
    <w:rsid w:val="00EC7ECF"/>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EC7ECF"/>
    <w:rPr>
      <w:b/>
      <w:bCs/>
    </w:rPr>
  </w:style>
  <w:style w:type="character" w:customStyle="1" w:styleId="CommentSubjectChar">
    <w:name w:val="Comment Subject Char"/>
    <w:basedOn w:val="CommentTextChar"/>
    <w:link w:val="CommentSubject"/>
    <w:uiPriority w:val="99"/>
    <w:semiHidden/>
    <w:rsid w:val="00EC7ECF"/>
    <w:rPr>
      <w:rFonts w:ascii="Arial" w:eastAsia="Times New Roman" w:hAnsi="Arial" w:cs="Times New Roman"/>
      <w:b/>
      <w:bCs/>
      <w:sz w:val="20"/>
      <w:szCs w:val="20"/>
      <w:lang w:eastAsia="en-GB"/>
    </w:rPr>
  </w:style>
  <w:style w:type="paragraph" w:styleId="Revision">
    <w:name w:val="Revision"/>
    <w:hidden/>
    <w:uiPriority w:val="99"/>
    <w:semiHidden/>
    <w:rsid w:val="00EC7ECF"/>
    <w:pPr>
      <w:spacing w:after="0" w:line="240" w:lineRule="auto"/>
    </w:pPr>
    <w:rPr>
      <w:rFonts w:ascii="Arial" w:eastAsia="Times New Roman" w:hAnsi="Arial" w:cs="Times New Roman"/>
      <w:szCs w:val="24"/>
      <w:lang w:eastAsia="en-GB"/>
    </w:rPr>
  </w:style>
  <w:style w:type="paragraph" w:styleId="BalloonText">
    <w:name w:val="Balloon Text"/>
    <w:basedOn w:val="Normal"/>
    <w:link w:val="BalloonTextChar"/>
    <w:uiPriority w:val="99"/>
    <w:semiHidden/>
    <w:unhideWhenUsed/>
    <w:rsid w:val="00EC7EC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ECF"/>
    <w:rPr>
      <w:rFonts w:ascii="Segoe UI" w:eastAsia="Times New Roman" w:hAnsi="Segoe UI" w:cs="Segoe UI"/>
      <w:sz w:val="18"/>
      <w:szCs w:val="18"/>
      <w:lang w:eastAsia="en-GB"/>
    </w:rPr>
  </w:style>
  <w:style w:type="table" w:styleId="TableGrid">
    <w:name w:val="Table Grid"/>
    <w:basedOn w:val="TableNormal"/>
    <w:uiPriority w:val="39"/>
    <w:rsid w:val="00C907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383123">
      <w:bodyDiv w:val="1"/>
      <w:marLeft w:val="0"/>
      <w:marRight w:val="0"/>
      <w:marTop w:val="0"/>
      <w:marBottom w:val="0"/>
      <w:divBdr>
        <w:top w:val="none" w:sz="0" w:space="0" w:color="auto"/>
        <w:left w:val="none" w:sz="0" w:space="0" w:color="auto"/>
        <w:bottom w:val="none" w:sz="0" w:space="0" w:color="auto"/>
        <w:right w:val="none" w:sz="0" w:space="0" w:color="auto"/>
      </w:divBdr>
    </w:div>
    <w:div w:id="164175793">
      <w:bodyDiv w:val="1"/>
      <w:marLeft w:val="0"/>
      <w:marRight w:val="0"/>
      <w:marTop w:val="0"/>
      <w:marBottom w:val="0"/>
      <w:divBdr>
        <w:top w:val="none" w:sz="0" w:space="0" w:color="auto"/>
        <w:left w:val="none" w:sz="0" w:space="0" w:color="auto"/>
        <w:bottom w:val="none" w:sz="0" w:space="0" w:color="auto"/>
        <w:right w:val="none" w:sz="0" w:space="0" w:color="auto"/>
      </w:divBdr>
    </w:div>
    <w:div w:id="166527783">
      <w:bodyDiv w:val="1"/>
      <w:marLeft w:val="0"/>
      <w:marRight w:val="0"/>
      <w:marTop w:val="0"/>
      <w:marBottom w:val="0"/>
      <w:divBdr>
        <w:top w:val="none" w:sz="0" w:space="0" w:color="auto"/>
        <w:left w:val="none" w:sz="0" w:space="0" w:color="auto"/>
        <w:bottom w:val="none" w:sz="0" w:space="0" w:color="auto"/>
        <w:right w:val="none" w:sz="0" w:space="0" w:color="auto"/>
      </w:divBdr>
    </w:div>
    <w:div w:id="172307288">
      <w:bodyDiv w:val="1"/>
      <w:marLeft w:val="0"/>
      <w:marRight w:val="0"/>
      <w:marTop w:val="0"/>
      <w:marBottom w:val="0"/>
      <w:divBdr>
        <w:top w:val="none" w:sz="0" w:space="0" w:color="auto"/>
        <w:left w:val="none" w:sz="0" w:space="0" w:color="auto"/>
        <w:bottom w:val="none" w:sz="0" w:space="0" w:color="auto"/>
        <w:right w:val="none" w:sz="0" w:space="0" w:color="auto"/>
      </w:divBdr>
    </w:div>
    <w:div w:id="197207095">
      <w:bodyDiv w:val="1"/>
      <w:marLeft w:val="0"/>
      <w:marRight w:val="0"/>
      <w:marTop w:val="0"/>
      <w:marBottom w:val="0"/>
      <w:divBdr>
        <w:top w:val="none" w:sz="0" w:space="0" w:color="auto"/>
        <w:left w:val="none" w:sz="0" w:space="0" w:color="auto"/>
        <w:bottom w:val="none" w:sz="0" w:space="0" w:color="auto"/>
        <w:right w:val="none" w:sz="0" w:space="0" w:color="auto"/>
      </w:divBdr>
    </w:div>
    <w:div w:id="204682863">
      <w:bodyDiv w:val="1"/>
      <w:marLeft w:val="0"/>
      <w:marRight w:val="0"/>
      <w:marTop w:val="0"/>
      <w:marBottom w:val="0"/>
      <w:divBdr>
        <w:top w:val="none" w:sz="0" w:space="0" w:color="auto"/>
        <w:left w:val="none" w:sz="0" w:space="0" w:color="auto"/>
        <w:bottom w:val="none" w:sz="0" w:space="0" w:color="auto"/>
        <w:right w:val="none" w:sz="0" w:space="0" w:color="auto"/>
      </w:divBdr>
    </w:div>
    <w:div w:id="217787059">
      <w:bodyDiv w:val="1"/>
      <w:marLeft w:val="0"/>
      <w:marRight w:val="0"/>
      <w:marTop w:val="0"/>
      <w:marBottom w:val="0"/>
      <w:divBdr>
        <w:top w:val="none" w:sz="0" w:space="0" w:color="auto"/>
        <w:left w:val="none" w:sz="0" w:space="0" w:color="auto"/>
        <w:bottom w:val="none" w:sz="0" w:space="0" w:color="auto"/>
        <w:right w:val="none" w:sz="0" w:space="0" w:color="auto"/>
      </w:divBdr>
    </w:div>
    <w:div w:id="252974479">
      <w:bodyDiv w:val="1"/>
      <w:marLeft w:val="0"/>
      <w:marRight w:val="0"/>
      <w:marTop w:val="0"/>
      <w:marBottom w:val="0"/>
      <w:divBdr>
        <w:top w:val="none" w:sz="0" w:space="0" w:color="auto"/>
        <w:left w:val="none" w:sz="0" w:space="0" w:color="auto"/>
        <w:bottom w:val="none" w:sz="0" w:space="0" w:color="auto"/>
        <w:right w:val="none" w:sz="0" w:space="0" w:color="auto"/>
      </w:divBdr>
    </w:div>
    <w:div w:id="254023035">
      <w:bodyDiv w:val="1"/>
      <w:marLeft w:val="0"/>
      <w:marRight w:val="0"/>
      <w:marTop w:val="0"/>
      <w:marBottom w:val="0"/>
      <w:divBdr>
        <w:top w:val="none" w:sz="0" w:space="0" w:color="auto"/>
        <w:left w:val="none" w:sz="0" w:space="0" w:color="auto"/>
        <w:bottom w:val="none" w:sz="0" w:space="0" w:color="auto"/>
        <w:right w:val="none" w:sz="0" w:space="0" w:color="auto"/>
      </w:divBdr>
    </w:div>
    <w:div w:id="296373310">
      <w:bodyDiv w:val="1"/>
      <w:marLeft w:val="0"/>
      <w:marRight w:val="0"/>
      <w:marTop w:val="0"/>
      <w:marBottom w:val="0"/>
      <w:divBdr>
        <w:top w:val="none" w:sz="0" w:space="0" w:color="auto"/>
        <w:left w:val="none" w:sz="0" w:space="0" w:color="auto"/>
        <w:bottom w:val="none" w:sz="0" w:space="0" w:color="auto"/>
        <w:right w:val="none" w:sz="0" w:space="0" w:color="auto"/>
      </w:divBdr>
    </w:div>
    <w:div w:id="297343506">
      <w:bodyDiv w:val="1"/>
      <w:marLeft w:val="0"/>
      <w:marRight w:val="0"/>
      <w:marTop w:val="0"/>
      <w:marBottom w:val="0"/>
      <w:divBdr>
        <w:top w:val="none" w:sz="0" w:space="0" w:color="auto"/>
        <w:left w:val="none" w:sz="0" w:space="0" w:color="auto"/>
        <w:bottom w:val="none" w:sz="0" w:space="0" w:color="auto"/>
        <w:right w:val="none" w:sz="0" w:space="0" w:color="auto"/>
      </w:divBdr>
    </w:div>
    <w:div w:id="347022811">
      <w:bodyDiv w:val="1"/>
      <w:marLeft w:val="0"/>
      <w:marRight w:val="0"/>
      <w:marTop w:val="0"/>
      <w:marBottom w:val="0"/>
      <w:divBdr>
        <w:top w:val="none" w:sz="0" w:space="0" w:color="auto"/>
        <w:left w:val="none" w:sz="0" w:space="0" w:color="auto"/>
        <w:bottom w:val="none" w:sz="0" w:space="0" w:color="auto"/>
        <w:right w:val="none" w:sz="0" w:space="0" w:color="auto"/>
      </w:divBdr>
    </w:div>
    <w:div w:id="380835242">
      <w:bodyDiv w:val="1"/>
      <w:marLeft w:val="0"/>
      <w:marRight w:val="0"/>
      <w:marTop w:val="0"/>
      <w:marBottom w:val="0"/>
      <w:divBdr>
        <w:top w:val="none" w:sz="0" w:space="0" w:color="auto"/>
        <w:left w:val="none" w:sz="0" w:space="0" w:color="auto"/>
        <w:bottom w:val="none" w:sz="0" w:space="0" w:color="auto"/>
        <w:right w:val="none" w:sz="0" w:space="0" w:color="auto"/>
      </w:divBdr>
    </w:div>
    <w:div w:id="390546395">
      <w:bodyDiv w:val="1"/>
      <w:marLeft w:val="0"/>
      <w:marRight w:val="0"/>
      <w:marTop w:val="0"/>
      <w:marBottom w:val="0"/>
      <w:divBdr>
        <w:top w:val="none" w:sz="0" w:space="0" w:color="auto"/>
        <w:left w:val="none" w:sz="0" w:space="0" w:color="auto"/>
        <w:bottom w:val="none" w:sz="0" w:space="0" w:color="auto"/>
        <w:right w:val="none" w:sz="0" w:space="0" w:color="auto"/>
      </w:divBdr>
    </w:div>
    <w:div w:id="563495259">
      <w:bodyDiv w:val="1"/>
      <w:marLeft w:val="0"/>
      <w:marRight w:val="0"/>
      <w:marTop w:val="0"/>
      <w:marBottom w:val="0"/>
      <w:divBdr>
        <w:top w:val="none" w:sz="0" w:space="0" w:color="auto"/>
        <w:left w:val="none" w:sz="0" w:space="0" w:color="auto"/>
        <w:bottom w:val="none" w:sz="0" w:space="0" w:color="auto"/>
        <w:right w:val="none" w:sz="0" w:space="0" w:color="auto"/>
      </w:divBdr>
    </w:div>
    <w:div w:id="564340940">
      <w:bodyDiv w:val="1"/>
      <w:marLeft w:val="0"/>
      <w:marRight w:val="0"/>
      <w:marTop w:val="0"/>
      <w:marBottom w:val="0"/>
      <w:divBdr>
        <w:top w:val="none" w:sz="0" w:space="0" w:color="auto"/>
        <w:left w:val="none" w:sz="0" w:space="0" w:color="auto"/>
        <w:bottom w:val="none" w:sz="0" w:space="0" w:color="auto"/>
        <w:right w:val="none" w:sz="0" w:space="0" w:color="auto"/>
      </w:divBdr>
    </w:div>
    <w:div w:id="603725966">
      <w:bodyDiv w:val="1"/>
      <w:marLeft w:val="0"/>
      <w:marRight w:val="0"/>
      <w:marTop w:val="0"/>
      <w:marBottom w:val="0"/>
      <w:divBdr>
        <w:top w:val="none" w:sz="0" w:space="0" w:color="auto"/>
        <w:left w:val="none" w:sz="0" w:space="0" w:color="auto"/>
        <w:bottom w:val="none" w:sz="0" w:space="0" w:color="auto"/>
        <w:right w:val="none" w:sz="0" w:space="0" w:color="auto"/>
      </w:divBdr>
    </w:div>
    <w:div w:id="655960127">
      <w:bodyDiv w:val="1"/>
      <w:marLeft w:val="0"/>
      <w:marRight w:val="0"/>
      <w:marTop w:val="0"/>
      <w:marBottom w:val="0"/>
      <w:divBdr>
        <w:top w:val="none" w:sz="0" w:space="0" w:color="auto"/>
        <w:left w:val="none" w:sz="0" w:space="0" w:color="auto"/>
        <w:bottom w:val="none" w:sz="0" w:space="0" w:color="auto"/>
        <w:right w:val="none" w:sz="0" w:space="0" w:color="auto"/>
      </w:divBdr>
    </w:div>
    <w:div w:id="739592875">
      <w:bodyDiv w:val="1"/>
      <w:marLeft w:val="0"/>
      <w:marRight w:val="0"/>
      <w:marTop w:val="0"/>
      <w:marBottom w:val="0"/>
      <w:divBdr>
        <w:top w:val="none" w:sz="0" w:space="0" w:color="auto"/>
        <w:left w:val="none" w:sz="0" w:space="0" w:color="auto"/>
        <w:bottom w:val="none" w:sz="0" w:space="0" w:color="auto"/>
        <w:right w:val="none" w:sz="0" w:space="0" w:color="auto"/>
      </w:divBdr>
    </w:div>
    <w:div w:id="834146077">
      <w:bodyDiv w:val="1"/>
      <w:marLeft w:val="0"/>
      <w:marRight w:val="0"/>
      <w:marTop w:val="0"/>
      <w:marBottom w:val="0"/>
      <w:divBdr>
        <w:top w:val="none" w:sz="0" w:space="0" w:color="auto"/>
        <w:left w:val="none" w:sz="0" w:space="0" w:color="auto"/>
        <w:bottom w:val="none" w:sz="0" w:space="0" w:color="auto"/>
        <w:right w:val="none" w:sz="0" w:space="0" w:color="auto"/>
      </w:divBdr>
    </w:div>
    <w:div w:id="846944781">
      <w:bodyDiv w:val="1"/>
      <w:marLeft w:val="0"/>
      <w:marRight w:val="0"/>
      <w:marTop w:val="0"/>
      <w:marBottom w:val="0"/>
      <w:divBdr>
        <w:top w:val="none" w:sz="0" w:space="0" w:color="auto"/>
        <w:left w:val="none" w:sz="0" w:space="0" w:color="auto"/>
        <w:bottom w:val="none" w:sz="0" w:space="0" w:color="auto"/>
        <w:right w:val="none" w:sz="0" w:space="0" w:color="auto"/>
      </w:divBdr>
    </w:div>
    <w:div w:id="858348056">
      <w:bodyDiv w:val="1"/>
      <w:marLeft w:val="0"/>
      <w:marRight w:val="0"/>
      <w:marTop w:val="0"/>
      <w:marBottom w:val="0"/>
      <w:divBdr>
        <w:top w:val="none" w:sz="0" w:space="0" w:color="auto"/>
        <w:left w:val="none" w:sz="0" w:space="0" w:color="auto"/>
        <w:bottom w:val="none" w:sz="0" w:space="0" w:color="auto"/>
        <w:right w:val="none" w:sz="0" w:space="0" w:color="auto"/>
      </w:divBdr>
    </w:div>
    <w:div w:id="991911843">
      <w:bodyDiv w:val="1"/>
      <w:marLeft w:val="0"/>
      <w:marRight w:val="0"/>
      <w:marTop w:val="0"/>
      <w:marBottom w:val="0"/>
      <w:divBdr>
        <w:top w:val="none" w:sz="0" w:space="0" w:color="auto"/>
        <w:left w:val="none" w:sz="0" w:space="0" w:color="auto"/>
        <w:bottom w:val="none" w:sz="0" w:space="0" w:color="auto"/>
        <w:right w:val="none" w:sz="0" w:space="0" w:color="auto"/>
      </w:divBdr>
    </w:div>
    <w:div w:id="1188367015">
      <w:bodyDiv w:val="1"/>
      <w:marLeft w:val="0"/>
      <w:marRight w:val="0"/>
      <w:marTop w:val="0"/>
      <w:marBottom w:val="0"/>
      <w:divBdr>
        <w:top w:val="none" w:sz="0" w:space="0" w:color="auto"/>
        <w:left w:val="none" w:sz="0" w:space="0" w:color="auto"/>
        <w:bottom w:val="none" w:sz="0" w:space="0" w:color="auto"/>
        <w:right w:val="none" w:sz="0" w:space="0" w:color="auto"/>
      </w:divBdr>
    </w:div>
    <w:div w:id="1242564592">
      <w:bodyDiv w:val="1"/>
      <w:marLeft w:val="0"/>
      <w:marRight w:val="0"/>
      <w:marTop w:val="0"/>
      <w:marBottom w:val="0"/>
      <w:divBdr>
        <w:top w:val="none" w:sz="0" w:space="0" w:color="auto"/>
        <w:left w:val="none" w:sz="0" w:space="0" w:color="auto"/>
        <w:bottom w:val="none" w:sz="0" w:space="0" w:color="auto"/>
        <w:right w:val="none" w:sz="0" w:space="0" w:color="auto"/>
      </w:divBdr>
    </w:div>
    <w:div w:id="1256747226">
      <w:bodyDiv w:val="1"/>
      <w:marLeft w:val="0"/>
      <w:marRight w:val="0"/>
      <w:marTop w:val="0"/>
      <w:marBottom w:val="0"/>
      <w:divBdr>
        <w:top w:val="none" w:sz="0" w:space="0" w:color="auto"/>
        <w:left w:val="none" w:sz="0" w:space="0" w:color="auto"/>
        <w:bottom w:val="none" w:sz="0" w:space="0" w:color="auto"/>
        <w:right w:val="none" w:sz="0" w:space="0" w:color="auto"/>
      </w:divBdr>
    </w:div>
    <w:div w:id="1335841582">
      <w:bodyDiv w:val="1"/>
      <w:marLeft w:val="0"/>
      <w:marRight w:val="0"/>
      <w:marTop w:val="0"/>
      <w:marBottom w:val="0"/>
      <w:divBdr>
        <w:top w:val="none" w:sz="0" w:space="0" w:color="auto"/>
        <w:left w:val="none" w:sz="0" w:space="0" w:color="auto"/>
        <w:bottom w:val="none" w:sz="0" w:space="0" w:color="auto"/>
        <w:right w:val="none" w:sz="0" w:space="0" w:color="auto"/>
      </w:divBdr>
    </w:div>
    <w:div w:id="1378123744">
      <w:bodyDiv w:val="1"/>
      <w:marLeft w:val="0"/>
      <w:marRight w:val="0"/>
      <w:marTop w:val="0"/>
      <w:marBottom w:val="0"/>
      <w:divBdr>
        <w:top w:val="none" w:sz="0" w:space="0" w:color="auto"/>
        <w:left w:val="none" w:sz="0" w:space="0" w:color="auto"/>
        <w:bottom w:val="none" w:sz="0" w:space="0" w:color="auto"/>
        <w:right w:val="none" w:sz="0" w:space="0" w:color="auto"/>
      </w:divBdr>
    </w:div>
    <w:div w:id="1482237717">
      <w:bodyDiv w:val="1"/>
      <w:marLeft w:val="0"/>
      <w:marRight w:val="0"/>
      <w:marTop w:val="0"/>
      <w:marBottom w:val="0"/>
      <w:divBdr>
        <w:top w:val="none" w:sz="0" w:space="0" w:color="auto"/>
        <w:left w:val="none" w:sz="0" w:space="0" w:color="auto"/>
        <w:bottom w:val="none" w:sz="0" w:space="0" w:color="auto"/>
        <w:right w:val="none" w:sz="0" w:space="0" w:color="auto"/>
      </w:divBdr>
    </w:div>
    <w:div w:id="1496217496">
      <w:bodyDiv w:val="1"/>
      <w:marLeft w:val="0"/>
      <w:marRight w:val="0"/>
      <w:marTop w:val="0"/>
      <w:marBottom w:val="0"/>
      <w:divBdr>
        <w:top w:val="none" w:sz="0" w:space="0" w:color="auto"/>
        <w:left w:val="none" w:sz="0" w:space="0" w:color="auto"/>
        <w:bottom w:val="none" w:sz="0" w:space="0" w:color="auto"/>
        <w:right w:val="none" w:sz="0" w:space="0" w:color="auto"/>
      </w:divBdr>
    </w:div>
    <w:div w:id="1590963959">
      <w:bodyDiv w:val="1"/>
      <w:marLeft w:val="0"/>
      <w:marRight w:val="0"/>
      <w:marTop w:val="0"/>
      <w:marBottom w:val="0"/>
      <w:divBdr>
        <w:top w:val="none" w:sz="0" w:space="0" w:color="auto"/>
        <w:left w:val="none" w:sz="0" w:space="0" w:color="auto"/>
        <w:bottom w:val="none" w:sz="0" w:space="0" w:color="auto"/>
        <w:right w:val="none" w:sz="0" w:space="0" w:color="auto"/>
      </w:divBdr>
    </w:div>
    <w:div w:id="1873103839">
      <w:bodyDiv w:val="1"/>
      <w:marLeft w:val="0"/>
      <w:marRight w:val="0"/>
      <w:marTop w:val="0"/>
      <w:marBottom w:val="0"/>
      <w:divBdr>
        <w:top w:val="none" w:sz="0" w:space="0" w:color="auto"/>
        <w:left w:val="none" w:sz="0" w:space="0" w:color="auto"/>
        <w:bottom w:val="none" w:sz="0" w:space="0" w:color="auto"/>
        <w:right w:val="none" w:sz="0" w:space="0" w:color="auto"/>
      </w:divBdr>
    </w:div>
    <w:div w:id="1925992453">
      <w:bodyDiv w:val="1"/>
      <w:marLeft w:val="0"/>
      <w:marRight w:val="0"/>
      <w:marTop w:val="0"/>
      <w:marBottom w:val="0"/>
      <w:divBdr>
        <w:top w:val="none" w:sz="0" w:space="0" w:color="auto"/>
        <w:left w:val="none" w:sz="0" w:space="0" w:color="auto"/>
        <w:bottom w:val="none" w:sz="0" w:space="0" w:color="auto"/>
        <w:right w:val="none" w:sz="0" w:space="0" w:color="auto"/>
      </w:divBdr>
    </w:div>
    <w:div w:id="1959405650">
      <w:bodyDiv w:val="1"/>
      <w:marLeft w:val="0"/>
      <w:marRight w:val="0"/>
      <w:marTop w:val="0"/>
      <w:marBottom w:val="0"/>
      <w:divBdr>
        <w:top w:val="none" w:sz="0" w:space="0" w:color="auto"/>
        <w:left w:val="none" w:sz="0" w:space="0" w:color="auto"/>
        <w:bottom w:val="none" w:sz="0" w:space="0" w:color="auto"/>
        <w:right w:val="none" w:sz="0" w:space="0" w:color="auto"/>
      </w:divBdr>
    </w:div>
    <w:div w:id="1983928245">
      <w:bodyDiv w:val="1"/>
      <w:marLeft w:val="0"/>
      <w:marRight w:val="0"/>
      <w:marTop w:val="0"/>
      <w:marBottom w:val="0"/>
      <w:divBdr>
        <w:top w:val="none" w:sz="0" w:space="0" w:color="auto"/>
        <w:left w:val="none" w:sz="0" w:space="0" w:color="auto"/>
        <w:bottom w:val="none" w:sz="0" w:space="0" w:color="auto"/>
        <w:right w:val="none" w:sz="0" w:space="0" w:color="auto"/>
      </w:divBdr>
    </w:div>
    <w:div w:id="2013750674">
      <w:bodyDiv w:val="1"/>
      <w:marLeft w:val="0"/>
      <w:marRight w:val="0"/>
      <w:marTop w:val="0"/>
      <w:marBottom w:val="0"/>
      <w:divBdr>
        <w:top w:val="none" w:sz="0" w:space="0" w:color="auto"/>
        <w:left w:val="none" w:sz="0" w:space="0" w:color="auto"/>
        <w:bottom w:val="none" w:sz="0" w:space="0" w:color="auto"/>
        <w:right w:val="none" w:sz="0" w:space="0" w:color="auto"/>
      </w:divBdr>
    </w:div>
    <w:div w:id="2116289066">
      <w:bodyDiv w:val="1"/>
      <w:marLeft w:val="0"/>
      <w:marRight w:val="0"/>
      <w:marTop w:val="0"/>
      <w:marBottom w:val="0"/>
      <w:divBdr>
        <w:top w:val="none" w:sz="0" w:space="0" w:color="auto"/>
        <w:left w:val="none" w:sz="0" w:space="0" w:color="auto"/>
        <w:bottom w:val="none" w:sz="0" w:space="0" w:color="auto"/>
        <w:right w:val="none" w:sz="0" w:space="0" w:color="auto"/>
      </w:divBdr>
    </w:div>
    <w:div w:id="212344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j.mullen\OneDrive%20-%20National%20Grid\CUSC\3.%20CUSC%20Modifications\CMP328\Workgroup%20Meetings\Workgroup%207\CUSC%20Alternative%20and%20Workgroup%20Voting.dotx" TargetMode="External"/></Relationship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E5F73-3412-484F-9768-287C6FF11F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505F2C-2D26-4C21-B49A-060808DE6ED1}">
  <ds:schemaRefs>
    <ds:schemaRef ds:uri="http://purl.org/dc/terms/"/>
    <ds:schemaRef ds:uri="f71abe4e-f5ff-49cd-8eff-5f4949acc510"/>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schemas.microsoft.com/office/2006/metadata/properties"/>
    <ds:schemaRef ds:uri="97b6fe81-1556-4112-94ca-31043ca39b71"/>
    <ds:schemaRef ds:uri="http://www.w3.org/XML/1998/namespace"/>
    <ds:schemaRef ds:uri="http://purl.org/dc/elements/1.1/"/>
  </ds:schemaRefs>
</ds:datastoreItem>
</file>

<file path=customXml/itemProps3.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4.xml><?xml version="1.0" encoding="utf-8"?>
<ds:datastoreItem xmlns:ds="http://schemas.openxmlformats.org/officeDocument/2006/customXml" ds:itemID="{55E2E2B3-3336-454E-9353-98B6A53BF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CUSC Alternative and Workgroup Voting.dotx</Template>
  <TotalTime>222</TotalTime>
  <Pages>7</Pages>
  <Words>1211</Words>
  <Characters>6907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Patel (ESO), Kavita</dc:creator>
  <cp:keywords/>
  <dc:description/>
  <cp:lastModifiedBy>Mullen (ESO), Paul J</cp:lastModifiedBy>
  <cp:revision>25</cp:revision>
  <dcterms:created xsi:type="dcterms:W3CDTF">2021-06-10T10:08:00Z</dcterms:created>
  <dcterms:modified xsi:type="dcterms:W3CDTF">2021-08-13T22:30:00Z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